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F8" w:rsidRPr="00C511F8" w:rsidRDefault="00C511F8" w:rsidP="00C511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11F8">
        <w:rPr>
          <w:rFonts w:ascii="Times New Roman" w:eastAsia="Calibri" w:hAnsi="Times New Roman" w:cs="Times New Roman"/>
          <w:sz w:val="28"/>
          <w:szCs w:val="28"/>
        </w:rPr>
        <w:t>Пояснительная записка к проекту закона Ярославской области</w:t>
      </w:r>
    </w:p>
    <w:p w:rsidR="00C511F8" w:rsidRPr="00C511F8" w:rsidRDefault="00C511F8" w:rsidP="00C511F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511F8">
        <w:rPr>
          <w:rFonts w:ascii="Times New Roman" w:eastAsia="Calibri" w:hAnsi="Times New Roman" w:cs="Times New Roman"/>
          <w:bCs/>
          <w:sz w:val="28"/>
          <w:szCs w:val="28"/>
        </w:rPr>
        <w:t>«О внесении изменений в Закон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</w:t>
      </w:r>
    </w:p>
    <w:p w:rsidR="00C511F8" w:rsidRPr="00C511F8" w:rsidRDefault="00C511F8" w:rsidP="00C511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77B9" w:rsidRDefault="00C511F8" w:rsidP="002D26AA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gramStart"/>
      <w:r w:rsidRPr="00C511F8">
        <w:rPr>
          <w:rFonts w:eastAsia="Calibri"/>
          <w:sz w:val="28"/>
          <w:szCs w:val="28"/>
        </w:rPr>
        <w:t>Проект закона Ярославской области «</w:t>
      </w:r>
      <w:r w:rsidRPr="00C511F8">
        <w:rPr>
          <w:rFonts w:eastAsia="Calibri"/>
          <w:bCs/>
          <w:sz w:val="28"/>
          <w:szCs w:val="28"/>
        </w:rPr>
        <w:t xml:space="preserve">О внесении изменений в Закон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 </w:t>
      </w:r>
      <w:r w:rsidRPr="00C511F8">
        <w:rPr>
          <w:rFonts w:eastAsia="Calibri"/>
          <w:sz w:val="28"/>
          <w:szCs w:val="28"/>
        </w:rPr>
        <w:t xml:space="preserve">(далее – </w:t>
      </w:r>
      <w:r>
        <w:rPr>
          <w:rFonts w:eastAsia="Calibri"/>
          <w:sz w:val="28"/>
          <w:szCs w:val="28"/>
        </w:rPr>
        <w:t xml:space="preserve">проект закона, </w:t>
      </w:r>
      <w:r w:rsidRPr="00C511F8">
        <w:rPr>
          <w:rFonts w:eastAsia="Calibri"/>
          <w:sz w:val="28"/>
          <w:szCs w:val="28"/>
        </w:rPr>
        <w:t xml:space="preserve">законопроект) разработан </w:t>
      </w:r>
      <w:r>
        <w:rPr>
          <w:rFonts w:eastAsia="Calibri"/>
          <w:sz w:val="28"/>
          <w:szCs w:val="28"/>
        </w:rPr>
        <w:t>в</w:t>
      </w:r>
      <w:r w:rsidR="00BA339C">
        <w:rPr>
          <w:rFonts w:eastAsia="Calibri"/>
          <w:sz w:val="28"/>
          <w:szCs w:val="28"/>
        </w:rPr>
        <w:t xml:space="preserve"> связи с </w:t>
      </w:r>
      <w:r w:rsidR="002477B9">
        <w:rPr>
          <w:rFonts w:eastAsia="Calibri"/>
          <w:sz w:val="28"/>
          <w:szCs w:val="28"/>
        </w:rPr>
        <w:t>проводимым</w:t>
      </w:r>
      <w:r w:rsidR="00BA339C">
        <w:rPr>
          <w:rFonts w:eastAsia="Calibri"/>
          <w:sz w:val="28"/>
          <w:szCs w:val="28"/>
        </w:rPr>
        <w:t xml:space="preserve"> преобразованием муниципальных образований Ярославской области, в результате которого</w:t>
      </w:r>
      <w:r w:rsidR="002477B9">
        <w:rPr>
          <w:rFonts w:eastAsia="Calibri"/>
          <w:sz w:val="28"/>
          <w:szCs w:val="28"/>
        </w:rPr>
        <w:t xml:space="preserve"> в регионе будет сформирована одноуровневая система </w:t>
      </w:r>
      <w:r w:rsidR="002477B9" w:rsidRPr="002477B9">
        <w:rPr>
          <w:rFonts w:eastAsia="Calibri"/>
          <w:sz w:val="28"/>
          <w:szCs w:val="28"/>
        </w:rPr>
        <w:t>организации местного самоуправления</w:t>
      </w:r>
      <w:r w:rsidR="002477B9">
        <w:rPr>
          <w:rFonts w:eastAsia="Calibri"/>
          <w:sz w:val="28"/>
          <w:szCs w:val="28"/>
        </w:rPr>
        <w:t>, включающая городские и муниципальные округа</w:t>
      </w:r>
      <w:proofErr w:type="gramEnd"/>
      <w:r w:rsidR="002477B9">
        <w:rPr>
          <w:rFonts w:eastAsia="Calibri"/>
          <w:sz w:val="28"/>
          <w:szCs w:val="28"/>
        </w:rPr>
        <w:t xml:space="preserve">, при этом муниципальные районы, городские и сельские </w:t>
      </w:r>
      <w:r w:rsidR="002477B9" w:rsidRPr="002477B9">
        <w:rPr>
          <w:rFonts w:eastAsia="Calibri"/>
          <w:sz w:val="28"/>
          <w:szCs w:val="28"/>
        </w:rPr>
        <w:t>поселени</w:t>
      </w:r>
      <w:r w:rsidR="002477B9">
        <w:rPr>
          <w:rFonts w:eastAsia="Calibri"/>
          <w:sz w:val="28"/>
          <w:szCs w:val="28"/>
        </w:rPr>
        <w:t>я</w:t>
      </w:r>
      <w:r w:rsidR="002477B9" w:rsidRPr="002477B9">
        <w:rPr>
          <w:rFonts w:eastAsia="Calibri"/>
          <w:sz w:val="28"/>
          <w:szCs w:val="28"/>
        </w:rPr>
        <w:t xml:space="preserve"> </w:t>
      </w:r>
      <w:r w:rsidR="002477B9" w:rsidRPr="002477B9">
        <w:rPr>
          <w:sz w:val="28"/>
          <w:szCs w:val="28"/>
        </w:rPr>
        <w:t>утра</w:t>
      </w:r>
      <w:r w:rsidR="002477B9">
        <w:rPr>
          <w:sz w:val="28"/>
          <w:szCs w:val="28"/>
        </w:rPr>
        <w:t>тят</w:t>
      </w:r>
      <w:r w:rsidR="002477B9" w:rsidRPr="002477B9">
        <w:rPr>
          <w:sz w:val="28"/>
          <w:szCs w:val="28"/>
        </w:rPr>
        <w:t xml:space="preserve"> статус муниципальн</w:t>
      </w:r>
      <w:r w:rsidR="002477B9">
        <w:rPr>
          <w:sz w:val="28"/>
          <w:szCs w:val="28"/>
        </w:rPr>
        <w:t>ых</w:t>
      </w:r>
      <w:r w:rsidR="002477B9" w:rsidRPr="002477B9">
        <w:rPr>
          <w:sz w:val="28"/>
          <w:szCs w:val="28"/>
        </w:rPr>
        <w:t xml:space="preserve"> образовани</w:t>
      </w:r>
      <w:r w:rsidR="002477B9">
        <w:rPr>
          <w:sz w:val="28"/>
          <w:szCs w:val="28"/>
        </w:rPr>
        <w:t>й.</w:t>
      </w:r>
    </w:p>
    <w:p w:rsidR="00721538" w:rsidRDefault="001C1EDB" w:rsidP="007215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обеспечения надлежащего правового</w:t>
      </w:r>
      <w:r w:rsidRPr="00D3037D">
        <w:rPr>
          <w:rFonts w:ascii="Times New Roman" w:eastAsia="Calibri" w:hAnsi="Times New Roman" w:cs="Times New Roman"/>
          <w:sz w:val="28"/>
          <w:szCs w:val="28"/>
        </w:rPr>
        <w:t xml:space="preserve"> регулирования </w:t>
      </w:r>
      <w:r>
        <w:rPr>
          <w:rFonts w:ascii="Times New Roman" w:eastAsia="Calibri" w:hAnsi="Times New Roman" w:cs="Times New Roman"/>
          <w:sz w:val="28"/>
          <w:szCs w:val="28"/>
        </w:rPr>
        <w:t>вопросов</w:t>
      </w:r>
      <w:r w:rsidRPr="00D3037D">
        <w:rPr>
          <w:rFonts w:ascii="Times New Roman" w:eastAsia="Calibri" w:hAnsi="Times New Roman" w:cs="Times New Roman"/>
          <w:sz w:val="28"/>
          <w:szCs w:val="28"/>
        </w:rPr>
        <w:t xml:space="preserve"> формирования и деятельности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органов местного самоуправления создаваемых в Ярославской области </w:t>
      </w:r>
      <w:r w:rsidRPr="00D3037D">
        <w:rPr>
          <w:rFonts w:ascii="Times New Roman" w:eastAsia="Calibri" w:hAnsi="Times New Roman" w:cs="Times New Roman"/>
          <w:sz w:val="28"/>
          <w:szCs w:val="28"/>
        </w:rPr>
        <w:t>муниципальных округов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законопроектом предусматривается внесение соответствующих изменений в положения </w:t>
      </w:r>
      <w:r w:rsidRPr="001C1EDB">
        <w:rPr>
          <w:rFonts w:ascii="Times New Roman" w:eastAsia="Calibri" w:hAnsi="Times New Roman" w:cs="Times New Roman"/>
          <w:sz w:val="28"/>
          <w:szCs w:val="28"/>
        </w:rPr>
        <w:t xml:space="preserve">Закона области от 16.10.2014 № 59-з «О сроках полномочий, </w:t>
      </w:r>
      <w:proofErr w:type="gramStart"/>
      <w:r w:rsidRPr="001C1EDB">
        <w:rPr>
          <w:rFonts w:ascii="Times New Roman" w:eastAsia="Calibri" w:hAnsi="Times New Roman" w:cs="Times New Roman"/>
          <w:sz w:val="28"/>
          <w:szCs w:val="28"/>
        </w:rPr>
        <w:t>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774">
        <w:rPr>
          <w:rFonts w:ascii="Times New Roman" w:eastAsia="Calibri" w:hAnsi="Times New Roman" w:cs="Times New Roman"/>
          <w:sz w:val="28"/>
          <w:szCs w:val="28"/>
        </w:rPr>
        <w:t>о сроках</w:t>
      </w:r>
      <w:r w:rsidRPr="001C1EDB">
        <w:rPr>
          <w:rFonts w:ascii="Times New Roman" w:eastAsia="Calibri" w:hAnsi="Times New Roman" w:cs="Times New Roman"/>
          <w:sz w:val="28"/>
          <w:szCs w:val="28"/>
        </w:rPr>
        <w:t xml:space="preserve"> полномочий и поряд</w:t>
      </w:r>
      <w:r w:rsidR="00186774">
        <w:rPr>
          <w:rFonts w:ascii="Times New Roman" w:eastAsia="Calibri" w:hAnsi="Times New Roman" w:cs="Times New Roman"/>
          <w:sz w:val="28"/>
          <w:szCs w:val="28"/>
        </w:rPr>
        <w:t>ке</w:t>
      </w:r>
      <w:r w:rsidRPr="001C1EDB">
        <w:rPr>
          <w:rFonts w:ascii="Times New Roman" w:eastAsia="Calibri" w:hAnsi="Times New Roman" w:cs="Times New Roman"/>
          <w:sz w:val="28"/>
          <w:szCs w:val="28"/>
        </w:rPr>
        <w:t xml:space="preserve"> формирования представительных органов</w:t>
      </w:r>
      <w:r w:rsidR="00186774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области</w:t>
      </w:r>
      <w:r w:rsidRPr="001C1EDB">
        <w:rPr>
          <w:rFonts w:ascii="Times New Roman" w:eastAsia="Calibri" w:hAnsi="Times New Roman" w:cs="Times New Roman"/>
          <w:sz w:val="28"/>
          <w:szCs w:val="28"/>
        </w:rPr>
        <w:t>, поряд</w:t>
      </w:r>
      <w:r w:rsidR="00186774">
        <w:rPr>
          <w:rFonts w:ascii="Times New Roman" w:eastAsia="Calibri" w:hAnsi="Times New Roman" w:cs="Times New Roman"/>
          <w:sz w:val="28"/>
          <w:szCs w:val="28"/>
        </w:rPr>
        <w:t>ке</w:t>
      </w:r>
      <w:r w:rsidRPr="001C1EDB">
        <w:rPr>
          <w:rFonts w:ascii="Times New Roman" w:eastAsia="Calibri" w:hAnsi="Times New Roman" w:cs="Times New Roman"/>
          <w:sz w:val="28"/>
          <w:szCs w:val="28"/>
        </w:rPr>
        <w:t xml:space="preserve"> избрания глав</w:t>
      </w:r>
      <w:r w:rsidR="00186774" w:rsidRPr="00186774">
        <w:t xml:space="preserve"> </w:t>
      </w:r>
      <w:r w:rsidR="00186774" w:rsidRPr="00186774">
        <w:rPr>
          <w:rFonts w:ascii="Times New Roman" w:eastAsia="Calibri" w:hAnsi="Times New Roman" w:cs="Times New Roman"/>
          <w:sz w:val="28"/>
          <w:szCs w:val="28"/>
        </w:rPr>
        <w:t>муниципальных образований области</w:t>
      </w:r>
      <w:r w:rsidR="0018677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1C1EDB">
        <w:rPr>
          <w:rFonts w:ascii="Times New Roman" w:eastAsia="Calibri" w:hAnsi="Times New Roman" w:cs="Times New Roman"/>
          <w:sz w:val="28"/>
          <w:szCs w:val="28"/>
        </w:rPr>
        <w:t xml:space="preserve"> наименования</w:t>
      </w:r>
      <w:r w:rsidR="00186774">
        <w:rPr>
          <w:rFonts w:ascii="Times New Roman" w:eastAsia="Calibri" w:hAnsi="Times New Roman" w:cs="Times New Roman"/>
          <w:sz w:val="28"/>
          <w:szCs w:val="28"/>
        </w:rPr>
        <w:t>х</w:t>
      </w:r>
      <w:r w:rsidRPr="001C1EDB">
        <w:rPr>
          <w:rFonts w:ascii="Times New Roman" w:eastAsia="Calibri" w:hAnsi="Times New Roman" w:cs="Times New Roman"/>
          <w:sz w:val="28"/>
          <w:szCs w:val="28"/>
        </w:rPr>
        <w:t xml:space="preserve"> органов местного самоуправления</w:t>
      </w:r>
      <w:r w:rsidR="0018677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C1EDB" w:rsidRDefault="0092313E" w:rsidP="007215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Внесение</w:t>
      </w:r>
      <w:bookmarkStart w:id="0" w:name="_GoBack"/>
      <w:bookmarkEnd w:id="0"/>
      <w:r w:rsidR="001C1EDB">
        <w:rPr>
          <w:rFonts w:ascii="Times New Roman" w:eastAsia="Calibri" w:hAnsi="Times New Roman" w:cs="Times New Roman"/>
          <w:sz w:val="28"/>
          <w:szCs w:val="28"/>
        </w:rPr>
        <w:t xml:space="preserve"> указанных изменений </w:t>
      </w:r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потребуется в случае принятия законов Ярославской области о преобразовании путем объединения всех поселений, входящих в состав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Большесельского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Борисоглебского,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Брейтовского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Даниловского,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Любимского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Мышкинского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Некоузского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Некрасовского, Первомайского, Пошехонского, Ростовского, Рыбинского,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Тутаевского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C1EDB" w:rsidRPr="001C1EDB">
        <w:rPr>
          <w:rFonts w:ascii="Times New Roman" w:eastAsia="Calibri" w:hAnsi="Times New Roman" w:cs="Times New Roman"/>
          <w:sz w:val="28"/>
          <w:szCs w:val="28"/>
        </w:rPr>
        <w:t>Угличского</w:t>
      </w:r>
      <w:proofErr w:type="spellEnd"/>
      <w:r w:rsidR="001C1EDB" w:rsidRPr="001C1EDB">
        <w:rPr>
          <w:rFonts w:ascii="Times New Roman" w:eastAsia="Calibri" w:hAnsi="Times New Roman" w:cs="Times New Roman"/>
          <w:sz w:val="28"/>
          <w:szCs w:val="28"/>
        </w:rPr>
        <w:t xml:space="preserve"> и Ярославского муниципальных районов Ярославской области соответственно, и наделением их статусом муниципальных округов.</w:t>
      </w:r>
    </w:p>
    <w:p w:rsidR="001D2768" w:rsidRPr="001D2768" w:rsidRDefault="001C1EDB" w:rsidP="001D2768">
      <w:pPr>
        <w:pStyle w:val="a5"/>
        <w:spacing w:before="0" w:beforeAutospacing="0" w:after="0" w:afterAutospacing="0" w:line="288" w:lineRule="atLeast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Кроме того, </w:t>
      </w:r>
      <w:r w:rsidR="001D2768" w:rsidRPr="001D2768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ым</w:t>
      </w:r>
      <w:r w:rsidR="001D2768" w:rsidRPr="001D276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="001D2768" w:rsidRPr="001D2768">
        <w:rPr>
          <w:bCs/>
          <w:sz w:val="28"/>
          <w:szCs w:val="28"/>
        </w:rPr>
        <w:t xml:space="preserve"> от 22.07.2024 </w:t>
      </w:r>
      <w:r w:rsidR="001D2768">
        <w:rPr>
          <w:bCs/>
          <w:sz w:val="28"/>
          <w:szCs w:val="28"/>
        </w:rPr>
        <w:t>№</w:t>
      </w:r>
      <w:r w:rsidR="001D2768" w:rsidRPr="001D2768">
        <w:rPr>
          <w:bCs/>
          <w:sz w:val="28"/>
          <w:szCs w:val="28"/>
        </w:rPr>
        <w:t xml:space="preserve"> 209-ФЗ</w:t>
      </w:r>
      <w:r w:rsidR="001D27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внесены изменения в</w:t>
      </w:r>
      <w:r w:rsidR="001D2768">
        <w:rPr>
          <w:bCs/>
          <w:sz w:val="28"/>
          <w:szCs w:val="28"/>
        </w:rPr>
        <w:t xml:space="preserve"> статью 37 Федерального закона </w:t>
      </w:r>
      <w:r>
        <w:rPr>
          <w:bCs/>
          <w:sz w:val="28"/>
          <w:szCs w:val="28"/>
        </w:rPr>
        <w:t xml:space="preserve">от 06.10.2003 № 131-ФЗ </w:t>
      </w:r>
      <w:r w:rsidR="001D2768">
        <w:rPr>
          <w:bCs/>
          <w:sz w:val="28"/>
          <w:szCs w:val="28"/>
        </w:rPr>
        <w:t>«</w:t>
      </w:r>
      <w:r w:rsidR="001D2768" w:rsidRPr="001D2768">
        <w:rPr>
          <w:bCs/>
          <w:sz w:val="28"/>
          <w:szCs w:val="28"/>
        </w:rPr>
        <w:t>Об</w:t>
      </w:r>
      <w:r w:rsidR="00327D23">
        <w:rPr>
          <w:bCs/>
          <w:sz w:val="28"/>
          <w:szCs w:val="28"/>
        </w:rPr>
        <w:t> </w:t>
      </w:r>
      <w:r w:rsidR="001D2768" w:rsidRPr="001D2768">
        <w:rPr>
          <w:bCs/>
          <w:sz w:val="28"/>
          <w:szCs w:val="28"/>
        </w:rPr>
        <w:t>общих принципах организации местного самоуп</w:t>
      </w:r>
      <w:r w:rsidR="001D2768">
        <w:rPr>
          <w:bCs/>
          <w:sz w:val="28"/>
          <w:szCs w:val="28"/>
        </w:rPr>
        <w:t>равления в Российской Федерации», согласно котор</w:t>
      </w:r>
      <w:r>
        <w:rPr>
          <w:bCs/>
          <w:sz w:val="28"/>
          <w:szCs w:val="28"/>
        </w:rPr>
        <w:t>ым</w:t>
      </w:r>
      <w:r w:rsidR="001D2768">
        <w:rPr>
          <w:bCs/>
          <w:sz w:val="28"/>
          <w:szCs w:val="28"/>
        </w:rPr>
        <w:t xml:space="preserve"> у</w:t>
      </w:r>
      <w:r w:rsidR="001D2768" w:rsidRPr="001D2768">
        <w:rPr>
          <w:bCs/>
          <w:sz w:val="28"/>
          <w:szCs w:val="28"/>
        </w:rPr>
        <w:t>ставом муниципального образования в соответствии с законом субъекта Российской Федерации могут быть предусмотрены право представительного органа муниципального образования принимать участие в формировании местной администрации, в том числе в утверждении или согласовании назначения</w:t>
      </w:r>
      <w:proofErr w:type="gramEnd"/>
      <w:r w:rsidR="001D2768" w:rsidRPr="001D2768">
        <w:rPr>
          <w:bCs/>
          <w:sz w:val="28"/>
          <w:szCs w:val="28"/>
        </w:rPr>
        <w:t xml:space="preserve"> на должность заместителей главы местной администрации, руководителей отраслевых (функциональных) и (или) территориальных органов местной администрации, а также формы и порядок такого участия.</w:t>
      </w:r>
    </w:p>
    <w:p w:rsidR="001D2768" w:rsidRDefault="001C1EDB" w:rsidP="001D2768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 связи с этим </w:t>
      </w:r>
      <w:r w:rsidR="001D2768">
        <w:rPr>
          <w:bCs/>
          <w:sz w:val="28"/>
          <w:szCs w:val="28"/>
        </w:rPr>
        <w:t xml:space="preserve">законопроект предусматривает </w:t>
      </w:r>
      <w:r>
        <w:rPr>
          <w:bCs/>
          <w:sz w:val="28"/>
          <w:szCs w:val="28"/>
        </w:rPr>
        <w:t>дополнение Закона области статьей 4</w:t>
      </w:r>
      <w:r w:rsidRPr="001C1EDB">
        <w:rPr>
          <w:bCs/>
          <w:sz w:val="28"/>
          <w:szCs w:val="28"/>
          <w:vertAlign w:val="superscript"/>
        </w:rPr>
        <w:t>2</w:t>
      </w:r>
      <w:r>
        <w:rPr>
          <w:bCs/>
          <w:sz w:val="28"/>
          <w:szCs w:val="28"/>
        </w:rPr>
        <w:t xml:space="preserve">, предусматривающей </w:t>
      </w:r>
      <w:r w:rsidR="001D2768">
        <w:rPr>
          <w:bCs/>
          <w:sz w:val="28"/>
          <w:szCs w:val="28"/>
        </w:rPr>
        <w:t>возможность включения в уставы муниципальных образовани</w:t>
      </w:r>
      <w:r w:rsidR="00BA5C6C">
        <w:rPr>
          <w:bCs/>
          <w:sz w:val="28"/>
          <w:szCs w:val="28"/>
        </w:rPr>
        <w:t>й</w:t>
      </w:r>
      <w:r w:rsidR="001D2768">
        <w:rPr>
          <w:bCs/>
          <w:sz w:val="28"/>
          <w:szCs w:val="28"/>
        </w:rPr>
        <w:t xml:space="preserve"> Ярославской области норм, наделяющих </w:t>
      </w:r>
      <w:r w:rsidR="001D2768">
        <w:rPr>
          <w:sz w:val="28"/>
          <w:szCs w:val="28"/>
        </w:rPr>
        <w:t xml:space="preserve">представительные </w:t>
      </w:r>
      <w:r w:rsidR="001D2768" w:rsidRPr="005B0569">
        <w:rPr>
          <w:sz w:val="28"/>
          <w:szCs w:val="28"/>
        </w:rPr>
        <w:t>орган</w:t>
      </w:r>
      <w:r w:rsidR="001D2768">
        <w:rPr>
          <w:sz w:val="28"/>
          <w:szCs w:val="28"/>
        </w:rPr>
        <w:t xml:space="preserve">ы правом принятия </w:t>
      </w:r>
      <w:r w:rsidR="001D2768" w:rsidRPr="005B0569">
        <w:rPr>
          <w:sz w:val="28"/>
          <w:szCs w:val="28"/>
        </w:rPr>
        <w:t>участи</w:t>
      </w:r>
      <w:r w:rsidR="001D2768">
        <w:rPr>
          <w:sz w:val="28"/>
          <w:szCs w:val="28"/>
        </w:rPr>
        <w:t>я</w:t>
      </w:r>
      <w:r w:rsidR="001D2768" w:rsidRPr="005B0569">
        <w:rPr>
          <w:sz w:val="28"/>
          <w:szCs w:val="28"/>
        </w:rPr>
        <w:t xml:space="preserve"> в формировании местн</w:t>
      </w:r>
      <w:r w:rsidR="001D2768">
        <w:rPr>
          <w:sz w:val="28"/>
          <w:szCs w:val="28"/>
        </w:rPr>
        <w:t>ых</w:t>
      </w:r>
      <w:r w:rsidR="001D2768" w:rsidRPr="005B0569">
        <w:rPr>
          <w:sz w:val="28"/>
          <w:szCs w:val="28"/>
        </w:rPr>
        <w:t xml:space="preserve"> администраци</w:t>
      </w:r>
      <w:r w:rsidR="001D2768">
        <w:rPr>
          <w:sz w:val="28"/>
          <w:szCs w:val="28"/>
        </w:rPr>
        <w:t>й</w:t>
      </w:r>
      <w:r w:rsidR="00D65CB6">
        <w:rPr>
          <w:sz w:val="28"/>
          <w:szCs w:val="28"/>
        </w:rPr>
        <w:t>.</w:t>
      </w:r>
      <w:r w:rsidR="001D2768" w:rsidRPr="005B0569">
        <w:rPr>
          <w:sz w:val="28"/>
          <w:szCs w:val="28"/>
        </w:rPr>
        <w:t xml:space="preserve"> </w:t>
      </w:r>
      <w:r w:rsidR="00D65CB6">
        <w:rPr>
          <w:sz w:val="28"/>
          <w:szCs w:val="28"/>
        </w:rPr>
        <w:t>П</w:t>
      </w:r>
      <w:r w:rsidR="001D2768">
        <w:rPr>
          <w:sz w:val="28"/>
          <w:szCs w:val="28"/>
        </w:rPr>
        <w:t>ри этом определение форм</w:t>
      </w:r>
      <w:r w:rsidR="001D2768" w:rsidRPr="005B0569">
        <w:rPr>
          <w:sz w:val="28"/>
          <w:szCs w:val="28"/>
        </w:rPr>
        <w:t xml:space="preserve"> и порядк</w:t>
      </w:r>
      <w:r w:rsidR="001D2768">
        <w:rPr>
          <w:sz w:val="28"/>
          <w:szCs w:val="28"/>
        </w:rPr>
        <w:t>а</w:t>
      </w:r>
      <w:r w:rsidR="001D2768" w:rsidRPr="005B0569">
        <w:rPr>
          <w:sz w:val="28"/>
          <w:szCs w:val="28"/>
        </w:rPr>
        <w:t xml:space="preserve"> такого участия</w:t>
      </w:r>
      <w:r w:rsidR="001D2768">
        <w:rPr>
          <w:sz w:val="28"/>
          <w:szCs w:val="28"/>
        </w:rPr>
        <w:t xml:space="preserve"> остается на усмотрение </w:t>
      </w:r>
      <w:r w:rsidR="00BA5C6C">
        <w:rPr>
          <w:sz w:val="28"/>
          <w:szCs w:val="28"/>
        </w:rPr>
        <w:t>органов местного самоуправления.</w:t>
      </w:r>
    </w:p>
    <w:p w:rsidR="00B44C36" w:rsidRDefault="00C511F8" w:rsidP="00D65CB6">
      <w:pPr>
        <w:tabs>
          <w:tab w:val="left" w:pos="709"/>
        </w:tabs>
        <w:spacing w:after="0" w:line="240" w:lineRule="auto"/>
        <w:ind w:firstLine="709"/>
        <w:jc w:val="both"/>
      </w:pPr>
      <w:r w:rsidRPr="00C511F8">
        <w:rPr>
          <w:rFonts w:ascii="Times New Roman" w:eastAsia="Calibri" w:hAnsi="Times New Roman" w:cs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B44C36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E7" w:rsidRDefault="00A83CE7">
      <w:pPr>
        <w:spacing w:after="0" w:line="240" w:lineRule="auto"/>
      </w:pPr>
      <w:r>
        <w:separator/>
      </w:r>
    </w:p>
  </w:endnote>
  <w:endnote w:type="continuationSeparator" w:id="0">
    <w:p w:rsidR="00A83CE7" w:rsidRDefault="00A8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E7" w:rsidRDefault="00A83CE7">
      <w:pPr>
        <w:spacing w:after="0" w:line="240" w:lineRule="auto"/>
      </w:pPr>
      <w:r>
        <w:separator/>
      </w:r>
    </w:p>
  </w:footnote>
  <w:footnote w:type="continuationSeparator" w:id="0">
    <w:p w:rsidR="00A83CE7" w:rsidRDefault="00A8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67A93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92313E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F8"/>
    <w:rsid w:val="00035266"/>
    <w:rsid w:val="00035FD2"/>
    <w:rsid w:val="00042F9A"/>
    <w:rsid w:val="0004523A"/>
    <w:rsid w:val="00056494"/>
    <w:rsid w:val="00056A4B"/>
    <w:rsid w:val="00060D46"/>
    <w:rsid w:val="0007438F"/>
    <w:rsid w:val="0007551E"/>
    <w:rsid w:val="000B1236"/>
    <w:rsid w:val="000C32A4"/>
    <w:rsid w:val="000E5F39"/>
    <w:rsid w:val="000E7797"/>
    <w:rsid w:val="001348D2"/>
    <w:rsid w:val="00150935"/>
    <w:rsid w:val="00174B46"/>
    <w:rsid w:val="00186774"/>
    <w:rsid w:val="001910C3"/>
    <w:rsid w:val="001933E9"/>
    <w:rsid w:val="001B62CC"/>
    <w:rsid w:val="001C1EDB"/>
    <w:rsid w:val="001D2768"/>
    <w:rsid w:val="001E1ECD"/>
    <w:rsid w:val="001E71B3"/>
    <w:rsid w:val="001F2778"/>
    <w:rsid w:val="001F671A"/>
    <w:rsid w:val="00212B63"/>
    <w:rsid w:val="00242616"/>
    <w:rsid w:val="002477B9"/>
    <w:rsid w:val="00253388"/>
    <w:rsid w:val="002877BA"/>
    <w:rsid w:val="00293E3D"/>
    <w:rsid w:val="002B5DD5"/>
    <w:rsid w:val="002B7E45"/>
    <w:rsid w:val="002D26AA"/>
    <w:rsid w:val="002F5AFD"/>
    <w:rsid w:val="00303E9B"/>
    <w:rsid w:val="00327D23"/>
    <w:rsid w:val="0033532A"/>
    <w:rsid w:val="00347EBC"/>
    <w:rsid w:val="003524BD"/>
    <w:rsid w:val="0036372E"/>
    <w:rsid w:val="00370401"/>
    <w:rsid w:val="00382B62"/>
    <w:rsid w:val="003A20FF"/>
    <w:rsid w:val="003A49D2"/>
    <w:rsid w:val="003B230C"/>
    <w:rsid w:val="003F5F74"/>
    <w:rsid w:val="00403044"/>
    <w:rsid w:val="004150C8"/>
    <w:rsid w:val="00445E26"/>
    <w:rsid w:val="00455268"/>
    <w:rsid w:val="004869FC"/>
    <w:rsid w:val="0049512D"/>
    <w:rsid w:val="004C0E55"/>
    <w:rsid w:val="005001B3"/>
    <w:rsid w:val="0054689B"/>
    <w:rsid w:val="00551559"/>
    <w:rsid w:val="005530F5"/>
    <w:rsid w:val="00571AA2"/>
    <w:rsid w:val="0058442E"/>
    <w:rsid w:val="00585D5F"/>
    <w:rsid w:val="005A70F0"/>
    <w:rsid w:val="005C162A"/>
    <w:rsid w:val="005D6762"/>
    <w:rsid w:val="005E1886"/>
    <w:rsid w:val="006141D2"/>
    <w:rsid w:val="00635228"/>
    <w:rsid w:val="00663418"/>
    <w:rsid w:val="0067658C"/>
    <w:rsid w:val="00691489"/>
    <w:rsid w:val="006A5385"/>
    <w:rsid w:val="006B00C4"/>
    <w:rsid w:val="006C2D95"/>
    <w:rsid w:val="00712DC3"/>
    <w:rsid w:val="007164AE"/>
    <w:rsid w:val="00721538"/>
    <w:rsid w:val="00735D13"/>
    <w:rsid w:val="00737CD4"/>
    <w:rsid w:val="00770BEE"/>
    <w:rsid w:val="0077681D"/>
    <w:rsid w:val="00797CFC"/>
    <w:rsid w:val="007A47AA"/>
    <w:rsid w:val="007C037D"/>
    <w:rsid w:val="007D3D3D"/>
    <w:rsid w:val="007E4E1B"/>
    <w:rsid w:val="008243C2"/>
    <w:rsid w:val="00847AAE"/>
    <w:rsid w:val="00850B78"/>
    <w:rsid w:val="00872436"/>
    <w:rsid w:val="0088712E"/>
    <w:rsid w:val="008A177F"/>
    <w:rsid w:val="008A18ED"/>
    <w:rsid w:val="008A3886"/>
    <w:rsid w:val="008B13CE"/>
    <w:rsid w:val="008E6C48"/>
    <w:rsid w:val="008F3DFF"/>
    <w:rsid w:val="008F5278"/>
    <w:rsid w:val="00900BD2"/>
    <w:rsid w:val="0092313E"/>
    <w:rsid w:val="00936777"/>
    <w:rsid w:val="009407D7"/>
    <w:rsid w:val="00980400"/>
    <w:rsid w:val="009B4DB6"/>
    <w:rsid w:val="009B523F"/>
    <w:rsid w:val="00A71093"/>
    <w:rsid w:val="00A83CE7"/>
    <w:rsid w:val="00AB54E7"/>
    <w:rsid w:val="00AF7CFE"/>
    <w:rsid w:val="00B048F9"/>
    <w:rsid w:val="00B14767"/>
    <w:rsid w:val="00B21794"/>
    <w:rsid w:val="00B44C36"/>
    <w:rsid w:val="00B724E4"/>
    <w:rsid w:val="00BA339C"/>
    <w:rsid w:val="00BA5C6C"/>
    <w:rsid w:val="00BB7B60"/>
    <w:rsid w:val="00BF1501"/>
    <w:rsid w:val="00BF2A43"/>
    <w:rsid w:val="00C04332"/>
    <w:rsid w:val="00C04B30"/>
    <w:rsid w:val="00C057A4"/>
    <w:rsid w:val="00C17766"/>
    <w:rsid w:val="00C2338C"/>
    <w:rsid w:val="00C31931"/>
    <w:rsid w:val="00C511F8"/>
    <w:rsid w:val="00C539BD"/>
    <w:rsid w:val="00C67A93"/>
    <w:rsid w:val="00C8502E"/>
    <w:rsid w:val="00CB219B"/>
    <w:rsid w:val="00CC0090"/>
    <w:rsid w:val="00D1486B"/>
    <w:rsid w:val="00D15A15"/>
    <w:rsid w:val="00D225CE"/>
    <w:rsid w:val="00D3037D"/>
    <w:rsid w:val="00D56EC8"/>
    <w:rsid w:val="00D65CB6"/>
    <w:rsid w:val="00D8689E"/>
    <w:rsid w:val="00D922F2"/>
    <w:rsid w:val="00D92A75"/>
    <w:rsid w:val="00DA0DFA"/>
    <w:rsid w:val="00DD4BE4"/>
    <w:rsid w:val="00DE7473"/>
    <w:rsid w:val="00DF2298"/>
    <w:rsid w:val="00E3110B"/>
    <w:rsid w:val="00E630F0"/>
    <w:rsid w:val="00E767EC"/>
    <w:rsid w:val="00EA183A"/>
    <w:rsid w:val="00EA76B0"/>
    <w:rsid w:val="00ED7AD9"/>
    <w:rsid w:val="00EE0D72"/>
    <w:rsid w:val="00F13464"/>
    <w:rsid w:val="00F21CBF"/>
    <w:rsid w:val="00F444C6"/>
    <w:rsid w:val="00F84DBD"/>
    <w:rsid w:val="00F86C44"/>
    <w:rsid w:val="00FB338B"/>
    <w:rsid w:val="00FC2D57"/>
    <w:rsid w:val="00FC2F19"/>
    <w:rsid w:val="00FC4E43"/>
    <w:rsid w:val="00F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1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511F8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4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1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511F8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4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Вошатко Антон Владимирович</cp:lastModifiedBy>
  <cp:revision>6</cp:revision>
  <dcterms:created xsi:type="dcterms:W3CDTF">2024-08-22T08:56:00Z</dcterms:created>
  <dcterms:modified xsi:type="dcterms:W3CDTF">2024-09-11T12:02:00Z</dcterms:modified>
</cp:coreProperties>
</file>