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B9635C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B9635C" w:rsidRDefault="009C106A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</w:t>
            </w:r>
            <w:r w:rsidR="00B911FD">
              <w:rPr>
                <w:color w:val="000000"/>
                <w:sz w:val="28"/>
                <w:szCs w:val="28"/>
              </w:rPr>
              <w:t xml:space="preserve"> 13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B9635C" w:rsidRDefault="009C106A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B9635C" w:rsidRDefault="009C106A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B9635C" w:rsidRDefault="00B9635C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B9635C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35C" w:rsidRDefault="009C106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Субвенции федеральному бюджету, бюджету Фонда пенсионного и</w:t>
            </w:r>
          </w:p>
          <w:p w:rsidR="00B9635C" w:rsidRDefault="009C106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социального страхования Российской Федерации и бюджетам муниципальных образований Ярославской области</w:t>
            </w:r>
          </w:p>
          <w:p w:rsidR="00B9635C" w:rsidRDefault="009C106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2025 и 2026 годов</w:t>
            </w:r>
          </w:p>
        </w:tc>
      </w:tr>
    </w:tbl>
    <w:p w:rsidR="00B9635C" w:rsidRPr="00187E28" w:rsidRDefault="00B9635C">
      <w:pPr>
        <w:rPr>
          <w:vanish/>
          <w:sz w:val="28"/>
          <w:szCs w:val="28"/>
        </w:rPr>
      </w:pPr>
      <w:bookmarkStart w:id="1" w:name="__bookmark_1"/>
      <w:bookmarkEnd w:id="1"/>
    </w:p>
    <w:p w:rsidR="00187E28" w:rsidRDefault="00187E28"/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7372"/>
        <w:gridCol w:w="1417"/>
        <w:gridCol w:w="1417"/>
      </w:tblGrid>
      <w:tr w:rsidR="00B9635C" w:rsidTr="00A66B4E">
        <w:trPr>
          <w:tblHeader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B9635C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635C" w:rsidRDefault="009C106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B9635C" w:rsidRDefault="00B9635C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B9635C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635C" w:rsidRDefault="009C106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B9635C" w:rsidRDefault="009C106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B9635C" w:rsidRDefault="00B9635C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B9635C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635C" w:rsidRDefault="009C106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B9635C" w:rsidRDefault="009C106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B9635C" w:rsidRDefault="00B9635C">
            <w:pPr>
              <w:spacing w:line="1" w:lineRule="auto"/>
            </w:pPr>
          </w:p>
        </w:tc>
      </w:tr>
      <w:tr w:rsidR="00B9635C" w:rsidTr="00A66B4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719 632 657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771 397 592</w:t>
            </w:r>
          </w:p>
        </w:tc>
      </w:tr>
      <w:tr w:rsidR="00B9635C" w:rsidTr="00A66B4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348 181 720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373 422 618</w:t>
            </w:r>
          </w:p>
        </w:tc>
      </w:tr>
      <w:tr w:rsidR="00B9635C" w:rsidTr="00A66B4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108 666 310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116 675 178</w:t>
            </w:r>
          </w:p>
        </w:tc>
      </w:tr>
      <w:tr w:rsidR="00B9635C" w:rsidTr="00A66B4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34 365 858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36 782 730</w:t>
            </w:r>
          </w:p>
        </w:tc>
      </w:tr>
      <w:tr w:rsidR="00B9635C" w:rsidTr="00A66B4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635C" w:rsidTr="00A66B4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11 416 354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11 984 250</w:t>
            </w:r>
          </w:p>
        </w:tc>
      </w:tr>
      <w:tr w:rsidR="00B9635C" w:rsidTr="00A66B4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635C" w:rsidTr="00A66B4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40 953 669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43 848 000</w:t>
            </w:r>
          </w:p>
        </w:tc>
      </w:tr>
      <w:tr w:rsidR="00B9635C" w:rsidTr="00A66B4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635C" w:rsidTr="00A66B4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21 807 128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23 343 840</w:t>
            </w:r>
          </w:p>
        </w:tc>
      </w:tr>
      <w:tr w:rsidR="00B9635C" w:rsidTr="00A66B4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635C" w:rsidTr="00A66B4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32 948 460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35 376 810</w:t>
            </w:r>
          </w:p>
        </w:tc>
      </w:tr>
      <w:tr w:rsidR="00B9635C" w:rsidTr="00A66B4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635C" w:rsidTr="00A66B4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3 993 076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4 289 274</w:t>
            </w:r>
          </w:p>
        </w:tc>
      </w:tr>
      <w:tr w:rsidR="00B9635C" w:rsidTr="00A66B4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635C" w:rsidTr="00A66B4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7 306 526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7 844 616</w:t>
            </w:r>
          </w:p>
        </w:tc>
      </w:tr>
      <w:tr w:rsidR="00B9635C" w:rsidTr="00A66B4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635C" w:rsidTr="00A66B4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2 584 704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2 727 450</w:t>
            </w:r>
          </w:p>
        </w:tc>
      </w:tr>
      <w:tr w:rsidR="00B9635C" w:rsidTr="00A66B4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635C" w:rsidTr="00A66B4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14 359 908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15 417 792</w:t>
            </w:r>
          </w:p>
        </w:tc>
      </w:tr>
      <w:tr w:rsidR="00B9635C" w:rsidTr="00A66B4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635C" w:rsidTr="00A66B4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Даниловский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15 159 789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16 223 760</w:t>
            </w:r>
          </w:p>
        </w:tc>
      </w:tr>
      <w:tr w:rsidR="00B9635C" w:rsidTr="00A66B4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635C" w:rsidTr="00A66B4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4 977 769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5 345 909</w:t>
            </w:r>
          </w:p>
        </w:tc>
      </w:tr>
      <w:tr w:rsidR="00B9635C" w:rsidTr="00A66B4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635C" w:rsidTr="00A66B4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4 408 406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4 598 439</w:t>
            </w:r>
          </w:p>
        </w:tc>
      </w:tr>
      <w:tr w:rsidR="00B9635C" w:rsidTr="00A66B4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635C" w:rsidTr="00A66B4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5 899 282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6 316 073</w:t>
            </w:r>
          </w:p>
        </w:tc>
      </w:tr>
      <w:tr w:rsidR="00B9635C" w:rsidTr="00A66B4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635C" w:rsidTr="00A66B4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10 981 689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11 799 984</w:t>
            </w:r>
          </w:p>
        </w:tc>
      </w:tr>
      <w:tr w:rsidR="00B9635C" w:rsidTr="00A66B4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635C" w:rsidTr="00A66B4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4 282 111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4 567 500</w:t>
            </w:r>
          </w:p>
        </w:tc>
      </w:tr>
      <w:tr w:rsidR="00B9635C" w:rsidTr="00A66B4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635C" w:rsidTr="00A66B4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5 276 557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5 662 969</w:t>
            </w:r>
          </w:p>
        </w:tc>
      </w:tr>
      <w:tr w:rsidR="00B9635C" w:rsidTr="00A66B4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B9635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635C" w:rsidTr="00A66B4E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635C" w:rsidRDefault="009C10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42 063 341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635C" w:rsidRDefault="009C10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45 170 400</w:t>
            </w:r>
          </w:p>
        </w:tc>
      </w:tr>
    </w:tbl>
    <w:p w:rsidR="00C27BA6" w:rsidRDefault="00C27BA6"/>
    <w:sectPr w:rsidR="00C27BA6" w:rsidSect="00FD68AA">
      <w:headerReference w:type="default" r:id="rId6"/>
      <w:footerReference w:type="default" r:id="rId7"/>
      <w:pgSz w:w="11905" w:h="16837" w:code="9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35C" w:rsidRDefault="00B9635C" w:rsidP="00B9635C">
      <w:r>
        <w:separator/>
      </w:r>
    </w:p>
  </w:endnote>
  <w:endnote w:type="continuationSeparator" w:id="0">
    <w:p w:rsidR="00B9635C" w:rsidRDefault="00B9635C" w:rsidP="00B96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9635C">
      <w:tc>
        <w:tcPr>
          <w:tcW w:w="10421" w:type="dxa"/>
        </w:tcPr>
        <w:p w:rsidR="00B9635C" w:rsidRDefault="009C106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9635C" w:rsidRDefault="00B9635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35C" w:rsidRDefault="00B9635C" w:rsidP="00B9635C">
      <w:r>
        <w:separator/>
      </w:r>
    </w:p>
  </w:footnote>
  <w:footnote w:type="continuationSeparator" w:id="0">
    <w:p w:rsidR="00B9635C" w:rsidRDefault="00B9635C" w:rsidP="00B963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9635C">
      <w:tc>
        <w:tcPr>
          <w:tcW w:w="10421" w:type="dxa"/>
        </w:tcPr>
        <w:p w:rsidR="00B9635C" w:rsidRDefault="00B9635C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9C106A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447131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B9635C" w:rsidRDefault="00B9635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35C"/>
    <w:rsid w:val="00187E28"/>
    <w:rsid w:val="00447131"/>
    <w:rsid w:val="009C106A"/>
    <w:rsid w:val="00A66B4E"/>
    <w:rsid w:val="00B911FD"/>
    <w:rsid w:val="00B9635C"/>
    <w:rsid w:val="00C27BA6"/>
    <w:rsid w:val="00FD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6634FC-B20F-4A73-8080-28F018F3D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9635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11F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11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Леонова Анна Владимировна</cp:lastModifiedBy>
  <cp:revision>2</cp:revision>
  <cp:lastPrinted>2024-09-13T06:53:00Z</cp:lastPrinted>
  <dcterms:created xsi:type="dcterms:W3CDTF">2024-09-13T06:53:00Z</dcterms:created>
  <dcterms:modified xsi:type="dcterms:W3CDTF">2024-09-13T06:53:00Z</dcterms:modified>
</cp:coreProperties>
</file>