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04252B" w:rsidRDefault="0004252B" w:rsidP="004C12A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04252B">
        <w:rPr>
          <w:b/>
          <w:bCs/>
          <w:sz w:val="28"/>
          <w:szCs w:val="28"/>
        </w:rPr>
        <w:t xml:space="preserve">О прогнозном плане (программе) приватизации имущества, </w:t>
      </w:r>
    </w:p>
    <w:p w:rsidR="00404DC4" w:rsidRPr="004C12A6" w:rsidRDefault="0004252B" w:rsidP="005A36FD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04252B">
        <w:rPr>
          <w:b/>
          <w:bCs/>
          <w:sz w:val="28"/>
          <w:szCs w:val="28"/>
        </w:rPr>
        <w:t xml:space="preserve">находящегося в собственности Ярославской области, </w:t>
      </w:r>
      <w:r w:rsidR="005A36FD">
        <w:rPr>
          <w:b/>
          <w:bCs/>
          <w:sz w:val="28"/>
          <w:szCs w:val="28"/>
        </w:rPr>
        <w:br/>
      </w:r>
      <w:r w:rsidRPr="0004252B">
        <w:rPr>
          <w:b/>
          <w:bCs/>
          <w:sz w:val="28"/>
          <w:szCs w:val="28"/>
        </w:rPr>
        <w:t>на 202</w:t>
      </w:r>
      <w:r w:rsidR="0011334F">
        <w:rPr>
          <w:b/>
          <w:bCs/>
          <w:sz w:val="28"/>
          <w:szCs w:val="28"/>
        </w:rPr>
        <w:t xml:space="preserve">5 год </w:t>
      </w:r>
      <w:r w:rsidR="0011334F" w:rsidRPr="005A36FD">
        <w:rPr>
          <w:b/>
          <w:bCs/>
          <w:sz w:val="28"/>
          <w:szCs w:val="28"/>
        </w:rPr>
        <w:t>и на плановый период 2026 и 2027 годов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11334F" w:rsidRDefault="0011334F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11334F" w:rsidRPr="005A36FD" w:rsidRDefault="0011334F" w:rsidP="0011334F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  <w:r w:rsidRPr="005A36FD">
        <w:rPr>
          <w:rFonts w:cs="Calibri"/>
          <w:bCs/>
          <w:szCs w:val="28"/>
          <w:lang w:eastAsia="en-US"/>
        </w:rPr>
        <w:t xml:space="preserve">Утвердить прогнозный план (программу) приватизации имущества, находящегося в собственности Ярославской области, на 2025 год и </w:t>
      </w:r>
      <w:r w:rsidR="00C75C68" w:rsidRPr="005A36FD">
        <w:rPr>
          <w:rFonts w:cs="Calibri"/>
          <w:bCs/>
          <w:szCs w:val="28"/>
          <w:lang w:eastAsia="en-US"/>
        </w:rPr>
        <w:t xml:space="preserve">на </w:t>
      </w:r>
      <w:r w:rsidRPr="005A36FD">
        <w:rPr>
          <w:rFonts w:cs="Calibri"/>
          <w:bCs/>
          <w:szCs w:val="28"/>
          <w:lang w:eastAsia="en-US"/>
        </w:rPr>
        <w:t xml:space="preserve">плановый период 2026 </w:t>
      </w:r>
      <w:r w:rsidR="00C75C68" w:rsidRPr="005A36FD">
        <w:rPr>
          <w:rFonts w:cs="Calibri"/>
          <w:bCs/>
          <w:szCs w:val="28"/>
          <w:lang w:eastAsia="en-US"/>
        </w:rPr>
        <w:t xml:space="preserve">и </w:t>
      </w:r>
      <w:r w:rsidRPr="005A36FD">
        <w:rPr>
          <w:rFonts w:cs="Calibri"/>
          <w:bCs/>
          <w:szCs w:val="28"/>
          <w:lang w:eastAsia="en-US"/>
        </w:rPr>
        <w:t xml:space="preserve">2027 годов согласно </w:t>
      </w:r>
      <w:proofErr w:type="gramStart"/>
      <w:r w:rsidR="00C75C68" w:rsidRPr="005A36FD">
        <w:rPr>
          <w:rFonts w:cs="Calibri"/>
          <w:bCs/>
          <w:szCs w:val="28"/>
          <w:lang w:eastAsia="en-US"/>
        </w:rPr>
        <w:t>приложению</w:t>
      </w:r>
      <w:proofErr w:type="gramEnd"/>
      <w:r w:rsidRPr="005A36FD">
        <w:rPr>
          <w:rFonts w:cs="Calibri"/>
          <w:bCs/>
          <w:szCs w:val="28"/>
          <w:lang w:eastAsia="en-US"/>
        </w:rPr>
        <w:t xml:space="preserve"> к настоящему Закону.</w:t>
      </w:r>
    </w:p>
    <w:p w:rsidR="0011334F" w:rsidRPr="00F57F08" w:rsidRDefault="0011334F" w:rsidP="0011334F">
      <w:pPr>
        <w:ind w:firstLine="709"/>
        <w:rPr>
          <w:rFonts w:cs="Calibri"/>
          <w:bCs/>
          <w:szCs w:val="28"/>
          <w:lang w:eastAsia="en-US"/>
        </w:rPr>
      </w:pPr>
    </w:p>
    <w:p w:rsidR="0011334F" w:rsidRPr="0011334F" w:rsidRDefault="0011334F" w:rsidP="0011334F">
      <w:pPr>
        <w:ind w:firstLine="709"/>
        <w:rPr>
          <w:rFonts w:cs="Calibri"/>
          <w:b/>
          <w:bCs/>
          <w:szCs w:val="28"/>
          <w:lang w:eastAsia="en-US"/>
        </w:rPr>
      </w:pPr>
      <w:r w:rsidRPr="0011334F">
        <w:rPr>
          <w:rFonts w:cs="Calibri"/>
          <w:b/>
          <w:bCs/>
          <w:szCs w:val="28"/>
          <w:lang w:eastAsia="en-US"/>
        </w:rPr>
        <w:t xml:space="preserve">Статья 2 </w:t>
      </w:r>
    </w:p>
    <w:p w:rsidR="00C75C68" w:rsidRPr="005A36FD" w:rsidRDefault="00C75C68" w:rsidP="00C75C68">
      <w:pPr>
        <w:ind w:firstLine="709"/>
        <w:rPr>
          <w:bCs/>
          <w:szCs w:val="28"/>
        </w:rPr>
      </w:pPr>
      <w:r w:rsidRPr="005A36FD">
        <w:rPr>
          <w:bCs/>
          <w:szCs w:val="28"/>
        </w:rPr>
        <w:t>Настоящий Закон вступает в силу с 1 января 2025 года.</w:t>
      </w:r>
    </w:p>
    <w:p w:rsidR="0011334F" w:rsidRPr="005A36FD" w:rsidRDefault="0011334F" w:rsidP="00C75C68">
      <w:pPr>
        <w:ind w:firstLine="0"/>
        <w:rPr>
          <w:bCs/>
          <w:szCs w:val="28"/>
        </w:rPr>
      </w:pPr>
    </w:p>
    <w:p w:rsidR="0011334F" w:rsidRDefault="0011334F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1334F" w:rsidRDefault="0011334F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1F58A4">
        <w:rPr>
          <w:bCs/>
          <w:szCs w:val="28"/>
        </w:rPr>
        <w:t xml:space="preserve">  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331A6F" w:rsidRPr="005A36FD" w:rsidRDefault="00331A6F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5A36FD" w:rsidRDefault="005A36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bookmarkStart w:id="0" w:name="_GoBack"/>
      <w:bookmarkEnd w:id="0"/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5A36FD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67318A">
      <w:headerReference w:type="even" r:id="rId12"/>
      <w:headerReference w:type="default" r:id="rId13"/>
      <w:pgSz w:w="11906" w:h="16838" w:code="9"/>
      <w:pgMar w:top="851" w:right="567" w:bottom="426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7FD" w:rsidRDefault="009527FD">
      <w:r>
        <w:separator/>
      </w:r>
    </w:p>
    <w:p w:rsidR="009527FD" w:rsidRDefault="009527FD"/>
    <w:p w:rsidR="009527FD" w:rsidRDefault="009527FD"/>
  </w:endnote>
  <w:endnote w:type="continuationSeparator" w:id="0">
    <w:p w:rsidR="009527FD" w:rsidRDefault="009527FD">
      <w:r>
        <w:continuationSeparator/>
      </w:r>
    </w:p>
    <w:p w:rsidR="009527FD" w:rsidRDefault="009527FD"/>
    <w:p w:rsidR="009527FD" w:rsidRDefault="009527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7FD" w:rsidRDefault="009527FD">
      <w:r>
        <w:separator/>
      </w:r>
    </w:p>
    <w:p w:rsidR="009527FD" w:rsidRDefault="009527FD"/>
    <w:p w:rsidR="009527FD" w:rsidRDefault="009527FD"/>
  </w:footnote>
  <w:footnote w:type="continuationSeparator" w:id="0">
    <w:p w:rsidR="009527FD" w:rsidRDefault="009527FD">
      <w:r>
        <w:continuationSeparator/>
      </w:r>
    </w:p>
    <w:p w:rsidR="009527FD" w:rsidRDefault="009527FD"/>
    <w:p w:rsidR="009527FD" w:rsidRDefault="009527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7FD" w:rsidRDefault="009527FD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27FD" w:rsidRDefault="009527F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9527FD" w:rsidRDefault="009527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6FD">
          <w:rPr>
            <w:noProof/>
          </w:rPr>
          <w:t>2</w:t>
        </w:r>
        <w:r>
          <w:fldChar w:fldCharType="end"/>
        </w:r>
      </w:p>
    </w:sdtContent>
  </w:sdt>
  <w:p w:rsidR="009527FD" w:rsidRDefault="009527FD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4ABA0D82"/>
    <w:multiLevelType w:val="hybridMultilevel"/>
    <w:tmpl w:val="BEB84B6C"/>
    <w:lvl w:ilvl="0" w:tplc="C2AA7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5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9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31"/>
  </w:num>
  <w:num w:numId="3">
    <w:abstractNumId w:val="11"/>
  </w:num>
  <w:num w:numId="4">
    <w:abstractNumId w:val="1"/>
  </w:num>
  <w:num w:numId="5">
    <w:abstractNumId w:val="18"/>
  </w:num>
  <w:num w:numId="6">
    <w:abstractNumId w:val="15"/>
  </w:num>
  <w:num w:numId="7">
    <w:abstractNumId w:val="14"/>
  </w:num>
  <w:num w:numId="8">
    <w:abstractNumId w:val="25"/>
  </w:num>
  <w:num w:numId="9">
    <w:abstractNumId w:val="9"/>
  </w:num>
  <w:num w:numId="10">
    <w:abstractNumId w:val="13"/>
  </w:num>
  <w:num w:numId="11">
    <w:abstractNumId w:val="26"/>
  </w:num>
  <w:num w:numId="12">
    <w:abstractNumId w:val="27"/>
  </w:num>
  <w:num w:numId="13">
    <w:abstractNumId w:val="6"/>
  </w:num>
  <w:num w:numId="14">
    <w:abstractNumId w:val="28"/>
  </w:num>
  <w:num w:numId="15">
    <w:abstractNumId w:val="10"/>
  </w:num>
  <w:num w:numId="16">
    <w:abstractNumId w:val="23"/>
  </w:num>
  <w:num w:numId="17">
    <w:abstractNumId w:val="19"/>
  </w:num>
  <w:num w:numId="18">
    <w:abstractNumId w:val="30"/>
  </w:num>
  <w:num w:numId="19">
    <w:abstractNumId w:val="29"/>
  </w:num>
  <w:num w:numId="20">
    <w:abstractNumId w:val="12"/>
  </w:num>
  <w:num w:numId="21">
    <w:abstractNumId w:val="22"/>
  </w:num>
  <w:num w:numId="22">
    <w:abstractNumId w:val="16"/>
  </w:num>
  <w:num w:numId="23">
    <w:abstractNumId w:val="8"/>
  </w:num>
  <w:num w:numId="24">
    <w:abstractNumId w:val="20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1"/>
  </w:num>
  <w:num w:numId="31">
    <w:abstractNumId w:val="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autoHyphenation/>
  <w:hyphenationZone w:val="357"/>
  <w:noPunctuationKerning/>
  <w:characterSpacingControl w:val="doNotCompress"/>
  <w:hdrShapeDefaults>
    <o:shapedefaults v:ext="edit" spidmax="444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467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16D14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52B"/>
    <w:rsid w:val="00042FA4"/>
    <w:rsid w:val="0004326A"/>
    <w:rsid w:val="00043298"/>
    <w:rsid w:val="000432A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46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4F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636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1AC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0771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BC1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9CC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1A5A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9D6"/>
    <w:rsid w:val="002A0BF2"/>
    <w:rsid w:val="002A1105"/>
    <w:rsid w:val="002A26FB"/>
    <w:rsid w:val="002A286D"/>
    <w:rsid w:val="002A414C"/>
    <w:rsid w:val="002A4B4B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5AB"/>
    <w:rsid w:val="002F180C"/>
    <w:rsid w:val="002F182E"/>
    <w:rsid w:val="002F1CDA"/>
    <w:rsid w:val="002F2EB0"/>
    <w:rsid w:val="002F5391"/>
    <w:rsid w:val="002F58E1"/>
    <w:rsid w:val="002F6167"/>
    <w:rsid w:val="002F642C"/>
    <w:rsid w:val="002F6CF5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06E2A"/>
    <w:rsid w:val="003103AA"/>
    <w:rsid w:val="00310F64"/>
    <w:rsid w:val="00311070"/>
    <w:rsid w:val="00311276"/>
    <w:rsid w:val="00311A90"/>
    <w:rsid w:val="00311B32"/>
    <w:rsid w:val="003136E8"/>
    <w:rsid w:val="00313719"/>
    <w:rsid w:val="0031371B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1A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169C"/>
    <w:rsid w:val="00372A69"/>
    <w:rsid w:val="003735A0"/>
    <w:rsid w:val="003737B0"/>
    <w:rsid w:val="00373C7E"/>
    <w:rsid w:val="00374122"/>
    <w:rsid w:val="003750F7"/>
    <w:rsid w:val="003764BE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A1E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35C0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8E9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07FCB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4E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6FD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4B67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4F5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B35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18A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4BE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6E2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67B1F"/>
    <w:rsid w:val="00770A07"/>
    <w:rsid w:val="00770DF3"/>
    <w:rsid w:val="00771D0C"/>
    <w:rsid w:val="00772A8C"/>
    <w:rsid w:val="007733B8"/>
    <w:rsid w:val="00773757"/>
    <w:rsid w:val="00773A38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87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454A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4D45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68A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545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97BBA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3E54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365"/>
    <w:rsid w:val="00933861"/>
    <w:rsid w:val="00933B3B"/>
    <w:rsid w:val="00933E2C"/>
    <w:rsid w:val="00934AFB"/>
    <w:rsid w:val="00935321"/>
    <w:rsid w:val="00937770"/>
    <w:rsid w:val="0094015B"/>
    <w:rsid w:val="009408B8"/>
    <w:rsid w:val="00941733"/>
    <w:rsid w:val="00941AF9"/>
    <w:rsid w:val="009436C0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7FD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17F6B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4D8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591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12EE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139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3AFA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58A9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68"/>
    <w:rsid w:val="00C75C88"/>
    <w:rsid w:val="00C7678E"/>
    <w:rsid w:val="00C774E6"/>
    <w:rsid w:val="00C77657"/>
    <w:rsid w:val="00C82B07"/>
    <w:rsid w:val="00C835CC"/>
    <w:rsid w:val="00C849D3"/>
    <w:rsid w:val="00C85152"/>
    <w:rsid w:val="00C866EB"/>
    <w:rsid w:val="00C86B7E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0E4E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BEC"/>
    <w:rsid w:val="00CE6FA2"/>
    <w:rsid w:val="00CE7FAD"/>
    <w:rsid w:val="00CF022B"/>
    <w:rsid w:val="00CF1E5E"/>
    <w:rsid w:val="00CF235D"/>
    <w:rsid w:val="00CF28C4"/>
    <w:rsid w:val="00CF2ED0"/>
    <w:rsid w:val="00CF2F8E"/>
    <w:rsid w:val="00CF3A40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113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4BC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1AE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52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4CEB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3F66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3D6A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C58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57F08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1DA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60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1B49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4417"/>
    <o:shapelayout v:ext="edit">
      <o:idmap v:ext="edit" data="1"/>
    </o:shapelayout>
  </w:shapeDefaults>
  <w:decimalSymbol w:val=","/>
  <w:listSeparator w:val=";"/>
  <w14:docId w14:val="40277E89"/>
  <w15:docId w15:val="{596313B2-566E-4762-96FB-401B8A3A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CF9F4-7627-4E30-BD09-62D6EBA11EFC}">
  <ds:schemaRefs>
    <ds:schemaRef ds:uri="http://purl.org/dc/elements/1.1/"/>
    <ds:schemaRef ds:uri="http://purl.org/dc/dcmitype/"/>
    <ds:schemaRef ds:uri="af44e648-6311-40f1-ad37-1234555fd9ba"/>
    <ds:schemaRef ds:uri="05bb7913-6745-425b-9415-f9dbd3e56b95"/>
    <ds:schemaRef ds:uri="http://schemas.microsoft.com/office/infopath/2007/PartnerControls"/>
    <ds:schemaRef ds:uri="a853e5a8-fa1e-4dd3-a1b5-1604bfb35b05"/>
    <ds:schemaRef ds:uri="http://www.w3.org/XML/1998/namespace"/>
    <ds:schemaRef ds:uri="5256eb8c-d5dd-498a-ad6f-7fa801666f9a"/>
    <ds:schemaRef ds:uri="67a9cb4f-e58d-445a-8e0b-2b8d792f9e38"/>
    <ds:schemaRef ds:uri="http://purl.org/dc/terms/"/>
    <ds:schemaRef ds:uri="http://schemas.microsoft.com/office/2006/documentManagement/types"/>
    <ds:schemaRef ds:uri="http://schemas.microsoft.com/office/2006/metadata/properties"/>
    <ds:schemaRef ds:uri="081b8c99-5a1b-4ba1-9a3e-0d0cea83319e"/>
    <ds:schemaRef ds:uri="http://schemas.openxmlformats.org/package/2006/metadata/core-properties"/>
    <ds:schemaRef ds:uri="e2080b48-eafa-461e-b501-38555d38caa1"/>
    <ds:schemaRef ds:uri="1e82c985-6cf2-4d43-b8b5-a430af7accc6"/>
    <ds:schemaRef ds:uri="bc1d99f4-2047-4b43-99f0-e8f2a593a624"/>
  </ds:schemaRefs>
</ds:datastoreItem>
</file>

<file path=customXml/itemProps4.xml><?xml version="1.0" encoding="utf-8"?>
<ds:datastoreItem xmlns:ds="http://schemas.openxmlformats.org/officeDocument/2006/customXml" ds:itemID="{ACFBEB90-7292-43D4-8E39-F13A77B9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690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4</cp:revision>
  <cp:lastPrinted>2024-06-21T07:54:00Z</cp:lastPrinted>
  <dcterms:created xsi:type="dcterms:W3CDTF">2024-11-13T07:05:00Z</dcterms:created>
  <dcterms:modified xsi:type="dcterms:W3CDTF">2024-11-21T13:22:00Z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