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C4CE4">
        <w:rPr>
          <w:rFonts w:ascii="Times New Roman" w:hAnsi="Times New Roman"/>
          <w:sz w:val="28"/>
          <w:szCs w:val="28"/>
        </w:rPr>
        <w:t xml:space="preserve">Приложение </w:t>
      </w:r>
      <w:r w:rsidR="00F17D8C">
        <w:rPr>
          <w:rFonts w:ascii="Times New Roman" w:hAnsi="Times New Roman"/>
          <w:sz w:val="28"/>
          <w:szCs w:val="28"/>
        </w:rPr>
        <w:t>3</w:t>
      </w:r>
    </w:p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4C4CE4" w:rsidRDefault="00A91508" w:rsidP="00B86B91">
      <w:pPr>
        <w:ind w:left="6021"/>
        <w:jc w:val="lef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от ___</w:t>
      </w:r>
      <w:r w:rsidR="00005293" w:rsidRPr="004C4CE4">
        <w:rPr>
          <w:rFonts w:ascii="Times New Roman" w:hAnsi="Times New Roman"/>
          <w:sz w:val="28"/>
          <w:szCs w:val="28"/>
        </w:rPr>
        <w:t>__</w:t>
      </w:r>
      <w:r w:rsidRPr="004C4CE4">
        <w:rPr>
          <w:rFonts w:ascii="Times New Roman" w:hAnsi="Times New Roman"/>
          <w:sz w:val="28"/>
          <w:szCs w:val="28"/>
        </w:rPr>
        <w:t>_________</w:t>
      </w:r>
      <w:r w:rsidR="00005293" w:rsidRPr="004C4CE4">
        <w:rPr>
          <w:rFonts w:ascii="Times New Roman" w:hAnsi="Times New Roman"/>
          <w:sz w:val="28"/>
          <w:szCs w:val="28"/>
        </w:rPr>
        <w:t xml:space="preserve"> </w:t>
      </w:r>
      <w:r w:rsidRPr="004C4CE4">
        <w:rPr>
          <w:rFonts w:ascii="Times New Roman" w:hAnsi="Times New Roman"/>
          <w:sz w:val="28"/>
          <w:szCs w:val="28"/>
        </w:rPr>
        <w:t>№</w:t>
      </w:r>
      <w:r w:rsidR="00005293" w:rsidRPr="004C4CE4">
        <w:rPr>
          <w:rFonts w:ascii="Times New Roman" w:hAnsi="Times New Roman"/>
          <w:sz w:val="28"/>
          <w:szCs w:val="28"/>
        </w:rPr>
        <w:t xml:space="preserve"> </w:t>
      </w:r>
      <w:r w:rsidRPr="004C4CE4">
        <w:rPr>
          <w:rFonts w:ascii="Times New Roman" w:hAnsi="Times New Roman"/>
          <w:sz w:val="28"/>
          <w:szCs w:val="28"/>
        </w:rPr>
        <w:t>__</w:t>
      </w:r>
      <w:r w:rsidR="00005293" w:rsidRPr="004C4CE4">
        <w:rPr>
          <w:rFonts w:ascii="Times New Roman" w:hAnsi="Times New Roman"/>
          <w:sz w:val="28"/>
          <w:szCs w:val="28"/>
        </w:rPr>
        <w:t>____</w:t>
      </w:r>
      <w:r w:rsidRPr="004C4CE4">
        <w:rPr>
          <w:rFonts w:ascii="Times New Roman" w:hAnsi="Times New Roman"/>
          <w:sz w:val="28"/>
          <w:szCs w:val="28"/>
        </w:rPr>
        <w:t>_</w:t>
      </w:r>
    </w:p>
    <w:p w:rsidR="000E38DC" w:rsidRPr="004C4CE4" w:rsidRDefault="000E38DC" w:rsidP="00B86B91">
      <w:pPr>
        <w:ind w:left="1508" w:firstLine="851"/>
        <w:jc w:val="left"/>
        <w:rPr>
          <w:rFonts w:ascii="Times New Roman" w:hAnsi="Times New Roman"/>
          <w:sz w:val="28"/>
          <w:szCs w:val="28"/>
        </w:rPr>
      </w:pPr>
    </w:p>
    <w:p w:rsidR="00126B60" w:rsidRPr="004C4CE4" w:rsidRDefault="00126B60" w:rsidP="00B86B91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«Приложение 3</w:t>
      </w:r>
    </w:p>
    <w:p w:rsidR="00126B60" w:rsidRPr="004C4CE4" w:rsidRDefault="00126B60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4C4CE4" w:rsidRDefault="001C32E2" w:rsidP="00B86B91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6B3D7B" w:rsidRDefault="00126B60" w:rsidP="006B3D7B">
      <w:pPr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6B60" w:rsidRPr="006B3D7B" w:rsidRDefault="00126B60" w:rsidP="006B3D7B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2D60AB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C4CE4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Pr="004C4CE4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Pr="004C4CE4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4C4CE4">
        <w:rPr>
          <w:rFonts w:ascii="Times New Roman" w:hAnsi="Times New Roman"/>
          <w:b/>
          <w:sz w:val="28"/>
          <w:szCs w:val="28"/>
        </w:rPr>
        <w:t>2</w:t>
      </w:r>
      <w:r w:rsidR="001C32E2">
        <w:rPr>
          <w:rFonts w:ascii="Times New Roman" w:hAnsi="Times New Roman"/>
          <w:b/>
          <w:sz w:val="28"/>
          <w:szCs w:val="28"/>
        </w:rPr>
        <w:t>5</w:t>
      </w:r>
      <w:r w:rsidRPr="004C4C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44B05" w:rsidRDefault="00044B0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5"/>
        <w:gridCol w:w="851"/>
        <w:gridCol w:w="425"/>
        <w:gridCol w:w="708"/>
        <w:gridCol w:w="1700"/>
        <w:gridCol w:w="853"/>
        <w:gridCol w:w="2270"/>
        <w:gridCol w:w="569"/>
        <w:gridCol w:w="121"/>
      </w:tblGrid>
      <w:tr w:rsidR="00A0392A" w:rsidRPr="004C4CE4" w:rsidTr="00A0392A">
        <w:trPr>
          <w:trHeight w:val="284"/>
          <w:tblHeader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2" w:type="pct"/>
            <w:vAlign w:val="center"/>
          </w:tcPr>
          <w:p w:rsidR="00A57899" w:rsidRPr="004C4CE4" w:rsidRDefault="00A57899" w:rsidP="00D80609">
            <w:pPr>
              <w:ind w:left="-113" w:right="-108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Pr="004C4CE4" w:rsidRDefault="00A5789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57899" w:rsidRPr="004C4CE4" w:rsidRDefault="00A57899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28 109 192 877,32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8B4DCE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территориального фонда обязательного медицинского страхования)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414CD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181 706 200,00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039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123 875 286,00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28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57 624 914,00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2" w:type="pct"/>
          </w:tcPr>
          <w:p w:rsid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D557D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0392A" w:rsidRDefault="00A57899" w:rsidP="00EC335E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</w:p>
          <w:p w:rsidR="00A57899" w:rsidRPr="00D557D4" w:rsidRDefault="00A0392A" w:rsidP="00A039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го</w:t>
            </w:r>
            <w:r w:rsidR="00A57899"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сударственных (муниципальных) нужд</w:t>
            </w:r>
          </w:p>
        </w:tc>
        <w:tc>
          <w:tcPr>
            <w:tcW w:w="422" w:type="pct"/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D557D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D557D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D557D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129 000,00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27 927 357 677,32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422" w:type="pct"/>
          </w:tcPr>
          <w:p w:rsid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AD18B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AD18B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22" w:type="pct"/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AD18B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AD18B4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серизации и профилактических медицинских осмотров населения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2F2429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  <w:r w:rsidR="00464C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663</w:t>
            </w:r>
            <w:r w:rsidR="00464C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2F2429" w:rsidRDefault="00A57899" w:rsidP="002F242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414CD" w:rsidRDefault="00464C02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500 663,50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A57899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27 926 857 013,82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27 926 857 013,82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27 926 857 013,82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26 823 816 437,26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25 954 107 209,19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8B4DCE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869 709 228,07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1 007 523 314,78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A57899" w:rsidRPr="00A57899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1 007 523 314,78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716CD2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оказания медицинской помощи, включенной в базовую программу обязательного медицинского страхования, гражданам Российской Федерации, иностранным гражданам и лицам 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 (Расходы на оплату медицинской помо</w:t>
            </w:r>
            <w:r w:rsidRPr="00716C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16C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73 1 00 5215</w:t>
            </w:r>
            <w:r w:rsidRPr="00716C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716CD2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716CD2" w:rsidRDefault="00464C02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5 485,22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A57899" w:rsidRPr="00A57899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16CD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215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5789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5 485,22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422" w:type="pct"/>
          </w:tcPr>
          <w:p w:rsidR="00A57899" w:rsidRPr="00A57899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31 562 600,00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pct"/>
          </w:tcPr>
          <w:p w:rsidR="00A57899" w:rsidRPr="00A57899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31 562 600,00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1 928 776,56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4912F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1 928 776,56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62 020 400,00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7899" w:rsidRDefault="00A57899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92A" w:rsidRPr="004C4CE4" w:rsidTr="00A0392A">
        <w:trPr>
          <w:gridAfter w:val="1"/>
          <w:wAfter w:w="60" w:type="pct"/>
          <w:trHeight w:val="284"/>
        </w:trPr>
        <w:tc>
          <w:tcPr>
            <w:tcW w:w="1282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pct"/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1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51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4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423" w:type="pct"/>
            <w:shd w:val="clear" w:color="auto" w:fill="auto"/>
            <w:tcMar>
              <w:left w:w="28" w:type="dxa"/>
              <w:right w:w="28" w:type="dxa"/>
            </w:tcMar>
          </w:tcPr>
          <w:p w:rsidR="00A57899" w:rsidRPr="004C4CE4" w:rsidRDefault="00A57899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57899" w:rsidRPr="004C4CE4" w:rsidRDefault="00464C02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62 020 400,00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57899" w:rsidRPr="00A57899" w:rsidRDefault="00A57899" w:rsidP="00A57899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8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E950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25BC3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Sect="00AF1382">
      <w:headerReference w:type="even" r:id="rId8"/>
      <w:headerReference w:type="default" r:id="rId9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C1F" w:rsidRDefault="00A76C1F" w:rsidP="00025BC3">
      <w:r>
        <w:separator/>
      </w:r>
    </w:p>
  </w:endnote>
  <w:endnote w:type="continuationSeparator" w:id="0">
    <w:p w:rsidR="00A76C1F" w:rsidRDefault="00A76C1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C1F" w:rsidRDefault="00A76C1F" w:rsidP="00025BC3">
      <w:r>
        <w:separator/>
      </w:r>
    </w:p>
  </w:footnote>
  <w:footnote w:type="continuationSeparator" w:id="0">
    <w:p w:rsidR="00A76C1F" w:rsidRDefault="00A76C1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99" w:rsidRDefault="00A57899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899" w:rsidRDefault="00A57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899" w:rsidRPr="00AD4911" w:rsidRDefault="00A57899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671B9E">
      <w:rPr>
        <w:rStyle w:val="a7"/>
        <w:rFonts w:ascii="Times New Roman" w:hAnsi="Times New Roman"/>
        <w:noProof/>
        <w:sz w:val="28"/>
        <w:szCs w:val="24"/>
      </w:rPr>
      <w:t>2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A57899" w:rsidRDefault="00A57899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44B05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32E2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34259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5876"/>
    <w:rsid w:val="002D60AB"/>
    <w:rsid w:val="002F0490"/>
    <w:rsid w:val="002F15D7"/>
    <w:rsid w:val="002F2429"/>
    <w:rsid w:val="002F6E7E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137E"/>
    <w:rsid w:val="003B3EA9"/>
    <w:rsid w:val="003C47E8"/>
    <w:rsid w:val="003C56C5"/>
    <w:rsid w:val="003D277F"/>
    <w:rsid w:val="003D7617"/>
    <w:rsid w:val="003E2370"/>
    <w:rsid w:val="003F0FA2"/>
    <w:rsid w:val="00406F06"/>
    <w:rsid w:val="00414E38"/>
    <w:rsid w:val="00416089"/>
    <w:rsid w:val="0041693E"/>
    <w:rsid w:val="004221F8"/>
    <w:rsid w:val="004257A9"/>
    <w:rsid w:val="004414CD"/>
    <w:rsid w:val="00451A90"/>
    <w:rsid w:val="00453030"/>
    <w:rsid w:val="00453E53"/>
    <w:rsid w:val="00464C02"/>
    <w:rsid w:val="00465BBB"/>
    <w:rsid w:val="00472FDC"/>
    <w:rsid w:val="00481630"/>
    <w:rsid w:val="00483986"/>
    <w:rsid w:val="00484856"/>
    <w:rsid w:val="00486238"/>
    <w:rsid w:val="00491183"/>
    <w:rsid w:val="004912F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4CE4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06FF0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1B8A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71041"/>
    <w:rsid w:val="00671B9E"/>
    <w:rsid w:val="00680D86"/>
    <w:rsid w:val="0069549A"/>
    <w:rsid w:val="00697BCE"/>
    <w:rsid w:val="006A5ACB"/>
    <w:rsid w:val="006A67D1"/>
    <w:rsid w:val="006B3D7B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6CD2"/>
    <w:rsid w:val="0071730C"/>
    <w:rsid w:val="00717D33"/>
    <w:rsid w:val="0072207E"/>
    <w:rsid w:val="00723565"/>
    <w:rsid w:val="00724672"/>
    <w:rsid w:val="00725B61"/>
    <w:rsid w:val="00734F73"/>
    <w:rsid w:val="00740274"/>
    <w:rsid w:val="007437B8"/>
    <w:rsid w:val="00755FA1"/>
    <w:rsid w:val="007631FE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036"/>
    <w:rsid w:val="00862E66"/>
    <w:rsid w:val="008632F6"/>
    <w:rsid w:val="00871C45"/>
    <w:rsid w:val="00872799"/>
    <w:rsid w:val="00881D4C"/>
    <w:rsid w:val="00882206"/>
    <w:rsid w:val="00884782"/>
    <w:rsid w:val="008961F3"/>
    <w:rsid w:val="008A0415"/>
    <w:rsid w:val="008A0558"/>
    <w:rsid w:val="008A24CE"/>
    <w:rsid w:val="008B342A"/>
    <w:rsid w:val="008B44BB"/>
    <w:rsid w:val="008B4DCE"/>
    <w:rsid w:val="008C213D"/>
    <w:rsid w:val="008D44BF"/>
    <w:rsid w:val="008E08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231D"/>
    <w:rsid w:val="009259E6"/>
    <w:rsid w:val="00937258"/>
    <w:rsid w:val="0094221E"/>
    <w:rsid w:val="00956EB2"/>
    <w:rsid w:val="009661F1"/>
    <w:rsid w:val="009675DE"/>
    <w:rsid w:val="009709F9"/>
    <w:rsid w:val="009727BB"/>
    <w:rsid w:val="0098672F"/>
    <w:rsid w:val="0099625D"/>
    <w:rsid w:val="009B6473"/>
    <w:rsid w:val="009B695C"/>
    <w:rsid w:val="009D149F"/>
    <w:rsid w:val="009D5A84"/>
    <w:rsid w:val="009E203A"/>
    <w:rsid w:val="009F38FF"/>
    <w:rsid w:val="009F5E4E"/>
    <w:rsid w:val="00A0392A"/>
    <w:rsid w:val="00A1482D"/>
    <w:rsid w:val="00A15CB5"/>
    <w:rsid w:val="00A213D3"/>
    <w:rsid w:val="00A21B0D"/>
    <w:rsid w:val="00A234D5"/>
    <w:rsid w:val="00A37512"/>
    <w:rsid w:val="00A37575"/>
    <w:rsid w:val="00A43621"/>
    <w:rsid w:val="00A513F0"/>
    <w:rsid w:val="00A51CDA"/>
    <w:rsid w:val="00A5728A"/>
    <w:rsid w:val="00A57899"/>
    <w:rsid w:val="00A60582"/>
    <w:rsid w:val="00A60718"/>
    <w:rsid w:val="00A615A6"/>
    <w:rsid w:val="00A7221E"/>
    <w:rsid w:val="00A76436"/>
    <w:rsid w:val="00A76AA9"/>
    <w:rsid w:val="00A76C1F"/>
    <w:rsid w:val="00A77A7C"/>
    <w:rsid w:val="00A861EE"/>
    <w:rsid w:val="00A91508"/>
    <w:rsid w:val="00A94B77"/>
    <w:rsid w:val="00A95F53"/>
    <w:rsid w:val="00AA02D6"/>
    <w:rsid w:val="00AA0CE3"/>
    <w:rsid w:val="00AA1F54"/>
    <w:rsid w:val="00AA1FCA"/>
    <w:rsid w:val="00AA43F8"/>
    <w:rsid w:val="00AD18B4"/>
    <w:rsid w:val="00AD2DED"/>
    <w:rsid w:val="00AD4911"/>
    <w:rsid w:val="00AE3551"/>
    <w:rsid w:val="00AF0639"/>
    <w:rsid w:val="00AF1382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56A51"/>
    <w:rsid w:val="00B67005"/>
    <w:rsid w:val="00B731BA"/>
    <w:rsid w:val="00B7409B"/>
    <w:rsid w:val="00B771A7"/>
    <w:rsid w:val="00B85214"/>
    <w:rsid w:val="00B86B91"/>
    <w:rsid w:val="00B871B3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3A89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1A1E"/>
    <w:rsid w:val="00D32F03"/>
    <w:rsid w:val="00D3466D"/>
    <w:rsid w:val="00D34BE8"/>
    <w:rsid w:val="00D439FD"/>
    <w:rsid w:val="00D469AD"/>
    <w:rsid w:val="00D46C4E"/>
    <w:rsid w:val="00D53761"/>
    <w:rsid w:val="00D557D4"/>
    <w:rsid w:val="00D558FA"/>
    <w:rsid w:val="00D641A0"/>
    <w:rsid w:val="00D80609"/>
    <w:rsid w:val="00D920A0"/>
    <w:rsid w:val="00D93FE8"/>
    <w:rsid w:val="00DA0BC0"/>
    <w:rsid w:val="00DA72CF"/>
    <w:rsid w:val="00DB20EE"/>
    <w:rsid w:val="00DB49CD"/>
    <w:rsid w:val="00DC3092"/>
    <w:rsid w:val="00DD594E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5087"/>
    <w:rsid w:val="00E97D6B"/>
    <w:rsid w:val="00EA533D"/>
    <w:rsid w:val="00EA7CA7"/>
    <w:rsid w:val="00EB7047"/>
    <w:rsid w:val="00EB7FE3"/>
    <w:rsid w:val="00EC335E"/>
    <w:rsid w:val="00EE458D"/>
    <w:rsid w:val="00EE6821"/>
    <w:rsid w:val="00EF7E9B"/>
    <w:rsid w:val="00F0590C"/>
    <w:rsid w:val="00F11F61"/>
    <w:rsid w:val="00F17D8C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BA6F0-90E3-4255-AA17-68AB6453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090F5-996A-4379-966A-96704D954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2</cp:revision>
  <cp:lastPrinted>2025-05-13T11:59:00Z</cp:lastPrinted>
  <dcterms:created xsi:type="dcterms:W3CDTF">2025-05-19T13:47:00Z</dcterms:created>
  <dcterms:modified xsi:type="dcterms:W3CDTF">2025-05-19T13:47:00Z</dcterms:modified>
</cp:coreProperties>
</file>