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912C5F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BB026A" w:rsidRDefault="00A11205" w:rsidP="00E32ABF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B026A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BB026A">
        <w:rPr>
          <w:bCs/>
          <w:szCs w:val="28"/>
        </w:rPr>
        <w:t xml:space="preserve"> </w:t>
      </w:r>
      <w:r w:rsidR="00E32ABF">
        <w:rPr>
          <w:bCs/>
          <w:szCs w:val="28"/>
        </w:rPr>
        <w:t>«О </w:t>
      </w:r>
      <w:r w:rsidR="00E32ABF" w:rsidRPr="00E32ABF">
        <w:rPr>
          <w:bCs/>
          <w:szCs w:val="28"/>
        </w:rPr>
        <w:t>внесении изменения в статью 10 Закона Ярославской области «О мерах по противодействию коррупции в Ярославской области»</w:t>
      </w:r>
      <w:r w:rsidRPr="00BB026A">
        <w:rPr>
          <w:bCs/>
          <w:szCs w:val="28"/>
        </w:rPr>
        <w:t>.</w:t>
      </w:r>
    </w:p>
    <w:p w:rsidR="00DD7EA5" w:rsidRPr="00DD7EA5" w:rsidRDefault="00A11205" w:rsidP="007D0EB4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E32ABF">
        <w:rPr>
          <w:bCs/>
          <w:szCs w:val="28"/>
        </w:rPr>
        <w:t xml:space="preserve">начальник управления </w:t>
      </w:r>
      <w:r w:rsidR="007F71EF">
        <w:rPr>
          <w:bCs/>
          <w:szCs w:val="28"/>
        </w:rPr>
        <w:t>государственной службы Правительства Ярославской области Рахманова Ю.Е.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7F71E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2 </w:t>
      </w:r>
      <w:r w:rsidR="00DD7EA5" w:rsidRPr="00DD7EA5">
        <w:rPr>
          <w:szCs w:val="28"/>
        </w:rPr>
        <w:t>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DAC" w:rsidRDefault="00CE4DAC">
      <w:r>
        <w:separator/>
      </w:r>
    </w:p>
  </w:endnote>
  <w:endnote w:type="continuationSeparator" w:id="0">
    <w:p w:rsidR="00CE4DAC" w:rsidRDefault="00CE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DAC" w:rsidRDefault="00CE4DAC">
      <w:r>
        <w:separator/>
      </w:r>
    </w:p>
  </w:footnote>
  <w:footnote w:type="continuationSeparator" w:id="0">
    <w:p w:rsidR="00CE4DAC" w:rsidRDefault="00CE4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236BA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1BE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0448D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C47FD"/>
    <w:rsid w:val="007D0EB4"/>
    <w:rsid w:val="007D39B3"/>
    <w:rsid w:val="007F4645"/>
    <w:rsid w:val="007F5A97"/>
    <w:rsid w:val="007F71EF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026A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E4DAC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32ABF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9A8DE-5D14-4C7A-8761-248ED033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2025-04-18T07:04:00Z</dcterms:created>
  <dcterms:modified xsi:type="dcterms:W3CDTF">2025-04-18T07:04:00Z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