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1A4" w:rsidRPr="00A31F39" w:rsidRDefault="00A171A4" w:rsidP="00FF343C">
      <w:pPr>
        <w:shd w:val="clear" w:color="auto" w:fill="FFFFFF" w:themeFill="background1"/>
        <w:jc w:val="right"/>
        <w:rPr>
          <w:b/>
          <w:sz w:val="20"/>
        </w:rPr>
      </w:pPr>
      <w:r w:rsidRPr="00A31F39">
        <w:rPr>
          <w:b/>
          <w:sz w:val="20"/>
        </w:rPr>
        <w:t>Проект вносит</w:t>
      </w:r>
    </w:p>
    <w:p w:rsidR="00A171A4" w:rsidRPr="00A31F39" w:rsidRDefault="00A171A4" w:rsidP="00FF343C">
      <w:pPr>
        <w:shd w:val="clear" w:color="auto" w:fill="FFFFFF" w:themeFill="background1"/>
        <w:jc w:val="right"/>
        <w:rPr>
          <w:b/>
          <w:sz w:val="20"/>
        </w:rPr>
      </w:pPr>
      <w:r w:rsidRPr="00A31F39">
        <w:rPr>
          <w:b/>
          <w:sz w:val="20"/>
        </w:rPr>
        <w:t>Губернатор Ярославской области</w:t>
      </w:r>
    </w:p>
    <w:p w:rsidR="00A171A4" w:rsidRPr="00A31F39" w:rsidRDefault="00A171A4" w:rsidP="00FF343C">
      <w:pPr>
        <w:shd w:val="clear" w:color="auto" w:fill="FFFFFF" w:themeFill="background1"/>
        <w:jc w:val="right"/>
        <w:rPr>
          <w:b/>
          <w:sz w:val="20"/>
        </w:rPr>
      </w:pPr>
    </w:p>
    <w:p w:rsidR="00BB115C" w:rsidRPr="00A31F39" w:rsidRDefault="00A171A4" w:rsidP="00FF343C">
      <w:pPr>
        <w:keepNext/>
        <w:shd w:val="clear" w:color="auto" w:fill="FFFFFF" w:themeFill="background1"/>
        <w:jc w:val="right"/>
        <w:outlineLvl w:val="2"/>
        <w:rPr>
          <w:b/>
          <w:sz w:val="20"/>
          <w:szCs w:val="20"/>
        </w:rPr>
      </w:pPr>
      <w:r w:rsidRPr="00A31F39">
        <w:rPr>
          <w:b/>
          <w:sz w:val="20"/>
        </w:rPr>
        <w:t>Евраев</w:t>
      </w:r>
      <w:r w:rsidR="00E3210D" w:rsidRPr="00A31F39">
        <w:rPr>
          <w:b/>
          <w:sz w:val="20"/>
        </w:rPr>
        <w:t xml:space="preserve"> М.Я.</w:t>
      </w:r>
    </w:p>
    <w:p w:rsidR="001D7F9F" w:rsidRPr="00A31F39" w:rsidRDefault="001D7F9F" w:rsidP="00FF343C">
      <w:pPr>
        <w:shd w:val="clear" w:color="auto" w:fill="FFFFFF" w:themeFill="background1"/>
        <w:jc w:val="right"/>
        <w:rPr>
          <w:b/>
          <w:sz w:val="20"/>
          <w:szCs w:val="20"/>
        </w:rPr>
      </w:pPr>
    </w:p>
    <w:p w:rsidR="001D7F9F" w:rsidRPr="00A31F39" w:rsidRDefault="001D7F9F" w:rsidP="00FF343C">
      <w:pPr>
        <w:shd w:val="clear" w:color="auto" w:fill="FFFFFF" w:themeFill="background1"/>
        <w:jc w:val="right"/>
        <w:rPr>
          <w:b/>
          <w:bCs/>
          <w:sz w:val="20"/>
          <w:szCs w:val="20"/>
        </w:rPr>
      </w:pPr>
    </w:p>
    <w:p w:rsidR="001D7F9F" w:rsidRPr="00A31F39" w:rsidRDefault="001D7F9F" w:rsidP="00FF343C">
      <w:pPr>
        <w:shd w:val="clear" w:color="auto" w:fill="FFFFFF" w:themeFill="background1"/>
        <w:jc w:val="center"/>
      </w:pPr>
      <w:r w:rsidRPr="00A31F39">
        <w:rPr>
          <w:noProof/>
          <w:sz w:val="20"/>
          <w:szCs w:val="20"/>
        </w:rPr>
        <w:drawing>
          <wp:inline distT="0" distB="0" distL="0" distR="0" wp14:anchorId="3D410B3A" wp14:editId="03588AE3">
            <wp:extent cx="1376045" cy="1376045"/>
            <wp:effectExtent l="19050" t="0" r="0" b="0"/>
            <wp:docPr id="1" name="Рисунок 1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6045" cy="1376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7F9F" w:rsidRPr="00A31F39" w:rsidRDefault="001D7F9F" w:rsidP="00FF343C">
      <w:pPr>
        <w:shd w:val="clear" w:color="auto" w:fill="FFFFFF" w:themeFill="background1"/>
        <w:jc w:val="center"/>
      </w:pPr>
    </w:p>
    <w:p w:rsidR="001D7F9F" w:rsidRPr="00A31F39" w:rsidRDefault="001D7F9F" w:rsidP="00FF343C">
      <w:pPr>
        <w:shd w:val="clear" w:color="auto" w:fill="FFFFFF" w:themeFill="background1"/>
        <w:jc w:val="center"/>
        <w:rPr>
          <w:b/>
          <w:bCs/>
          <w:sz w:val="36"/>
          <w:szCs w:val="36"/>
        </w:rPr>
      </w:pPr>
      <w:r w:rsidRPr="00A31F39">
        <w:rPr>
          <w:b/>
          <w:bCs/>
          <w:sz w:val="36"/>
          <w:szCs w:val="36"/>
        </w:rPr>
        <w:t>З А К О Н</w:t>
      </w:r>
    </w:p>
    <w:p w:rsidR="001D7F9F" w:rsidRPr="00A31F39" w:rsidRDefault="001D7F9F" w:rsidP="00FF343C">
      <w:pPr>
        <w:shd w:val="clear" w:color="auto" w:fill="FFFFFF" w:themeFill="background1"/>
        <w:jc w:val="center"/>
        <w:rPr>
          <w:b/>
          <w:bCs/>
          <w:sz w:val="28"/>
          <w:szCs w:val="28"/>
        </w:rPr>
      </w:pPr>
      <w:r w:rsidRPr="00A31F39">
        <w:rPr>
          <w:b/>
          <w:bCs/>
          <w:sz w:val="28"/>
          <w:szCs w:val="28"/>
        </w:rPr>
        <w:t>ЯРОСЛАВСКОЙ ОБЛАСТИ</w:t>
      </w:r>
    </w:p>
    <w:p w:rsidR="001D7F9F" w:rsidRPr="00A31F39" w:rsidRDefault="001D7F9F" w:rsidP="00FF343C">
      <w:pPr>
        <w:shd w:val="clear" w:color="auto" w:fill="FFFFFF" w:themeFill="background1"/>
        <w:jc w:val="center"/>
        <w:rPr>
          <w:b/>
          <w:bCs/>
          <w:sz w:val="32"/>
          <w:szCs w:val="32"/>
        </w:rPr>
      </w:pPr>
    </w:p>
    <w:p w:rsidR="001D7F9F" w:rsidRPr="00A31F39" w:rsidRDefault="001D7F9F" w:rsidP="00FF343C">
      <w:pPr>
        <w:shd w:val="clear" w:color="auto" w:fill="FFFFFF" w:themeFill="background1"/>
        <w:jc w:val="center"/>
        <w:rPr>
          <w:b/>
          <w:bCs/>
          <w:sz w:val="28"/>
          <w:szCs w:val="28"/>
        </w:rPr>
      </w:pPr>
      <w:r w:rsidRPr="00A31F39">
        <w:rPr>
          <w:b/>
          <w:bCs/>
          <w:sz w:val="28"/>
        </w:rPr>
        <w:t xml:space="preserve">О внесении изменений в </w:t>
      </w:r>
      <w:r w:rsidRPr="00A31F39">
        <w:rPr>
          <w:b/>
          <w:bCs/>
          <w:sz w:val="28"/>
          <w:szCs w:val="28"/>
        </w:rPr>
        <w:t>Закон Ярославской области</w:t>
      </w:r>
    </w:p>
    <w:p w:rsidR="001D7F9F" w:rsidRPr="00A31F39" w:rsidRDefault="001D7F9F" w:rsidP="00FF343C">
      <w:pPr>
        <w:shd w:val="clear" w:color="auto" w:fill="FFFFFF" w:themeFill="background1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31F39">
        <w:rPr>
          <w:b/>
          <w:bCs/>
          <w:sz w:val="28"/>
          <w:szCs w:val="28"/>
        </w:rPr>
        <w:t>«Об областном бюджете на 20</w:t>
      </w:r>
      <w:r w:rsidR="004945A8" w:rsidRPr="00A31F39">
        <w:rPr>
          <w:b/>
          <w:bCs/>
          <w:sz w:val="28"/>
          <w:szCs w:val="28"/>
        </w:rPr>
        <w:t>2</w:t>
      </w:r>
      <w:r w:rsidR="00F028EB">
        <w:rPr>
          <w:b/>
          <w:bCs/>
          <w:sz w:val="28"/>
          <w:szCs w:val="28"/>
        </w:rPr>
        <w:t>5</w:t>
      </w:r>
      <w:r w:rsidRPr="00A31F39">
        <w:rPr>
          <w:b/>
          <w:bCs/>
          <w:sz w:val="28"/>
          <w:szCs w:val="28"/>
        </w:rPr>
        <w:t xml:space="preserve"> год </w:t>
      </w:r>
    </w:p>
    <w:p w:rsidR="001D7F9F" w:rsidRPr="00A31F39" w:rsidRDefault="001D7F9F" w:rsidP="00FF343C">
      <w:pPr>
        <w:shd w:val="clear" w:color="auto" w:fill="FFFFFF" w:themeFill="background1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31F39">
        <w:rPr>
          <w:b/>
          <w:bCs/>
          <w:sz w:val="28"/>
          <w:szCs w:val="28"/>
        </w:rPr>
        <w:t>и на плановый период 20</w:t>
      </w:r>
      <w:r w:rsidR="002811D4" w:rsidRPr="00A31F39">
        <w:rPr>
          <w:b/>
          <w:bCs/>
          <w:sz w:val="28"/>
          <w:szCs w:val="28"/>
        </w:rPr>
        <w:t>2</w:t>
      </w:r>
      <w:r w:rsidR="00F028EB">
        <w:rPr>
          <w:b/>
          <w:bCs/>
          <w:sz w:val="28"/>
          <w:szCs w:val="28"/>
        </w:rPr>
        <w:t>6</w:t>
      </w:r>
      <w:r w:rsidRPr="00A31F39">
        <w:rPr>
          <w:b/>
          <w:bCs/>
          <w:sz w:val="28"/>
          <w:szCs w:val="28"/>
        </w:rPr>
        <w:t xml:space="preserve"> и 20</w:t>
      </w:r>
      <w:r w:rsidR="00E81716" w:rsidRPr="00A31F39">
        <w:rPr>
          <w:b/>
          <w:bCs/>
          <w:sz w:val="28"/>
          <w:szCs w:val="28"/>
        </w:rPr>
        <w:t>2</w:t>
      </w:r>
      <w:r w:rsidR="00F028EB">
        <w:rPr>
          <w:b/>
          <w:bCs/>
          <w:sz w:val="28"/>
          <w:szCs w:val="28"/>
        </w:rPr>
        <w:t>7</w:t>
      </w:r>
      <w:r w:rsidRPr="00A31F39">
        <w:rPr>
          <w:b/>
          <w:bCs/>
          <w:sz w:val="28"/>
          <w:szCs w:val="28"/>
        </w:rPr>
        <w:t xml:space="preserve"> годов»</w:t>
      </w:r>
    </w:p>
    <w:p w:rsidR="00F36A75" w:rsidRPr="00A31F39" w:rsidRDefault="00F36A75" w:rsidP="00FF343C">
      <w:pPr>
        <w:shd w:val="clear" w:color="auto" w:fill="FFFFFF" w:themeFill="background1"/>
        <w:ind w:firstLine="709"/>
        <w:jc w:val="both"/>
        <w:rPr>
          <w:smallCaps/>
          <w:sz w:val="28"/>
          <w:szCs w:val="28"/>
        </w:rPr>
      </w:pPr>
    </w:p>
    <w:p w:rsidR="00F36A75" w:rsidRPr="00A31F39" w:rsidRDefault="00F36A75" w:rsidP="00FF343C">
      <w:pPr>
        <w:shd w:val="clear" w:color="auto" w:fill="FFFFFF" w:themeFill="background1"/>
        <w:ind w:firstLine="709"/>
        <w:jc w:val="both"/>
        <w:rPr>
          <w:smallCaps/>
          <w:sz w:val="28"/>
          <w:szCs w:val="28"/>
        </w:rPr>
      </w:pPr>
    </w:p>
    <w:p w:rsidR="00F36A75" w:rsidRPr="00A31F39" w:rsidRDefault="00F36A75" w:rsidP="00FF343C">
      <w:pPr>
        <w:shd w:val="clear" w:color="auto" w:fill="FFFFFF" w:themeFill="background1"/>
        <w:jc w:val="both"/>
        <w:rPr>
          <w:szCs w:val="28"/>
        </w:rPr>
      </w:pPr>
      <w:r w:rsidRPr="00A31F39">
        <w:rPr>
          <w:szCs w:val="28"/>
        </w:rPr>
        <w:t>Принят Ярославской областной Думой</w:t>
      </w:r>
    </w:p>
    <w:p w:rsidR="001D7F9F" w:rsidRPr="00A31F39" w:rsidRDefault="001D7F9F" w:rsidP="00FF343C">
      <w:pPr>
        <w:shd w:val="clear" w:color="auto" w:fill="FFFFFF" w:themeFill="background1"/>
        <w:tabs>
          <w:tab w:val="left" w:pos="7230"/>
        </w:tabs>
        <w:jc w:val="both"/>
        <w:rPr>
          <w:szCs w:val="28"/>
        </w:rPr>
      </w:pPr>
      <w:r w:rsidRPr="00A31F39">
        <w:rPr>
          <w:szCs w:val="28"/>
        </w:rPr>
        <w:t>«___» ____________ 20</w:t>
      </w:r>
      <w:r w:rsidR="0030424D" w:rsidRPr="00A31F39">
        <w:rPr>
          <w:szCs w:val="28"/>
        </w:rPr>
        <w:t>2</w:t>
      </w:r>
      <w:r w:rsidR="00D50D84">
        <w:rPr>
          <w:szCs w:val="28"/>
        </w:rPr>
        <w:t>5</w:t>
      </w:r>
      <w:r w:rsidRPr="00A31F39">
        <w:rPr>
          <w:szCs w:val="28"/>
        </w:rPr>
        <w:t xml:space="preserve"> года</w:t>
      </w:r>
    </w:p>
    <w:p w:rsidR="00F36A75" w:rsidRPr="00A31F39" w:rsidRDefault="00F36A75" w:rsidP="00FF343C">
      <w:pPr>
        <w:shd w:val="clear" w:color="auto" w:fill="FFFFFF" w:themeFill="background1"/>
        <w:ind w:firstLine="709"/>
        <w:rPr>
          <w:sz w:val="28"/>
          <w:szCs w:val="28"/>
        </w:rPr>
      </w:pPr>
    </w:p>
    <w:p w:rsidR="00305E9F" w:rsidRPr="00A31F39" w:rsidRDefault="00305E9F" w:rsidP="00FF343C">
      <w:pPr>
        <w:shd w:val="clear" w:color="auto" w:fill="FFFFFF" w:themeFill="background1"/>
        <w:ind w:firstLine="709"/>
        <w:rPr>
          <w:sz w:val="28"/>
          <w:szCs w:val="28"/>
        </w:rPr>
      </w:pPr>
    </w:p>
    <w:p w:rsidR="00030002" w:rsidRPr="00A31F39" w:rsidRDefault="00030002" w:rsidP="00FF343C">
      <w:pPr>
        <w:pStyle w:val="Con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1F39"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885683" w:rsidRPr="00B913DA" w:rsidRDefault="00885683" w:rsidP="00B4489B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13DA">
        <w:rPr>
          <w:sz w:val="28"/>
          <w:szCs w:val="28"/>
        </w:rPr>
        <w:t>Внести в</w:t>
      </w:r>
      <w:r w:rsidR="00D47543" w:rsidRPr="00B913DA">
        <w:rPr>
          <w:sz w:val="28"/>
          <w:szCs w:val="28"/>
        </w:rPr>
        <w:t xml:space="preserve"> </w:t>
      </w:r>
      <w:r w:rsidR="002E0E71" w:rsidRPr="00B913DA">
        <w:rPr>
          <w:sz w:val="28"/>
          <w:szCs w:val="28"/>
        </w:rPr>
        <w:t xml:space="preserve">Закон Ярославской области от </w:t>
      </w:r>
      <w:r w:rsidR="00F028EB" w:rsidRPr="00B913DA">
        <w:rPr>
          <w:sz w:val="28"/>
          <w:szCs w:val="28"/>
        </w:rPr>
        <w:t>09</w:t>
      </w:r>
      <w:r w:rsidR="002E0E71" w:rsidRPr="00B913DA">
        <w:rPr>
          <w:sz w:val="28"/>
          <w:szCs w:val="28"/>
        </w:rPr>
        <w:t>.12.202</w:t>
      </w:r>
      <w:r w:rsidR="00D50D84">
        <w:rPr>
          <w:sz w:val="28"/>
          <w:szCs w:val="28"/>
        </w:rPr>
        <w:t>4</w:t>
      </w:r>
      <w:r w:rsidR="002E0E71" w:rsidRPr="00B913DA">
        <w:rPr>
          <w:sz w:val="28"/>
          <w:szCs w:val="28"/>
        </w:rPr>
        <w:t xml:space="preserve"> № </w:t>
      </w:r>
      <w:r w:rsidR="00F028EB" w:rsidRPr="00B913DA">
        <w:rPr>
          <w:sz w:val="28"/>
          <w:szCs w:val="28"/>
        </w:rPr>
        <w:t>8</w:t>
      </w:r>
      <w:r w:rsidR="002B2002" w:rsidRPr="00B913DA">
        <w:rPr>
          <w:sz w:val="28"/>
          <w:szCs w:val="28"/>
        </w:rPr>
        <w:t>8</w:t>
      </w:r>
      <w:r w:rsidR="002E0E71" w:rsidRPr="00B913DA">
        <w:rPr>
          <w:sz w:val="28"/>
          <w:szCs w:val="28"/>
        </w:rPr>
        <w:t>-з «Об областном бюджете на 202</w:t>
      </w:r>
      <w:r w:rsidR="00F028EB" w:rsidRPr="00B913DA">
        <w:rPr>
          <w:sz w:val="28"/>
          <w:szCs w:val="28"/>
        </w:rPr>
        <w:t>5</w:t>
      </w:r>
      <w:r w:rsidR="002E0E71" w:rsidRPr="00B913DA">
        <w:rPr>
          <w:sz w:val="28"/>
          <w:szCs w:val="28"/>
        </w:rPr>
        <w:t xml:space="preserve"> год и на плановый период 202</w:t>
      </w:r>
      <w:r w:rsidR="00F028EB" w:rsidRPr="00B913DA">
        <w:rPr>
          <w:sz w:val="28"/>
          <w:szCs w:val="28"/>
        </w:rPr>
        <w:t>6</w:t>
      </w:r>
      <w:r w:rsidR="00517E6C" w:rsidRPr="00B913DA">
        <w:rPr>
          <w:sz w:val="28"/>
          <w:szCs w:val="28"/>
        </w:rPr>
        <w:t xml:space="preserve"> </w:t>
      </w:r>
      <w:r w:rsidR="002E0E71" w:rsidRPr="00B913DA">
        <w:rPr>
          <w:sz w:val="28"/>
          <w:szCs w:val="28"/>
        </w:rPr>
        <w:t>и 202</w:t>
      </w:r>
      <w:r w:rsidR="00F028EB" w:rsidRPr="00B913DA">
        <w:rPr>
          <w:sz w:val="28"/>
          <w:szCs w:val="28"/>
        </w:rPr>
        <w:t>7</w:t>
      </w:r>
      <w:r w:rsidR="002E0E71" w:rsidRPr="00B913DA">
        <w:rPr>
          <w:sz w:val="28"/>
          <w:szCs w:val="28"/>
        </w:rPr>
        <w:t xml:space="preserve"> годов» </w:t>
      </w:r>
      <w:r w:rsidR="00B4489B" w:rsidRPr="00B913DA">
        <w:rPr>
          <w:sz w:val="28"/>
          <w:szCs w:val="28"/>
        </w:rPr>
        <w:br/>
      </w:r>
      <w:r w:rsidR="002E0E71" w:rsidRPr="00B913DA">
        <w:rPr>
          <w:sz w:val="28"/>
          <w:szCs w:val="28"/>
        </w:rPr>
        <w:t>(</w:t>
      </w:r>
      <w:r w:rsidR="00B4489B" w:rsidRPr="00B913DA">
        <w:rPr>
          <w:sz w:val="28"/>
          <w:szCs w:val="28"/>
        </w:rPr>
        <w:t>Документ-</w:t>
      </w:r>
      <w:r w:rsidR="002E0E71" w:rsidRPr="00B913DA">
        <w:rPr>
          <w:sz w:val="28"/>
          <w:szCs w:val="28"/>
        </w:rPr>
        <w:t>Регион, 202</w:t>
      </w:r>
      <w:r w:rsidR="00F028EB" w:rsidRPr="00B913DA">
        <w:rPr>
          <w:sz w:val="28"/>
          <w:szCs w:val="28"/>
        </w:rPr>
        <w:t>4</w:t>
      </w:r>
      <w:r w:rsidR="002E0E71" w:rsidRPr="00B913DA">
        <w:rPr>
          <w:sz w:val="28"/>
          <w:szCs w:val="28"/>
        </w:rPr>
        <w:t xml:space="preserve">, </w:t>
      </w:r>
      <w:r w:rsidR="00F028EB" w:rsidRPr="00B913DA">
        <w:rPr>
          <w:sz w:val="28"/>
          <w:szCs w:val="28"/>
        </w:rPr>
        <w:t>13</w:t>
      </w:r>
      <w:r w:rsidR="002E0E71" w:rsidRPr="00B913DA">
        <w:rPr>
          <w:sz w:val="28"/>
          <w:szCs w:val="28"/>
        </w:rPr>
        <w:t xml:space="preserve"> декабря, № </w:t>
      </w:r>
      <w:r w:rsidR="00F028EB" w:rsidRPr="00B913DA">
        <w:rPr>
          <w:sz w:val="28"/>
          <w:szCs w:val="28"/>
        </w:rPr>
        <w:t>99</w:t>
      </w:r>
      <w:r w:rsidR="002B2002" w:rsidRPr="00B913DA">
        <w:rPr>
          <w:sz w:val="28"/>
          <w:szCs w:val="28"/>
        </w:rPr>
        <w:t>-а</w:t>
      </w:r>
      <w:r w:rsidR="002E0E71" w:rsidRPr="00B913DA">
        <w:rPr>
          <w:sz w:val="28"/>
          <w:szCs w:val="28"/>
        </w:rPr>
        <w:t xml:space="preserve">) </w:t>
      </w:r>
      <w:r w:rsidRPr="00B913DA">
        <w:rPr>
          <w:sz w:val="28"/>
          <w:szCs w:val="28"/>
        </w:rPr>
        <w:t>следующ</w:t>
      </w:r>
      <w:r w:rsidR="002D0390" w:rsidRPr="00B913DA">
        <w:rPr>
          <w:sz w:val="28"/>
          <w:szCs w:val="28"/>
        </w:rPr>
        <w:t>ие</w:t>
      </w:r>
      <w:r w:rsidRPr="00B913DA">
        <w:rPr>
          <w:sz w:val="28"/>
          <w:szCs w:val="28"/>
        </w:rPr>
        <w:t xml:space="preserve"> </w:t>
      </w:r>
      <w:r w:rsidR="002D0390" w:rsidRPr="00B913DA">
        <w:rPr>
          <w:sz w:val="28"/>
          <w:szCs w:val="28"/>
        </w:rPr>
        <w:t>изменения</w:t>
      </w:r>
      <w:r w:rsidRPr="00B913DA">
        <w:rPr>
          <w:sz w:val="28"/>
          <w:szCs w:val="28"/>
        </w:rPr>
        <w:t>:</w:t>
      </w:r>
    </w:p>
    <w:p w:rsidR="00792A36" w:rsidRPr="00A31F39" w:rsidRDefault="00792A36" w:rsidP="00792A36">
      <w:pPr>
        <w:pStyle w:val="21"/>
        <w:ind w:firstLine="709"/>
        <w:jc w:val="both"/>
        <w:rPr>
          <w:szCs w:val="28"/>
        </w:rPr>
      </w:pPr>
      <w:r w:rsidRPr="00B913DA">
        <w:rPr>
          <w:szCs w:val="28"/>
        </w:rPr>
        <w:t xml:space="preserve">1) </w:t>
      </w:r>
      <w:r w:rsidR="001C76C3" w:rsidRPr="00B913DA">
        <w:rPr>
          <w:szCs w:val="28"/>
        </w:rPr>
        <w:t>статью 1 изложить в следующей редакции:</w:t>
      </w:r>
    </w:p>
    <w:p w:rsidR="001C76C3" w:rsidRPr="00A31F39" w:rsidRDefault="001C76C3" w:rsidP="001C76C3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A31F39">
        <w:rPr>
          <w:sz w:val="28"/>
          <w:szCs w:val="28"/>
        </w:rPr>
        <w:t>«</w:t>
      </w:r>
      <w:r w:rsidRPr="00A31F39">
        <w:rPr>
          <w:b/>
          <w:sz w:val="28"/>
          <w:szCs w:val="28"/>
        </w:rPr>
        <w:t>Статья 1</w:t>
      </w:r>
    </w:p>
    <w:p w:rsidR="00BF26AD" w:rsidRPr="00707E0F" w:rsidRDefault="00BF26AD" w:rsidP="00BF26A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07E0F">
        <w:rPr>
          <w:sz w:val="28"/>
          <w:szCs w:val="28"/>
        </w:rPr>
        <w:t>1. Утвердить основные характеристики областного бюджета на 2025 год:</w:t>
      </w:r>
    </w:p>
    <w:p w:rsidR="00BF26AD" w:rsidRPr="007B0528" w:rsidRDefault="00BF26AD" w:rsidP="00BF26AD">
      <w:pPr>
        <w:ind w:firstLine="709"/>
        <w:jc w:val="both"/>
        <w:rPr>
          <w:sz w:val="28"/>
          <w:szCs w:val="28"/>
        </w:rPr>
      </w:pPr>
      <w:r w:rsidRPr="00707E0F">
        <w:rPr>
          <w:sz w:val="28"/>
          <w:szCs w:val="28"/>
        </w:rPr>
        <w:t>1</w:t>
      </w:r>
      <w:r w:rsidRPr="007B0528">
        <w:rPr>
          <w:sz w:val="28"/>
          <w:szCs w:val="28"/>
        </w:rPr>
        <w:t xml:space="preserve">) прогнозируемый общий объем доходов областного бюджета в сумме </w:t>
      </w:r>
      <w:r w:rsidR="007B0528" w:rsidRPr="007B0528">
        <w:rPr>
          <w:sz w:val="28"/>
          <w:szCs w:val="28"/>
        </w:rPr>
        <w:t>145 011 554 667</w:t>
      </w:r>
      <w:r w:rsidRPr="007B0528">
        <w:rPr>
          <w:sz w:val="28"/>
          <w:szCs w:val="28"/>
        </w:rPr>
        <w:t xml:space="preserve"> рублей; </w:t>
      </w:r>
    </w:p>
    <w:p w:rsidR="00BF26AD" w:rsidRPr="007B0528" w:rsidRDefault="00BF26AD" w:rsidP="00BF26AD">
      <w:pPr>
        <w:ind w:firstLine="709"/>
        <w:jc w:val="both"/>
        <w:rPr>
          <w:sz w:val="28"/>
          <w:szCs w:val="28"/>
        </w:rPr>
      </w:pPr>
      <w:r w:rsidRPr="007B0528">
        <w:rPr>
          <w:sz w:val="28"/>
          <w:szCs w:val="28"/>
        </w:rPr>
        <w:t xml:space="preserve">2) общий объем расходов областного бюджета в сумме </w:t>
      </w:r>
      <w:r w:rsidR="007B0528" w:rsidRPr="007B0528">
        <w:rPr>
          <w:sz w:val="28"/>
          <w:szCs w:val="28"/>
        </w:rPr>
        <w:t>145 935 306 667</w:t>
      </w:r>
      <w:r w:rsidRPr="007B0528">
        <w:rPr>
          <w:sz w:val="28"/>
          <w:szCs w:val="28"/>
        </w:rPr>
        <w:t> рублей;</w:t>
      </w:r>
    </w:p>
    <w:p w:rsidR="00BF26AD" w:rsidRPr="00707E0F" w:rsidRDefault="00BF26AD" w:rsidP="00BF26AD">
      <w:pPr>
        <w:ind w:firstLine="709"/>
        <w:jc w:val="both"/>
        <w:rPr>
          <w:sz w:val="28"/>
          <w:szCs w:val="28"/>
        </w:rPr>
      </w:pPr>
      <w:r w:rsidRPr="007B0528">
        <w:rPr>
          <w:sz w:val="28"/>
          <w:szCs w:val="28"/>
        </w:rPr>
        <w:t>3) дефицит областного бюджета в сумме 923 752 000 рублей.</w:t>
      </w:r>
    </w:p>
    <w:p w:rsidR="00BF26AD" w:rsidRPr="00707E0F" w:rsidRDefault="00BF26AD" w:rsidP="00BF26A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7E0F">
        <w:rPr>
          <w:sz w:val="28"/>
          <w:szCs w:val="28"/>
        </w:rPr>
        <w:t>2. Утвердить основные характеристики областного бюджета на 2026 год и на 2027 год:</w:t>
      </w:r>
    </w:p>
    <w:p w:rsidR="00BF26AD" w:rsidRPr="00707E0F" w:rsidRDefault="00BF26AD" w:rsidP="00BF26AD">
      <w:pPr>
        <w:ind w:firstLine="709"/>
        <w:jc w:val="both"/>
        <w:rPr>
          <w:sz w:val="28"/>
          <w:szCs w:val="28"/>
        </w:rPr>
      </w:pPr>
      <w:r w:rsidRPr="00707E0F">
        <w:rPr>
          <w:sz w:val="28"/>
          <w:szCs w:val="28"/>
        </w:rPr>
        <w:t xml:space="preserve">1) прогнозируемый общий объем доходов областного бюджета на 2026 год в </w:t>
      </w:r>
      <w:r w:rsidRPr="007B0528">
        <w:rPr>
          <w:sz w:val="28"/>
          <w:szCs w:val="28"/>
        </w:rPr>
        <w:t xml:space="preserve">сумме </w:t>
      </w:r>
      <w:r w:rsidR="007B0528" w:rsidRPr="007B0528">
        <w:rPr>
          <w:sz w:val="28"/>
          <w:szCs w:val="28"/>
        </w:rPr>
        <w:t>147 751 630 208</w:t>
      </w:r>
      <w:r w:rsidRPr="007B0528">
        <w:rPr>
          <w:sz w:val="28"/>
          <w:szCs w:val="28"/>
        </w:rPr>
        <w:t xml:space="preserve"> рублей и на 2027 год в сумме </w:t>
      </w:r>
      <w:r w:rsidR="007B0528" w:rsidRPr="007B0528">
        <w:rPr>
          <w:sz w:val="28"/>
          <w:szCs w:val="28"/>
        </w:rPr>
        <w:t>152 157 286 011</w:t>
      </w:r>
      <w:r w:rsidRPr="007B0528">
        <w:rPr>
          <w:sz w:val="28"/>
          <w:szCs w:val="28"/>
        </w:rPr>
        <w:t> рублей;</w:t>
      </w:r>
    </w:p>
    <w:p w:rsidR="001C76C3" w:rsidRPr="00D67C69" w:rsidRDefault="00BF26AD" w:rsidP="00BF26AD">
      <w:pPr>
        <w:ind w:firstLine="709"/>
        <w:jc w:val="both"/>
        <w:rPr>
          <w:sz w:val="28"/>
          <w:szCs w:val="28"/>
        </w:rPr>
      </w:pPr>
      <w:r w:rsidRPr="00707E0F">
        <w:rPr>
          <w:sz w:val="28"/>
          <w:szCs w:val="28"/>
        </w:rPr>
        <w:t xml:space="preserve">2) общий объем расходов областного бюджета на 2026 год в сумме </w:t>
      </w:r>
      <w:r w:rsidR="007B0528" w:rsidRPr="007B0528">
        <w:rPr>
          <w:sz w:val="28"/>
          <w:szCs w:val="28"/>
        </w:rPr>
        <w:t xml:space="preserve">147 751 630 208 </w:t>
      </w:r>
      <w:r w:rsidRPr="007B0528">
        <w:rPr>
          <w:sz w:val="28"/>
          <w:szCs w:val="28"/>
        </w:rPr>
        <w:t xml:space="preserve">рублей, в том числе условно утвержденные расходы в сумме </w:t>
      </w:r>
      <w:r w:rsidR="00A3093A">
        <w:rPr>
          <w:sz w:val="28"/>
          <w:szCs w:val="28"/>
        </w:rPr>
        <w:t xml:space="preserve">5 943 861 522 </w:t>
      </w:r>
      <w:r w:rsidRPr="007B0528">
        <w:rPr>
          <w:sz w:val="28"/>
          <w:szCs w:val="28"/>
        </w:rPr>
        <w:t>рубл</w:t>
      </w:r>
      <w:r w:rsidR="00A3093A">
        <w:rPr>
          <w:sz w:val="28"/>
          <w:szCs w:val="28"/>
        </w:rPr>
        <w:t>я</w:t>
      </w:r>
      <w:r w:rsidRPr="007B0528">
        <w:rPr>
          <w:sz w:val="28"/>
          <w:szCs w:val="28"/>
        </w:rPr>
        <w:t>, и на</w:t>
      </w:r>
      <w:r w:rsidRPr="00707E0F">
        <w:rPr>
          <w:sz w:val="28"/>
          <w:szCs w:val="28"/>
        </w:rPr>
        <w:t xml:space="preserve"> 2027 год в </w:t>
      </w:r>
      <w:r w:rsidRPr="007B0528">
        <w:rPr>
          <w:sz w:val="28"/>
          <w:szCs w:val="28"/>
        </w:rPr>
        <w:t xml:space="preserve">сумме </w:t>
      </w:r>
      <w:r w:rsidR="007B0528" w:rsidRPr="007B0528">
        <w:rPr>
          <w:sz w:val="28"/>
          <w:szCs w:val="28"/>
        </w:rPr>
        <w:t xml:space="preserve">152 157 286 011 </w:t>
      </w:r>
      <w:r w:rsidRPr="007B0528">
        <w:rPr>
          <w:sz w:val="28"/>
          <w:szCs w:val="28"/>
        </w:rPr>
        <w:t xml:space="preserve">рублей, в том числе условно утвержденные расходы в сумме </w:t>
      </w:r>
      <w:r w:rsidR="00A3093A">
        <w:rPr>
          <w:sz w:val="28"/>
          <w:szCs w:val="28"/>
        </w:rPr>
        <w:t xml:space="preserve">14 483 727 230 </w:t>
      </w:r>
      <w:r w:rsidRPr="007B0528">
        <w:rPr>
          <w:sz w:val="28"/>
          <w:szCs w:val="28"/>
        </w:rPr>
        <w:t>рублей.</w:t>
      </w:r>
      <w:r w:rsidR="001C76C3" w:rsidRPr="007B0528">
        <w:rPr>
          <w:sz w:val="28"/>
          <w:szCs w:val="28"/>
        </w:rPr>
        <w:t>»</w:t>
      </w:r>
      <w:r w:rsidR="00405E02" w:rsidRPr="007B0528">
        <w:rPr>
          <w:sz w:val="28"/>
          <w:szCs w:val="28"/>
        </w:rPr>
        <w:t>;</w:t>
      </w:r>
    </w:p>
    <w:p w:rsidR="003B12A3" w:rsidRPr="00D67C69" w:rsidRDefault="00B75D54" w:rsidP="003B12A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67C69">
        <w:rPr>
          <w:sz w:val="28"/>
          <w:szCs w:val="28"/>
        </w:rPr>
        <w:t>2</w:t>
      </w:r>
      <w:r w:rsidR="00416A06" w:rsidRPr="00D67C69">
        <w:rPr>
          <w:sz w:val="28"/>
          <w:szCs w:val="28"/>
        </w:rPr>
        <w:t xml:space="preserve">) </w:t>
      </w:r>
      <w:r w:rsidR="003B12A3" w:rsidRPr="00D67C69">
        <w:rPr>
          <w:sz w:val="28"/>
          <w:szCs w:val="28"/>
        </w:rPr>
        <w:t xml:space="preserve">в статье 11 </w:t>
      </w:r>
      <w:r w:rsidR="00435CDB">
        <w:rPr>
          <w:sz w:val="28"/>
          <w:szCs w:val="28"/>
        </w:rPr>
        <w:t>цифры</w:t>
      </w:r>
      <w:r w:rsidR="003B12A3" w:rsidRPr="00D67C69">
        <w:rPr>
          <w:sz w:val="28"/>
          <w:szCs w:val="28"/>
        </w:rPr>
        <w:t xml:space="preserve"> «</w:t>
      </w:r>
      <w:r w:rsidR="00B913DA">
        <w:rPr>
          <w:sz w:val="28"/>
          <w:szCs w:val="28"/>
        </w:rPr>
        <w:t>2 302 705 903</w:t>
      </w:r>
      <w:r w:rsidR="00615842" w:rsidRPr="00D67C69">
        <w:rPr>
          <w:sz w:val="28"/>
          <w:szCs w:val="28"/>
        </w:rPr>
        <w:t>»</w:t>
      </w:r>
      <w:r w:rsidR="00B913DA">
        <w:rPr>
          <w:sz w:val="28"/>
          <w:szCs w:val="28"/>
        </w:rPr>
        <w:t>, «2 103 391 284</w:t>
      </w:r>
      <w:r w:rsidR="00435CDB">
        <w:rPr>
          <w:sz w:val="28"/>
          <w:szCs w:val="28"/>
        </w:rPr>
        <w:t>» и «2 110 183 190</w:t>
      </w:r>
      <w:r w:rsidR="00B913DA">
        <w:rPr>
          <w:sz w:val="28"/>
          <w:szCs w:val="28"/>
        </w:rPr>
        <w:t>»</w:t>
      </w:r>
      <w:r w:rsidR="00CC6D7D" w:rsidRPr="00D67C69">
        <w:rPr>
          <w:sz w:val="28"/>
          <w:szCs w:val="28"/>
        </w:rPr>
        <w:t xml:space="preserve"> </w:t>
      </w:r>
      <w:r w:rsidR="003B12A3" w:rsidRPr="00D67C69">
        <w:rPr>
          <w:sz w:val="28"/>
          <w:szCs w:val="28"/>
        </w:rPr>
        <w:t xml:space="preserve">заменить </w:t>
      </w:r>
      <w:r w:rsidR="00435CDB">
        <w:rPr>
          <w:sz w:val="28"/>
          <w:szCs w:val="28"/>
        </w:rPr>
        <w:t>цифрами</w:t>
      </w:r>
      <w:r w:rsidR="003B12A3" w:rsidRPr="00D67C69">
        <w:rPr>
          <w:sz w:val="28"/>
          <w:szCs w:val="28"/>
        </w:rPr>
        <w:t xml:space="preserve"> «</w:t>
      </w:r>
      <w:r w:rsidR="00B913DA">
        <w:rPr>
          <w:sz w:val="28"/>
          <w:szCs w:val="28"/>
        </w:rPr>
        <w:t>2 406 637 853</w:t>
      </w:r>
      <w:r w:rsidR="00615842" w:rsidRPr="00D67C69">
        <w:rPr>
          <w:sz w:val="28"/>
          <w:szCs w:val="28"/>
        </w:rPr>
        <w:t>»</w:t>
      </w:r>
      <w:r w:rsidR="00B913DA">
        <w:rPr>
          <w:sz w:val="28"/>
          <w:szCs w:val="28"/>
        </w:rPr>
        <w:t>, «2 147 391 284» и «2 154 183 190»</w:t>
      </w:r>
      <w:r w:rsidR="00DA6F71">
        <w:rPr>
          <w:sz w:val="28"/>
          <w:szCs w:val="28"/>
        </w:rPr>
        <w:t xml:space="preserve"> соответственно</w:t>
      </w:r>
      <w:r w:rsidR="003B12A3" w:rsidRPr="00D67C69">
        <w:rPr>
          <w:sz w:val="28"/>
          <w:szCs w:val="28"/>
        </w:rPr>
        <w:t>;</w:t>
      </w:r>
    </w:p>
    <w:p w:rsidR="00B0377D" w:rsidRPr="00D67C69" w:rsidRDefault="00CC6D7D" w:rsidP="00DA6F7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67C69">
        <w:rPr>
          <w:sz w:val="28"/>
          <w:szCs w:val="28"/>
        </w:rPr>
        <w:lastRenderedPageBreak/>
        <w:t xml:space="preserve">3) </w:t>
      </w:r>
      <w:r w:rsidR="00DA6F71" w:rsidRPr="00D67C69">
        <w:rPr>
          <w:sz w:val="28"/>
          <w:szCs w:val="28"/>
        </w:rPr>
        <w:t xml:space="preserve">в части 3 </w:t>
      </w:r>
      <w:r w:rsidR="00416A06" w:rsidRPr="00D67C69">
        <w:rPr>
          <w:sz w:val="28"/>
          <w:szCs w:val="28"/>
        </w:rPr>
        <w:t>стать</w:t>
      </w:r>
      <w:r w:rsidR="00DA6F71">
        <w:rPr>
          <w:sz w:val="28"/>
          <w:szCs w:val="28"/>
        </w:rPr>
        <w:t>и</w:t>
      </w:r>
      <w:r w:rsidR="00416A06" w:rsidRPr="00D67C69">
        <w:rPr>
          <w:sz w:val="28"/>
          <w:szCs w:val="28"/>
        </w:rPr>
        <w:t xml:space="preserve"> 13</w:t>
      </w:r>
      <w:r w:rsidR="00DA6F71">
        <w:rPr>
          <w:sz w:val="28"/>
          <w:szCs w:val="28"/>
        </w:rPr>
        <w:t xml:space="preserve"> слова</w:t>
      </w:r>
      <w:r w:rsidR="00241ADF" w:rsidRPr="00D67C69">
        <w:rPr>
          <w:sz w:val="28"/>
          <w:szCs w:val="28"/>
        </w:rPr>
        <w:t xml:space="preserve"> «</w:t>
      </w:r>
      <w:r w:rsidR="00DA6F71">
        <w:rPr>
          <w:sz w:val="28"/>
          <w:szCs w:val="28"/>
        </w:rPr>
        <w:t>2 093 951 477 рублей</w:t>
      </w:r>
      <w:r w:rsidR="00241ADF" w:rsidRPr="00D67C69">
        <w:rPr>
          <w:sz w:val="28"/>
          <w:szCs w:val="28"/>
        </w:rPr>
        <w:t>»</w:t>
      </w:r>
      <w:r w:rsidR="00DA6F71">
        <w:rPr>
          <w:sz w:val="28"/>
          <w:szCs w:val="28"/>
        </w:rPr>
        <w:t>, «3 301 247 001 рубль» и «3 473 656 984 рубля»</w:t>
      </w:r>
      <w:r w:rsidR="005C086C" w:rsidRPr="00D67C69">
        <w:rPr>
          <w:sz w:val="28"/>
          <w:szCs w:val="28"/>
        </w:rPr>
        <w:t xml:space="preserve"> </w:t>
      </w:r>
      <w:r w:rsidR="00241ADF" w:rsidRPr="00D67C69">
        <w:rPr>
          <w:sz w:val="28"/>
          <w:szCs w:val="28"/>
        </w:rPr>
        <w:t xml:space="preserve">заменить </w:t>
      </w:r>
      <w:r w:rsidR="00DA6F71">
        <w:rPr>
          <w:sz w:val="28"/>
          <w:szCs w:val="28"/>
        </w:rPr>
        <w:t>словами</w:t>
      </w:r>
      <w:r w:rsidR="00241ADF" w:rsidRPr="00D67C69">
        <w:rPr>
          <w:sz w:val="28"/>
          <w:szCs w:val="28"/>
        </w:rPr>
        <w:t xml:space="preserve"> «</w:t>
      </w:r>
      <w:r w:rsidR="00DA6F71">
        <w:rPr>
          <w:sz w:val="28"/>
          <w:szCs w:val="28"/>
        </w:rPr>
        <w:t>1 117 236 765 рублей</w:t>
      </w:r>
      <w:r w:rsidR="00241ADF" w:rsidRPr="00D67C69">
        <w:rPr>
          <w:sz w:val="28"/>
          <w:szCs w:val="28"/>
        </w:rPr>
        <w:t>»</w:t>
      </w:r>
      <w:r w:rsidR="00DA6F71">
        <w:rPr>
          <w:sz w:val="28"/>
          <w:szCs w:val="28"/>
        </w:rPr>
        <w:t>, «2 047 295 569 рублей» и «3 061 610 138 рублей» соответственно</w:t>
      </w:r>
      <w:r w:rsidR="00E168A5" w:rsidRPr="00D67C69">
        <w:rPr>
          <w:sz w:val="28"/>
          <w:szCs w:val="28"/>
        </w:rPr>
        <w:t>;</w:t>
      </w:r>
    </w:p>
    <w:p w:rsidR="007E5949" w:rsidRDefault="007E5949" w:rsidP="007E594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050FAE">
        <w:rPr>
          <w:sz w:val="28"/>
          <w:szCs w:val="28"/>
        </w:rPr>
        <w:t xml:space="preserve">в </w:t>
      </w:r>
      <w:r w:rsidRPr="002E7C37">
        <w:rPr>
          <w:sz w:val="28"/>
          <w:szCs w:val="28"/>
        </w:rPr>
        <w:t>части 1 статьи 2</w:t>
      </w:r>
      <w:r>
        <w:rPr>
          <w:sz w:val="28"/>
          <w:szCs w:val="28"/>
        </w:rPr>
        <w:t>3</w:t>
      </w:r>
      <w:r w:rsidRPr="002E7C37">
        <w:rPr>
          <w:sz w:val="28"/>
          <w:szCs w:val="28"/>
        </w:rPr>
        <w:t xml:space="preserve"> слова </w:t>
      </w:r>
      <w:r>
        <w:rPr>
          <w:sz w:val="28"/>
          <w:szCs w:val="28"/>
        </w:rPr>
        <w:t>«56 249 </w:t>
      </w:r>
      <w:r w:rsidRPr="000C04D4">
        <w:rPr>
          <w:sz w:val="28"/>
          <w:szCs w:val="28"/>
        </w:rPr>
        <w:t>432</w:t>
      </w:r>
      <w:r>
        <w:rPr>
          <w:sz w:val="28"/>
          <w:szCs w:val="28"/>
        </w:rPr>
        <w:t> </w:t>
      </w:r>
      <w:r w:rsidRPr="000C04D4">
        <w:rPr>
          <w:sz w:val="28"/>
          <w:szCs w:val="28"/>
        </w:rPr>
        <w:t>836</w:t>
      </w:r>
      <w:r>
        <w:rPr>
          <w:sz w:val="28"/>
          <w:szCs w:val="28"/>
        </w:rPr>
        <w:t> </w:t>
      </w:r>
      <w:r w:rsidRPr="000C04D4">
        <w:rPr>
          <w:sz w:val="28"/>
          <w:szCs w:val="28"/>
        </w:rPr>
        <w:t>рублей</w:t>
      </w:r>
      <w:r w:rsidR="006F6D6C">
        <w:rPr>
          <w:sz w:val="28"/>
          <w:szCs w:val="28"/>
        </w:rPr>
        <w:t>»</w:t>
      </w:r>
      <w:r w:rsidRPr="000C04D4">
        <w:rPr>
          <w:sz w:val="28"/>
          <w:szCs w:val="28"/>
        </w:rPr>
        <w:t xml:space="preserve">, </w:t>
      </w:r>
      <w:r w:rsidR="006F6D6C">
        <w:rPr>
          <w:sz w:val="28"/>
          <w:szCs w:val="28"/>
        </w:rPr>
        <w:t>«</w:t>
      </w:r>
      <w:r w:rsidRPr="000C04D4">
        <w:rPr>
          <w:sz w:val="28"/>
          <w:szCs w:val="28"/>
        </w:rPr>
        <w:t>54 299 144 015 рублей</w:t>
      </w:r>
      <w:r w:rsidR="006F6D6C">
        <w:rPr>
          <w:sz w:val="28"/>
          <w:szCs w:val="28"/>
        </w:rPr>
        <w:t>»</w:t>
      </w:r>
      <w:r w:rsidRPr="000C04D4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</w:t>
      </w:r>
      <w:r w:rsidR="006F6D6C">
        <w:rPr>
          <w:sz w:val="28"/>
          <w:szCs w:val="28"/>
        </w:rPr>
        <w:t>«</w:t>
      </w:r>
      <w:r w:rsidRPr="000C04D4">
        <w:rPr>
          <w:sz w:val="28"/>
          <w:szCs w:val="28"/>
        </w:rPr>
        <w:t>52 348 855 194 рубля</w:t>
      </w:r>
      <w:r>
        <w:rPr>
          <w:sz w:val="28"/>
          <w:szCs w:val="28"/>
        </w:rPr>
        <w:t>»</w:t>
      </w:r>
      <w:r w:rsidRPr="000C04D4">
        <w:rPr>
          <w:sz w:val="28"/>
          <w:szCs w:val="28"/>
        </w:rPr>
        <w:t xml:space="preserve"> </w:t>
      </w:r>
      <w:r w:rsidRPr="002E7C37">
        <w:rPr>
          <w:sz w:val="28"/>
          <w:szCs w:val="28"/>
        </w:rPr>
        <w:t>заменить словами «</w:t>
      </w:r>
      <w:r>
        <w:rPr>
          <w:sz w:val="28"/>
          <w:szCs w:val="28"/>
        </w:rPr>
        <w:t>53 986 637 905 рублей</w:t>
      </w:r>
      <w:r w:rsidR="006F6D6C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6F6D6C">
        <w:rPr>
          <w:sz w:val="28"/>
          <w:szCs w:val="28"/>
        </w:rPr>
        <w:t>«</w:t>
      </w:r>
      <w:r>
        <w:rPr>
          <w:sz w:val="28"/>
          <w:szCs w:val="28"/>
        </w:rPr>
        <w:t>52 036 349 084 рубля</w:t>
      </w:r>
      <w:r w:rsidR="006F6D6C">
        <w:rPr>
          <w:sz w:val="28"/>
          <w:szCs w:val="28"/>
        </w:rPr>
        <w:t>» и «</w:t>
      </w:r>
      <w:r>
        <w:rPr>
          <w:sz w:val="28"/>
          <w:szCs w:val="28"/>
        </w:rPr>
        <w:t>50 086 060 263 рубля»</w:t>
      </w:r>
      <w:r w:rsidR="006F6D6C">
        <w:rPr>
          <w:sz w:val="28"/>
          <w:szCs w:val="28"/>
        </w:rPr>
        <w:t xml:space="preserve"> соответственно;</w:t>
      </w:r>
    </w:p>
    <w:p w:rsidR="0020535E" w:rsidRPr="00DB6B4D" w:rsidRDefault="007E5949" w:rsidP="00CF43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6B4D">
        <w:rPr>
          <w:sz w:val="28"/>
          <w:szCs w:val="28"/>
        </w:rPr>
        <w:t>5</w:t>
      </w:r>
      <w:r w:rsidR="00A25DD2" w:rsidRPr="00DB6B4D">
        <w:rPr>
          <w:sz w:val="28"/>
          <w:szCs w:val="28"/>
        </w:rPr>
        <w:t xml:space="preserve">) </w:t>
      </w:r>
      <w:r w:rsidR="0020535E" w:rsidRPr="00DB6B4D">
        <w:rPr>
          <w:sz w:val="28"/>
          <w:szCs w:val="28"/>
        </w:rPr>
        <w:t>в части 2 статьи 27:</w:t>
      </w:r>
    </w:p>
    <w:p w:rsidR="0020535E" w:rsidRPr="00DB6B4D" w:rsidRDefault="0020535E" w:rsidP="00CF43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6B4D">
        <w:rPr>
          <w:sz w:val="28"/>
          <w:szCs w:val="28"/>
        </w:rPr>
        <w:t xml:space="preserve">а) в пункте </w:t>
      </w:r>
      <w:r w:rsidR="000674AE" w:rsidRPr="00DB6B4D">
        <w:rPr>
          <w:sz w:val="28"/>
          <w:szCs w:val="28"/>
        </w:rPr>
        <w:t>4</w:t>
      </w:r>
      <w:r w:rsidRPr="00DB6B4D">
        <w:rPr>
          <w:sz w:val="28"/>
          <w:szCs w:val="28"/>
        </w:rPr>
        <w:t xml:space="preserve"> слова «</w:t>
      </w:r>
      <w:r w:rsidR="000674AE" w:rsidRPr="00DB6B4D">
        <w:rPr>
          <w:sz w:val="28"/>
          <w:szCs w:val="28"/>
        </w:rPr>
        <w:t>Северный водоканал</w:t>
      </w:r>
      <w:r w:rsidRPr="00DB6B4D">
        <w:rPr>
          <w:sz w:val="28"/>
          <w:szCs w:val="28"/>
        </w:rPr>
        <w:t>» заменить словами «</w:t>
      </w:r>
      <w:r w:rsidR="000674AE" w:rsidRPr="00DB6B4D">
        <w:rPr>
          <w:sz w:val="28"/>
          <w:szCs w:val="28"/>
        </w:rPr>
        <w:t>Ярославский областной водоканал</w:t>
      </w:r>
      <w:r w:rsidRPr="00DB6B4D">
        <w:rPr>
          <w:sz w:val="28"/>
          <w:szCs w:val="28"/>
        </w:rPr>
        <w:t>»;</w:t>
      </w:r>
    </w:p>
    <w:p w:rsidR="00126FBA" w:rsidRPr="00DB6B4D" w:rsidRDefault="00954223" w:rsidP="00954223">
      <w:pPr>
        <w:ind w:firstLine="709"/>
        <w:jc w:val="both"/>
        <w:rPr>
          <w:sz w:val="28"/>
          <w:szCs w:val="28"/>
        </w:rPr>
      </w:pPr>
      <w:r w:rsidRPr="00DB6B4D">
        <w:rPr>
          <w:sz w:val="28"/>
          <w:szCs w:val="28"/>
        </w:rPr>
        <w:t xml:space="preserve">б) </w:t>
      </w:r>
      <w:r w:rsidR="00126FBA" w:rsidRPr="00DB6B4D">
        <w:rPr>
          <w:sz w:val="28"/>
          <w:szCs w:val="28"/>
        </w:rPr>
        <w:t>в п</w:t>
      </w:r>
      <w:r w:rsidRPr="00DB6B4D">
        <w:rPr>
          <w:sz w:val="28"/>
          <w:szCs w:val="28"/>
        </w:rPr>
        <w:t>ункт</w:t>
      </w:r>
      <w:r w:rsidR="00126FBA" w:rsidRPr="00DB6B4D">
        <w:rPr>
          <w:sz w:val="28"/>
          <w:szCs w:val="28"/>
        </w:rPr>
        <w:t>е</w:t>
      </w:r>
      <w:r w:rsidRPr="00DB6B4D">
        <w:rPr>
          <w:sz w:val="28"/>
          <w:szCs w:val="28"/>
        </w:rPr>
        <w:t xml:space="preserve"> 5 </w:t>
      </w:r>
      <w:r w:rsidR="00126FBA" w:rsidRPr="00DB6B4D">
        <w:rPr>
          <w:sz w:val="28"/>
          <w:szCs w:val="28"/>
        </w:rPr>
        <w:t>слова «в пункте 4» заменить словами «в пунктах 4</w:t>
      </w:r>
      <w:r w:rsidR="00A467C4">
        <w:rPr>
          <w:sz w:val="28"/>
          <w:szCs w:val="28"/>
        </w:rPr>
        <w:t xml:space="preserve"> и</w:t>
      </w:r>
      <w:r w:rsidR="00126FBA" w:rsidRPr="00DB6B4D">
        <w:rPr>
          <w:sz w:val="28"/>
          <w:szCs w:val="28"/>
        </w:rPr>
        <w:t xml:space="preserve"> 10»;</w:t>
      </w:r>
    </w:p>
    <w:p w:rsidR="00954223" w:rsidRPr="00DB6B4D" w:rsidRDefault="00954223" w:rsidP="00954223">
      <w:pPr>
        <w:ind w:firstLine="709"/>
        <w:jc w:val="both"/>
        <w:rPr>
          <w:sz w:val="28"/>
          <w:szCs w:val="28"/>
        </w:rPr>
      </w:pPr>
      <w:r w:rsidRPr="00DB6B4D">
        <w:rPr>
          <w:sz w:val="28"/>
          <w:szCs w:val="28"/>
        </w:rPr>
        <w:t xml:space="preserve">в) </w:t>
      </w:r>
      <w:r w:rsidR="00126FBA" w:rsidRPr="00DB6B4D">
        <w:rPr>
          <w:sz w:val="28"/>
          <w:szCs w:val="28"/>
        </w:rPr>
        <w:t>д</w:t>
      </w:r>
      <w:r w:rsidRPr="00DB6B4D">
        <w:rPr>
          <w:sz w:val="28"/>
          <w:szCs w:val="28"/>
        </w:rPr>
        <w:t>ополнить пунктами</w:t>
      </w:r>
      <w:r w:rsidR="00126FBA" w:rsidRPr="00DB6B4D">
        <w:rPr>
          <w:sz w:val="28"/>
          <w:szCs w:val="28"/>
        </w:rPr>
        <w:t xml:space="preserve"> 10 и 11 следующего содержания</w:t>
      </w:r>
      <w:r w:rsidRPr="00DB6B4D">
        <w:rPr>
          <w:sz w:val="28"/>
          <w:szCs w:val="28"/>
        </w:rPr>
        <w:t>:</w:t>
      </w:r>
    </w:p>
    <w:p w:rsidR="00954223" w:rsidRPr="00DB6B4D" w:rsidRDefault="00126FBA" w:rsidP="00954223">
      <w:pPr>
        <w:ind w:firstLine="709"/>
        <w:jc w:val="both"/>
        <w:rPr>
          <w:sz w:val="28"/>
          <w:szCs w:val="28"/>
        </w:rPr>
      </w:pPr>
      <w:r w:rsidRPr="00DB6B4D">
        <w:rPr>
          <w:sz w:val="28"/>
          <w:szCs w:val="28"/>
        </w:rPr>
        <w:t>«</w:t>
      </w:r>
      <w:r w:rsidR="00954223" w:rsidRPr="00DB6B4D">
        <w:rPr>
          <w:sz w:val="28"/>
          <w:szCs w:val="28"/>
        </w:rPr>
        <w:t>1</w:t>
      </w:r>
      <w:r w:rsidRPr="00DB6B4D">
        <w:rPr>
          <w:sz w:val="28"/>
          <w:szCs w:val="28"/>
        </w:rPr>
        <w:t>0</w:t>
      </w:r>
      <w:r w:rsidR="00954223" w:rsidRPr="00DB6B4D">
        <w:rPr>
          <w:sz w:val="28"/>
          <w:szCs w:val="28"/>
        </w:rPr>
        <w:t xml:space="preserve">) субсидия </w:t>
      </w:r>
      <w:r w:rsidRPr="00DB6B4D">
        <w:rPr>
          <w:sz w:val="28"/>
          <w:szCs w:val="28"/>
        </w:rPr>
        <w:t xml:space="preserve">на капитальный ремонт объектов теплоснабжения, водоснабжения и водоотведения </w:t>
      </w:r>
      <w:r w:rsidR="00954223" w:rsidRPr="00DB6B4D">
        <w:rPr>
          <w:sz w:val="28"/>
          <w:szCs w:val="28"/>
        </w:rPr>
        <w:t xml:space="preserve">государственному предприятию Ярославской области </w:t>
      </w:r>
      <w:r w:rsidRPr="00DB6B4D">
        <w:rPr>
          <w:sz w:val="28"/>
          <w:szCs w:val="28"/>
        </w:rPr>
        <w:t>«</w:t>
      </w:r>
      <w:r w:rsidR="00954223" w:rsidRPr="00DB6B4D">
        <w:rPr>
          <w:sz w:val="28"/>
          <w:szCs w:val="28"/>
        </w:rPr>
        <w:t>Ярославский областной водоканал</w:t>
      </w:r>
      <w:r w:rsidRPr="00DB6B4D">
        <w:rPr>
          <w:sz w:val="28"/>
          <w:szCs w:val="28"/>
        </w:rPr>
        <w:t>»</w:t>
      </w:r>
      <w:r w:rsidR="00954223" w:rsidRPr="00DB6B4D">
        <w:rPr>
          <w:sz w:val="28"/>
          <w:szCs w:val="28"/>
        </w:rPr>
        <w:t>;</w:t>
      </w:r>
    </w:p>
    <w:p w:rsidR="00954223" w:rsidRPr="00DB6B4D" w:rsidRDefault="00126FBA" w:rsidP="00954223">
      <w:pPr>
        <w:ind w:firstLine="709"/>
        <w:jc w:val="both"/>
        <w:rPr>
          <w:sz w:val="28"/>
          <w:szCs w:val="28"/>
        </w:rPr>
      </w:pPr>
      <w:r w:rsidRPr="00DB6B4D">
        <w:rPr>
          <w:sz w:val="28"/>
          <w:szCs w:val="28"/>
        </w:rPr>
        <w:t>11</w:t>
      </w:r>
      <w:r w:rsidR="00954223" w:rsidRPr="00DB6B4D">
        <w:rPr>
          <w:sz w:val="28"/>
          <w:szCs w:val="28"/>
        </w:rPr>
        <w:t xml:space="preserve">) </w:t>
      </w:r>
      <w:r w:rsidRPr="00DB6B4D">
        <w:rPr>
          <w:sz w:val="28"/>
          <w:szCs w:val="28"/>
        </w:rPr>
        <w:t>с</w:t>
      </w:r>
      <w:r w:rsidR="00954223" w:rsidRPr="00DB6B4D">
        <w:rPr>
          <w:sz w:val="28"/>
          <w:szCs w:val="28"/>
        </w:rPr>
        <w:t xml:space="preserve">убсидия на оказание финансовой помощи акционерному обществу </w:t>
      </w:r>
      <w:r w:rsidRPr="00DB6B4D">
        <w:rPr>
          <w:sz w:val="28"/>
          <w:szCs w:val="28"/>
        </w:rPr>
        <w:t>«</w:t>
      </w:r>
      <w:r w:rsidR="00954223" w:rsidRPr="00DB6B4D">
        <w:rPr>
          <w:sz w:val="28"/>
          <w:szCs w:val="28"/>
        </w:rPr>
        <w:t>Даниловское жилищно-коммунальное хозяйство</w:t>
      </w:r>
      <w:r w:rsidRPr="00DB6B4D">
        <w:rPr>
          <w:sz w:val="28"/>
          <w:szCs w:val="28"/>
        </w:rPr>
        <w:t>»</w:t>
      </w:r>
      <w:r w:rsidR="00954223" w:rsidRPr="00DB6B4D">
        <w:rPr>
          <w:sz w:val="28"/>
          <w:szCs w:val="28"/>
        </w:rPr>
        <w:t xml:space="preserve"> в целях предупреждения банкротства и восстановления платежеспособности</w:t>
      </w:r>
      <w:r w:rsidR="0057302F">
        <w:rPr>
          <w:sz w:val="28"/>
          <w:szCs w:val="28"/>
        </w:rPr>
        <w:t>.</w:t>
      </w:r>
      <w:r w:rsidRPr="00DB6B4D">
        <w:rPr>
          <w:sz w:val="28"/>
          <w:szCs w:val="28"/>
        </w:rPr>
        <w:t>»</w:t>
      </w:r>
      <w:r w:rsidR="0057302F">
        <w:rPr>
          <w:sz w:val="28"/>
          <w:szCs w:val="28"/>
        </w:rPr>
        <w:t>;</w:t>
      </w:r>
    </w:p>
    <w:p w:rsidR="000674AE" w:rsidRPr="00DB6B4D" w:rsidRDefault="00DB6B4D" w:rsidP="00CF43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674AE" w:rsidRPr="00DB6B4D">
        <w:rPr>
          <w:sz w:val="28"/>
          <w:szCs w:val="28"/>
        </w:rPr>
        <w:t>) статью 28 дополнить пунктом 6 следующего содержания:</w:t>
      </w:r>
    </w:p>
    <w:p w:rsidR="000674AE" w:rsidRPr="00336429" w:rsidRDefault="008765FF" w:rsidP="00CF43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6B4D">
        <w:rPr>
          <w:sz w:val="28"/>
          <w:szCs w:val="28"/>
        </w:rPr>
        <w:t xml:space="preserve">«6) </w:t>
      </w:r>
      <w:r w:rsidR="000674AE" w:rsidRPr="00DB6B4D">
        <w:rPr>
          <w:sz w:val="28"/>
          <w:szCs w:val="28"/>
        </w:rPr>
        <w:t>перераспределени</w:t>
      </w:r>
      <w:r w:rsidRPr="00DB6B4D">
        <w:rPr>
          <w:sz w:val="28"/>
          <w:szCs w:val="28"/>
        </w:rPr>
        <w:t>е</w:t>
      </w:r>
      <w:r w:rsidR="000674AE" w:rsidRPr="00DB6B4D">
        <w:rPr>
          <w:sz w:val="28"/>
          <w:szCs w:val="28"/>
        </w:rPr>
        <w:t xml:space="preserve"> бюджетных ассигнований, направленных на финансовое обеспечение мероприятий за счет средств, высвобождаемых в рамках списания двух третей задолженности Ярославской области перед Российской Федерацией по отдельным бюджетным кредитам.»;</w:t>
      </w:r>
    </w:p>
    <w:p w:rsidR="00416A06" w:rsidRDefault="00A25DD2" w:rsidP="00416A0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5263E8" w:rsidRPr="00A31F39">
        <w:rPr>
          <w:sz w:val="28"/>
          <w:szCs w:val="28"/>
        </w:rPr>
        <w:t xml:space="preserve">) </w:t>
      </w:r>
      <w:r w:rsidR="00416A06" w:rsidRPr="00A31F39">
        <w:rPr>
          <w:sz w:val="28"/>
          <w:szCs w:val="28"/>
        </w:rPr>
        <w:t xml:space="preserve">приложения </w:t>
      </w:r>
      <w:r w:rsidR="00896BEA">
        <w:rPr>
          <w:sz w:val="28"/>
          <w:szCs w:val="28"/>
        </w:rPr>
        <w:t>1, 4 – 11</w:t>
      </w:r>
      <w:r w:rsidR="00416A06" w:rsidRPr="00A31F39">
        <w:rPr>
          <w:sz w:val="28"/>
          <w:szCs w:val="28"/>
        </w:rPr>
        <w:t xml:space="preserve"> изложить в редакции приложений 1 – </w:t>
      </w:r>
      <w:r w:rsidR="00896BEA">
        <w:rPr>
          <w:sz w:val="28"/>
          <w:szCs w:val="28"/>
        </w:rPr>
        <w:t>9</w:t>
      </w:r>
      <w:r w:rsidR="00416A06" w:rsidRPr="00A31F39">
        <w:rPr>
          <w:sz w:val="28"/>
          <w:szCs w:val="28"/>
        </w:rPr>
        <w:t xml:space="preserve"> </w:t>
      </w:r>
      <w:r w:rsidR="00181E9C" w:rsidRPr="00A31F39">
        <w:rPr>
          <w:sz w:val="28"/>
          <w:szCs w:val="28"/>
        </w:rPr>
        <w:t>к </w:t>
      </w:r>
      <w:r w:rsidR="00416A06" w:rsidRPr="00A31F39">
        <w:rPr>
          <w:sz w:val="28"/>
          <w:szCs w:val="28"/>
        </w:rPr>
        <w:t>настоящему Закону соответственно;</w:t>
      </w:r>
    </w:p>
    <w:p w:rsidR="00047211" w:rsidRPr="00A31F39" w:rsidRDefault="00A25DD2" w:rsidP="00885683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047211" w:rsidRPr="00A31F39">
        <w:rPr>
          <w:sz w:val="28"/>
          <w:szCs w:val="28"/>
        </w:rPr>
        <w:t xml:space="preserve">) </w:t>
      </w:r>
      <w:r w:rsidR="001D3CA4" w:rsidRPr="00A31F39">
        <w:rPr>
          <w:sz w:val="28"/>
          <w:szCs w:val="28"/>
        </w:rPr>
        <w:t>в приложении 16:</w:t>
      </w:r>
    </w:p>
    <w:p w:rsidR="001D3CA4" w:rsidRDefault="001D3CA4" w:rsidP="00945BB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A31F39">
        <w:rPr>
          <w:sz w:val="28"/>
          <w:szCs w:val="28"/>
        </w:rPr>
        <w:t xml:space="preserve">а) </w:t>
      </w:r>
      <w:r w:rsidR="00A45ECE" w:rsidRPr="00A31F39">
        <w:rPr>
          <w:sz w:val="28"/>
          <w:szCs w:val="28"/>
        </w:rPr>
        <w:t xml:space="preserve">пункты </w:t>
      </w:r>
      <w:r w:rsidR="00611EC4">
        <w:rPr>
          <w:sz w:val="28"/>
          <w:szCs w:val="28"/>
        </w:rPr>
        <w:t xml:space="preserve">12, </w:t>
      </w:r>
      <w:r w:rsidR="00896BEA">
        <w:rPr>
          <w:sz w:val="28"/>
          <w:szCs w:val="28"/>
        </w:rPr>
        <w:t>19, 21, 25, 28, 29, 32, 52, 53, 55, 57 и вновь вводимые пункты 64 – 6</w:t>
      </w:r>
      <w:r w:rsidR="002F1038">
        <w:rPr>
          <w:sz w:val="28"/>
          <w:szCs w:val="28"/>
        </w:rPr>
        <w:t>7</w:t>
      </w:r>
      <w:r w:rsidR="00896BEA">
        <w:rPr>
          <w:sz w:val="28"/>
          <w:szCs w:val="28"/>
        </w:rPr>
        <w:t xml:space="preserve"> </w:t>
      </w:r>
      <w:r w:rsidR="00F27C16" w:rsidRPr="00A31F39">
        <w:rPr>
          <w:sz w:val="28"/>
          <w:szCs w:val="28"/>
        </w:rPr>
        <w:t>и</w:t>
      </w:r>
      <w:r w:rsidRPr="00A31F39">
        <w:rPr>
          <w:sz w:val="28"/>
          <w:szCs w:val="28"/>
        </w:rPr>
        <w:t>зложить в редакции приложения </w:t>
      </w:r>
      <w:r w:rsidR="00896BEA">
        <w:rPr>
          <w:sz w:val="28"/>
          <w:szCs w:val="28"/>
        </w:rPr>
        <w:t>10</w:t>
      </w:r>
      <w:r w:rsidRPr="00A31F39">
        <w:rPr>
          <w:sz w:val="28"/>
          <w:szCs w:val="28"/>
        </w:rPr>
        <w:t xml:space="preserve"> к настоящему Закону;</w:t>
      </w:r>
      <w:r w:rsidR="008466C0" w:rsidRPr="00A31F39">
        <w:rPr>
          <w:sz w:val="28"/>
          <w:szCs w:val="28"/>
        </w:rPr>
        <w:t xml:space="preserve"> </w:t>
      </w:r>
    </w:p>
    <w:p w:rsidR="001E37F2" w:rsidRPr="00A31F39" w:rsidRDefault="00383724" w:rsidP="001D3CA4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A31F39">
        <w:rPr>
          <w:sz w:val="28"/>
          <w:szCs w:val="28"/>
        </w:rPr>
        <w:t>б</w:t>
      </w:r>
      <w:r w:rsidR="001A5F68" w:rsidRPr="00A31F39">
        <w:rPr>
          <w:sz w:val="28"/>
          <w:szCs w:val="28"/>
        </w:rPr>
        <w:t xml:space="preserve">) </w:t>
      </w:r>
      <w:r w:rsidR="001E37F2" w:rsidRPr="00A31F39">
        <w:rPr>
          <w:sz w:val="28"/>
          <w:szCs w:val="28"/>
        </w:rPr>
        <w:t xml:space="preserve">пункт </w:t>
      </w:r>
      <w:r w:rsidR="00E12D69">
        <w:rPr>
          <w:sz w:val="28"/>
          <w:szCs w:val="28"/>
        </w:rPr>
        <w:t>27</w:t>
      </w:r>
      <w:r w:rsidR="005718D0">
        <w:rPr>
          <w:sz w:val="28"/>
          <w:szCs w:val="28"/>
        </w:rPr>
        <w:t xml:space="preserve"> </w:t>
      </w:r>
      <w:r w:rsidR="001E37F2" w:rsidRPr="00A31F39">
        <w:rPr>
          <w:sz w:val="28"/>
          <w:szCs w:val="28"/>
        </w:rPr>
        <w:t>признать утратившим силу;</w:t>
      </w:r>
    </w:p>
    <w:p w:rsidR="001D3CA4" w:rsidRPr="00A31F39" w:rsidRDefault="001E37F2" w:rsidP="001D3CA4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A31F39">
        <w:rPr>
          <w:sz w:val="28"/>
          <w:szCs w:val="28"/>
        </w:rPr>
        <w:t xml:space="preserve">в) </w:t>
      </w:r>
      <w:r w:rsidR="001D3CA4" w:rsidRPr="00A31F39">
        <w:rPr>
          <w:sz w:val="28"/>
          <w:szCs w:val="28"/>
        </w:rPr>
        <w:t>в строке «Итого» цифры «</w:t>
      </w:r>
      <w:r w:rsidR="005718D0">
        <w:rPr>
          <w:sz w:val="28"/>
          <w:szCs w:val="28"/>
        </w:rPr>
        <w:t>12 213 765 655</w:t>
      </w:r>
      <w:r w:rsidR="001D3CA4" w:rsidRPr="00A31F39">
        <w:rPr>
          <w:sz w:val="28"/>
          <w:szCs w:val="28"/>
        </w:rPr>
        <w:t>» заменить цифрами «</w:t>
      </w:r>
      <w:r w:rsidR="005718D0">
        <w:rPr>
          <w:sz w:val="28"/>
          <w:szCs w:val="28"/>
        </w:rPr>
        <w:t>11 942 147 828</w:t>
      </w:r>
      <w:r w:rsidR="001D3CA4" w:rsidRPr="00A31F39">
        <w:rPr>
          <w:sz w:val="28"/>
          <w:szCs w:val="28"/>
        </w:rPr>
        <w:t>»;</w:t>
      </w:r>
    </w:p>
    <w:p w:rsidR="001E37F2" w:rsidRPr="00A31F39" w:rsidRDefault="00A25DD2" w:rsidP="001E37F2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8C6367" w:rsidRPr="00A31F39">
        <w:rPr>
          <w:sz w:val="28"/>
          <w:szCs w:val="28"/>
        </w:rPr>
        <w:t>) в приложении 17:</w:t>
      </w:r>
    </w:p>
    <w:p w:rsidR="006418FB" w:rsidRPr="00A31F39" w:rsidRDefault="008C6367" w:rsidP="008C6367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A31F39">
        <w:rPr>
          <w:sz w:val="28"/>
          <w:szCs w:val="28"/>
        </w:rPr>
        <w:t xml:space="preserve">а) </w:t>
      </w:r>
      <w:r w:rsidR="00E865DC">
        <w:rPr>
          <w:sz w:val="28"/>
          <w:szCs w:val="28"/>
        </w:rPr>
        <w:t xml:space="preserve">пункты </w:t>
      </w:r>
      <w:r w:rsidR="005718D0">
        <w:rPr>
          <w:sz w:val="28"/>
          <w:szCs w:val="28"/>
        </w:rPr>
        <w:t>7, 1</w:t>
      </w:r>
      <w:r w:rsidR="00337489">
        <w:rPr>
          <w:sz w:val="28"/>
          <w:szCs w:val="28"/>
        </w:rPr>
        <w:t>3</w:t>
      </w:r>
      <w:r w:rsidR="005718D0">
        <w:rPr>
          <w:sz w:val="28"/>
          <w:szCs w:val="28"/>
        </w:rPr>
        <w:t xml:space="preserve">, 28, </w:t>
      </w:r>
      <w:r w:rsidR="00713A21">
        <w:rPr>
          <w:sz w:val="28"/>
          <w:szCs w:val="28"/>
        </w:rPr>
        <w:t xml:space="preserve">38, </w:t>
      </w:r>
      <w:r w:rsidR="005718D0">
        <w:rPr>
          <w:sz w:val="28"/>
          <w:szCs w:val="28"/>
        </w:rPr>
        <w:t>41</w:t>
      </w:r>
      <w:r w:rsidR="00E865DC">
        <w:rPr>
          <w:sz w:val="28"/>
          <w:szCs w:val="28"/>
        </w:rPr>
        <w:t xml:space="preserve"> и </w:t>
      </w:r>
      <w:r w:rsidR="0095553C" w:rsidRPr="00A31F39">
        <w:rPr>
          <w:sz w:val="28"/>
          <w:szCs w:val="28"/>
        </w:rPr>
        <w:t>вновь вводимы</w:t>
      </w:r>
      <w:r w:rsidR="00E865DC">
        <w:rPr>
          <w:sz w:val="28"/>
          <w:szCs w:val="28"/>
        </w:rPr>
        <w:t>й</w:t>
      </w:r>
      <w:r w:rsidR="0095553C" w:rsidRPr="00A31F39">
        <w:rPr>
          <w:sz w:val="28"/>
          <w:szCs w:val="28"/>
        </w:rPr>
        <w:t xml:space="preserve"> </w:t>
      </w:r>
      <w:r w:rsidR="000D747A">
        <w:rPr>
          <w:sz w:val="28"/>
          <w:szCs w:val="28"/>
        </w:rPr>
        <w:t xml:space="preserve">пункт </w:t>
      </w:r>
      <w:r w:rsidR="0095553C" w:rsidRPr="00A31F39">
        <w:rPr>
          <w:sz w:val="28"/>
          <w:szCs w:val="28"/>
        </w:rPr>
        <w:t>4</w:t>
      </w:r>
      <w:r w:rsidR="005718D0">
        <w:rPr>
          <w:sz w:val="28"/>
          <w:szCs w:val="28"/>
        </w:rPr>
        <w:t>7</w:t>
      </w:r>
      <w:r w:rsidR="0095553C" w:rsidRPr="00A31F39">
        <w:rPr>
          <w:sz w:val="28"/>
          <w:szCs w:val="28"/>
        </w:rPr>
        <w:t xml:space="preserve"> </w:t>
      </w:r>
      <w:r w:rsidR="00305CAC" w:rsidRPr="00A31F39">
        <w:rPr>
          <w:sz w:val="28"/>
          <w:szCs w:val="28"/>
        </w:rPr>
        <w:t xml:space="preserve">изложить в редакции приложения </w:t>
      </w:r>
      <w:r w:rsidR="005718D0">
        <w:rPr>
          <w:sz w:val="28"/>
          <w:szCs w:val="28"/>
        </w:rPr>
        <w:t>11</w:t>
      </w:r>
      <w:r w:rsidR="00305CAC" w:rsidRPr="00A31F39">
        <w:rPr>
          <w:sz w:val="28"/>
          <w:szCs w:val="28"/>
        </w:rPr>
        <w:t xml:space="preserve"> к настоящему Закону</w:t>
      </w:r>
      <w:r w:rsidR="00693C04" w:rsidRPr="00A31F39">
        <w:rPr>
          <w:sz w:val="28"/>
          <w:szCs w:val="28"/>
        </w:rPr>
        <w:t>;</w:t>
      </w:r>
      <w:r w:rsidR="006418FB" w:rsidRPr="00A31F39">
        <w:rPr>
          <w:sz w:val="28"/>
          <w:szCs w:val="28"/>
        </w:rPr>
        <w:t xml:space="preserve"> </w:t>
      </w:r>
    </w:p>
    <w:p w:rsidR="005718D0" w:rsidRPr="00A31F39" w:rsidRDefault="005718D0" w:rsidP="005718D0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A31F39">
        <w:rPr>
          <w:sz w:val="28"/>
          <w:szCs w:val="28"/>
        </w:rPr>
        <w:t>б) пункт</w:t>
      </w:r>
      <w:r>
        <w:rPr>
          <w:sz w:val="28"/>
          <w:szCs w:val="28"/>
        </w:rPr>
        <w:t xml:space="preserve"> 21 </w:t>
      </w:r>
      <w:r w:rsidRPr="00A31F39">
        <w:rPr>
          <w:sz w:val="28"/>
          <w:szCs w:val="28"/>
        </w:rPr>
        <w:t xml:space="preserve">признать </w:t>
      </w:r>
      <w:r w:rsidR="00367BE1">
        <w:rPr>
          <w:sz w:val="28"/>
          <w:szCs w:val="28"/>
        </w:rPr>
        <w:t>утратившим</w:t>
      </w:r>
      <w:bookmarkStart w:id="0" w:name="_GoBack"/>
      <w:bookmarkEnd w:id="0"/>
      <w:r w:rsidRPr="00A31F39">
        <w:rPr>
          <w:sz w:val="28"/>
          <w:szCs w:val="28"/>
        </w:rPr>
        <w:t xml:space="preserve"> силу;</w:t>
      </w:r>
    </w:p>
    <w:p w:rsidR="008C6367" w:rsidRPr="00A31F39" w:rsidRDefault="005718D0" w:rsidP="008C6367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8C6367" w:rsidRPr="00A31F39">
        <w:rPr>
          <w:sz w:val="28"/>
          <w:szCs w:val="28"/>
        </w:rPr>
        <w:t>в строке «Итого» цифры «</w:t>
      </w:r>
      <w:r>
        <w:rPr>
          <w:sz w:val="28"/>
          <w:szCs w:val="28"/>
        </w:rPr>
        <w:t>10 096 270 771</w:t>
      </w:r>
      <w:r w:rsidR="008C6367" w:rsidRPr="00A31F39">
        <w:rPr>
          <w:sz w:val="28"/>
          <w:szCs w:val="28"/>
        </w:rPr>
        <w:t>»</w:t>
      </w:r>
      <w:r>
        <w:rPr>
          <w:sz w:val="28"/>
          <w:szCs w:val="28"/>
        </w:rPr>
        <w:t xml:space="preserve"> и «7 294 956 019»</w:t>
      </w:r>
      <w:r w:rsidR="001E37F2" w:rsidRPr="00A31F39">
        <w:rPr>
          <w:sz w:val="28"/>
          <w:szCs w:val="28"/>
        </w:rPr>
        <w:t xml:space="preserve"> </w:t>
      </w:r>
      <w:r w:rsidR="00D13B36">
        <w:rPr>
          <w:sz w:val="28"/>
          <w:szCs w:val="28"/>
        </w:rPr>
        <w:t>заменить</w:t>
      </w:r>
      <w:r w:rsidR="00D253D0" w:rsidRPr="00A31F39">
        <w:rPr>
          <w:sz w:val="28"/>
          <w:szCs w:val="28"/>
        </w:rPr>
        <w:t xml:space="preserve"> </w:t>
      </w:r>
      <w:r w:rsidR="008C6367" w:rsidRPr="00A31F39">
        <w:rPr>
          <w:sz w:val="28"/>
          <w:szCs w:val="28"/>
        </w:rPr>
        <w:t xml:space="preserve">цифрами </w:t>
      </w:r>
      <w:r w:rsidR="00161BC7" w:rsidRPr="00A31F39">
        <w:rPr>
          <w:sz w:val="28"/>
          <w:szCs w:val="28"/>
        </w:rPr>
        <w:t>«</w:t>
      </w:r>
      <w:r>
        <w:rPr>
          <w:sz w:val="28"/>
          <w:szCs w:val="28"/>
        </w:rPr>
        <w:t>9 835 388 236</w:t>
      </w:r>
      <w:r w:rsidR="00161BC7" w:rsidRPr="00A31F39">
        <w:rPr>
          <w:sz w:val="28"/>
          <w:szCs w:val="28"/>
        </w:rPr>
        <w:t>»</w:t>
      </w:r>
      <w:r>
        <w:rPr>
          <w:sz w:val="28"/>
          <w:szCs w:val="28"/>
        </w:rPr>
        <w:t xml:space="preserve"> и «7 512 787 706» соответственно</w:t>
      </w:r>
      <w:r w:rsidR="008C6367" w:rsidRPr="00A31F39">
        <w:rPr>
          <w:sz w:val="28"/>
          <w:szCs w:val="28"/>
        </w:rPr>
        <w:t>;</w:t>
      </w:r>
    </w:p>
    <w:p w:rsidR="00660BEF" w:rsidRPr="00A31F39" w:rsidRDefault="00A25DD2" w:rsidP="00660BEF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5DD2">
        <w:rPr>
          <w:sz w:val="28"/>
          <w:szCs w:val="28"/>
        </w:rPr>
        <w:t>10</w:t>
      </w:r>
      <w:r w:rsidR="00660BEF" w:rsidRPr="00A25DD2">
        <w:rPr>
          <w:sz w:val="28"/>
          <w:szCs w:val="28"/>
        </w:rPr>
        <w:t>) в приложении 18:</w:t>
      </w:r>
    </w:p>
    <w:p w:rsidR="001E37F2" w:rsidRPr="00A31F39" w:rsidRDefault="001E37F2" w:rsidP="001E37F2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A31F39">
        <w:rPr>
          <w:sz w:val="28"/>
          <w:szCs w:val="28"/>
        </w:rPr>
        <w:t xml:space="preserve">а) пункты </w:t>
      </w:r>
      <w:r w:rsidR="005718D0">
        <w:rPr>
          <w:sz w:val="28"/>
          <w:szCs w:val="28"/>
        </w:rPr>
        <w:t>1, 4, 10, 15, 16, 18 и вновь вводимый пункт 31</w:t>
      </w:r>
      <w:r w:rsidR="00A25DD2" w:rsidRPr="000F21A4">
        <w:rPr>
          <w:sz w:val="28"/>
          <w:szCs w:val="28"/>
        </w:rPr>
        <w:t xml:space="preserve"> изл</w:t>
      </w:r>
      <w:r w:rsidRPr="000F21A4">
        <w:rPr>
          <w:sz w:val="28"/>
          <w:szCs w:val="28"/>
        </w:rPr>
        <w:t>ожить</w:t>
      </w:r>
      <w:r w:rsidRPr="00A31F39">
        <w:rPr>
          <w:sz w:val="28"/>
          <w:szCs w:val="28"/>
        </w:rPr>
        <w:t xml:space="preserve"> в редакции приложения </w:t>
      </w:r>
      <w:r w:rsidR="005718D0">
        <w:rPr>
          <w:sz w:val="28"/>
          <w:szCs w:val="28"/>
        </w:rPr>
        <w:t>12</w:t>
      </w:r>
      <w:r w:rsidRPr="00A31F39">
        <w:rPr>
          <w:sz w:val="28"/>
          <w:szCs w:val="28"/>
        </w:rPr>
        <w:t xml:space="preserve"> к настоящему Закону; </w:t>
      </w:r>
    </w:p>
    <w:p w:rsidR="001E37F2" w:rsidRDefault="001E37F2" w:rsidP="001E37F2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A31F39">
        <w:rPr>
          <w:sz w:val="28"/>
          <w:szCs w:val="28"/>
        </w:rPr>
        <w:t>б) в строке «Итого» цифры «</w:t>
      </w:r>
      <w:r w:rsidR="005718D0">
        <w:rPr>
          <w:sz w:val="28"/>
          <w:szCs w:val="28"/>
        </w:rPr>
        <w:t>30 320 167 300</w:t>
      </w:r>
      <w:r w:rsidRPr="00A31F39">
        <w:rPr>
          <w:sz w:val="28"/>
          <w:szCs w:val="28"/>
        </w:rPr>
        <w:t>» заменить цифрами «</w:t>
      </w:r>
      <w:r w:rsidR="005718D0">
        <w:rPr>
          <w:sz w:val="28"/>
          <w:szCs w:val="28"/>
        </w:rPr>
        <w:t>30 359 389 241</w:t>
      </w:r>
      <w:r w:rsidRPr="00A31F39">
        <w:rPr>
          <w:sz w:val="28"/>
          <w:szCs w:val="28"/>
        </w:rPr>
        <w:t>»;</w:t>
      </w:r>
    </w:p>
    <w:p w:rsidR="0014260C" w:rsidRPr="000F21A4" w:rsidRDefault="0014260C" w:rsidP="001E37F2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0F21A4">
        <w:rPr>
          <w:sz w:val="28"/>
          <w:szCs w:val="28"/>
        </w:rPr>
        <w:t>11) в приложении 19:</w:t>
      </w:r>
    </w:p>
    <w:p w:rsidR="005718D0" w:rsidRPr="00A31F39" w:rsidRDefault="0014260C" w:rsidP="005718D0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0F21A4">
        <w:rPr>
          <w:sz w:val="28"/>
          <w:szCs w:val="28"/>
        </w:rPr>
        <w:t xml:space="preserve">а) </w:t>
      </w:r>
      <w:r w:rsidR="005718D0" w:rsidRPr="00A31F39">
        <w:rPr>
          <w:sz w:val="28"/>
          <w:szCs w:val="28"/>
        </w:rPr>
        <w:t xml:space="preserve">пункты </w:t>
      </w:r>
      <w:r w:rsidR="005718D0">
        <w:rPr>
          <w:sz w:val="28"/>
          <w:szCs w:val="28"/>
        </w:rPr>
        <w:t>10, 15, 16 и вновь вводимый пункт 31</w:t>
      </w:r>
      <w:r w:rsidR="005718D0" w:rsidRPr="000F21A4">
        <w:rPr>
          <w:sz w:val="28"/>
          <w:szCs w:val="28"/>
        </w:rPr>
        <w:t xml:space="preserve"> изложить</w:t>
      </w:r>
      <w:r w:rsidR="005718D0" w:rsidRPr="00A31F39">
        <w:rPr>
          <w:sz w:val="28"/>
          <w:szCs w:val="28"/>
        </w:rPr>
        <w:t xml:space="preserve"> в редакции приложения </w:t>
      </w:r>
      <w:r w:rsidR="005718D0">
        <w:rPr>
          <w:sz w:val="28"/>
          <w:szCs w:val="28"/>
        </w:rPr>
        <w:t>13</w:t>
      </w:r>
      <w:r w:rsidR="005718D0" w:rsidRPr="00A31F39">
        <w:rPr>
          <w:sz w:val="28"/>
          <w:szCs w:val="28"/>
        </w:rPr>
        <w:t xml:space="preserve"> к настоящему Закону; </w:t>
      </w:r>
    </w:p>
    <w:p w:rsidR="005718D0" w:rsidRPr="00A31F39" w:rsidRDefault="005718D0" w:rsidP="005718D0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б) </w:t>
      </w:r>
      <w:r w:rsidRPr="00A31F39">
        <w:rPr>
          <w:sz w:val="28"/>
          <w:szCs w:val="28"/>
        </w:rPr>
        <w:t>в строке «Итого» цифры «</w:t>
      </w:r>
      <w:r>
        <w:rPr>
          <w:sz w:val="28"/>
          <w:szCs w:val="28"/>
        </w:rPr>
        <w:t>30 461 912 970</w:t>
      </w:r>
      <w:r w:rsidRPr="00A31F39">
        <w:rPr>
          <w:sz w:val="28"/>
          <w:szCs w:val="28"/>
        </w:rPr>
        <w:t>»</w:t>
      </w:r>
      <w:r>
        <w:rPr>
          <w:sz w:val="28"/>
          <w:szCs w:val="28"/>
        </w:rPr>
        <w:t xml:space="preserve"> и «30 668 037 930»</w:t>
      </w:r>
      <w:r w:rsidRPr="00A31F39">
        <w:rPr>
          <w:sz w:val="28"/>
          <w:szCs w:val="28"/>
        </w:rPr>
        <w:t xml:space="preserve"> </w:t>
      </w:r>
      <w:r>
        <w:rPr>
          <w:sz w:val="28"/>
          <w:szCs w:val="28"/>
        </w:rPr>
        <w:t>заменить</w:t>
      </w:r>
      <w:r w:rsidRPr="00A31F39">
        <w:rPr>
          <w:sz w:val="28"/>
          <w:szCs w:val="28"/>
        </w:rPr>
        <w:t xml:space="preserve"> цифрами «</w:t>
      </w:r>
      <w:r>
        <w:rPr>
          <w:sz w:val="28"/>
          <w:szCs w:val="28"/>
        </w:rPr>
        <w:t>30 599 794 441</w:t>
      </w:r>
      <w:r w:rsidRPr="00A31F39">
        <w:rPr>
          <w:sz w:val="28"/>
          <w:szCs w:val="28"/>
        </w:rPr>
        <w:t>»</w:t>
      </w:r>
      <w:r>
        <w:rPr>
          <w:sz w:val="28"/>
          <w:szCs w:val="28"/>
        </w:rPr>
        <w:t xml:space="preserve"> и «30 805 874 868» соответственно</w:t>
      </w:r>
      <w:r w:rsidRPr="00A31F39">
        <w:rPr>
          <w:sz w:val="28"/>
          <w:szCs w:val="28"/>
        </w:rPr>
        <w:t>;</w:t>
      </w:r>
    </w:p>
    <w:p w:rsidR="00660BEF" w:rsidRPr="000F21A4" w:rsidRDefault="008C1F5D" w:rsidP="00660BEF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21A4">
        <w:rPr>
          <w:sz w:val="28"/>
          <w:szCs w:val="28"/>
        </w:rPr>
        <w:t>1</w:t>
      </w:r>
      <w:r w:rsidR="0014260C" w:rsidRPr="000F21A4">
        <w:rPr>
          <w:sz w:val="28"/>
          <w:szCs w:val="28"/>
        </w:rPr>
        <w:t>2</w:t>
      </w:r>
      <w:r w:rsidR="00660BEF" w:rsidRPr="000F21A4">
        <w:rPr>
          <w:sz w:val="28"/>
          <w:szCs w:val="28"/>
        </w:rPr>
        <w:t>) в приложении 20:</w:t>
      </w:r>
    </w:p>
    <w:p w:rsidR="00675CA3" w:rsidRPr="000F21A4" w:rsidRDefault="00675CA3" w:rsidP="00675CA3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0F21A4">
        <w:rPr>
          <w:sz w:val="28"/>
          <w:szCs w:val="28"/>
        </w:rPr>
        <w:t xml:space="preserve">а) пункты </w:t>
      </w:r>
      <w:r w:rsidR="005718D0">
        <w:rPr>
          <w:sz w:val="28"/>
          <w:szCs w:val="28"/>
        </w:rPr>
        <w:t xml:space="preserve">3, 4, 10 и вновь вводимые пункты 14 – 17 </w:t>
      </w:r>
      <w:r w:rsidRPr="000F21A4">
        <w:rPr>
          <w:sz w:val="28"/>
          <w:szCs w:val="28"/>
        </w:rPr>
        <w:t>изложить в редакции приложения 1</w:t>
      </w:r>
      <w:r w:rsidR="005718D0">
        <w:rPr>
          <w:sz w:val="28"/>
          <w:szCs w:val="28"/>
        </w:rPr>
        <w:t>4</w:t>
      </w:r>
      <w:r w:rsidRPr="000F21A4">
        <w:rPr>
          <w:sz w:val="28"/>
          <w:szCs w:val="28"/>
        </w:rPr>
        <w:t xml:space="preserve"> к настоящему Закону; </w:t>
      </w:r>
    </w:p>
    <w:p w:rsidR="00675CA3" w:rsidRDefault="00675CA3" w:rsidP="00675CA3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0F21A4">
        <w:rPr>
          <w:sz w:val="28"/>
          <w:szCs w:val="28"/>
        </w:rPr>
        <w:t>б) в строке «Итого» цифры «</w:t>
      </w:r>
      <w:r w:rsidR="009B598B">
        <w:rPr>
          <w:sz w:val="28"/>
          <w:szCs w:val="28"/>
        </w:rPr>
        <w:t>1 025 505 575</w:t>
      </w:r>
      <w:r w:rsidRPr="000F21A4">
        <w:rPr>
          <w:sz w:val="28"/>
          <w:szCs w:val="28"/>
        </w:rPr>
        <w:t>» заменить цифрами «</w:t>
      </w:r>
      <w:r w:rsidR="009B598B">
        <w:rPr>
          <w:sz w:val="28"/>
          <w:szCs w:val="28"/>
        </w:rPr>
        <w:t>1 373 061 164</w:t>
      </w:r>
      <w:r w:rsidRPr="000F21A4">
        <w:rPr>
          <w:sz w:val="28"/>
          <w:szCs w:val="28"/>
        </w:rPr>
        <w:t>»;</w:t>
      </w:r>
    </w:p>
    <w:p w:rsidR="009B598B" w:rsidRDefault="009B598B" w:rsidP="00675CA3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13) в приложении 21:</w:t>
      </w:r>
    </w:p>
    <w:p w:rsidR="009B598B" w:rsidRPr="000F21A4" w:rsidRDefault="009B598B" w:rsidP="009B598B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0F21A4">
        <w:rPr>
          <w:sz w:val="28"/>
          <w:szCs w:val="28"/>
        </w:rPr>
        <w:t>а) пункт</w:t>
      </w:r>
      <w:r>
        <w:rPr>
          <w:sz w:val="28"/>
          <w:szCs w:val="28"/>
        </w:rPr>
        <w:t xml:space="preserve"> 5 и вновь вводимые пункты 10 – 12 </w:t>
      </w:r>
      <w:r w:rsidRPr="000F21A4">
        <w:rPr>
          <w:sz w:val="28"/>
          <w:szCs w:val="28"/>
        </w:rPr>
        <w:t>изложить в редакции приложения 1</w:t>
      </w:r>
      <w:r>
        <w:rPr>
          <w:sz w:val="28"/>
          <w:szCs w:val="28"/>
        </w:rPr>
        <w:t>5</w:t>
      </w:r>
      <w:r w:rsidRPr="000F21A4">
        <w:rPr>
          <w:sz w:val="28"/>
          <w:szCs w:val="28"/>
        </w:rPr>
        <w:t xml:space="preserve"> к настоящему Закону; </w:t>
      </w:r>
    </w:p>
    <w:p w:rsidR="009B598B" w:rsidRDefault="009B598B" w:rsidP="009B598B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0F21A4">
        <w:rPr>
          <w:sz w:val="28"/>
          <w:szCs w:val="28"/>
        </w:rPr>
        <w:t>б) в строке «Итого» цифры «</w:t>
      </w:r>
      <w:r>
        <w:rPr>
          <w:sz w:val="28"/>
          <w:szCs w:val="28"/>
        </w:rPr>
        <w:t>947 686 575</w:t>
      </w:r>
      <w:r w:rsidRPr="000F21A4">
        <w:rPr>
          <w:sz w:val="28"/>
          <w:szCs w:val="28"/>
        </w:rPr>
        <w:t>»</w:t>
      </w:r>
      <w:r>
        <w:rPr>
          <w:sz w:val="28"/>
          <w:szCs w:val="28"/>
        </w:rPr>
        <w:t xml:space="preserve"> и «916 722 259»</w:t>
      </w:r>
      <w:r w:rsidRPr="000F21A4">
        <w:rPr>
          <w:sz w:val="28"/>
          <w:szCs w:val="28"/>
        </w:rPr>
        <w:t xml:space="preserve"> заменить цифрами «</w:t>
      </w:r>
      <w:r>
        <w:rPr>
          <w:sz w:val="28"/>
          <w:szCs w:val="28"/>
        </w:rPr>
        <w:t>1 688 551 851</w:t>
      </w:r>
      <w:r w:rsidRPr="000F21A4">
        <w:rPr>
          <w:sz w:val="28"/>
          <w:szCs w:val="28"/>
        </w:rPr>
        <w:t>»</w:t>
      </w:r>
      <w:r>
        <w:rPr>
          <w:sz w:val="28"/>
          <w:szCs w:val="28"/>
        </w:rPr>
        <w:t xml:space="preserve"> и «2 296 713 155» соответственно</w:t>
      </w:r>
      <w:r w:rsidRPr="000F21A4">
        <w:rPr>
          <w:sz w:val="28"/>
          <w:szCs w:val="28"/>
        </w:rPr>
        <w:t>;</w:t>
      </w:r>
    </w:p>
    <w:p w:rsidR="00660BEF" w:rsidRPr="000F21A4" w:rsidRDefault="00A25DD2" w:rsidP="00A25DD2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0F21A4">
        <w:rPr>
          <w:sz w:val="28"/>
          <w:szCs w:val="28"/>
        </w:rPr>
        <w:t>1</w:t>
      </w:r>
      <w:r w:rsidR="00CC11B5">
        <w:rPr>
          <w:sz w:val="28"/>
          <w:szCs w:val="28"/>
        </w:rPr>
        <w:t>4</w:t>
      </w:r>
      <w:r w:rsidR="00B8565F" w:rsidRPr="000F21A4">
        <w:rPr>
          <w:sz w:val="28"/>
          <w:szCs w:val="28"/>
        </w:rPr>
        <w:t xml:space="preserve">) </w:t>
      </w:r>
      <w:r w:rsidR="00660BEF" w:rsidRPr="000F21A4">
        <w:rPr>
          <w:sz w:val="28"/>
          <w:szCs w:val="28"/>
        </w:rPr>
        <w:t>в приложении 2</w:t>
      </w:r>
      <w:r w:rsidR="00263D63" w:rsidRPr="000F21A4">
        <w:rPr>
          <w:sz w:val="28"/>
          <w:szCs w:val="28"/>
        </w:rPr>
        <w:t>2</w:t>
      </w:r>
      <w:r w:rsidR="00660BEF" w:rsidRPr="000F21A4">
        <w:rPr>
          <w:sz w:val="28"/>
          <w:szCs w:val="28"/>
        </w:rPr>
        <w:t>:</w:t>
      </w:r>
    </w:p>
    <w:p w:rsidR="00675CA3" w:rsidRPr="000F21A4" w:rsidRDefault="00675CA3" w:rsidP="00675CA3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0F21A4">
        <w:rPr>
          <w:sz w:val="28"/>
          <w:szCs w:val="28"/>
        </w:rPr>
        <w:t xml:space="preserve">а) </w:t>
      </w:r>
      <w:r w:rsidR="00263D63" w:rsidRPr="000F21A4">
        <w:rPr>
          <w:sz w:val="28"/>
          <w:szCs w:val="28"/>
        </w:rPr>
        <w:t xml:space="preserve">пункты </w:t>
      </w:r>
      <w:r w:rsidR="009B598B">
        <w:rPr>
          <w:sz w:val="28"/>
          <w:szCs w:val="28"/>
        </w:rPr>
        <w:t>2 и 3</w:t>
      </w:r>
      <w:r w:rsidR="00263D63" w:rsidRPr="000F21A4">
        <w:rPr>
          <w:sz w:val="28"/>
          <w:szCs w:val="28"/>
        </w:rPr>
        <w:t xml:space="preserve"> </w:t>
      </w:r>
      <w:r w:rsidRPr="000F21A4">
        <w:rPr>
          <w:sz w:val="28"/>
          <w:szCs w:val="28"/>
        </w:rPr>
        <w:t>изложить в редакции приложения 1</w:t>
      </w:r>
      <w:r w:rsidR="009B598B">
        <w:rPr>
          <w:sz w:val="28"/>
          <w:szCs w:val="28"/>
        </w:rPr>
        <w:t>6</w:t>
      </w:r>
      <w:r w:rsidRPr="000F21A4">
        <w:rPr>
          <w:sz w:val="28"/>
          <w:szCs w:val="28"/>
        </w:rPr>
        <w:t xml:space="preserve"> к настоящему Закону; </w:t>
      </w:r>
    </w:p>
    <w:p w:rsidR="00675CA3" w:rsidRPr="000F21A4" w:rsidRDefault="00675CA3" w:rsidP="00675CA3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0F21A4">
        <w:rPr>
          <w:sz w:val="28"/>
          <w:szCs w:val="28"/>
        </w:rPr>
        <w:t>б) в строке «Итого» цифры «</w:t>
      </w:r>
      <w:r w:rsidR="009B598B">
        <w:rPr>
          <w:sz w:val="28"/>
          <w:szCs w:val="28"/>
        </w:rPr>
        <w:t>3 204 002 358</w:t>
      </w:r>
      <w:r w:rsidRPr="000F21A4">
        <w:rPr>
          <w:sz w:val="28"/>
          <w:szCs w:val="28"/>
        </w:rPr>
        <w:t>» заменить цифрами «</w:t>
      </w:r>
      <w:r w:rsidR="009B598B">
        <w:rPr>
          <w:sz w:val="28"/>
          <w:szCs w:val="28"/>
        </w:rPr>
        <w:t>3 199 402 349</w:t>
      </w:r>
      <w:r w:rsidRPr="000F21A4">
        <w:rPr>
          <w:sz w:val="28"/>
          <w:szCs w:val="28"/>
        </w:rPr>
        <w:t>»;</w:t>
      </w:r>
    </w:p>
    <w:p w:rsidR="000E60F6" w:rsidRPr="00A31F39" w:rsidRDefault="000628A8" w:rsidP="00C979D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21A4">
        <w:rPr>
          <w:sz w:val="28"/>
          <w:szCs w:val="28"/>
        </w:rPr>
        <w:t>1</w:t>
      </w:r>
      <w:r w:rsidR="00CC11B5">
        <w:rPr>
          <w:sz w:val="28"/>
          <w:szCs w:val="28"/>
        </w:rPr>
        <w:t>5</w:t>
      </w:r>
      <w:r w:rsidR="00660BEF" w:rsidRPr="000F21A4">
        <w:rPr>
          <w:sz w:val="28"/>
          <w:szCs w:val="28"/>
        </w:rPr>
        <w:t xml:space="preserve">) </w:t>
      </w:r>
      <w:r w:rsidR="000E60F6" w:rsidRPr="000F21A4">
        <w:rPr>
          <w:sz w:val="28"/>
          <w:szCs w:val="28"/>
        </w:rPr>
        <w:t>приложени</w:t>
      </w:r>
      <w:r w:rsidR="00660BEF" w:rsidRPr="000F21A4">
        <w:rPr>
          <w:sz w:val="28"/>
          <w:szCs w:val="28"/>
        </w:rPr>
        <w:t>я</w:t>
      </w:r>
      <w:r w:rsidR="000E60F6" w:rsidRPr="000F21A4">
        <w:rPr>
          <w:sz w:val="28"/>
          <w:szCs w:val="28"/>
        </w:rPr>
        <w:t xml:space="preserve"> </w:t>
      </w:r>
      <w:r w:rsidR="00C979D4" w:rsidRPr="000F21A4">
        <w:rPr>
          <w:sz w:val="28"/>
          <w:szCs w:val="28"/>
        </w:rPr>
        <w:t>2</w:t>
      </w:r>
      <w:r w:rsidR="00263D63" w:rsidRPr="000F21A4">
        <w:rPr>
          <w:sz w:val="28"/>
          <w:szCs w:val="28"/>
        </w:rPr>
        <w:t>4</w:t>
      </w:r>
      <w:r w:rsidR="00C979D4" w:rsidRPr="000F21A4">
        <w:rPr>
          <w:sz w:val="28"/>
          <w:szCs w:val="28"/>
        </w:rPr>
        <w:t xml:space="preserve"> –</w:t>
      </w:r>
      <w:r w:rsidR="00660BEF" w:rsidRPr="000F21A4">
        <w:rPr>
          <w:sz w:val="28"/>
          <w:szCs w:val="28"/>
        </w:rPr>
        <w:t xml:space="preserve"> 2</w:t>
      </w:r>
      <w:r w:rsidR="00263D63" w:rsidRPr="000F21A4">
        <w:rPr>
          <w:sz w:val="28"/>
          <w:szCs w:val="28"/>
        </w:rPr>
        <w:t>6</w:t>
      </w:r>
      <w:r w:rsidR="00C979D4" w:rsidRPr="000F21A4">
        <w:rPr>
          <w:sz w:val="28"/>
          <w:szCs w:val="28"/>
        </w:rPr>
        <w:t xml:space="preserve"> </w:t>
      </w:r>
      <w:r w:rsidR="000E60F6" w:rsidRPr="000F21A4">
        <w:rPr>
          <w:sz w:val="28"/>
          <w:szCs w:val="28"/>
        </w:rPr>
        <w:t>изложить в редакции приложени</w:t>
      </w:r>
      <w:r w:rsidR="00091213" w:rsidRPr="000F21A4">
        <w:rPr>
          <w:sz w:val="28"/>
          <w:szCs w:val="28"/>
        </w:rPr>
        <w:t>й</w:t>
      </w:r>
      <w:r w:rsidR="000E60F6" w:rsidRPr="000F21A4">
        <w:rPr>
          <w:sz w:val="28"/>
          <w:szCs w:val="28"/>
        </w:rPr>
        <w:t xml:space="preserve"> </w:t>
      </w:r>
      <w:r w:rsidRPr="000F21A4">
        <w:rPr>
          <w:sz w:val="28"/>
          <w:szCs w:val="28"/>
        </w:rPr>
        <w:t>1</w:t>
      </w:r>
      <w:r w:rsidR="009B598B">
        <w:rPr>
          <w:sz w:val="28"/>
          <w:szCs w:val="28"/>
        </w:rPr>
        <w:t>7</w:t>
      </w:r>
      <w:r w:rsidRPr="000F21A4">
        <w:rPr>
          <w:sz w:val="28"/>
          <w:szCs w:val="28"/>
        </w:rPr>
        <w:t xml:space="preserve"> – 1</w:t>
      </w:r>
      <w:r w:rsidR="009B598B">
        <w:rPr>
          <w:sz w:val="28"/>
          <w:szCs w:val="28"/>
        </w:rPr>
        <w:t>9</w:t>
      </w:r>
      <w:r w:rsidR="00263D63" w:rsidRPr="000F21A4">
        <w:rPr>
          <w:sz w:val="28"/>
          <w:szCs w:val="28"/>
        </w:rPr>
        <w:t xml:space="preserve"> </w:t>
      </w:r>
      <w:r w:rsidR="000E60F6" w:rsidRPr="000F21A4">
        <w:rPr>
          <w:sz w:val="28"/>
          <w:szCs w:val="28"/>
        </w:rPr>
        <w:t>к настоящему Закону</w:t>
      </w:r>
      <w:r w:rsidR="00091213" w:rsidRPr="00A31F39">
        <w:rPr>
          <w:sz w:val="28"/>
          <w:szCs w:val="28"/>
        </w:rPr>
        <w:t xml:space="preserve"> соответственно</w:t>
      </w:r>
      <w:r w:rsidR="000E60F6" w:rsidRPr="00A31F39">
        <w:rPr>
          <w:sz w:val="28"/>
          <w:szCs w:val="28"/>
        </w:rPr>
        <w:t>.</w:t>
      </w:r>
    </w:p>
    <w:p w:rsidR="00E07845" w:rsidRPr="00A31F39" w:rsidRDefault="00E07845" w:rsidP="00921490">
      <w:pPr>
        <w:shd w:val="clear" w:color="auto" w:fill="FFFFFF" w:themeFill="background1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030002" w:rsidRPr="00A31F39" w:rsidRDefault="00030002" w:rsidP="00FF343C">
      <w:pPr>
        <w:shd w:val="clear" w:color="auto" w:fill="FFFFFF" w:themeFill="background1"/>
        <w:ind w:firstLine="709"/>
        <w:jc w:val="both"/>
        <w:rPr>
          <w:b/>
          <w:color w:val="000000" w:themeColor="text1"/>
          <w:sz w:val="28"/>
          <w:szCs w:val="28"/>
        </w:rPr>
      </w:pPr>
      <w:r w:rsidRPr="00A31F39">
        <w:rPr>
          <w:b/>
          <w:color w:val="000000" w:themeColor="text1"/>
          <w:sz w:val="28"/>
          <w:szCs w:val="28"/>
        </w:rPr>
        <w:t>Статья 2</w:t>
      </w:r>
    </w:p>
    <w:p w:rsidR="00030002" w:rsidRPr="00A31F39" w:rsidRDefault="00030002" w:rsidP="00FF343C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31F39">
        <w:rPr>
          <w:bCs/>
          <w:sz w:val="28"/>
          <w:szCs w:val="28"/>
        </w:rPr>
        <w:t>Настоящий Закон вступает в силу со дня его официального опубликования.</w:t>
      </w:r>
    </w:p>
    <w:p w:rsidR="00DE7807" w:rsidRPr="00A31F39" w:rsidRDefault="00DE7807" w:rsidP="00FF343C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</w:p>
    <w:p w:rsidR="000D6F9D" w:rsidRPr="00A31F39" w:rsidRDefault="000D6F9D" w:rsidP="00FF343C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</w:p>
    <w:p w:rsidR="009D6F01" w:rsidRPr="00A31F39" w:rsidRDefault="009D6F01" w:rsidP="00FF343C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</w:p>
    <w:p w:rsidR="00723007" w:rsidRPr="00A31F39" w:rsidRDefault="00723007" w:rsidP="00FF343C">
      <w:pPr>
        <w:keepNext/>
        <w:shd w:val="clear" w:color="auto" w:fill="FFFFFF" w:themeFill="background1"/>
        <w:outlineLvl w:val="3"/>
        <w:rPr>
          <w:bCs/>
          <w:sz w:val="28"/>
          <w:szCs w:val="28"/>
        </w:rPr>
      </w:pPr>
      <w:r w:rsidRPr="00A31F39">
        <w:rPr>
          <w:bCs/>
          <w:sz w:val="28"/>
          <w:szCs w:val="28"/>
        </w:rPr>
        <w:t>Губернатор</w:t>
      </w:r>
    </w:p>
    <w:p w:rsidR="00723007" w:rsidRPr="00A31F39" w:rsidRDefault="00723007" w:rsidP="00FF343C">
      <w:pPr>
        <w:keepNext/>
        <w:shd w:val="clear" w:color="auto" w:fill="FFFFFF" w:themeFill="background1"/>
        <w:tabs>
          <w:tab w:val="left" w:pos="7615"/>
        </w:tabs>
        <w:jc w:val="both"/>
        <w:outlineLvl w:val="1"/>
        <w:rPr>
          <w:sz w:val="28"/>
          <w:szCs w:val="28"/>
        </w:rPr>
      </w:pPr>
      <w:r w:rsidRPr="00A31F39">
        <w:rPr>
          <w:sz w:val="28"/>
          <w:szCs w:val="28"/>
        </w:rPr>
        <w:t xml:space="preserve">Ярославской области                                                             </w:t>
      </w:r>
      <w:r w:rsidR="00973F80" w:rsidRPr="00A31F39">
        <w:rPr>
          <w:sz w:val="28"/>
          <w:szCs w:val="28"/>
        </w:rPr>
        <w:t xml:space="preserve">       </w:t>
      </w:r>
      <w:r w:rsidRPr="00A31F39">
        <w:rPr>
          <w:sz w:val="28"/>
          <w:szCs w:val="28"/>
        </w:rPr>
        <w:t xml:space="preserve">      </w:t>
      </w:r>
      <w:r w:rsidR="0000665B">
        <w:rPr>
          <w:sz w:val="28"/>
          <w:szCs w:val="28"/>
        </w:rPr>
        <w:t xml:space="preserve">  </w:t>
      </w:r>
      <w:r w:rsidRPr="00A31F39">
        <w:rPr>
          <w:sz w:val="28"/>
          <w:szCs w:val="28"/>
        </w:rPr>
        <w:t xml:space="preserve">   </w:t>
      </w:r>
      <w:r w:rsidRPr="00A31F39">
        <w:rPr>
          <w:bCs/>
          <w:sz w:val="28"/>
          <w:szCs w:val="28"/>
        </w:rPr>
        <w:t>М.Я. Евраев</w:t>
      </w:r>
    </w:p>
    <w:p w:rsidR="00895352" w:rsidRPr="00A31F39" w:rsidRDefault="00895352" w:rsidP="00FF343C">
      <w:pPr>
        <w:shd w:val="clear" w:color="auto" w:fill="FFFFFF" w:themeFill="background1"/>
        <w:jc w:val="both"/>
        <w:rPr>
          <w:sz w:val="28"/>
          <w:szCs w:val="28"/>
        </w:rPr>
      </w:pPr>
    </w:p>
    <w:p w:rsidR="00921490" w:rsidRPr="00A31F39" w:rsidRDefault="00921490" w:rsidP="00FF343C">
      <w:pPr>
        <w:shd w:val="clear" w:color="auto" w:fill="FFFFFF" w:themeFill="background1"/>
        <w:jc w:val="both"/>
        <w:rPr>
          <w:sz w:val="28"/>
          <w:szCs w:val="28"/>
        </w:rPr>
      </w:pPr>
    </w:p>
    <w:p w:rsidR="00895352" w:rsidRPr="00A31F39" w:rsidRDefault="00895352" w:rsidP="00FF343C">
      <w:pPr>
        <w:shd w:val="clear" w:color="auto" w:fill="FFFFFF" w:themeFill="background1"/>
        <w:jc w:val="both"/>
        <w:rPr>
          <w:sz w:val="28"/>
          <w:szCs w:val="28"/>
        </w:rPr>
      </w:pPr>
      <w:r w:rsidRPr="00A31F39">
        <w:rPr>
          <w:sz w:val="28"/>
          <w:szCs w:val="28"/>
        </w:rPr>
        <w:t>«_____»_____________ 20</w:t>
      </w:r>
      <w:r w:rsidR="00B25767" w:rsidRPr="00A31F39">
        <w:rPr>
          <w:sz w:val="28"/>
          <w:szCs w:val="28"/>
        </w:rPr>
        <w:t>2</w:t>
      </w:r>
      <w:r w:rsidR="00D50D84">
        <w:rPr>
          <w:sz w:val="28"/>
          <w:szCs w:val="28"/>
        </w:rPr>
        <w:t>5</w:t>
      </w:r>
      <w:r w:rsidRPr="00A31F39">
        <w:rPr>
          <w:sz w:val="28"/>
          <w:szCs w:val="28"/>
        </w:rPr>
        <w:t xml:space="preserve"> г.</w:t>
      </w:r>
    </w:p>
    <w:p w:rsidR="00895352" w:rsidRPr="00A31F39" w:rsidRDefault="00895352" w:rsidP="00FF343C">
      <w:pPr>
        <w:shd w:val="clear" w:color="auto" w:fill="FFFFFF" w:themeFill="background1"/>
        <w:jc w:val="both"/>
        <w:rPr>
          <w:sz w:val="28"/>
          <w:szCs w:val="28"/>
        </w:rPr>
      </w:pPr>
    </w:p>
    <w:p w:rsidR="00922FDF" w:rsidRPr="009B1BD9" w:rsidRDefault="00895352" w:rsidP="00FF343C">
      <w:pPr>
        <w:shd w:val="clear" w:color="auto" w:fill="FFFFFF" w:themeFill="background1"/>
        <w:jc w:val="both"/>
        <w:rPr>
          <w:sz w:val="28"/>
          <w:szCs w:val="28"/>
        </w:rPr>
      </w:pPr>
      <w:r w:rsidRPr="00A31F39">
        <w:rPr>
          <w:sz w:val="28"/>
          <w:szCs w:val="28"/>
        </w:rPr>
        <w:t>№ _______</w:t>
      </w:r>
    </w:p>
    <w:sectPr w:rsidR="00922FDF" w:rsidRPr="009B1BD9" w:rsidSect="00973F80">
      <w:headerReference w:type="even" r:id="rId12"/>
      <w:headerReference w:type="default" r:id="rId13"/>
      <w:pgSz w:w="11906" w:h="16838" w:code="9"/>
      <w:pgMar w:top="851" w:right="566" w:bottom="709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2CCE" w:rsidRDefault="000A2CCE">
      <w:r>
        <w:separator/>
      </w:r>
    </w:p>
  </w:endnote>
  <w:endnote w:type="continuationSeparator" w:id="0">
    <w:p w:rsidR="000A2CCE" w:rsidRDefault="000A2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2CCE" w:rsidRDefault="000A2CCE">
      <w:r>
        <w:separator/>
      </w:r>
    </w:p>
  </w:footnote>
  <w:footnote w:type="continuationSeparator" w:id="0">
    <w:p w:rsidR="000A2CCE" w:rsidRDefault="000A2C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C0F" w:rsidRDefault="00150C0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0C0F" w:rsidRDefault="00150C0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C0F" w:rsidRPr="00415D1E" w:rsidRDefault="00150C0F">
    <w:pPr>
      <w:pStyle w:val="a5"/>
      <w:framePr w:wrap="around" w:vAnchor="text" w:hAnchor="margin" w:xAlign="center" w:y="1"/>
      <w:rPr>
        <w:rStyle w:val="a7"/>
        <w:sz w:val="28"/>
      </w:rPr>
    </w:pPr>
    <w:r w:rsidRPr="00415D1E">
      <w:rPr>
        <w:rStyle w:val="a7"/>
        <w:sz w:val="28"/>
      </w:rPr>
      <w:fldChar w:fldCharType="begin"/>
    </w:r>
    <w:r w:rsidRPr="00415D1E">
      <w:rPr>
        <w:rStyle w:val="a7"/>
        <w:sz w:val="28"/>
      </w:rPr>
      <w:instrText xml:space="preserve">PAGE  </w:instrText>
    </w:r>
    <w:r w:rsidRPr="00415D1E">
      <w:rPr>
        <w:rStyle w:val="a7"/>
        <w:sz w:val="28"/>
      </w:rPr>
      <w:fldChar w:fldCharType="separate"/>
    </w:r>
    <w:r w:rsidR="00F843AE">
      <w:rPr>
        <w:rStyle w:val="a7"/>
        <w:noProof/>
        <w:sz w:val="28"/>
      </w:rPr>
      <w:t>3</w:t>
    </w:r>
    <w:r w:rsidRPr="00415D1E">
      <w:rPr>
        <w:rStyle w:val="a7"/>
        <w:sz w:val="28"/>
      </w:rPr>
      <w:fldChar w:fldCharType="end"/>
    </w:r>
  </w:p>
  <w:p w:rsidR="00150C0F" w:rsidRDefault="00150C0F">
    <w:pPr>
      <w:pStyle w:val="a5"/>
    </w:pPr>
  </w:p>
  <w:p w:rsidR="00150C0F" w:rsidRDefault="00150C0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 w15:restartNumberingAfterBreak="0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 w15:restartNumberingAfterBreak="0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 w15:restartNumberingAfterBreak="0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 w15:restartNumberingAfterBreak="0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 w15:restartNumberingAfterBreak="0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 w15:restartNumberingAfterBreak="0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 w15:restartNumberingAfterBreak="0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 w15:restartNumberingAfterBreak="0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 w15:restartNumberingAfterBreak="0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 w15:restartNumberingAfterBreak="0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8" w15:restartNumberingAfterBreak="0">
    <w:nsid w:val="30805B0C"/>
    <w:multiLevelType w:val="hybridMultilevel"/>
    <w:tmpl w:val="C3F88884"/>
    <w:lvl w:ilvl="0" w:tplc="CED432B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42C46BB"/>
    <w:multiLevelType w:val="hybridMultilevel"/>
    <w:tmpl w:val="8A8EE1F6"/>
    <w:lvl w:ilvl="0" w:tplc="07547C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21" w15:restartNumberingAfterBreak="0">
    <w:nsid w:val="3C3450AF"/>
    <w:multiLevelType w:val="hybridMultilevel"/>
    <w:tmpl w:val="D40C8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3" w15:restartNumberingAfterBreak="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4" w15:restartNumberingAfterBreak="0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6" w15:restartNumberingAfterBreak="0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8" w15:restartNumberingAfterBreak="0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9" w15:restartNumberingAfterBreak="0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0" w15:restartNumberingAfterBreak="0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 w15:restartNumberingAfterBreak="0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2" w15:restartNumberingAfterBreak="0">
    <w:nsid w:val="74261D9B"/>
    <w:multiLevelType w:val="hybridMultilevel"/>
    <w:tmpl w:val="6134A5D8"/>
    <w:lvl w:ilvl="0" w:tplc="CE1243E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3" w15:restartNumberingAfterBreak="0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4" w15:restartNumberingAfterBreak="0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20"/>
  </w:num>
  <w:num w:numId="4">
    <w:abstractNumId w:val="34"/>
  </w:num>
  <w:num w:numId="5">
    <w:abstractNumId w:val="13"/>
  </w:num>
  <w:num w:numId="6">
    <w:abstractNumId w:val="31"/>
  </w:num>
  <w:num w:numId="7">
    <w:abstractNumId w:val="33"/>
  </w:num>
  <w:num w:numId="8">
    <w:abstractNumId w:val="4"/>
  </w:num>
  <w:num w:numId="9">
    <w:abstractNumId w:val="23"/>
  </w:num>
  <w:num w:numId="10">
    <w:abstractNumId w:val="29"/>
  </w:num>
  <w:num w:numId="11">
    <w:abstractNumId w:val="22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7"/>
  </w:num>
  <w:num w:numId="16">
    <w:abstractNumId w:val="17"/>
  </w:num>
  <w:num w:numId="17">
    <w:abstractNumId w:val="28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6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30"/>
  </w:num>
  <w:num w:numId="26">
    <w:abstractNumId w:val="16"/>
  </w:num>
  <w:num w:numId="27">
    <w:abstractNumId w:val="24"/>
  </w:num>
  <w:num w:numId="28">
    <w:abstractNumId w:val="12"/>
  </w:num>
  <w:num w:numId="29">
    <w:abstractNumId w:val="8"/>
  </w:num>
  <w:num w:numId="30">
    <w:abstractNumId w:val="25"/>
  </w:num>
  <w:num w:numId="31">
    <w:abstractNumId w:val="15"/>
  </w:num>
  <w:num w:numId="32">
    <w:abstractNumId w:val="7"/>
  </w:num>
  <w:num w:numId="33">
    <w:abstractNumId w:val="32"/>
  </w:num>
  <w:num w:numId="34">
    <w:abstractNumId w:val="19"/>
  </w:num>
  <w:num w:numId="35">
    <w:abstractNumId w:val="18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501"/>
    <w:rsid w:val="0000044B"/>
    <w:rsid w:val="00001440"/>
    <w:rsid w:val="00001640"/>
    <w:rsid w:val="0000195D"/>
    <w:rsid w:val="00001982"/>
    <w:rsid w:val="00001C7B"/>
    <w:rsid w:val="000038BF"/>
    <w:rsid w:val="00003922"/>
    <w:rsid w:val="00003EC3"/>
    <w:rsid w:val="00003ED0"/>
    <w:rsid w:val="000043B6"/>
    <w:rsid w:val="00004475"/>
    <w:rsid w:val="00004FFE"/>
    <w:rsid w:val="00005729"/>
    <w:rsid w:val="00005DEC"/>
    <w:rsid w:val="0000665B"/>
    <w:rsid w:val="000067C9"/>
    <w:rsid w:val="0000688C"/>
    <w:rsid w:val="00007BAD"/>
    <w:rsid w:val="00010486"/>
    <w:rsid w:val="00010C40"/>
    <w:rsid w:val="000112FD"/>
    <w:rsid w:val="000125A0"/>
    <w:rsid w:val="0001264F"/>
    <w:rsid w:val="00012956"/>
    <w:rsid w:val="0001542F"/>
    <w:rsid w:val="000160BA"/>
    <w:rsid w:val="000161AE"/>
    <w:rsid w:val="0001685C"/>
    <w:rsid w:val="00017679"/>
    <w:rsid w:val="000206A5"/>
    <w:rsid w:val="000225D3"/>
    <w:rsid w:val="00023C43"/>
    <w:rsid w:val="00023EFF"/>
    <w:rsid w:val="00024186"/>
    <w:rsid w:val="000246DF"/>
    <w:rsid w:val="000249B0"/>
    <w:rsid w:val="00024B9C"/>
    <w:rsid w:val="00024F05"/>
    <w:rsid w:val="00025BF4"/>
    <w:rsid w:val="00026FBD"/>
    <w:rsid w:val="000276B9"/>
    <w:rsid w:val="0002780A"/>
    <w:rsid w:val="00027A92"/>
    <w:rsid w:val="00030002"/>
    <w:rsid w:val="0003067A"/>
    <w:rsid w:val="00032501"/>
    <w:rsid w:val="0003416C"/>
    <w:rsid w:val="00036845"/>
    <w:rsid w:val="00036E50"/>
    <w:rsid w:val="000374B5"/>
    <w:rsid w:val="0004016E"/>
    <w:rsid w:val="00040174"/>
    <w:rsid w:val="0004063D"/>
    <w:rsid w:val="00040D91"/>
    <w:rsid w:val="00041FDB"/>
    <w:rsid w:val="00042305"/>
    <w:rsid w:val="00042A8B"/>
    <w:rsid w:val="0004312A"/>
    <w:rsid w:val="00043A1C"/>
    <w:rsid w:val="00043EC6"/>
    <w:rsid w:val="00043F29"/>
    <w:rsid w:val="00044DD2"/>
    <w:rsid w:val="000469BA"/>
    <w:rsid w:val="00047211"/>
    <w:rsid w:val="000473E3"/>
    <w:rsid w:val="00047491"/>
    <w:rsid w:val="00050DD3"/>
    <w:rsid w:val="000513F0"/>
    <w:rsid w:val="00052634"/>
    <w:rsid w:val="00052EF9"/>
    <w:rsid w:val="00053437"/>
    <w:rsid w:val="00053D7D"/>
    <w:rsid w:val="00054082"/>
    <w:rsid w:val="000540CD"/>
    <w:rsid w:val="000541A5"/>
    <w:rsid w:val="00054A4A"/>
    <w:rsid w:val="00056106"/>
    <w:rsid w:val="0005675D"/>
    <w:rsid w:val="00056C61"/>
    <w:rsid w:val="0005748D"/>
    <w:rsid w:val="00057F28"/>
    <w:rsid w:val="000601EF"/>
    <w:rsid w:val="0006062C"/>
    <w:rsid w:val="00060819"/>
    <w:rsid w:val="00060F03"/>
    <w:rsid w:val="0006232D"/>
    <w:rsid w:val="000628A8"/>
    <w:rsid w:val="00062FBB"/>
    <w:rsid w:val="00063962"/>
    <w:rsid w:val="0006401B"/>
    <w:rsid w:val="0006423B"/>
    <w:rsid w:val="00064369"/>
    <w:rsid w:val="000666BC"/>
    <w:rsid w:val="000669A6"/>
    <w:rsid w:val="000674AE"/>
    <w:rsid w:val="00067B98"/>
    <w:rsid w:val="00070169"/>
    <w:rsid w:val="00070224"/>
    <w:rsid w:val="000703BF"/>
    <w:rsid w:val="000707C6"/>
    <w:rsid w:val="00071EC0"/>
    <w:rsid w:val="000725CE"/>
    <w:rsid w:val="000731C4"/>
    <w:rsid w:val="000736F4"/>
    <w:rsid w:val="00073E7E"/>
    <w:rsid w:val="00074776"/>
    <w:rsid w:val="00075FC0"/>
    <w:rsid w:val="0007661B"/>
    <w:rsid w:val="00076A04"/>
    <w:rsid w:val="000771CA"/>
    <w:rsid w:val="00077EDB"/>
    <w:rsid w:val="00081B1E"/>
    <w:rsid w:val="00081D20"/>
    <w:rsid w:val="000824FF"/>
    <w:rsid w:val="00083C8F"/>
    <w:rsid w:val="000842A9"/>
    <w:rsid w:val="000842CF"/>
    <w:rsid w:val="00084AA7"/>
    <w:rsid w:val="000850E7"/>
    <w:rsid w:val="00085379"/>
    <w:rsid w:val="0008550F"/>
    <w:rsid w:val="000857BF"/>
    <w:rsid w:val="00085ACD"/>
    <w:rsid w:val="00085DBF"/>
    <w:rsid w:val="0008641E"/>
    <w:rsid w:val="000864CB"/>
    <w:rsid w:val="00086D6D"/>
    <w:rsid w:val="00086F82"/>
    <w:rsid w:val="00087702"/>
    <w:rsid w:val="00087E1D"/>
    <w:rsid w:val="0009058E"/>
    <w:rsid w:val="00090671"/>
    <w:rsid w:val="00090745"/>
    <w:rsid w:val="00091213"/>
    <w:rsid w:val="00091402"/>
    <w:rsid w:val="00092085"/>
    <w:rsid w:val="00092A4E"/>
    <w:rsid w:val="00092C64"/>
    <w:rsid w:val="0009398E"/>
    <w:rsid w:val="00093B71"/>
    <w:rsid w:val="00094012"/>
    <w:rsid w:val="00094043"/>
    <w:rsid w:val="0009469E"/>
    <w:rsid w:val="00094A3A"/>
    <w:rsid w:val="00096286"/>
    <w:rsid w:val="000970BA"/>
    <w:rsid w:val="00097580"/>
    <w:rsid w:val="00097626"/>
    <w:rsid w:val="000A0BBE"/>
    <w:rsid w:val="000A0C43"/>
    <w:rsid w:val="000A0D21"/>
    <w:rsid w:val="000A10BB"/>
    <w:rsid w:val="000A1EB6"/>
    <w:rsid w:val="000A1FD0"/>
    <w:rsid w:val="000A2563"/>
    <w:rsid w:val="000A2CCE"/>
    <w:rsid w:val="000A333C"/>
    <w:rsid w:val="000A54F1"/>
    <w:rsid w:val="000A6167"/>
    <w:rsid w:val="000A643E"/>
    <w:rsid w:val="000A6A35"/>
    <w:rsid w:val="000A6B6C"/>
    <w:rsid w:val="000A718A"/>
    <w:rsid w:val="000A7CE6"/>
    <w:rsid w:val="000A7E5B"/>
    <w:rsid w:val="000B0AF0"/>
    <w:rsid w:val="000B17A2"/>
    <w:rsid w:val="000B32F4"/>
    <w:rsid w:val="000B332A"/>
    <w:rsid w:val="000B34FB"/>
    <w:rsid w:val="000B3BC7"/>
    <w:rsid w:val="000B418E"/>
    <w:rsid w:val="000B4432"/>
    <w:rsid w:val="000B4EA9"/>
    <w:rsid w:val="000B5FA5"/>
    <w:rsid w:val="000B6DA1"/>
    <w:rsid w:val="000B744D"/>
    <w:rsid w:val="000C0006"/>
    <w:rsid w:val="000C0078"/>
    <w:rsid w:val="000C03DD"/>
    <w:rsid w:val="000C10FA"/>
    <w:rsid w:val="000C1718"/>
    <w:rsid w:val="000C39C7"/>
    <w:rsid w:val="000C3A72"/>
    <w:rsid w:val="000C3D67"/>
    <w:rsid w:val="000C4986"/>
    <w:rsid w:val="000C508D"/>
    <w:rsid w:val="000C555D"/>
    <w:rsid w:val="000C63DC"/>
    <w:rsid w:val="000C67A5"/>
    <w:rsid w:val="000C770A"/>
    <w:rsid w:val="000C78BF"/>
    <w:rsid w:val="000D063E"/>
    <w:rsid w:val="000D0C9A"/>
    <w:rsid w:val="000D113B"/>
    <w:rsid w:val="000D2AEA"/>
    <w:rsid w:val="000D2F22"/>
    <w:rsid w:val="000D3007"/>
    <w:rsid w:val="000D3B1F"/>
    <w:rsid w:val="000D3D46"/>
    <w:rsid w:val="000D46DD"/>
    <w:rsid w:val="000D5521"/>
    <w:rsid w:val="000D5648"/>
    <w:rsid w:val="000D62B7"/>
    <w:rsid w:val="000D64B4"/>
    <w:rsid w:val="000D6E57"/>
    <w:rsid w:val="000D6F9D"/>
    <w:rsid w:val="000D7169"/>
    <w:rsid w:val="000D747A"/>
    <w:rsid w:val="000D79FE"/>
    <w:rsid w:val="000D7AFF"/>
    <w:rsid w:val="000E0357"/>
    <w:rsid w:val="000E08BE"/>
    <w:rsid w:val="000E1175"/>
    <w:rsid w:val="000E14D7"/>
    <w:rsid w:val="000E1AB4"/>
    <w:rsid w:val="000E21CA"/>
    <w:rsid w:val="000E2621"/>
    <w:rsid w:val="000E2BF8"/>
    <w:rsid w:val="000E31B5"/>
    <w:rsid w:val="000E3DE4"/>
    <w:rsid w:val="000E3ECE"/>
    <w:rsid w:val="000E3F29"/>
    <w:rsid w:val="000E401D"/>
    <w:rsid w:val="000E55C5"/>
    <w:rsid w:val="000E583D"/>
    <w:rsid w:val="000E60F6"/>
    <w:rsid w:val="000E64C0"/>
    <w:rsid w:val="000E6571"/>
    <w:rsid w:val="000E68D5"/>
    <w:rsid w:val="000E72C0"/>
    <w:rsid w:val="000E7396"/>
    <w:rsid w:val="000F0237"/>
    <w:rsid w:val="000F10E6"/>
    <w:rsid w:val="000F17C2"/>
    <w:rsid w:val="000F1D10"/>
    <w:rsid w:val="000F1DA9"/>
    <w:rsid w:val="000F21A4"/>
    <w:rsid w:val="000F380E"/>
    <w:rsid w:val="000F3948"/>
    <w:rsid w:val="000F3CCA"/>
    <w:rsid w:val="000F4209"/>
    <w:rsid w:val="000F4DF9"/>
    <w:rsid w:val="000F622F"/>
    <w:rsid w:val="000F6AB2"/>
    <w:rsid w:val="000F7D2B"/>
    <w:rsid w:val="000F7DBA"/>
    <w:rsid w:val="000F7FD9"/>
    <w:rsid w:val="00100049"/>
    <w:rsid w:val="001011ED"/>
    <w:rsid w:val="001015E9"/>
    <w:rsid w:val="001057EC"/>
    <w:rsid w:val="00105D62"/>
    <w:rsid w:val="00106699"/>
    <w:rsid w:val="00107715"/>
    <w:rsid w:val="00107E77"/>
    <w:rsid w:val="00110046"/>
    <w:rsid w:val="00110807"/>
    <w:rsid w:val="00110AAE"/>
    <w:rsid w:val="00110B44"/>
    <w:rsid w:val="00110BCE"/>
    <w:rsid w:val="00112A19"/>
    <w:rsid w:val="00113218"/>
    <w:rsid w:val="00113868"/>
    <w:rsid w:val="00113A01"/>
    <w:rsid w:val="00114E33"/>
    <w:rsid w:val="00115B33"/>
    <w:rsid w:val="00115F50"/>
    <w:rsid w:val="00116F9A"/>
    <w:rsid w:val="00117C3B"/>
    <w:rsid w:val="00117E32"/>
    <w:rsid w:val="0012025E"/>
    <w:rsid w:val="001208CF"/>
    <w:rsid w:val="0012185C"/>
    <w:rsid w:val="00122A8B"/>
    <w:rsid w:val="00122D0B"/>
    <w:rsid w:val="00123543"/>
    <w:rsid w:val="00123E3E"/>
    <w:rsid w:val="001240C2"/>
    <w:rsid w:val="00124A9F"/>
    <w:rsid w:val="00126056"/>
    <w:rsid w:val="00126FBA"/>
    <w:rsid w:val="001270ED"/>
    <w:rsid w:val="0012735D"/>
    <w:rsid w:val="00127BF3"/>
    <w:rsid w:val="001304A0"/>
    <w:rsid w:val="001306C7"/>
    <w:rsid w:val="00131496"/>
    <w:rsid w:val="0013312D"/>
    <w:rsid w:val="00133415"/>
    <w:rsid w:val="00133CFB"/>
    <w:rsid w:val="001340DF"/>
    <w:rsid w:val="00134F2A"/>
    <w:rsid w:val="00135303"/>
    <w:rsid w:val="0013588D"/>
    <w:rsid w:val="00136A42"/>
    <w:rsid w:val="00136EEB"/>
    <w:rsid w:val="00137014"/>
    <w:rsid w:val="00137C91"/>
    <w:rsid w:val="0014099F"/>
    <w:rsid w:val="0014260C"/>
    <w:rsid w:val="001426B1"/>
    <w:rsid w:val="00143790"/>
    <w:rsid w:val="00144806"/>
    <w:rsid w:val="001453F2"/>
    <w:rsid w:val="00145E26"/>
    <w:rsid w:val="00146B8E"/>
    <w:rsid w:val="00147257"/>
    <w:rsid w:val="00147378"/>
    <w:rsid w:val="001474A3"/>
    <w:rsid w:val="001508A5"/>
    <w:rsid w:val="00150C0F"/>
    <w:rsid w:val="00150D82"/>
    <w:rsid w:val="001515C5"/>
    <w:rsid w:val="00151996"/>
    <w:rsid w:val="001526B5"/>
    <w:rsid w:val="00152A81"/>
    <w:rsid w:val="00152B8B"/>
    <w:rsid w:val="00153993"/>
    <w:rsid w:val="00154A94"/>
    <w:rsid w:val="00154BB8"/>
    <w:rsid w:val="0015532D"/>
    <w:rsid w:val="00155433"/>
    <w:rsid w:val="00155435"/>
    <w:rsid w:val="00155D04"/>
    <w:rsid w:val="00156CC3"/>
    <w:rsid w:val="00157423"/>
    <w:rsid w:val="0016004C"/>
    <w:rsid w:val="00160E94"/>
    <w:rsid w:val="0016183D"/>
    <w:rsid w:val="001618B8"/>
    <w:rsid w:val="00161BC7"/>
    <w:rsid w:val="00161DFB"/>
    <w:rsid w:val="001625DC"/>
    <w:rsid w:val="001640D0"/>
    <w:rsid w:val="00165003"/>
    <w:rsid w:val="00165A12"/>
    <w:rsid w:val="001660E3"/>
    <w:rsid w:val="00166648"/>
    <w:rsid w:val="001676AC"/>
    <w:rsid w:val="0017039A"/>
    <w:rsid w:val="00170C34"/>
    <w:rsid w:val="0017249A"/>
    <w:rsid w:val="00172639"/>
    <w:rsid w:val="00173327"/>
    <w:rsid w:val="0017374E"/>
    <w:rsid w:val="00175F84"/>
    <w:rsid w:val="00175F91"/>
    <w:rsid w:val="00176A94"/>
    <w:rsid w:val="00176F0C"/>
    <w:rsid w:val="00180305"/>
    <w:rsid w:val="0018030A"/>
    <w:rsid w:val="0018033B"/>
    <w:rsid w:val="001805AB"/>
    <w:rsid w:val="001808D1"/>
    <w:rsid w:val="00180CF6"/>
    <w:rsid w:val="001814F4"/>
    <w:rsid w:val="00181A9A"/>
    <w:rsid w:val="00181E9C"/>
    <w:rsid w:val="0018413E"/>
    <w:rsid w:val="001842F3"/>
    <w:rsid w:val="00184E3E"/>
    <w:rsid w:val="001858D3"/>
    <w:rsid w:val="00186401"/>
    <w:rsid w:val="00186476"/>
    <w:rsid w:val="0018659D"/>
    <w:rsid w:val="00186D02"/>
    <w:rsid w:val="00187304"/>
    <w:rsid w:val="00191885"/>
    <w:rsid w:val="00191CFB"/>
    <w:rsid w:val="001923A9"/>
    <w:rsid w:val="00193633"/>
    <w:rsid w:val="001947F5"/>
    <w:rsid w:val="00194BE5"/>
    <w:rsid w:val="00194CEE"/>
    <w:rsid w:val="00194DDC"/>
    <w:rsid w:val="00195D64"/>
    <w:rsid w:val="00196EEA"/>
    <w:rsid w:val="00197C81"/>
    <w:rsid w:val="00197E12"/>
    <w:rsid w:val="001A009B"/>
    <w:rsid w:val="001A0650"/>
    <w:rsid w:val="001A0BB1"/>
    <w:rsid w:val="001A16A0"/>
    <w:rsid w:val="001A2661"/>
    <w:rsid w:val="001A2A01"/>
    <w:rsid w:val="001A3891"/>
    <w:rsid w:val="001A42C5"/>
    <w:rsid w:val="001A4DAC"/>
    <w:rsid w:val="001A5F68"/>
    <w:rsid w:val="001A623A"/>
    <w:rsid w:val="001A6AE5"/>
    <w:rsid w:val="001A6D54"/>
    <w:rsid w:val="001A7557"/>
    <w:rsid w:val="001B1BAA"/>
    <w:rsid w:val="001B1CBC"/>
    <w:rsid w:val="001B2BA6"/>
    <w:rsid w:val="001B2C45"/>
    <w:rsid w:val="001B339A"/>
    <w:rsid w:val="001B353C"/>
    <w:rsid w:val="001B3DE3"/>
    <w:rsid w:val="001B52FD"/>
    <w:rsid w:val="001B67F1"/>
    <w:rsid w:val="001B69FE"/>
    <w:rsid w:val="001B6A61"/>
    <w:rsid w:val="001B73C4"/>
    <w:rsid w:val="001C0AC2"/>
    <w:rsid w:val="001C1F21"/>
    <w:rsid w:val="001C2391"/>
    <w:rsid w:val="001C2592"/>
    <w:rsid w:val="001C2A99"/>
    <w:rsid w:val="001C3485"/>
    <w:rsid w:val="001C37C6"/>
    <w:rsid w:val="001C4219"/>
    <w:rsid w:val="001C4311"/>
    <w:rsid w:val="001C4AD6"/>
    <w:rsid w:val="001C5031"/>
    <w:rsid w:val="001C6250"/>
    <w:rsid w:val="001C62F9"/>
    <w:rsid w:val="001C6A91"/>
    <w:rsid w:val="001C710B"/>
    <w:rsid w:val="001C76C3"/>
    <w:rsid w:val="001C7AEB"/>
    <w:rsid w:val="001D01C3"/>
    <w:rsid w:val="001D1B58"/>
    <w:rsid w:val="001D1DA1"/>
    <w:rsid w:val="001D2182"/>
    <w:rsid w:val="001D22AA"/>
    <w:rsid w:val="001D3CA4"/>
    <w:rsid w:val="001D41C2"/>
    <w:rsid w:val="001D5546"/>
    <w:rsid w:val="001D57A6"/>
    <w:rsid w:val="001D68F7"/>
    <w:rsid w:val="001D70D6"/>
    <w:rsid w:val="001D73EA"/>
    <w:rsid w:val="001D7F9F"/>
    <w:rsid w:val="001E02BB"/>
    <w:rsid w:val="001E03C5"/>
    <w:rsid w:val="001E100F"/>
    <w:rsid w:val="001E1817"/>
    <w:rsid w:val="001E1C2A"/>
    <w:rsid w:val="001E234E"/>
    <w:rsid w:val="001E23C6"/>
    <w:rsid w:val="001E3604"/>
    <w:rsid w:val="001E37F2"/>
    <w:rsid w:val="001E4015"/>
    <w:rsid w:val="001E4692"/>
    <w:rsid w:val="001E469E"/>
    <w:rsid w:val="001E4FC3"/>
    <w:rsid w:val="001E6F66"/>
    <w:rsid w:val="001E7C5B"/>
    <w:rsid w:val="001F02B0"/>
    <w:rsid w:val="001F03DB"/>
    <w:rsid w:val="001F0B5B"/>
    <w:rsid w:val="001F20CD"/>
    <w:rsid w:val="001F253A"/>
    <w:rsid w:val="001F322E"/>
    <w:rsid w:val="001F37F5"/>
    <w:rsid w:val="001F5D3A"/>
    <w:rsid w:val="001F66B3"/>
    <w:rsid w:val="001F6886"/>
    <w:rsid w:val="001F705F"/>
    <w:rsid w:val="001F71F8"/>
    <w:rsid w:val="001F75DC"/>
    <w:rsid w:val="001F785F"/>
    <w:rsid w:val="001F7A5A"/>
    <w:rsid w:val="00200BAF"/>
    <w:rsid w:val="002016DB"/>
    <w:rsid w:val="0020199A"/>
    <w:rsid w:val="0020336E"/>
    <w:rsid w:val="00203D4E"/>
    <w:rsid w:val="00204980"/>
    <w:rsid w:val="00205029"/>
    <w:rsid w:val="0020535E"/>
    <w:rsid w:val="00206888"/>
    <w:rsid w:val="002071D7"/>
    <w:rsid w:val="002079B1"/>
    <w:rsid w:val="002119DA"/>
    <w:rsid w:val="0021278F"/>
    <w:rsid w:val="002135B9"/>
    <w:rsid w:val="002138FB"/>
    <w:rsid w:val="00214CFE"/>
    <w:rsid w:val="00214EBB"/>
    <w:rsid w:val="00215AC6"/>
    <w:rsid w:val="00216788"/>
    <w:rsid w:val="00216E88"/>
    <w:rsid w:val="00217B42"/>
    <w:rsid w:val="00220127"/>
    <w:rsid w:val="00221B41"/>
    <w:rsid w:val="00221D13"/>
    <w:rsid w:val="0022232B"/>
    <w:rsid w:val="002224B2"/>
    <w:rsid w:val="00224140"/>
    <w:rsid w:val="00224283"/>
    <w:rsid w:val="0022430F"/>
    <w:rsid w:val="00224F94"/>
    <w:rsid w:val="00225EE1"/>
    <w:rsid w:val="00226109"/>
    <w:rsid w:val="00227130"/>
    <w:rsid w:val="00227487"/>
    <w:rsid w:val="002277DE"/>
    <w:rsid w:val="0022799B"/>
    <w:rsid w:val="002279D2"/>
    <w:rsid w:val="00233BE6"/>
    <w:rsid w:val="00234325"/>
    <w:rsid w:val="00234A59"/>
    <w:rsid w:val="00234BE4"/>
    <w:rsid w:val="00234F69"/>
    <w:rsid w:val="002353BC"/>
    <w:rsid w:val="002363E4"/>
    <w:rsid w:val="00236B46"/>
    <w:rsid w:val="00236E0D"/>
    <w:rsid w:val="00236F8B"/>
    <w:rsid w:val="0023710F"/>
    <w:rsid w:val="00237121"/>
    <w:rsid w:val="00240EAA"/>
    <w:rsid w:val="00240F7A"/>
    <w:rsid w:val="00241523"/>
    <w:rsid w:val="00241A7D"/>
    <w:rsid w:val="00241ADF"/>
    <w:rsid w:val="00241B63"/>
    <w:rsid w:val="002420DB"/>
    <w:rsid w:val="00242458"/>
    <w:rsid w:val="00242A1C"/>
    <w:rsid w:val="00243843"/>
    <w:rsid w:val="00243E0C"/>
    <w:rsid w:val="00243F0F"/>
    <w:rsid w:val="0024404E"/>
    <w:rsid w:val="00244720"/>
    <w:rsid w:val="002452DE"/>
    <w:rsid w:val="002453AF"/>
    <w:rsid w:val="0024619D"/>
    <w:rsid w:val="002464F7"/>
    <w:rsid w:val="00246B9D"/>
    <w:rsid w:val="002472E1"/>
    <w:rsid w:val="00247763"/>
    <w:rsid w:val="00247819"/>
    <w:rsid w:val="002515F1"/>
    <w:rsid w:val="00251A52"/>
    <w:rsid w:val="00251ABD"/>
    <w:rsid w:val="00253B63"/>
    <w:rsid w:val="00254426"/>
    <w:rsid w:val="00254991"/>
    <w:rsid w:val="00255B62"/>
    <w:rsid w:val="00256B0D"/>
    <w:rsid w:val="00257530"/>
    <w:rsid w:val="002579AF"/>
    <w:rsid w:val="002605B2"/>
    <w:rsid w:val="00260D84"/>
    <w:rsid w:val="00261889"/>
    <w:rsid w:val="00261B1A"/>
    <w:rsid w:val="002627CA"/>
    <w:rsid w:val="00263173"/>
    <w:rsid w:val="00263686"/>
    <w:rsid w:val="002638D0"/>
    <w:rsid w:val="00263D63"/>
    <w:rsid w:val="00264953"/>
    <w:rsid w:val="00264B1B"/>
    <w:rsid w:val="002659EE"/>
    <w:rsid w:val="002666FF"/>
    <w:rsid w:val="002667F4"/>
    <w:rsid w:val="0026781B"/>
    <w:rsid w:val="0027130B"/>
    <w:rsid w:val="002714D7"/>
    <w:rsid w:val="002716FB"/>
    <w:rsid w:val="002724A9"/>
    <w:rsid w:val="00272AB7"/>
    <w:rsid w:val="0027335A"/>
    <w:rsid w:val="00273597"/>
    <w:rsid w:val="002738B6"/>
    <w:rsid w:val="00275467"/>
    <w:rsid w:val="002802AD"/>
    <w:rsid w:val="00280731"/>
    <w:rsid w:val="002811D4"/>
    <w:rsid w:val="00283B50"/>
    <w:rsid w:val="002848CC"/>
    <w:rsid w:val="002848DD"/>
    <w:rsid w:val="002849D0"/>
    <w:rsid w:val="002851C7"/>
    <w:rsid w:val="00285D04"/>
    <w:rsid w:val="00286205"/>
    <w:rsid w:val="00286544"/>
    <w:rsid w:val="002867D7"/>
    <w:rsid w:val="00286C61"/>
    <w:rsid w:val="00286E76"/>
    <w:rsid w:val="00287E23"/>
    <w:rsid w:val="00290551"/>
    <w:rsid w:val="00290EC5"/>
    <w:rsid w:val="0029164B"/>
    <w:rsid w:val="0029177E"/>
    <w:rsid w:val="00291C42"/>
    <w:rsid w:val="00294900"/>
    <w:rsid w:val="0029509A"/>
    <w:rsid w:val="002952D8"/>
    <w:rsid w:val="00295540"/>
    <w:rsid w:val="002955C3"/>
    <w:rsid w:val="00296375"/>
    <w:rsid w:val="00296658"/>
    <w:rsid w:val="002968C1"/>
    <w:rsid w:val="00296C0E"/>
    <w:rsid w:val="00297C9E"/>
    <w:rsid w:val="002A016B"/>
    <w:rsid w:val="002A05B8"/>
    <w:rsid w:val="002A1330"/>
    <w:rsid w:val="002A1B28"/>
    <w:rsid w:val="002A284C"/>
    <w:rsid w:val="002A2F46"/>
    <w:rsid w:val="002A4124"/>
    <w:rsid w:val="002A42A2"/>
    <w:rsid w:val="002A43D6"/>
    <w:rsid w:val="002A4499"/>
    <w:rsid w:val="002A4D97"/>
    <w:rsid w:val="002A58AD"/>
    <w:rsid w:val="002A5D58"/>
    <w:rsid w:val="002A6655"/>
    <w:rsid w:val="002A66C2"/>
    <w:rsid w:val="002A6B1D"/>
    <w:rsid w:val="002A6D04"/>
    <w:rsid w:val="002B1589"/>
    <w:rsid w:val="002B15B3"/>
    <w:rsid w:val="002B1E8F"/>
    <w:rsid w:val="002B2002"/>
    <w:rsid w:val="002B280E"/>
    <w:rsid w:val="002B4349"/>
    <w:rsid w:val="002B5246"/>
    <w:rsid w:val="002B614E"/>
    <w:rsid w:val="002B6480"/>
    <w:rsid w:val="002B6707"/>
    <w:rsid w:val="002B6FB3"/>
    <w:rsid w:val="002B795E"/>
    <w:rsid w:val="002C0584"/>
    <w:rsid w:val="002C0B91"/>
    <w:rsid w:val="002C125F"/>
    <w:rsid w:val="002C131F"/>
    <w:rsid w:val="002C1611"/>
    <w:rsid w:val="002C1919"/>
    <w:rsid w:val="002C19D3"/>
    <w:rsid w:val="002C2305"/>
    <w:rsid w:val="002C3996"/>
    <w:rsid w:val="002C44AF"/>
    <w:rsid w:val="002C4523"/>
    <w:rsid w:val="002C510D"/>
    <w:rsid w:val="002C6537"/>
    <w:rsid w:val="002C6C50"/>
    <w:rsid w:val="002C6CE6"/>
    <w:rsid w:val="002C7149"/>
    <w:rsid w:val="002D0390"/>
    <w:rsid w:val="002D1631"/>
    <w:rsid w:val="002D2136"/>
    <w:rsid w:val="002D2C4B"/>
    <w:rsid w:val="002D3652"/>
    <w:rsid w:val="002D3666"/>
    <w:rsid w:val="002D3D2F"/>
    <w:rsid w:val="002D43CF"/>
    <w:rsid w:val="002D4568"/>
    <w:rsid w:val="002D462D"/>
    <w:rsid w:val="002D4E5F"/>
    <w:rsid w:val="002D5347"/>
    <w:rsid w:val="002D5492"/>
    <w:rsid w:val="002D55CB"/>
    <w:rsid w:val="002D55E1"/>
    <w:rsid w:val="002D6376"/>
    <w:rsid w:val="002D6542"/>
    <w:rsid w:val="002D6A31"/>
    <w:rsid w:val="002D76BD"/>
    <w:rsid w:val="002D7CA8"/>
    <w:rsid w:val="002E000C"/>
    <w:rsid w:val="002E0E71"/>
    <w:rsid w:val="002E1397"/>
    <w:rsid w:val="002E1438"/>
    <w:rsid w:val="002E2EDC"/>
    <w:rsid w:val="002E3D8E"/>
    <w:rsid w:val="002E439C"/>
    <w:rsid w:val="002E4B35"/>
    <w:rsid w:val="002E5279"/>
    <w:rsid w:val="002E5286"/>
    <w:rsid w:val="002E59C1"/>
    <w:rsid w:val="002E63AB"/>
    <w:rsid w:val="002E6E65"/>
    <w:rsid w:val="002E7790"/>
    <w:rsid w:val="002F0862"/>
    <w:rsid w:val="002F0BB0"/>
    <w:rsid w:val="002F1038"/>
    <w:rsid w:val="002F1FFC"/>
    <w:rsid w:val="002F20C6"/>
    <w:rsid w:val="002F2A44"/>
    <w:rsid w:val="002F2F8A"/>
    <w:rsid w:val="002F3047"/>
    <w:rsid w:val="002F4526"/>
    <w:rsid w:val="002F4531"/>
    <w:rsid w:val="002F490C"/>
    <w:rsid w:val="002F52D5"/>
    <w:rsid w:val="002F54D2"/>
    <w:rsid w:val="002F6023"/>
    <w:rsid w:val="002F604A"/>
    <w:rsid w:val="002F6687"/>
    <w:rsid w:val="002F6991"/>
    <w:rsid w:val="002F6A99"/>
    <w:rsid w:val="002F7F97"/>
    <w:rsid w:val="0030048D"/>
    <w:rsid w:val="003009C0"/>
    <w:rsid w:val="00300D82"/>
    <w:rsid w:val="00301001"/>
    <w:rsid w:val="003017B2"/>
    <w:rsid w:val="0030424D"/>
    <w:rsid w:val="003044DF"/>
    <w:rsid w:val="00304DED"/>
    <w:rsid w:val="003056B2"/>
    <w:rsid w:val="00305CAC"/>
    <w:rsid w:val="00305E9F"/>
    <w:rsid w:val="00305F9F"/>
    <w:rsid w:val="00305FB7"/>
    <w:rsid w:val="00306B37"/>
    <w:rsid w:val="00306FE0"/>
    <w:rsid w:val="00307036"/>
    <w:rsid w:val="0030726E"/>
    <w:rsid w:val="0030774D"/>
    <w:rsid w:val="003102D8"/>
    <w:rsid w:val="0031077B"/>
    <w:rsid w:val="00310780"/>
    <w:rsid w:val="003107AB"/>
    <w:rsid w:val="00311290"/>
    <w:rsid w:val="00311E63"/>
    <w:rsid w:val="00311FEE"/>
    <w:rsid w:val="003121CB"/>
    <w:rsid w:val="00312785"/>
    <w:rsid w:val="00312D71"/>
    <w:rsid w:val="00313A44"/>
    <w:rsid w:val="00315273"/>
    <w:rsid w:val="00316341"/>
    <w:rsid w:val="0031651A"/>
    <w:rsid w:val="003176D3"/>
    <w:rsid w:val="00317984"/>
    <w:rsid w:val="00317FED"/>
    <w:rsid w:val="00321E42"/>
    <w:rsid w:val="00322523"/>
    <w:rsid w:val="0032408D"/>
    <w:rsid w:val="0032488B"/>
    <w:rsid w:val="00326EAA"/>
    <w:rsid w:val="00327001"/>
    <w:rsid w:val="00330D03"/>
    <w:rsid w:val="003310C1"/>
    <w:rsid w:val="00331515"/>
    <w:rsid w:val="00331D0D"/>
    <w:rsid w:val="0033213F"/>
    <w:rsid w:val="0033272D"/>
    <w:rsid w:val="003327B7"/>
    <w:rsid w:val="003327DF"/>
    <w:rsid w:val="003331ED"/>
    <w:rsid w:val="0033336A"/>
    <w:rsid w:val="003338D2"/>
    <w:rsid w:val="00333B79"/>
    <w:rsid w:val="0033464E"/>
    <w:rsid w:val="0033610A"/>
    <w:rsid w:val="00336429"/>
    <w:rsid w:val="00337489"/>
    <w:rsid w:val="00340518"/>
    <w:rsid w:val="003405D5"/>
    <w:rsid w:val="00340A8E"/>
    <w:rsid w:val="00341299"/>
    <w:rsid w:val="00341F54"/>
    <w:rsid w:val="0034313C"/>
    <w:rsid w:val="00343687"/>
    <w:rsid w:val="00344399"/>
    <w:rsid w:val="003446DF"/>
    <w:rsid w:val="00344CE9"/>
    <w:rsid w:val="003463AA"/>
    <w:rsid w:val="00347105"/>
    <w:rsid w:val="003472C5"/>
    <w:rsid w:val="0034783E"/>
    <w:rsid w:val="00347954"/>
    <w:rsid w:val="00352AA3"/>
    <w:rsid w:val="00352C26"/>
    <w:rsid w:val="0035354A"/>
    <w:rsid w:val="00353A6B"/>
    <w:rsid w:val="00353B41"/>
    <w:rsid w:val="00353FA3"/>
    <w:rsid w:val="0035478B"/>
    <w:rsid w:val="003547CC"/>
    <w:rsid w:val="00355CDE"/>
    <w:rsid w:val="003564F4"/>
    <w:rsid w:val="00357EB1"/>
    <w:rsid w:val="0036096D"/>
    <w:rsid w:val="003625CC"/>
    <w:rsid w:val="003627C7"/>
    <w:rsid w:val="00362866"/>
    <w:rsid w:val="00362997"/>
    <w:rsid w:val="00362CC2"/>
    <w:rsid w:val="00362D61"/>
    <w:rsid w:val="00364163"/>
    <w:rsid w:val="003643BD"/>
    <w:rsid w:val="003645C9"/>
    <w:rsid w:val="0036523C"/>
    <w:rsid w:val="00365CED"/>
    <w:rsid w:val="003668F7"/>
    <w:rsid w:val="00367578"/>
    <w:rsid w:val="00367966"/>
    <w:rsid w:val="00367BE1"/>
    <w:rsid w:val="003701BB"/>
    <w:rsid w:val="003708AC"/>
    <w:rsid w:val="00370CD0"/>
    <w:rsid w:val="00370F49"/>
    <w:rsid w:val="00371F0A"/>
    <w:rsid w:val="003728D0"/>
    <w:rsid w:val="00372A1C"/>
    <w:rsid w:val="00373056"/>
    <w:rsid w:val="003733C1"/>
    <w:rsid w:val="00373CCB"/>
    <w:rsid w:val="0037417A"/>
    <w:rsid w:val="0037446D"/>
    <w:rsid w:val="00374FF7"/>
    <w:rsid w:val="00375869"/>
    <w:rsid w:val="00376574"/>
    <w:rsid w:val="00376578"/>
    <w:rsid w:val="003769B0"/>
    <w:rsid w:val="00376AA5"/>
    <w:rsid w:val="00376FD7"/>
    <w:rsid w:val="0037712E"/>
    <w:rsid w:val="003779B8"/>
    <w:rsid w:val="0038031F"/>
    <w:rsid w:val="003804B4"/>
    <w:rsid w:val="00380CF8"/>
    <w:rsid w:val="003817CC"/>
    <w:rsid w:val="00381C2D"/>
    <w:rsid w:val="00381E6E"/>
    <w:rsid w:val="003829BF"/>
    <w:rsid w:val="00382D13"/>
    <w:rsid w:val="00383724"/>
    <w:rsid w:val="003846A0"/>
    <w:rsid w:val="00385F39"/>
    <w:rsid w:val="003865F3"/>
    <w:rsid w:val="0038730C"/>
    <w:rsid w:val="00390A2A"/>
    <w:rsid w:val="00390C7E"/>
    <w:rsid w:val="00390E78"/>
    <w:rsid w:val="00391224"/>
    <w:rsid w:val="00391286"/>
    <w:rsid w:val="00391A16"/>
    <w:rsid w:val="00391D00"/>
    <w:rsid w:val="003920F6"/>
    <w:rsid w:val="003923C6"/>
    <w:rsid w:val="00392963"/>
    <w:rsid w:val="00392AEE"/>
    <w:rsid w:val="00393046"/>
    <w:rsid w:val="0039317F"/>
    <w:rsid w:val="00393EF2"/>
    <w:rsid w:val="0039417F"/>
    <w:rsid w:val="00395384"/>
    <w:rsid w:val="0039598F"/>
    <w:rsid w:val="003973A3"/>
    <w:rsid w:val="003975A9"/>
    <w:rsid w:val="00397B23"/>
    <w:rsid w:val="003A182C"/>
    <w:rsid w:val="003A2B16"/>
    <w:rsid w:val="003A3F1C"/>
    <w:rsid w:val="003A3F4E"/>
    <w:rsid w:val="003A4297"/>
    <w:rsid w:val="003A42C4"/>
    <w:rsid w:val="003A42CE"/>
    <w:rsid w:val="003A49A9"/>
    <w:rsid w:val="003A51E8"/>
    <w:rsid w:val="003A5342"/>
    <w:rsid w:val="003A5782"/>
    <w:rsid w:val="003A58AA"/>
    <w:rsid w:val="003A6214"/>
    <w:rsid w:val="003B04ED"/>
    <w:rsid w:val="003B0864"/>
    <w:rsid w:val="003B12A3"/>
    <w:rsid w:val="003B1335"/>
    <w:rsid w:val="003B2A09"/>
    <w:rsid w:val="003B2BB0"/>
    <w:rsid w:val="003B2EB0"/>
    <w:rsid w:val="003B3111"/>
    <w:rsid w:val="003B3EF1"/>
    <w:rsid w:val="003B4123"/>
    <w:rsid w:val="003B481F"/>
    <w:rsid w:val="003B558D"/>
    <w:rsid w:val="003B6C08"/>
    <w:rsid w:val="003B7103"/>
    <w:rsid w:val="003B7158"/>
    <w:rsid w:val="003B71C1"/>
    <w:rsid w:val="003B756E"/>
    <w:rsid w:val="003C085C"/>
    <w:rsid w:val="003C08F7"/>
    <w:rsid w:val="003C1117"/>
    <w:rsid w:val="003C14FE"/>
    <w:rsid w:val="003C2701"/>
    <w:rsid w:val="003C2758"/>
    <w:rsid w:val="003C2D3B"/>
    <w:rsid w:val="003C4750"/>
    <w:rsid w:val="003C48A9"/>
    <w:rsid w:val="003C4D20"/>
    <w:rsid w:val="003C5C98"/>
    <w:rsid w:val="003C5E09"/>
    <w:rsid w:val="003C673A"/>
    <w:rsid w:val="003C745E"/>
    <w:rsid w:val="003C79F7"/>
    <w:rsid w:val="003C7B03"/>
    <w:rsid w:val="003C7CFD"/>
    <w:rsid w:val="003C7FB7"/>
    <w:rsid w:val="003C7FEA"/>
    <w:rsid w:val="003D0CA0"/>
    <w:rsid w:val="003D1BB2"/>
    <w:rsid w:val="003D2BB6"/>
    <w:rsid w:val="003D2E8F"/>
    <w:rsid w:val="003D3DD3"/>
    <w:rsid w:val="003D3F43"/>
    <w:rsid w:val="003D57DB"/>
    <w:rsid w:val="003D5A64"/>
    <w:rsid w:val="003D62C0"/>
    <w:rsid w:val="003D6E17"/>
    <w:rsid w:val="003D7721"/>
    <w:rsid w:val="003E0314"/>
    <w:rsid w:val="003E090F"/>
    <w:rsid w:val="003E0BAB"/>
    <w:rsid w:val="003E1293"/>
    <w:rsid w:val="003E1415"/>
    <w:rsid w:val="003E1563"/>
    <w:rsid w:val="003E17C9"/>
    <w:rsid w:val="003E191C"/>
    <w:rsid w:val="003E1E04"/>
    <w:rsid w:val="003E28E0"/>
    <w:rsid w:val="003E3525"/>
    <w:rsid w:val="003E400E"/>
    <w:rsid w:val="003E4914"/>
    <w:rsid w:val="003E4EFD"/>
    <w:rsid w:val="003E5596"/>
    <w:rsid w:val="003E5E9C"/>
    <w:rsid w:val="003E603D"/>
    <w:rsid w:val="003E6FAF"/>
    <w:rsid w:val="003E76B5"/>
    <w:rsid w:val="003E7CD0"/>
    <w:rsid w:val="003F00BB"/>
    <w:rsid w:val="003F226A"/>
    <w:rsid w:val="003F2275"/>
    <w:rsid w:val="003F22D1"/>
    <w:rsid w:val="003F27E8"/>
    <w:rsid w:val="003F2C59"/>
    <w:rsid w:val="003F330E"/>
    <w:rsid w:val="003F450E"/>
    <w:rsid w:val="003F46D6"/>
    <w:rsid w:val="003F485B"/>
    <w:rsid w:val="003F4F4A"/>
    <w:rsid w:val="003F4FDC"/>
    <w:rsid w:val="003F522B"/>
    <w:rsid w:val="003F5CBE"/>
    <w:rsid w:val="003F6359"/>
    <w:rsid w:val="003F6978"/>
    <w:rsid w:val="004005C1"/>
    <w:rsid w:val="00401154"/>
    <w:rsid w:val="00401CE1"/>
    <w:rsid w:val="004021D4"/>
    <w:rsid w:val="00402CD3"/>
    <w:rsid w:val="00405E02"/>
    <w:rsid w:val="00406FE3"/>
    <w:rsid w:val="0040711D"/>
    <w:rsid w:val="00407A50"/>
    <w:rsid w:val="00410681"/>
    <w:rsid w:val="00411D77"/>
    <w:rsid w:val="00412FE0"/>
    <w:rsid w:val="0041309D"/>
    <w:rsid w:val="0041365D"/>
    <w:rsid w:val="00415D1E"/>
    <w:rsid w:val="00415FA1"/>
    <w:rsid w:val="00416101"/>
    <w:rsid w:val="00416671"/>
    <w:rsid w:val="00416A06"/>
    <w:rsid w:val="00416D24"/>
    <w:rsid w:val="00420CC8"/>
    <w:rsid w:val="00420CE6"/>
    <w:rsid w:val="00421F86"/>
    <w:rsid w:val="004233E5"/>
    <w:rsid w:val="00423DB9"/>
    <w:rsid w:val="00424833"/>
    <w:rsid w:val="004254AF"/>
    <w:rsid w:val="00425A7A"/>
    <w:rsid w:val="00425D97"/>
    <w:rsid w:val="00426013"/>
    <w:rsid w:val="00426AAD"/>
    <w:rsid w:val="00427506"/>
    <w:rsid w:val="00427B91"/>
    <w:rsid w:val="00427C86"/>
    <w:rsid w:val="004304E1"/>
    <w:rsid w:val="004306E6"/>
    <w:rsid w:val="00430F42"/>
    <w:rsid w:val="00431393"/>
    <w:rsid w:val="00431E42"/>
    <w:rsid w:val="00432B33"/>
    <w:rsid w:val="00433AB4"/>
    <w:rsid w:val="0043506D"/>
    <w:rsid w:val="00435CDB"/>
    <w:rsid w:val="004364B6"/>
    <w:rsid w:val="00436E49"/>
    <w:rsid w:val="00437D21"/>
    <w:rsid w:val="004407E0"/>
    <w:rsid w:val="00440E41"/>
    <w:rsid w:val="00440FA0"/>
    <w:rsid w:val="004412C4"/>
    <w:rsid w:val="004414B9"/>
    <w:rsid w:val="00441C28"/>
    <w:rsid w:val="00441F8C"/>
    <w:rsid w:val="00442528"/>
    <w:rsid w:val="00442747"/>
    <w:rsid w:val="00442ACF"/>
    <w:rsid w:val="00443375"/>
    <w:rsid w:val="004438F1"/>
    <w:rsid w:val="0044392C"/>
    <w:rsid w:val="00443C91"/>
    <w:rsid w:val="00443D53"/>
    <w:rsid w:val="0044435C"/>
    <w:rsid w:val="004444E2"/>
    <w:rsid w:val="0044507C"/>
    <w:rsid w:val="0044521A"/>
    <w:rsid w:val="00446128"/>
    <w:rsid w:val="0044632A"/>
    <w:rsid w:val="0044658A"/>
    <w:rsid w:val="00446991"/>
    <w:rsid w:val="00446AFB"/>
    <w:rsid w:val="00447190"/>
    <w:rsid w:val="004502DD"/>
    <w:rsid w:val="00450A19"/>
    <w:rsid w:val="00450DEF"/>
    <w:rsid w:val="004512F0"/>
    <w:rsid w:val="00454513"/>
    <w:rsid w:val="00454C17"/>
    <w:rsid w:val="00455352"/>
    <w:rsid w:val="0045552D"/>
    <w:rsid w:val="0045556D"/>
    <w:rsid w:val="004555BE"/>
    <w:rsid w:val="0045598E"/>
    <w:rsid w:val="0045611A"/>
    <w:rsid w:val="004572AA"/>
    <w:rsid w:val="00460203"/>
    <w:rsid w:val="00460CE8"/>
    <w:rsid w:val="004613AF"/>
    <w:rsid w:val="00462540"/>
    <w:rsid w:val="00462584"/>
    <w:rsid w:val="004626EE"/>
    <w:rsid w:val="00463AF7"/>
    <w:rsid w:val="00465106"/>
    <w:rsid w:val="0046562D"/>
    <w:rsid w:val="00465934"/>
    <w:rsid w:val="004659F5"/>
    <w:rsid w:val="00465C44"/>
    <w:rsid w:val="00466123"/>
    <w:rsid w:val="00466A6A"/>
    <w:rsid w:val="004713B6"/>
    <w:rsid w:val="00471C26"/>
    <w:rsid w:val="00471F2F"/>
    <w:rsid w:val="0047258A"/>
    <w:rsid w:val="004728C1"/>
    <w:rsid w:val="00473221"/>
    <w:rsid w:val="00473615"/>
    <w:rsid w:val="0047393F"/>
    <w:rsid w:val="004739A8"/>
    <w:rsid w:val="00473D5A"/>
    <w:rsid w:val="00473EAC"/>
    <w:rsid w:val="00474B3E"/>
    <w:rsid w:val="00474E21"/>
    <w:rsid w:val="004763C3"/>
    <w:rsid w:val="00476632"/>
    <w:rsid w:val="00476D8B"/>
    <w:rsid w:val="004773DE"/>
    <w:rsid w:val="00477C47"/>
    <w:rsid w:val="00477F1B"/>
    <w:rsid w:val="00481E60"/>
    <w:rsid w:val="00482B10"/>
    <w:rsid w:val="004831C7"/>
    <w:rsid w:val="00483644"/>
    <w:rsid w:val="00485032"/>
    <w:rsid w:val="00485451"/>
    <w:rsid w:val="004863C9"/>
    <w:rsid w:val="00486508"/>
    <w:rsid w:val="004865AE"/>
    <w:rsid w:val="00487328"/>
    <w:rsid w:val="0049202B"/>
    <w:rsid w:val="004932C0"/>
    <w:rsid w:val="0049362F"/>
    <w:rsid w:val="004945A8"/>
    <w:rsid w:val="004945E8"/>
    <w:rsid w:val="00494665"/>
    <w:rsid w:val="00496127"/>
    <w:rsid w:val="00496791"/>
    <w:rsid w:val="00496A37"/>
    <w:rsid w:val="004A0A38"/>
    <w:rsid w:val="004A0C91"/>
    <w:rsid w:val="004A18D4"/>
    <w:rsid w:val="004A1D48"/>
    <w:rsid w:val="004A34F5"/>
    <w:rsid w:val="004A45DC"/>
    <w:rsid w:val="004A567C"/>
    <w:rsid w:val="004A5B5D"/>
    <w:rsid w:val="004A69A9"/>
    <w:rsid w:val="004A7005"/>
    <w:rsid w:val="004A72FC"/>
    <w:rsid w:val="004A75D3"/>
    <w:rsid w:val="004B0C6D"/>
    <w:rsid w:val="004B1FC4"/>
    <w:rsid w:val="004B2193"/>
    <w:rsid w:val="004B219A"/>
    <w:rsid w:val="004B381F"/>
    <w:rsid w:val="004B3FA7"/>
    <w:rsid w:val="004B40C6"/>
    <w:rsid w:val="004B4725"/>
    <w:rsid w:val="004B4A26"/>
    <w:rsid w:val="004B5092"/>
    <w:rsid w:val="004B5236"/>
    <w:rsid w:val="004B53D4"/>
    <w:rsid w:val="004B54F4"/>
    <w:rsid w:val="004B5C02"/>
    <w:rsid w:val="004B69AA"/>
    <w:rsid w:val="004B7472"/>
    <w:rsid w:val="004B7C44"/>
    <w:rsid w:val="004C14D3"/>
    <w:rsid w:val="004C1A2A"/>
    <w:rsid w:val="004C2ADA"/>
    <w:rsid w:val="004C2CBF"/>
    <w:rsid w:val="004C32B2"/>
    <w:rsid w:val="004C3540"/>
    <w:rsid w:val="004C3E33"/>
    <w:rsid w:val="004C3E9B"/>
    <w:rsid w:val="004C40EC"/>
    <w:rsid w:val="004C5A01"/>
    <w:rsid w:val="004C61F0"/>
    <w:rsid w:val="004C62B0"/>
    <w:rsid w:val="004C69B3"/>
    <w:rsid w:val="004C6BC2"/>
    <w:rsid w:val="004C6D3C"/>
    <w:rsid w:val="004C7979"/>
    <w:rsid w:val="004D063D"/>
    <w:rsid w:val="004D08B6"/>
    <w:rsid w:val="004D12C6"/>
    <w:rsid w:val="004D2195"/>
    <w:rsid w:val="004D2B0E"/>
    <w:rsid w:val="004D2B1D"/>
    <w:rsid w:val="004D2FFA"/>
    <w:rsid w:val="004D33C9"/>
    <w:rsid w:val="004D3A2A"/>
    <w:rsid w:val="004D3AC6"/>
    <w:rsid w:val="004D41D0"/>
    <w:rsid w:val="004D421D"/>
    <w:rsid w:val="004D447E"/>
    <w:rsid w:val="004D5263"/>
    <w:rsid w:val="004D5443"/>
    <w:rsid w:val="004D59D4"/>
    <w:rsid w:val="004E0F69"/>
    <w:rsid w:val="004E28B0"/>
    <w:rsid w:val="004E4404"/>
    <w:rsid w:val="004E446D"/>
    <w:rsid w:val="004E4592"/>
    <w:rsid w:val="004E4C66"/>
    <w:rsid w:val="004E52B3"/>
    <w:rsid w:val="004E5EC6"/>
    <w:rsid w:val="004E6B26"/>
    <w:rsid w:val="004E786A"/>
    <w:rsid w:val="004E7B05"/>
    <w:rsid w:val="004F029D"/>
    <w:rsid w:val="004F140E"/>
    <w:rsid w:val="004F17DC"/>
    <w:rsid w:val="004F18CF"/>
    <w:rsid w:val="004F1C2A"/>
    <w:rsid w:val="004F1C3A"/>
    <w:rsid w:val="004F21C9"/>
    <w:rsid w:val="004F3A0D"/>
    <w:rsid w:val="004F46B9"/>
    <w:rsid w:val="004F5B64"/>
    <w:rsid w:val="004F678B"/>
    <w:rsid w:val="004F6A5D"/>
    <w:rsid w:val="004F6A76"/>
    <w:rsid w:val="00500244"/>
    <w:rsid w:val="005003C5"/>
    <w:rsid w:val="00500F08"/>
    <w:rsid w:val="005011B6"/>
    <w:rsid w:val="00501781"/>
    <w:rsid w:val="00502AC4"/>
    <w:rsid w:val="00502D13"/>
    <w:rsid w:val="00502F26"/>
    <w:rsid w:val="00503845"/>
    <w:rsid w:val="0050470B"/>
    <w:rsid w:val="00505213"/>
    <w:rsid w:val="00505B5B"/>
    <w:rsid w:val="0050701F"/>
    <w:rsid w:val="00507D41"/>
    <w:rsid w:val="00507DE2"/>
    <w:rsid w:val="00510B14"/>
    <w:rsid w:val="00511007"/>
    <w:rsid w:val="00511CCB"/>
    <w:rsid w:val="005134DB"/>
    <w:rsid w:val="005134E3"/>
    <w:rsid w:val="00514353"/>
    <w:rsid w:val="0051721A"/>
    <w:rsid w:val="0051771C"/>
    <w:rsid w:val="00517E6C"/>
    <w:rsid w:val="00521126"/>
    <w:rsid w:val="005213AF"/>
    <w:rsid w:val="005221AC"/>
    <w:rsid w:val="00522982"/>
    <w:rsid w:val="00522A2A"/>
    <w:rsid w:val="00522D24"/>
    <w:rsid w:val="00522DC4"/>
    <w:rsid w:val="005239DB"/>
    <w:rsid w:val="00523A85"/>
    <w:rsid w:val="00523EE4"/>
    <w:rsid w:val="00523F1B"/>
    <w:rsid w:val="0052400A"/>
    <w:rsid w:val="005241E0"/>
    <w:rsid w:val="005248C6"/>
    <w:rsid w:val="00525112"/>
    <w:rsid w:val="00526131"/>
    <w:rsid w:val="005263E8"/>
    <w:rsid w:val="00526946"/>
    <w:rsid w:val="005275ED"/>
    <w:rsid w:val="005276EA"/>
    <w:rsid w:val="00530B3A"/>
    <w:rsid w:val="00531813"/>
    <w:rsid w:val="00531C3E"/>
    <w:rsid w:val="00531FE3"/>
    <w:rsid w:val="00534D37"/>
    <w:rsid w:val="00534DE9"/>
    <w:rsid w:val="00536116"/>
    <w:rsid w:val="00536B38"/>
    <w:rsid w:val="0053777E"/>
    <w:rsid w:val="005401E5"/>
    <w:rsid w:val="005411D2"/>
    <w:rsid w:val="00541203"/>
    <w:rsid w:val="00542010"/>
    <w:rsid w:val="00542E80"/>
    <w:rsid w:val="00543305"/>
    <w:rsid w:val="005437C1"/>
    <w:rsid w:val="00543D62"/>
    <w:rsid w:val="00546494"/>
    <w:rsid w:val="00546A9F"/>
    <w:rsid w:val="005475D9"/>
    <w:rsid w:val="00550E04"/>
    <w:rsid w:val="005510A0"/>
    <w:rsid w:val="00553864"/>
    <w:rsid w:val="00553F7B"/>
    <w:rsid w:val="005545E0"/>
    <w:rsid w:val="005545F1"/>
    <w:rsid w:val="005558B8"/>
    <w:rsid w:val="00555A24"/>
    <w:rsid w:val="0055738B"/>
    <w:rsid w:val="0055772E"/>
    <w:rsid w:val="00557C2D"/>
    <w:rsid w:val="0056003E"/>
    <w:rsid w:val="0056050F"/>
    <w:rsid w:val="0056096B"/>
    <w:rsid w:val="00560E05"/>
    <w:rsid w:val="00561910"/>
    <w:rsid w:val="005622CE"/>
    <w:rsid w:val="0056292E"/>
    <w:rsid w:val="00562CC6"/>
    <w:rsid w:val="00563820"/>
    <w:rsid w:val="0056391A"/>
    <w:rsid w:val="00563F91"/>
    <w:rsid w:val="0056465F"/>
    <w:rsid w:val="00564C24"/>
    <w:rsid w:val="00564E86"/>
    <w:rsid w:val="005652A1"/>
    <w:rsid w:val="005658D1"/>
    <w:rsid w:val="005658DE"/>
    <w:rsid w:val="00565959"/>
    <w:rsid w:val="00565C14"/>
    <w:rsid w:val="00565F58"/>
    <w:rsid w:val="00566F91"/>
    <w:rsid w:val="00567452"/>
    <w:rsid w:val="00571490"/>
    <w:rsid w:val="005718D0"/>
    <w:rsid w:val="0057302F"/>
    <w:rsid w:val="00573E4F"/>
    <w:rsid w:val="005745D8"/>
    <w:rsid w:val="005746EB"/>
    <w:rsid w:val="00574FB3"/>
    <w:rsid w:val="00574FF6"/>
    <w:rsid w:val="00576018"/>
    <w:rsid w:val="0057689E"/>
    <w:rsid w:val="00576ADE"/>
    <w:rsid w:val="00576BB9"/>
    <w:rsid w:val="00576FF6"/>
    <w:rsid w:val="0057705F"/>
    <w:rsid w:val="00577D80"/>
    <w:rsid w:val="005809EE"/>
    <w:rsid w:val="005813F0"/>
    <w:rsid w:val="00581680"/>
    <w:rsid w:val="005818F9"/>
    <w:rsid w:val="00581944"/>
    <w:rsid w:val="005824D5"/>
    <w:rsid w:val="00582504"/>
    <w:rsid w:val="00583211"/>
    <w:rsid w:val="005846DB"/>
    <w:rsid w:val="00585B72"/>
    <w:rsid w:val="00585CDB"/>
    <w:rsid w:val="005864D3"/>
    <w:rsid w:val="005868FA"/>
    <w:rsid w:val="005912EC"/>
    <w:rsid w:val="005912FB"/>
    <w:rsid w:val="00591362"/>
    <w:rsid w:val="00591476"/>
    <w:rsid w:val="00591BD6"/>
    <w:rsid w:val="00591C15"/>
    <w:rsid w:val="00591EEA"/>
    <w:rsid w:val="00591FCE"/>
    <w:rsid w:val="00593867"/>
    <w:rsid w:val="00593E95"/>
    <w:rsid w:val="00594910"/>
    <w:rsid w:val="00594FDF"/>
    <w:rsid w:val="005954D0"/>
    <w:rsid w:val="00596A47"/>
    <w:rsid w:val="00597114"/>
    <w:rsid w:val="005A033C"/>
    <w:rsid w:val="005A165C"/>
    <w:rsid w:val="005A1DBD"/>
    <w:rsid w:val="005A5010"/>
    <w:rsid w:val="005A555F"/>
    <w:rsid w:val="005A5C96"/>
    <w:rsid w:val="005A5EB9"/>
    <w:rsid w:val="005A6156"/>
    <w:rsid w:val="005A6F6E"/>
    <w:rsid w:val="005B08F6"/>
    <w:rsid w:val="005B1131"/>
    <w:rsid w:val="005B19DD"/>
    <w:rsid w:val="005B21D5"/>
    <w:rsid w:val="005B2A53"/>
    <w:rsid w:val="005B3F38"/>
    <w:rsid w:val="005B46E2"/>
    <w:rsid w:val="005B46FD"/>
    <w:rsid w:val="005B4E4A"/>
    <w:rsid w:val="005B5BC2"/>
    <w:rsid w:val="005B5D24"/>
    <w:rsid w:val="005B63EA"/>
    <w:rsid w:val="005B718A"/>
    <w:rsid w:val="005C086C"/>
    <w:rsid w:val="005C0CE1"/>
    <w:rsid w:val="005C0E20"/>
    <w:rsid w:val="005C2AB1"/>
    <w:rsid w:val="005C33C9"/>
    <w:rsid w:val="005C375A"/>
    <w:rsid w:val="005C3793"/>
    <w:rsid w:val="005C3CD7"/>
    <w:rsid w:val="005C408E"/>
    <w:rsid w:val="005C41CF"/>
    <w:rsid w:val="005C485C"/>
    <w:rsid w:val="005C53A6"/>
    <w:rsid w:val="005C5749"/>
    <w:rsid w:val="005C6A48"/>
    <w:rsid w:val="005C6F05"/>
    <w:rsid w:val="005C7460"/>
    <w:rsid w:val="005C7AEE"/>
    <w:rsid w:val="005C7B40"/>
    <w:rsid w:val="005C7D51"/>
    <w:rsid w:val="005D00CC"/>
    <w:rsid w:val="005D01C1"/>
    <w:rsid w:val="005D0C77"/>
    <w:rsid w:val="005D15D9"/>
    <w:rsid w:val="005D1D02"/>
    <w:rsid w:val="005D22AA"/>
    <w:rsid w:val="005D2928"/>
    <w:rsid w:val="005D3B59"/>
    <w:rsid w:val="005D4D71"/>
    <w:rsid w:val="005D5FAD"/>
    <w:rsid w:val="005D61F2"/>
    <w:rsid w:val="005D719B"/>
    <w:rsid w:val="005D7F4C"/>
    <w:rsid w:val="005E040A"/>
    <w:rsid w:val="005E093D"/>
    <w:rsid w:val="005E0B12"/>
    <w:rsid w:val="005E2D16"/>
    <w:rsid w:val="005E2DCF"/>
    <w:rsid w:val="005E3055"/>
    <w:rsid w:val="005E3077"/>
    <w:rsid w:val="005E43D2"/>
    <w:rsid w:val="005E47A6"/>
    <w:rsid w:val="005E4E34"/>
    <w:rsid w:val="005E570F"/>
    <w:rsid w:val="005E57C4"/>
    <w:rsid w:val="005E6396"/>
    <w:rsid w:val="005E6B04"/>
    <w:rsid w:val="005E73E2"/>
    <w:rsid w:val="005E77D4"/>
    <w:rsid w:val="005F21A2"/>
    <w:rsid w:val="005F2A49"/>
    <w:rsid w:val="005F2CAA"/>
    <w:rsid w:val="005F3794"/>
    <w:rsid w:val="005F405E"/>
    <w:rsid w:val="005F4485"/>
    <w:rsid w:val="005F4D23"/>
    <w:rsid w:val="005F54B9"/>
    <w:rsid w:val="005F64A5"/>
    <w:rsid w:val="005F6AB2"/>
    <w:rsid w:val="00600061"/>
    <w:rsid w:val="0060019A"/>
    <w:rsid w:val="00600ACD"/>
    <w:rsid w:val="006013FE"/>
    <w:rsid w:val="006019F3"/>
    <w:rsid w:val="00601B4B"/>
    <w:rsid w:val="0060278E"/>
    <w:rsid w:val="006028E6"/>
    <w:rsid w:val="00603096"/>
    <w:rsid w:val="0060342D"/>
    <w:rsid w:val="00604274"/>
    <w:rsid w:val="00604D9A"/>
    <w:rsid w:val="00605479"/>
    <w:rsid w:val="00605532"/>
    <w:rsid w:val="006058A9"/>
    <w:rsid w:val="00605926"/>
    <w:rsid w:val="006062A9"/>
    <w:rsid w:val="0060642A"/>
    <w:rsid w:val="0061095C"/>
    <w:rsid w:val="00610BC8"/>
    <w:rsid w:val="00610BED"/>
    <w:rsid w:val="006114BB"/>
    <w:rsid w:val="00611EC4"/>
    <w:rsid w:val="006128A5"/>
    <w:rsid w:val="00612A1F"/>
    <w:rsid w:val="006139B9"/>
    <w:rsid w:val="0061411B"/>
    <w:rsid w:val="0061568A"/>
    <w:rsid w:val="00615842"/>
    <w:rsid w:val="00616468"/>
    <w:rsid w:val="00616B16"/>
    <w:rsid w:val="00616BE3"/>
    <w:rsid w:val="00620555"/>
    <w:rsid w:val="00620B15"/>
    <w:rsid w:val="00621A10"/>
    <w:rsid w:val="0062232B"/>
    <w:rsid w:val="00622EA3"/>
    <w:rsid w:val="00624C8D"/>
    <w:rsid w:val="00624E11"/>
    <w:rsid w:val="00624E8E"/>
    <w:rsid w:val="006250BB"/>
    <w:rsid w:val="00625ABD"/>
    <w:rsid w:val="00626167"/>
    <w:rsid w:val="0063168F"/>
    <w:rsid w:val="0063169B"/>
    <w:rsid w:val="00631FBE"/>
    <w:rsid w:val="0063427C"/>
    <w:rsid w:val="006343FF"/>
    <w:rsid w:val="0063443C"/>
    <w:rsid w:val="00634616"/>
    <w:rsid w:val="00634A34"/>
    <w:rsid w:val="00635501"/>
    <w:rsid w:val="0063575E"/>
    <w:rsid w:val="006365C0"/>
    <w:rsid w:val="00636914"/>
    <w:rsid w:val="00636A16"/>
    <w:rsid w:val="00636DE0"/>
    <w:rsid w:val="00637614"/>
    <w:rsid w:val="00637F34"/>
    <w:rsid w:val="00640141"/>
    <w:rsid w:val="0064094D"/>
    <w:rsid w:val="00640E31"/>
    <w:rsid w:val="006410EA"/>
    <w:rsid w:val="006418FB"/>
    <w:rsid w:val="00641AE8"/>
    <w:rsid w:val="006425DE"/>
    <w:rsid w:val="00643D26"/>
    <w:rsid w:val="00643FCE"/>
    <w:rsid w:val="00645265"/>
    <w:rsid w:val="00645D55"/>
    <w:rsid w:val="00646BD4"/>
    <w:rsid w:val="00646D4D"/>
    <w:rsid w:val="00647747"/>
    <w:rsid w:val="00647A42"/>
    <w:rsid w:val="006500FB"/>
    <w:rsid w:val="00650369"/>
    <w:rsid w:val="006504B5"/>
    <w:rsid w:val="00650A4C"/>
    <w:rsid w:val="00651862"/>
    <w:rsid w:val="006518A7"/>
    <w:rsid w:val="00652063"/>
    <w:rsid w:val="00652A78"/>
    <w:rsid w:val="00652B41"/>
    <w:rsid w:val="00653278"/>
    <w:rsid w:val="006538E9"/>
    <w:rsid w:val="00653D74"/>
    <w:rsid w:val="00653D89"/>
    <w:rsid w:val="00653E9B"/>
    <w:rsid w:val="006549D4"/>
    <w:rsid w:val="00654DA1"/>
    <w:rsid w:val="00656279"/>
    <w:rsid w:val="0066019D"/>
    <w:rsid w:val="006605C9"/>
    <w:rsid w:val="006609F0"/>
    <w:rsid w:val="00660BEF"/>
    <w:rsid w:val="0066161A"/>
    <w:rsid w:val="0066175F"/>
    <w:rsid w:val="006618A5"/>
    <w:rsid w:val="00661B3B"/>
    <w:rsid w:val="00661BF9"/>
    <w:rsid w:val="00661F12"/>
    <w:rsid w:val="00663A7A"/>
    <w:rsid w:val="00663BE6"/>
    <w:rsid w:val="006644B0"/>
    <w:rsid w:val="0066458E"/>
    <w:rsid w:val="006649DF"/>
    <w:rsid w:val="00666152"/>
    <w:rsid w:val="00666E1E"/>
    <w:rsid w:val="0066779D"/>
    <w:rsid w:val="00667AC1"/>
    <w:rsid w:val="00667B7D"/>
    <w:rsid w:val="00670426"/>
    <w:rsid w:val="00670D8E"/>
    <w:rsid w:val="00670E9F"/>
    <w:rsid w:val="006717B9"/>
    <w:rsid w:val="006730C4"/>
    <w:rsid w:val="0067383C"/>
    <w:rsid w:val="00673F2B"/>
    <w:rsid w:val="006748A4"/>
    <w:rsid w:val="00674E96"/>
    <w:rsid w:val="00674F71"/>
    <w:rsid w:val="006752FA"/>
    <w:rsid w:val="006754BF"/>
    <w:rsid w:val="00675CA3"/>
    <w:rsid w:val="00676A86"/>
    <w:rsid w:val="006777B7"/>
    <w:rsid w:val="00680BAC"/>
    <w:rsid w:val="00680C4B"/>
    <w:rsid w:val="00681252"/>
    <w:rsid w:val="00683DF3"/>
    <w:rsid w:val="00684B2C"/>
    <w:rsid w:val="00684C0E"/>
    <w:rsid w:val="00685860"/>
    <w:rsid w:val="00686C24"/>
    <w:rsid w:val="00686CEA"/>
    <w:rsid w:val="00686E14"/>
    <w:rsid w:val="006870DD"/>
    <w:rsid w:val="00687D5F"/>
    <w:rsid w:val="00690B53"/>
    <w:rsid w:val="00690C44"/>
    <w:rsid w:val="00691592"/>
    <w:rsid w:val="00693B71"/>
    <w:rsid w:val="00693C04"/>
    <w:rsid w:val="00695A35"/>
    <w:rsid w:val="00696370"/>
    <w:rsid w:val="006965C3"/>
    <w:rsid w:val="0069728A"/>
    <w:rsid w:val="006A0C7B"/>
    <w:rsid w:val="006A1386"/>
    <w:rsid w:val="006A147D"/>
    <w:rsid w:val="006A1935"/>
    <w:rsid w:val="006A1C29"/>
    <w:rsid w:val="006A1F76"/>
    <w:rsid w:val="006A2864"/>
    <w:rsid w:val="006A36C2"/>
    <w:rsid w:val="006A4D8E"/>
    <w:rsid w:val="006A518E"/>
    <w:rsid w:val="006A54E3"/>
    <w:rsid w:val="006A6158"/>
    <w:rsid w:val="006A68DE"/>
    <w:rsid w:val="006A6AB6"/>
    <w:rsid w:val="006A6ED6"/>
    <w:rsid w:val="006A70D1"/>
    <w:rsid w:val="006A7528"/>
    <w:rsid w:val="006B02AD"/>
    <w:rsid w:val="006B1ACE"/>
    <w:rsid w:val="006B28E7"/>
    <w:rsid w:val="006B33B2"/>
    <w:rsid w:val="006B389E"/>
    <w:rsid w:val="006B3947"/>
    <w:rsid w:val="006B3C7E"/>
    <w:rsid w:val="006B4623"/>
    <w:rsid w:val="006B48C0"/>
    <w:rsid w:val="006B4ABA"/>
    <w:rsid w:val="006B5A2D"/>
    <w:rsid w:val="006B5BF2"/>
    <w:rsid w:val="006B628D"/>
    <w:rsid w:val="006B645A"/>
    <w:rsid w:val="006B66A1"/>
    <w:rsid w:val="006B675E"/>
    <w:rsid w:val="006B69A3"/>
    <w:rsid w:val="006B755A"/>
    <w:rsid w:val="006B7EC6"/>
    <w:rsid w:val="006C02AC"/>
    <w:rsid w:val="006C0640"/>
    <w:rsid w:val="006C12DA"/>
    <w:rsid w:val="006C1C96"/>
    <w:rsid w:val="006C2EF3"/>
    <w:rsid w:val="006C3B3F"/>
    <w:rsid w:val="006C4A81"/>
    <w:rsid w:val="006C4EAA"/>
    <w:rsid w:val="006C5824"/>
    <w:rsid w:val="006C5C3F"/>
    <w:rsid w:val="006C7439"/>
    <w:rsid w:val="006C79BF"/>
    <w:rsid w:val="006D0CCA"/>
    <w:rsid w:val="006D2288"/>
    <w:rsid w:val="006D318F"/>
    <w:rsid w:val="006D31EF"/>
    <w:rsid w:val="006D368B"/>
    <w:rsid w:val="006D3AD2"/>
    <w:rsid w:val="006D3AFB"/>
    <w:rsid w:val="006D3DD2"/>
    <w:rsid w:val="006D4ADF"/>
    <w:rsid w:val="006D52B9"/>
    <w:rsid w:val="006D60D2"/>
    <w:rsid w:val="006D6892"/>
    <w:rsid w:val="006D6FCC"/>
    <w:rsid w:val="006E0A9E"/>
    <w:rsid w:val="006E1B07"/>
    <w:rsid w:val="006E1C41"/>
    <w:rsid w:val="006E1CBC"/>
    <w:rsid w:val="006E2094"/>
    <w:rsid w:val="006E2680"/>
    <w:rsid w:val="006E2C8C"/>
    <w:rsid w:val="006E2F12"/>
    <w:rsid w:val="006E4E3A"/>
    <w:rsid w:val="006E6A20"/>
    <w:rsid w:val="006E7DC1"/>
    <w:rsid w:val="006F0630"/>
    <w:rsid w:val="006F06BE"/>
    <w:rsid w:val="006F192C"/>
    <w:rsid w:val="006F227F"/>
    <w:rsid w:val="006F247A"/>
    <w:rsid w:val="006F38D2"/>
    <w:rsid w:val="006F4C59"/>
    <w:rsid w:val="006F6D6C"/>
    <w:rsid w:val="006F7735"/>
    <w:rsid w:val="00701795"/>
    <w:rsid w:val="00701D66"/>
    <w:rsid w:val="00701DDB"/>
    <w:rsid w:val="00702C68"/>
    <w:rsid w:val="00702E2F"/>
    <w:rsid w:val="00702E5D"/>
    <w:rsid w:val="00703A0A"/>
    <w:rsid w:val="00703B38"/>
    <w:rsid w:val="00703ECA"/>
    <w:rsid w:val="00704983"/>
    <w:rsid w:val="00705474"/>
    <w:rsid w:val="00705DFF"/>
    <w:rsid w:val="00707EA3"/>
    <w:rsid w:val="00711520"/>
    <w:rsid w:val="00712701"/>
    <w:rsid w:val="00712C85"/>
    <w:rsid w:val="00713602"/>
    <w:rsid w:val="00713A21"/>
    <w:rsid w:val="00714606"/>
    <w:rsid w:val="00714F03"/>
    <w:rsid w:val="00715370"/>
    <w:rsid w:val="00716004"/>
    <w:rsid w:val="0071659C"/>
    <w:rsid w:val="00716905"/>
    <w:rsid w:val="00716CCE"/>
    <w:rsid w:val="00717357"/>
    <w:rsid w:val="00717CC6"/>
    <w:rsid w:val="007202E9"/>
    <w:rsid w:val="007218AF"/>
    <w:rsid w:val="00722165"/>
    <w:rsid w:val="00723007"/>
    <w:rsid w:val="00723331"/>
    <w:rsid w:val="00723949"/>
    <w:rsid w:val="00723B63"/>
    <w:rsid w:val="00724DC5"/>
    <w:rsid w:val="00725476"/>
    <w:rsid w:val="007255CA"/>
    <w:rsid w:val="00725C1B"/>
    <w:rsid w:val="007261EB"/>
    <w:rsid w:val="00726A09"/>
    <w:rsid w:val="007272FF"/>
    <w:rsid w:val="007305DC"/>
    <w:rsid w:val="00731B49"/>
    <w:rsid w:val="00731E53"/>
    <w:rsid w:val="007322D5"/>
    <w:rsid w:val="007322FF"/>
    <w:rsid w:val="00733029"/>
    <w:rsid w:val="007346D3"/>
    <w:rsid w:val="00734BC2"/>
    <w:rsid w:val="00736282"/>
    <w:rsid w:val="00736DB4"/>
    <w:rsid w:val="00737D19"/>
    <w:rsid w:val="00737DF9"/>
    <w:rsid w:val="00740662"/>
    <w:rsid w:val="00741A7A"/>
    <w:rsid w:val="007423AC"/>
    <w:rsid w:val="007442C4"/>
    <w:rsid w:val="00744F93"/>
    <w:rsid w:val="00745C00"/>
    <w:rsid w:val="00745CC8"/>
    <w:rsid w:val="00745D1E"/>
    <w:rsid w:val="0074621C"/>
    <w:rsid w:val="0074687B"/>
    <w:rsid w:val="0074720E"/>
    <w:rsid w:val="00747722"/>
    <w:rsid w:val="00750723"/>
    <w:rsid w:val="00751258"/>
    <w:rsid w:val="00751439"/>
    <w:rsid w:val="00752E3C"/>
    <w:rsid w:val="0075383D"/>
    <w:rsid w:val="00753B8F"/>
    <w:rsid w:val="00753C19"/>
    <w:rsid w:val="0075581F"/>
    <w:rsid w:val="00755CD4"/>
    <w:rsid w:val="00756E70"/>
    <w:rsid w:val="007600F3"/>
    <w:rsid w:val="00760E9B"/>
    <w:rsid w:val="00761573"/>
    <w:rsid w:val="00761911"/>
    <w:rsid w:val="007622A2"/>
    <w:rsid w:val="00762590"/>
    <w:rsid w:val="00762A71"/>
    <w:rsid w:val="00762EB6"/>
    <w:rsid w:val="00763239"/>
    <w:rsid w:val="00764C8E"/>
    <w:rsid w:val="00764F21"/>
    <w:rsid w:val="00765380"/>
    <w:rsid w:val="007668E8"/>
    <w:rsid w:val="0076789A"/>
    <w:rsid w:val="00770A06"/>
    <w:rsid w:val="00770A6F"/>
    <w:rsid w:val="007719FC"/>
    <w:rsid w:val="00771A21"/>
    <w:rsid w:val="00772453"/>
    <w:rsid w:val="007735FC"/>
    <w:rsid w:val="00774619"/>
    <w:rsid w:val="00774B84"/>
    <w:rsid w:val="007758F4"/>
    <w:rsid w:val="007763BF"/>
    <w:rsid w:val="00776B23"/>
    <w:rsid w:val="00776C51"/>
    <w:rsid w:val="007771C5"/>
    <w:rsid w:val="007772FB"/>
    <w:rsid w:val="00777927"/>
    <w:rsid w:val="00777C1C"/>
    <w:rsid w:val="0078034E"/>
    <w:rsid w:val="00780E34"/>
    <w:rsid w:val="007811E9"/>
    <w:rsid w:val="00781331"/>
    <w:rsid w:val="00781924"/>
    <w:rsid w:val="00781AFE"/>
    <w:rsid w:val="0078202A"/>
    <w:rsid w:val="0078241C"/>
    <w:rsid w:val="00783E32"/>
    <w:rsid w:val="007844C2"/>
    <w:rsid w:val="007845CB"/>
    <w:rsid w:val="007852EF"/>
    <w:rsid w:val="0078669A"/>
    <w:rsid w:val="007867E1"/>
    <w:rsid w:val="00790825"/>
    <w:rsid w:val="00790FDF"/>
    <w:rsid w:val="007911FA"/>
    <w:rsid w:val="00791869"/>
    <w:rsid w:val="00792A36"/>
    <w:rsid w:val="00792B99"/>
    <w:rsid w:val="00792D7A"/>
    <w:rsid w:val="007932CD"/>
    <w:rsid w:val="007939F3"/>
    <w:rsid w:val="00793E61"/>
    <w:rsid w:val="007940AA"/>
    <w:rsid w:val="00794908"/>
    <w:rsid w:val="00794F6B"/>
    <w:rsid w:val="007951D9"/>
    <w:rsid w:val="00795274"/>
    <w:rsid w:val="007958EF"/>
    <w:rsid w:val="007961C2"/>
    <w:rsid w:val="0079732C"/>
    <w:rsid w:val="007973EE"/>
    <w:rsid w:val="00797596"/>
    <w:rsid w:val="00797653"/>
    <w:rsid w:val="007978E4"/>
    <w:rsid w:val="00797F6B"/>
    <w:rsid w:val="007A0192"/>
    <w:rsid w:val="007A01C2"/>
    <w:rsid w:val="007A0609"/>
    <w:rsid w:val="007A1273"/>
    <w:rsid w:val="007A1ABA"/>
    <w:rsid w:val="007A229D"/>
    <w:rsid w:val="007A2E73"/>
    <w:rsid w:val="007A2E7B"/>
    <w:rsid w:val="007A32F8"/>
    <w:rsid w:val="007A42B7"/>
    <w:rsid w:val="007A5B17"/>
    <w:rsid w:val="007A7705"/>
    <w:rsid w:val="007A7EF9"/>
    <w:rsid w:val="007A7F26"/>
    <w:rsid w:val="007B044E"/>
    <w:rsid w:val="007B0528"/>
    <w:rsid w:val="007B0539"/>
    <w:rsid w:val="007B0A40"/>
    <w:rsid w:val="007B109C"/>
    <w:rsid w:val="007B13D5"/>
    <w:rsid w:val="007B1888"/>
    <w:rsid w:val="007B2000"/>
    <w:rsid w:val="007B30F7"/>
    <w:rsid w:val="007B3E1C"/>
    <w:rsid w:val="007B4C0A"/>
    <w:rsid w:val="007B5832"/>
    <w:rsid w:val="007B5ACE"/>
    <w:rsid w:val="007B640B"/>
    <w:rsid w:val="007B66DF"/>
    <w:rsid w:val="007B6C1F"/>
    <w:rsid w:val="007B6D68"/>
    <w:rsid w:val="007B76EE"/>
    <w:rsid w:val="007B7FD9"/>
    <w:rsid w:val="007C17C4"/>
    <w:rsid w:val="007C1947"/>
    <w:rsid w:val="007C26E2"/>
    <w:rsid w:val="007C2FFB"/>
    <w:rsid w:val="007C36BF"/>
    <w:rsid w:val="007C38BD"/>
    <w:rsid w:val="007C4D87"/>
    <w:rsid w:val="007C510C"/>
    <w:rsid w:val="007C5905"/>
    <w:rsid w:val="007C5AF5"/>
    <w:rsid w:val="007C63DA"/>
    <w:rsid w:val="007C646A"/>
    <w:rsid w:val="007C6F18"/>
    <w:rsid w:val="007C7B20"/>
    <w:rsid w:val="007C7FB4"/>
    <w:rsid w:val="007D1393"/>
    <w:rsid w:val="007D1E6A"/>
    <w:rsid w:val="007D1FE8"/>
    <w:rsid w:val="007D2BCC"/>
    <w:rsid w:val="007D348B"/>
    <w:rsid w:val="007D3639"/>
    <w:rsid w:val="007D3C76"/>
    <w:rsid w:val="007D3C83"/>
    <w:rsid w:val="007D47EF"/>
    <w:rsid w:val="007D4A40"/>
    <w:rsid w:val="007D53AF"/>
    <w:rsid w:val="007D5988"/>
    <w:rsid w:val="007D5D0F"/>
    <w:rsid w:val="007D5FC2"/>
    <w:rsid w:val="007D68EB"/>
    <w:rsid w:val="007D6AC5"/>
    <w:rsid w:val="007D7678"/>
    <w:rsid w:val="007E00EB"/>
    <w:rsid w:val="007E0624"/>
    <w:rsid w:val="007E0F4B"/>
    <w:rsid w:val="007E1FEA"/>
    <w:rsid w:val="007E2B2C"/>
    <w:rsid w:val="007E30D1"/>
    <w:rsid w:val="007E4063"/>
    <w:rsid w:val="007E4B0B"/>
    <w:rsid w:val="007E5949"/>
    <w:rsid w:val="007E6AE4"/>
    <w:rsid w:val="007E7657"/>
    <w:rsid w:val="007F093C"/>
    <w:rsid w:val="007F0D49"/>
    <w:rsid w:val="007F0E58"/>
    <w:rsid w:val="007F0E59"/>
    <w:rsid w:val="007F1B4D"/>
    <w:rsid w:val="007F20EB"/>
    <w:rsid w:val="007F24B9"/>
    <w:rsid w:val="007F274A"/>
    <w:rsid w:val="007F2A25"/>
    <w:rsid w:val="007F5714"/>
    <w:rsid w:val="007F59AE"/>
    <w:rsid w:val="007F72DE"/>
    <w:rsid w:val="007F7D9D"/>
    <w:rsid w:val="00802069"/>
    <w:rsid w:val="008023BA"/>
    <w:rsid w:val="00802A08"/>
    <w:rsid w:val="00802D2D"/>
    <w:rsid w:val="00803806"/>
    <w:rsid w:val="00803EDF"/>
    <w:rsid w:val="00804BD3"/>
    <w:rsid w:val="008052F8"/>
    <w:rsid w:val="008058A9"/>
    <w:rsid w:val="008059C0"/>
    <w:rsid w:val="008062B3"/>
    <w:rsid w:val="0080642F"/>
    <w:rsid w:val="00806C02"/>
    <w:rsid w:val="00807647"/>
    <w:rsid w:val="008100A8"/>
    <w:rsid w:val="00811BCF"/>
    <w:rsid w:val="008123FB"/>
    <w:rsid w:val="00812443"/>
    <w:rsid w:val="0081265B"/>
    <w:rsid w:val="00812781"/>
    <w:rsid w:val="00812B9A"/>
    <w:rsid w:val="008130A8"/>
    <w:rsid w:val="008130AA"/>
    <w:rsid w:val="0081392F"/>
    <w:rsid w:val="008139BB"/>
    <w:rsid w:val="00814613"/>
    <w:rsid w:val="0081472B"/>
    <w:rsid w:val="00814C3A"/>
    <w:rsid w:val="0081531C"/>
    <w:rsid w:val="0081554C"/>
    <w:rsid w:val="00816D48"/>
    <w:rsid w:val="008171CB"/>
    <w:rsid w:val="00817527"/>
    <w:rsid w:val="00817FF7"/>
    <w:rsid w:val="00820124"/>
    <w:rsid w:val="008212F5"/>
    <w:rsid w:val="008219CA"/>
    <w:rsid w:val="008220A1"/>
    <w:rsid w:val="008222DF"/>
    <w:rsid w:val="00822B58"/>
    <w:rsid w:val="0082302B"/>
    <w:rsid w:val="008235EB"/>
    <w:rsid w:val="00823A3C"/>
    <w:rsid w:val="00823E6E"/>
    <w:rsid w:val="0082447B"/>
    <w:rsid w:val="00825FF7"/>
    <w:rsid w:val="00826222"/>
    <w:rsid w:val="0083156C"/>
    <w:rsid w:val="0083188C"/>
    <w:rsid w:val="008327D4"/>
    <w:rsid w:val="00832E36"/>
    <w:rsid w:val="00833C54"/>
    <w:rsid w:val="00833D0A"/>
    <w:rsid w:val="00833E76"/>
    <w:rsid w:val="00834087"/>
    <w:rsid w:val="00835164"/>
    <w:rsid w:val="00835378"/>
    <w:rsid w:val="00835508"/>
    <w:rsid w:val="008357D7"/>
    <w:rsid w:val="00835D13"/>
    <w:rsid w:val="00836D4F"/>
    <w:rsid w:val="00837633"/>
    <w:rsid w:val="008378D4"/>
    <w:rsid w:val="008401F8"/>
    <w:rsid w:val="0084082D"/>
    <w:rsid w:val="0084147B"/>
    <w:rsid w:val="008418F5"/>
    <w:rsid w:val="0084219F"/>
    <w:rsid w:val="008423A0"/>
    <w:rsid w:val="008431CC"/>
    <w:rsid w:val="008435FA"/>
    <w:rsid w:val="00844C8B"/>
    <w:rsid w:val="00845AB5"/>
    <w:rsid w:val="00845D76"/>
    <w:rsid w:val="00846343"/>
    <w:rsid w:val="00846351"/>
    <w:rsid w:val="008466C0"/>
    <w:rsid w:val="008470CC"/>
    <w:rsid w:val="00847662"/>
    <w:rsid w:val="008504F0"/>
    <w:rsid w:val="00850C33"/>
    <w:rsid w:val="00850E8A"/>
    <w:rsid w:val="008511E5"/>
    <w:rsid w:val="0085181A"/>
    <w:rsid w:val="0085198F"/>
    <w:rsid w:val="008524CE"/>
    <w:rsid w:val="0085290C"/>
    <w:rsid w:val="0085292B"/>
    <w:rsid w:val="008536A8"/>
    <w:rsid w:val="00853969"/>
    <w:rsid w:val="00853D57"/>
    <w:rsid w:val="008540CD"/>
    <w:rsid w:val="0085573B"/>
    <w:rsid w:val="008558E9"/>
    <w:rsid w:val="00856E48"/>
    <w:rsid w:val="008608E4"/>
    <w:rsid w:val="00861B59"/>
    <w:rsid w:val="008621AF"/>
    <w:rsid w:val="0086294B"/>
    <w:rsid w:val="00862B2A"/>
    <w:rsid w:val="008632C6"/>
    <w:rsid w:val="00863653"/>
    <w:rsid w:val="00863D85"/>
    <w:rsid w:val="00863F8C"/>
    <w:rsid w:val="00864A6D"/>
    <w:rsid w:val="00864F9C"/>
    <w:rsid w:val="00865DD8"/>
    <w:rsid w:val="00866490"/>
    <w:rsid w:val="008668FE"/>
    <w:rsid w:val="00866B25"/>
    <w:rsid w:val="00866D95"/>
    <w:rsid w:val="0086797A"/>
    <w:rsid w:val="008704CF"/>
    <w:rsid w:val="00870C2F"/>
    <w:rsid w:val="00870EFC"/>
    <w:rsid w:val="00871499"/>
    <w:rsid w:val="00871F42"/>
    <w:rsid w:val="00872949"/>
    <w:rsid w:val="00873768"/>
    <w:rsid w:val="008759EB"/>
    <w:rsid w:val="00875ABD"/>
    <w:rsid w:val="008765FF"/>
    <w:rsid w:val="00876BC7"/>
    <w:rsid w:val="00876E95"/>
    <w:rsid w:val="0087701E"/>
    <w:rsid w:val="008778C9"/>
    <w:rsid w:val="008779F0"/>
    <w:rsid w:val="00877BE0"/>
    <w:rsid w:val="00880B35"/>
    <w:rsid w:val="008812EF"/>
    <w:rsid w:val="0088141A"/>
    <w:rsid w:val="00881FF0"/>
    <w:rsid w:val="0088222D"/>
    <w:rsid w:val="008823BB"/>
    <w:rsid w:val="0088248C"/>
    <w:rsid w:val="00882E21"/>
    <w:rsid w:val="008840F4"/>
    <w:rsid w:val="00884581"/>
    <w:rsid w:val="00885683"/>
    <w:rsid w:val="00885965"/>
    <w:rsid w:val="00885E6F"/>
    <w:rsid w:val="00886332"/>
    <w:rsid w:val="0088718B"/>
    <w:rsid w:val="0088734F"/>
    <w:rsid w:val="0088736E"/>
    <w:rsid w:val="00887510"/>
    <w:rsid w:val="008901B8"/>
    <w:rsid w:val="00890A75"/>
    <w:rsid w:val="00891854"/>
    <w:rsid w:val="0089193B"/>
    <w:rsid w:val="00891CA7"/>
    <w:rsid w:val="00891F63"/>
    <w:rsid w:val="00892282"/>
    <w:rsid w:val="00892426"/>
    <w:rsid w:val="00893722"/>
    <w:rsid w:val="00893809"/>
    <w:rsid w:val="008943EF"/>
    <w:rsid w:val="00894AAE"/>
    <w:rsid w:val="00895352"/>
    <w:rsid w:val="00895644"/>
    <w:rsid w:val="00895D44"/>
    <w:rsid w:val="008960A3"/>
    <w:rsid w:val="0089615C"/>
    <w:rsid w:val="008966F1"/>
    <w:rsid w:val="00896BEA"/>
    <w:rsid w:val="0089745E"/>
    <w:rsid w:val="0089760D"/>
    <w:rsid w:val="00897B8F"/>
    <w:rsid w:val="00897F4F"/>
    <w:rsid w:val="008A069B"/>
    <w:rsid w:val="008A085A"/>
    <w:rsid w:val="008A123E"/>
    <w:rsid w:val="008A1732"/>
    <w:rsid w:val="008A17A8"/>
    <w:rsid w:val="008A24F6"/>
    <w:rsid w:val="008A2EA3"/>
    <w:rsid w:val="008A308E"/>
    <w:rsid w:val="008A34D2"/>
    <w:rsid w:val="008A3C3A"/>
    <w:rsid w:val="008A4116"/>
    <w:rsid w:val="008A417D"/>
    <w:rsid w:val="008A4778"/>
    <w:rsid w:val="008A4833"/>
    <w:rsid w:val="008A6A59"/>
    <w:rsid w:val="008A7556"/>
    <w:rsid w:val="008B001E"/>
    <w:rsid w:val="008B03D5"/>
    <w:rsid w:val="008B1A40"/>
    <w:rsid w:val="008B2924"/>
    <w:rsid w:val="008B2B14"/>
    <w:rsid w:val="008B322F"/>
    <w:rsid w:val="008B33EA"/>
    <w:rsid w:val="008B4361"/>
    <w:rsid w:val="008B4886"/>
    <w:rsid w:val="008B4CCD"/>
    <w:rsid w:val="008B4D8A"/>
    <w:rsid w:val="008B5454"/>
    <w:rsid w:val="008B5A9D"/>
    <w:rsid w:val="008B5B9C"/>
    <w:rsid w:val="008B6040"/>
    <w:rsid w:val="008B70D4"/>
    <w:rsid w:val="008B78E5"/>
    <w:rsid w:val="008C0084"/>
    <w:rsid w:val="008C04AB"/>
    <w:rsid w:val="008C12F7"/>
    <w:rsid w:val="008C1AC9"/>
    <w:rsid w:val="008C1F5D"/>
    <w:rsid w:val="008C28E2"/>
    <w:rsid w:val="008C2902"/>
    <w:rsid w:val="008C4772"/>
    <w:rsid w:val="008C5D27"/>
    <w:rsid w:val="008C625D"/>
    <w:rsid w:val="008C6367"/>
    <w:rsid w:val="008C63DF"/>
    <w:rsid w:val="008C727C"/>
    <w:rsid w:val="008C72D4"/>
    <w:rsid w:val="008C7C95"/>
    <w:rsid w:val="008D09DE"/>
    <w:rsid w:val="008D0DD2"/>
    <w:rsid w:val="008D0FC6"/>
    <w:rsid w:val="008D16D7"/>
    <w:rsid w:val="008D1AD8"/>
    <w:rsid w:val="008D2410"/>
    <w:rsid w:val="008D2A85"/>
    <w:rsid w:val="008D3B8C"/>
    <w:rsid w:val="008D40D4"/>
    <w:rsid w:val="008D4773"/>
    <w:rsid w:val="008D4BF7"/>
    <w:rsid w:val="008D4F48"/>
    <w:rsid w:val="008D55B4"/>
    <w:rsid w:val="008D5791"/>
    <w:rsid w:val="008D746F"/>
    <w:rsid w:val="008D7BD9"/>
    <w:rsid w:val="008E08D7"/>
    <w:rsid w:val="008E164F"/>
    <w:rsid w:val="008E1A31"/>
    <w:rsid w:val="008E2259"/>
    <w:rsid w:val="008E2AC5"/>
    <w:rsid w:val="008E333A"/>
    <w:rsid w:val="008E3610"/>
    <w:rsid w:val="008E4CDA"/>
    <w:rsid w:val="008E5550"/>
    <w:rsid w:val="008E56B4"/>
    <w:rsid w:val="008E58DC"/>
    <w:rsid w:val="008E5A61"/>
    <w:rsid w:val="008E5DC3"/>
    <w:rsid w:val="008E627C"/>
    <w:rsid w:val="008E62C0"/>
    <w:rsid w:val="008E762E"/>
    <w:rsid w:val="008F0ED8"/>
    <w:rsid w:val="008F134A"/>
    <w:rsid w:val="008F135C"/>
    <w:rsid w:val="008F1418"/>
    <w:rsid w:val="008F182C"/>
    <w:rsid w:val="008F20C6"/>
    <w:rsid w:val="008F2EC5"/>
    <w:rsid w:val="008F455F"/>
    <w:rsid w:val="008F4681"/>
    <w:rsid w:val="008F47A0"/>
    <w:rsid w:val="008F5F08"/>
    <w:rsid w:val="008F6743"/>
    <w:rsid w:val="008F6BF9"/>
    <w:rsid w:val="008F6FA3"/>
    <w:rsid w:val="008F7043"/>
    <w:rsid w:val="008F7480"/>
    <w:rsid w:val="009001EA"/>
    <w:rsid w:val="00900792"/>
    <w:rsid w:val="009014AD"/>
    <w:rsid w:val="00902515"/>
    <w:rsid w:val="00905AE3"/>
    <w:rsid w:val="00905D3E"/>
    <w:rsid w:val="00906119"/>
    <w:rsid w:val="009065AE"/>
    <w:rsid w:val="00906656"/>
    <w:rsid w:val="00906B83"/>
    <w:rsid w:val="00906EC1"/>
    <w:rsid w:val="009078D0"/>
    <w:rsid w:val="00910C05"/>
    <w:rsid w:val="00910F8B"/>
    <w:rsid w:val="009121CD"/>
    <w:rsid w:val="00912236"/>
    <w:rsid w:val="009128B8"/>
    <w:rsid w:val="00912973"/>
    <w:rsid w:val="00913299"/>
    <w:rsid w:val="0091395A"/>
    <w:rsid w:val="00914059"/>
    <w:rsid w:val="009140DA"/>
    <w:rsid w:val="00914E04"/>
    <w:rsid w:val="00915111"/>
    <w:rsid w:val="009152A1"/>
    <w:rsid w:val="009157D1"/>
    <w:rsid w:val="009163B7"/>
    <w:rsid w:val="009171AB"/>
    <w:rsid w:val="009176F6"/>
    <w:rsid w:val="00921490"/>
    <w:rsid w:val="0092171F"/>
    <w:rsid w:val="00922E71"/>
    <w:rsid w:val="00922FDF"/>
    <w:rsid w:val="00923FA4"/>
    <w:rsid w:val="0092461F"/>
    <w:rsid w:val="00924C97"/>
    <w:rsid w:val="009252FF"/>
    <w:rsid w:val="0092539F"/>
    <w:rsid w:val="00925693"/>
    <w:rsid w:val="009258BC"/>
    <w:rsid w:val="00926C7E"/>
    <w:rsid w:val="00927634"/>
    <w:rsid w:val="009279BF"/>
    <w:rsid w:val="0093064C"/>
    <w:rsid w:val="00931EF9"/>
    <w:rsid w:val="00933B14"/>
    <w:rsid w:val="00933F55"/>
    <w:rsid w:val="0093442D"/>
    <w:rsid w:val="009344AD"/>
    <w:rsid w:val="00934C3B"/>
    <w:rsid w:val="009354A5"/>
    <w:rsid w:val="009357AD"/>
    <w:rsid w:val="00935912"/>
    <w:rsid w:val="009359D3"/>
    <w:rsid w:val="00937623"/>
    <w:rsid w:val="00940EB3"/>
    <w:rsid w:val="009414F4"/>
    <w:rsid w:val="0094164B"/>
    <w:rsid w:val="009416B1"/>
    <w:rsid w:val="00941EBC"/>
    <w:rsid w:val="00942142"/>
    <w:rsid w:val="009427E5"/>
    <w:rsid w:val="0094345E"/>
    <w:rsid w:val="009457BE"/>
    <w:rsid w:val="00945BBE"/>
    <w:rsid w:val="009463A1"/>
    <w:rsid w:val="00946482"/>
    <w:rsid w:val="009466EC"/>
    <w:rsid w:val="00946B79"/>
    <w:rsid w:val="00950000"/>
    <w:rsid w:val="00950015"/>
    <w:rsid w:val="009500DD"/>
    <w:rsid w:val="009504F6"/>
    <w:rsid w:val="00950C4B"/>
    <w:rsid w:val="00950E4D"/>
    <w:rsid w:val="0095113D"/>
    <w:rsid w:val="009518A2"/>
    <w:rsid w:val="00951CAE"/>
    <w:rsid w:val="0095241B"/>
    <w:rsid w:val="00952522"/>
    <w:rsid w:val="00952A3A"/>
    <w:rsid w:val="0095351C"/>
    <w:rsid w:val="00954223"/>
    <w:rsid w:val="009552AF"/>
    <w:rsid w:val="0095553C"/>
    <w:rsid w:val="0095582D"/>
    <w:rsid w:val="009558DC"/>
    <w:rsid w:val="00956046"/>
    <w:rsid w:val="00956558"/>
    <w:rsid w:val="00960718"/>
    <w:rsid w:val="00960A92"/>
    <w:rsid w:val="00961260"/>
    <w:rsid w:val="00961C16"/>
    <w:rsid w:val="00962679"/>
    <w:rsid w:val="00962EF7"/>
    <w:rsid w:val="00963D5D"/>
    <w:rsid w:val="00963E74"/>
    <w:rsid w:val="009640D0"/>
    <w:rsid w:val="009640E0"/>
    <w:rsid w:val="00964807"/>
    <w:rsid w:val="00964956"/>
    <w:rsid w:val="00964ACD"/>
    <w:rsid w:val="00964C6B"/>
    <w:rsid w:val="009668D4"/>
    <w:rsid w:val="009672F9"/>
    <w:rsid w:val="0096738F"/>
    <w:rsid w:val="00967714"/>
    <w:rsid w:val="00967A9F"/>
    <w:rsid w:val="009701CC"/>
    <w:rsid w:val="00970268"/>
    <w:rsid w:val="00970511"/>
    <w:rsid w:val="00971234"/>
    <w:rsid w:val="00971307"/>
    <w:rsid w:val="00971B6B"/>
    <w:rsid w:val="00971D35"/>
    <w:rsid w:val="00972B62"/>
    <w:rsid w:val="00972EFF"/>
    <w:rsid w:val="009730ED"/>
    <w:rsid w:val="00973173"/>
    <w:rsid w:val="00973F80"/>
    <w:rsid w:val="00973FDD"/>
    <w:rsid w:val="0097447E"/>
    <w:rsid w:val="00975E2F"/>
    <w:rsid w:val="00975E49"/>
    <w:rsid w:val="009765E4"/>
    <w:rsid w:val="00976A7B"/>
    <w:rsid w:val="0097793A"/>
    <w:rsid w:val="009810AD"/>
    <w:rsid w:val="00981392"/>
    <w:rsid w:val="00981C81"/>
    <w:rsid w:val="00982C17"/>
    <w:rsid w:val="00984781"/>
    <w:rsid w:val="00984E6D"/>
    <w:rsid w:val="00985C42"/>
    <w:rsid w:val="00986591"/>
    <w:rsid w:val="009871CF"/>
    <w:rsid w:val="0098790F"/>
    <w:rsid w:val="00987B23"/>
    <w:rsid w:val="00990BEF"/>
    <w:rsid w:val="00991421"/>
    <w:rsid w:val="0099207B"/>
    <w:rsid w:val="00992922"/>
    <w:rsid w:val="009932AC"/>
    <w:rsid w:val="009945D4"/>
    <w:rsid w:val="009952AF"/>
    <w:rsid w:val="009955EB"/>
    <w:rsid w:val="00997185"/>
    <w:rsid w:val="00997B99"/>
    <w:rsid w:val="00997C17"/>
    <w:rsid w:val="009A00DE"/>
    <w:rsid w:val="009A032E"/>
    <w:rsid w:val="009A07F3"/>
    <w:rsid w:val="009A23AE"/>
    <w:rsid w:val="009A32DC"/>
    <w:rsid w:val="009A3620"/>
    <w:rsid w:val="009A4F2B"/>
    <w:rsid w:val="009A58A8"/>
    <w:rsid w:val="009A58D4"/>
    <w:rsid w:val="009A60AB"/>
    <w:rsid w:val="009A64AB"/>
    <w:rsid w:val="009A6A3E"/>
    <w:rsid w:val="009A6DA5"/>
    <w:rsid w:val="009A71AB"/>
    <w:rsid w:val="009A776A"/>
    <w:rsid w:val="009B06CF"/>
    <w:rsid w:val="009B0E90"/>
    <w:rsid w:val="009B1493"/>
    <w:rsid w:val="009B1689"/>
    <w:rsid w:val="009B1BD9"/>
    <w:rsid w:val="009B1F75"/>
    <w:rsid w:val="009B2335"/>
    <w:rsid w:val="009B36A6"/>
    <w:rsid w:val="009B4356"/>
    <w:rsid w:val="009B48B7"/>
    <w:rsid w:val="009B5152"/>
    <w:rsid w:val="009B598B"/>
    <w:rsid w:val="009B5BDF"/>
    <w:rsid w:val="009B5CCA"/>
    <w:rsid w:val="009B5F7A"/>
    <w:rsid w:val="009B7381"/>
    <w:rsid w:val="009B7751"/>
    <w:rsid w:val="009B7ADC"/>
    <w:rsid w:val="009B7E43"/>
    <w:rsid w:val="009C0643"/>
    <w:rsid w:val="009C08A1"/>
    <w:rsid w:val="009C109C"/>
    <w:rsid w:val="009C2AFD"/>
    <w:rsid w:val="009C3159"/>
    <w:rsid w:val="009C3913"/>
    <w:rsid w:val="009C3C75"/>
    <w:rsid w:val="009C555E"/>
    <w:rsid w:val="009C5754"/>
    <w:rsid w:val="009C6144"/>
    <w:rsid w:val="009C6C98"/>
    <w:rsid w:val="009C7825"/>
    <w:rsid w:val="009C7AA9"/>
    <w:rsid w:val="009C7DA3"/>
    <w:rsid w:val="009D0FD9"/>
    <w:rsid w:val="009D19EC"/>
    <w:rsid w:val="009D3969"/>
    <w:rsid w:val="009D3DE9"/>
    <w:rsid w:val="009D4532"/>
    <w:rsid w:val="009D4648"/>
    <w:rsid w:val="009D4FD9"/>
    <w:rsid w:val="009D507D"/>
    <w:rsid w:val="009D50F1"/>
    <w:rsid w:val="009D6798"/>
    <w:rsid w:val="009D6ECF"/>
    <w:rsid w:val="009D6F01"/>
    <w:rsid w:val="009D6FF5"/>
    <w:rsid w:val="009E0467"/>
    <w:rsid w:val="009E0BE4"/>
    <w:rsid w:val="009E124B"/>
    <w:rsid w:val="009E16F3"/>
    <w:rsid w:val="009E1840"/>
    <w:rsid w:val="009E25BA"/>
    <w:rsid w:val="009E2B11"/>
    <w:rsid w:val="009E3608"/>
    <w:rsid w:val="009E3C66"/>
    <w:rsid w:val="009E3FDC"/>
    <w:rsid w:val="009E45E4"/>
    <w:rsid w:val="009E5743"/>
    <w:rsid w:val="009E59CC"/>
    <w:rsid w:val="009E62AB"/>
    <w:rsid w:val="009E69DF"/>
    <w:rsid w:val="009E6D57"/>
    <w:rsid w:val="009F1B15"/>
    <w:rsid w:val="009F1CDB"/>
    <w:rsid w:val="009F2299"/>
    <w:rsid w:val="009F2B0E"/>
    <w:rsid w:val="009F5A06"/>
    <w:rsid w:val="009F5BFE"/>
    <w:rsid w:val="009F63F8"/>
    <w:rsid w:val="00A00034"/>
    <w:rsid w:val="00A0085D"/>
    <w:rsid w:val="00A00CDE"/>
    <w:rsid w:val="00A01403"/>
    <w:rsid w:val="00A01496"/>
    <w:rsid w:val="00A016D5"/>
    <w:rsid w:val="00A01CC6"/>
    <w:rsid w:val="00A01EB5"/>
    <w:rsid w:val="00A0340A"/>
    <w:rsid w:val="00A04C05"/>
    <w:rsid w:val="00A04E66"/>
    <w:rsid w:val="00A04F33"/>
    <w:rsid w:val="00A04F9C"/>
    <w:rsid w:val="00A059F5"/>
    <w:rsid w:val="00A05DF2"/>
    <w:rsid w:val="00A07134"/>
    <w:rsid w:val="00A07335"/>
    <w:rsid w:val="00A07A45"/>
    <w:rsid w:val="00A07E4C"/>
    <w:rsid w:val="00A11490"/>
    <w:rsid w:val="00A11728"/>
    <w:rsid w:val="00A12743"/>
    <w:rsid w:val="00A127C4"/>
    <w:rsid w:val="00A12812"/>
    <w:rsid w:val="00A13FA1"/>
    <w:rsid w:val="00A144B6"/>
    <w:rsid w:val="00A14965"/>
    <w:rsid w:val="00A14F68"/>
    <w:rsid w:val="00A15034"/>
    <w:rsid w:val="00A16161"/>
    <w:rsid w:val="00A171A4"/>
    <w:rsid w:val="00A171C0"/>
    <w:rsid w:val="00A205DA"/>
    <w:rsid w:val="00A20AA3"/>
    <w:rsid w:val="00A21E15"/>
    <w:rsid w:val="00A230E6"/>
    <w:rsid w:val="00A23298"/>
    <w:rsid w:val="00A23803"/>
    <w:rsid w:val="00A239C4"/>
    <w:rsid w:val="00A251DA"/>
    <w:rsid w:val="00A25DD2"/>
    <w:rsid w:val="00A25FB6"/>
    <w:rsid w:val="00A26056"/>
    <w:rsid w:val="00A26A6A"/>
    <w:rsid w:val="00A26EF8"/>
    <w:rsid w:val="00A27983"/>
    <w:rsid w:val="00A27FD2"/>
    <w:rsid w:val="00A30122"/>
    <w:rsid w:val="00A307E6"/>
    <w:rsid w:val="00A3093A"/>
    <w:rsid w:val="00A313F4"/>
    <w:rsid w:val="00A31596"/>
    <w:rsid w:val="00A31F39"/>
    <w:rsid w:val="00A32147"/>
    <w:rsid w:val="00A326B9"/>
    <w:rsid w:val="00A32B49"/>
    <w:rsid w:val="00A3345A"/>
    <w:rsid w:val="00A33A26"/>
    <w:rsid w:val="00A348F0"/>
    <w:rsid w:val="00A3491F"/>
    <w:rsid w:val="00A3499B"/>
    <w:rsid w:val="00A34BA7"/>
    <w:rsid w:val="00A34F3B"/>
    <w:rsid w:val="00A3602A"/>
    <w:rsid w:val="00A361B2"/>
    <w:rsid w:val="00A36776"/>
    <w:rsid w:val="00A372F0"/>
    <w:rsid w:val="00A37356"/>
    <w:rsid w:val="00A3784E"/>
    <w:rsid w:val="00A37EBD"/>
    <w:rsid w:val="00A404FC"/>
    <w:rsid w:val="00A41EE1"/>
    <w:rsid w:val="00A4250D"/>
    <w:rsid w:val="00A43E3E"/>
    <w:rsid w:val="00A44190"/>
    <w:rsid w:val="00A44C3B"/>
    <w:rsid w:val="00A44E7F"/>
    <w:rsid w:val="00A457D8"/>
    <w:rsid w:val="00A45ECE"/>
    <w:rsid w:val="00A45EE7"/>
    <w:rsid w:val="00A467C4"/>
    <w:rsid w:val="00A46973"/>
    <w:rsid w:val="00A46B41"/>
    <w:rsid w:val="00A46F0F"/>
    <w:rsid w:val="00A46FA6"/>
    <w:rsid w:val="00A4745F"/>
    <w:rsid w:val="00A475BB"/>
    <w:rsid w:val="00A50266"/>
    <w:rsid w:val="00A50291"/>
    <w:rsid w:val="00A51EFD"/>
    <w:rsid w:val="00A51F63"/>
    <w:rsid w:val="00A52CB8"/>
    <w:rsid w:val="00A530CE"/>
    <w:rsid w:val="00A535AC"/>
    <w:rsid w:val="00A53743"/>
    <w:rsid w:val="00A53EA0"/>
    <w:rsid w:val="00A542D4"/>
    <w:rsid w:val="00A556A3"/>
    <w:rsid w:val="00A556ED"/>
    <w:rsid w:val="00A56EAF"/>
    <w:rsid w:val="00A56F67"/>
    <w:rsid w:val="00A5719E"/>
    <w:rsid w:val="00A577F7"/>
    <w:rsid w:val="00A57C4F"/>
    <w:rsid w:val="00A60226"/>
    <w:rsid w:val="00A6073E"/>
    <w:rsid w:val="00A60799"/>
    <w:rsid w:val="00A60C28"/>
    <w:rsid w:val="00A60F4E"/>
    <w:rsid w:val="00A61544"/>
    <w:rsid w:val="00A61BE6"/>
    <w:rsid w:val="00A61D36"/>
    <w:rsid w:val="00A62162"/>
    <w:rsid w:val="00A6269D"/>
    <w:rsid w:val="00A6280F"/>
    <w:rsid w:val="00A62B1F"/>
    <w:rsid w:val="00A63155"/>
    <w:rsid w:val="00A6318B"/>
    <w:rsid w:val="00A634E9"/>
    <w:rsid w:val="00A637CF"/>
    <w:rsid w:val="00A64107"/>
    <w:rsid w:val="00A645DA"/>
    <w:rsid w:val="00A6489E"/>
    <w:rsid w:val="00A6506D"/>
    <w:rsid w:val="00A6557B"/>
    <w:rsid w:val="00A65C34"/>
    <w:rsid w:val="00A66124"/>
    <w:rsid w:val="00A662BE"/>
    <w:rsid w:val="00A66436"/>
    <w:rsid w:val="00A66907"/>
    <w:rsid w:val="00A70205"/>
    <w:rsid w:val="00A713FB"/>
    <w:rsid w:val="00A71F43"/>
    <w:rsid w:val="00A72436"/>
    <w:rsid w:val="00A725D4"/>
    <w:rsid w:val="00A72C80"/>
    <w:rsid w:val="00A72CCE"/>
    <w:rsid w:val="00A7330C"/>
    <w:rsid w:val="00A73607"/>
    <w:rsid w:val="00A73A42"/>
    <w:rsid w:val="00A73E9D"/>
    <w:rsid w:val="00A73ED5"/>
    <w:rsid w:val="00A7503A"/>
    <w:rsid w:val="00A75C7F"/>
    <w:rsid w:val="00A75FE5"/>
    <w:rsid w:val="00A76988"/>
    <w:rsid w:val="00A76C0B"/>
    <w:rsid w:val="00A77A03"/>
    <w:rsid w:val="00A8108A"/>
    <w:rsid w:val="00A8252B"/>
    <w:rsid w:val="00A82740"/>
    <w:rsid w:val="00A828DB"/>
    <w:rsid w:val="00A83F5B"/>
    <w:rsid w:val="00A84E3D"/>
    <w:rsid w:val="00A84FF5"/>
    <w:rsid w:val="00A8582A"/>
    <w:rsid w:val="00A862B2"/>
    <w:rsid w:val="00A874A7"/>
    <w:rsid w:val="00A87E33"/>
    <w:rsid w:val="00A904C0"/>
    <w:rsid w:val="00A91308"/>
    <w:rsid w:val="00A91BE9"/>
    <w:rsid w:val="00A92253"/>
    <w:rsid w:val="00A9258A"/>
    <w:rsid w:val="00A929CF"/>
    <w:rsid w:val="00A92CC7"/>
    <w:rsid w:val="00A94170"/>
    <w:rsid w:val="00A94650"/>
    <w:rsid w:val="00A94DBF"/>
    <w:rsid w:val="00A9550C"/>
    <w:rsid w:val="00A9744C"/>
    <w:rsid w:val="00AA1577"/>
    <w:rsid w:val="00AA18B3"/>
    <w:rsid w:val="00AA33CF"/>
    <w:rsid w:val="00AA341D"/>
    <w:rsid w:val="00AA39AF"/>
    <w:rsid w:val="00AA3D06"/>
    <w:rsid w:val="00AA4080"/>
    <w:rsid w:val="00AA5C68"/>
    <w:rsid w:val="00AA60C9"/>
    <w:rsid w:val="00AA61EA"/>
    <w:rsid w:val="00AB2067"/>
    <w:rsid w:val="00AB2B21"/>
    <w:rsid w:val="00AB2EDA"/>
    <w:rsid w:val="00AB2FD5"/>
    <w:rsid w:val="00AB2FE5"/>
    <w:rsid w:val="00AB35FA"/>
    <w:rsid w:val="00AB479D"/>
    <w:rsid w:val="00AB481B"/>
    <w:rsid w:val="00AB500B"/>
    <w:rsid w:val="00AB5AAE"/>
    <w:rsid w:val="00AB5D53"/>
    <w:rsid w:val="00AB60BB"/>
    <w:rsid w:val="00AB65B6"/>
    <w:rsid w:val="00AB6DE2"/>
    <w:rsid w:val="00AB7666"/>
    <w:rsid w:val="00AB7C05"/>
    <w:rsid w:val="00AC16FA"/>
    <w:rsid w:val="00AC32D8"/>
    <w:rsid w:val="00AC4D2E"/>
    <w:rsid w:val="00AC622A"/>
    <w:rsid w:val="00AC6372"/>
    <w:rsid w:val="00AC6A72"/>
    <w:rsid w:val="00AC6E17"/>
    <w:rsid w:val="00AC79AB"/>
    <w:rsid w:val="00AD0068"/>
    <w:rsid w:val="00AD168E"/>
    <w:rsid w:val="00AD18E8"/>
    <w:rsid w:val="00AD1ABB"/>
    <w:rsid w:val="00AD366B"/>
    <w:rsid w:val="00AD56D0"/>
    <w:rsid w:val="00AD6786"/>
    <w:rsid w:val="00AD6DFE"/>
    <w:rsid w:val="00AD7D08"/>
    <w:rsid w:val="00AE0299"/>
    <w:rsid w:val="00AE12E8"/>
    <w:rsid w:val="00AE13ED"/>
    <w:rsid w:val="00AE1963"/>
    <w:rsid w:val="00AE198F"/>
    <w:rsid w:val="00AE1F3E"/>
    <w:rsid w:val="00AE3D8E"/>
    <w:rsid w:val="00AE3DDF"/>
    <w:rsid w:val="00AE5135"/>
    <w:rsid w:val="00AE5DA0"/>
    <w:rsid w:val="00AE757C"/>
    <w:rsid w:val="00AE7657"/>
    <w:rsid w:val="00AE775E"/>
    <w:rsid w:val="00AF04DB"/>
    <w:rsid w:val="00AF07AB"/>
    <w:rsid w:val="00AF0A74"/>
    <w:rsid w:val="00AF1A61"/>
    <w:rsid w:val="00AF2342"/>
    <w:rsid w:val="00AF2391"/>
    <w:rsid w:val="00AF2676"/>
    <w:rsid w:val="00AF2BD8"/>
    <w:rsid w:val="00AF3517"/>
    <w:rsid w:val="00AF3EC7"/>
    <w:rsid w:val="00AF3F02"/>
    <w:rsid w:val="00AF4341"/>
    <w:rsid w:val="00AF50FB"/>
    <w:rsid w:val="00AF5B88"/>
    <w:rsid w:val="00AF6324"/>
    <w:rsid w:val="00AF6443"/>
    <w:rsid w:val="00AF7274"/>
    <w:rsid w:val="00AF7336"/>
    <w:rsid w:val="00AF7ED4"/>
    <w:rsid w:val="00AF7F9F"/>
    <w:rsid w:val="00B0007A"/>
    <w:rsid w:val="00B00815"/>
    <w:rsid w:val="00B01386"/>
    <w:rsid w:val="00B024E1"/>
    <w:rsid w:val="00B02704"/>
    <w:rsid w:val="00B0377D"/>
    <w:rsid w:val="00B042B7"/>
    <w:rsid w:val="00B047DA"/>
    <w:rsid w:val="00B04825"/>
    <w:rsid w:val="00B048DE"/>
    <w:rsid w:val="00B06A57"/>
    <w:rsid w:val="00B06D5D"/>
    <w:rsid w:val="00B06DE1"/>
    <w:rsid w:val="00B073F0"/>
    <w:rsid w:val="00B07F73"/>
    <w:rsid w:val="00B11611"/>
    <w:rsid w:val="00B1185A"/>
    <w:rsid w:val="00B1242B"/>
    <w:rsid w:val="00B12555"/>
    <w:rsid w:val="00B140F3"/>
    <w:rsid w:val="00B14143"/>
    <w:rsid w:val="00B14C96"/>
    <w:rsid w:val="00B16845"/>
    <w:rsid w:val="00B16F4F"/>
    <w:rsid w:val="00B179CA"/>
    <w:rsid w:val="00B20546"/>
    <w:rsid w:val="00B2079E"/>
    <w:rsid w:val="00B20834"/>
    <w:rsid w:val="00B2205E"/>
    <w:rsid w:val="00B224A3"/>
    <w:rsid w:val="00B2275E"/>
    <w:rsid w:val="00B23E63"/>
    <w:rsid w:val="00B2517E"/>
    <w:rsid w:val="00B25767"/>
    <w:rsid w:val="00B2648E"/>
    <w:rsid w:val="00B26C84"/>
    <w:rsid w:val="00B27B1A"/>
    <w:rsid w:val="00B27BBA"/>
    <w:rsid w:val="00B27E31"/>
    <w:rsid w:val="00B30016"/>
    <w:rsid w:val="00B30161"/>
    <w:rsid w:val="00B30E72"/>
    <w:rsid w:val="00B30F39"/>
    <w:rsid w:val="00B31C6A"/>
    <w:rsid w:val="00B32B81"/>
    <w:rsid w:val="00B33006"/>
    <w:rsid w:val="00B3388E"/>
    <w:rsid w:val="00B33AE9"/>
    <w:rsid w:val="00B33AEA"/>
    <w:rsid w:val="00B33F55"/>
    <w:rsid w:val="00B34E7F"/>
    <w:rsid w:val="00B36C43"/>
    <w:rsid w:val="00B36EE4"/>
    <w:rsid w:val="00B404A8"/>
    <w:rsid w:val="00B40DE3"/>
    <w:rsid w:val="00B40F65"/>
    <w:rsid w:val="00B43198"/>
    <w:rsid w:val="00B432EE"/>
    <w:rsid w:val="00B436C9"/>
    <w:rsid w:val="00B4420A"/>
    <w:rsid w:val="00B4426A"/>
    <w:rsid w:val="00B4489B"/>
    <w:rsid w:val="00B45497"/>
    <w:rsid w:val="00B4679A"/>
    <w:rsid w:val="00B47AFF"/>
    <w:rsid w:val="00B5014C"/>
    <w:rsid w:val="00B50B66"/>
    <w:rsid w:val="00B51B8A"/>
    <w:rsid w:val="00B51CBF"/>
    <w:rsid w:val="00B523BF"/>
    <w:rsid w:val="00B52526"/>
    <w:rsid w:val="00B52676"/>
    <w:rsid w:val="00B5362F"/>
    <w:rsid w:val="00B53D30"/>
    <w:rsid w:val="00B54287"/>
    <w:rsid w:val="00B5472F"/>
    <w:rsid w:val="00B547AC"/>
    <w:rsid w:val="00B54D42"/>
    <w:rsid w:val="00B5610A"/>
    <w:rsid w:val="00B5623A"/>
    <w:rsid w:val="00B570B7"/>
    <w:rsid w:val="00B60F5C"/>
    <w:rsid w:val="00B60FCD"/>
    <w:rsid w:val="00B60FE0"/>
    <w:rsid w:val="00B61418"/>
    <w:rsid w:val="00B6269B"/>
    <w:rsid w:val="00B630A3"/>
    <w:rsid w:val="00B63A01"/>
    <w:rsid w:val="00B63F67"/>
    <w:rsid w:val="00B6435E"/>
    <w:rsid w:val="00B64D16"/>
    <w:rsid w:val="00B6526E"/>
    <w:rsid w:val="00B66BB4"/>
    <w:rsid w:val="00B67391"/>
    <w:rsid w:val="00B676AA"/>
    <w:rsid w:val="00B67871"/>
    <w:rsid w:val="00B67BD1"/>
    <w:rsid w:val="00B70FF1"/>
    <w:rsid w:val="00B71CD4"/>
    <w:rsid w:val="00B7224D"/>
    <w:rsid w:val="00B728F0"/>
    <w:rsid w:val="00B73017"/>
    <w:rsid w:val="00B73214"/>
    <w:rsid w:val="00B751DD"/>
    <w:rsid w:val="00B751EA"/>
    <w:rsid w:val="00B75643"/>
    <w:rsid w:val="00B75A75"/>
    <w:rsid w:val="00B75D54"/>
    <w:rsid w:val="00B7618A"/>
    <w:rsid w:val="00B768FF"/>
    <w:rsid w:val="00B76BF3"/>
    <w:rsid w:val="00B77D48"/>
    <w:rsid w:val="00B77DAF"/>
    <w:rsid w:val="00B8030D"/>
    <w:rsid w:val="00B80B6E"/>
    <w:rsid w:val="00B81108"/>
    <w:rsid w:val="00B8151F"/>
    <w:rsid w:val="00B8166A"/>
    <w:rsid w:val="00B81FD8"/>
    <w:rsid w:val="00B81FEB"/>
    <w:rsid w:val="00B82264"/>
    <w:rsid w:val="00B8376E"/>
    <w:rsid w:val="00B83CA4"/>
    <w:rsid w:val="00B8451B"/>
    <w:rsid w:val="00B8478C"/>
    <w:rsid w:val="00B84E91"/>
    <w:rsid w:val="00B84F06"/>
    <w:rsid w:val="00B85117"/>
    <w:rsid w:val="00B8565F"/>
    <w:rsid w:val="00B85877"/>
    <w:rsid w:val="00B85B5E"/>
    <w:rsid w:val="00B86794"/>
    <w:rsid w:val="00B872C5"/>
    <w:rsid w:val="00B87452"/>
    <w:rsid w:val="00B8759B"/>
    <w:rsid w:val="00B90968"/>
    <w:rsid w:val="00B90F28"/>
    <w:rsid w:val="00B913DA"/>
    <w:rsid w:val="00B91ABB"/>
    <w:rsid w:val="00B91BEB"/>
    <w:rsid w:val="00B9200E"/>
    <w:rsid w:val="00B92224"/>
    <w:rsid w:val="00B92B11"/>
    <w:rsid w:val="00B92C14"/>
    <w:rsid w:val="00B94296"/>
    <w:rsid w:val="00B95658"/>
    <w:rsid w:val="00B960F7"/>
    <w:rsid w:val="00B96F65"/>
    <w:rsid w:val="00B9746A"/>
    <w:rsid w:val="00B97924"/>
    <w:rsid w:val="00B97BAB"/>
    <w:rsid w:val="00BA00D2"/>
    <w:rsid w:val="00BA0718"/>
    <w:rsid w:val="00BA0987"/>
    <w:rsid w:val="00BA0C1C"/>
    <w:rsid w:val="00BA154F"/>
    <w:rsid w:val="00BA1FBD"/>
    <w:rsid w:val="00BA220A"/>
    <w:rsid w:val="00BA222E"/>
    <w:rsid w:val="00BA2490"/>
    <w:rsid w:val="00BA2FBA"/>
    <w:rsid w:val="00BA3014"/>
    <w:rsid w:val="00BA3130"/>
    <w:rsid w:val="00BA4691"/>
    <w:rsid w:val="00BA47D3"/>
    <w:rsid w:val="00BA4B66"/>
    <w:rsid w:val="00BA5038"/>
    <w:rsid w:val="00BA558B"/>
    <w:rsid w:val="00BA626A"/>
    <w:rsid w:val="00BA7B62"/>
    <w:rsid w:val="00BB0775"/>
    <w:rsid w:val="00BB115C"/>
    <w:rsid w:val="00BB157C"/>
    <w:rsid w:val="00BB169D"/>
    <w:rsid w:val="00BB17BA"/>
    <w:rsid w:val="00BB1F5D"/>
    <w:rsid w:val="00BB2478"/>
    <w:rsid w:val="00BB27CF"/>
    <w:rsid w:val="00BB2F67"/>
    <w:rsid w:val="00BB3751"/>
    <w:rsid w:val="00BB3B70"/>
    <w:rsid w:val="00BB3B7E"/>
    <w:rsid w:val="00BB3F3F"/>
    <w:rsid w:val="00BB432D"/>
    <w:rsid w:val="00BB46B4"/>
    <w:rsid w:val="00BB4C21"/>
    <w:rsid w:val="00BB4CA9"/>
    <w:rsid w:val="00BB5088"/>
    <w:rsid w:val="00BB590B"/>
    <w:rsid w:val="00BB59BF"/>
    <w:rsid w:val="00BB5F30"/>
    <w:rsid w:val="00BB64AB"/>
    <w:rsid w:val="00BB7480"/>
    <w:rsid w:val="00BB78E3"/>
    <w:rsid w:val="00BB7BA6"/>
    <w:rsid w:val="00BC002F"/>
    <w:rsid w:val="00BC03C5"/>
    <w:rsid w:val="00BC1289"/>
    <w:rsid w:val="00BC19AE"/>
    <w:rsid w:val="00BC2B4E"/>
    <w:rsid w:val="00BC2DC4"/>
    <w:rsid w:val="00BC36CD"/>
    <w:rsid w:val="00BC3C7A"/>
    <w:rsid w:val="00BC4020"/>
    <w:rsid w:val="00BC5036"/>
    <w:rsid w:val="00BC5170"/>
    <w:rsid w:val="00BC55D5"/>
    <w:rsid w:val="00BC60B8"/>
    <w:rsid w:val="00BC7113"/>
    <w:rsid w:val="00BC76AA"/>
    <w:rsid w:val="00BC7B9F"/>
    <w:rsid w:val="00BD0077"/>
    <w:rsid w:val="00BD0552"/>
    <w:rsid w:val="00BD0F51"/>
    <w:rsid w:val="00BD24E2"/>
    <w:rsid w:val="00BD27C7"/>
    <w:rsid w:val="00BD3002"/>
    <w:rsid w:val="00BD3AE6"/>
    <w:rsid w:val="00BD3C57"/>
    <w:rsid w:val="00BD4097"/>
    <w:rsid w:val="00BD45C6"/>
    <w:rsid w:val="00BD49FC"/>
    <w:rsid w:val="00BD533A"/>
    <w:rsid w:val="00BD53E7"/>
    <w:rsid w:val="00BD54C8"/>
    <w:rsid w:val="00BD55A8"/>
    <w:rsid w:val="00BD566B"/>
    <w:rsid w:val="00BD6DBA"/>
    <w:rsid w:val="00BD7AF3"/>
    <w:rsid w:val="00BD7B1C"/>
    <w:rsid w:val="00BE0D1E"/>
    <w:rsid w:val="00BE1633"/>
    <w:rsid w:val="00BE1F85"/>
    <w:rsid w:val="00BE3FD2"/>
    <w:rsid w:val="00BE4160"/>
    <w:rsid w:val="00BE4E83"/>
    <w:rsid w:val="00BE724A"/>
    <w:rsid w:val="00BE7A54"/>
    <w:rsid w:val="00BE7E3E"/>
    <w:rsid w:val="00BF03F6"/>
    <w:rsid w:val="00BF11B3"/>
    <w:rsid w:val="00BF26AD"/>
    <w:rsid w:val="00BF37F6"/>
    <w:rsid w:val="00BF3AED"/>
    <w:rsid w:val="00BF478A"/>
    <w:rsid w:val="00BF4D38"/>
    <w:rsid w:val="00BF51EC"/>
    <w:rsid w:val="00BF68D0"/>
    <w:rsid w:val="00BF7891"/>
    <w:rsid w:val="00BF7BF4"/>
    <w:rsid w:val="00BF7C53"/>
    <w:rsid w:val="00C00F6A"/>
    <w:rsid w:val="00C0254E"/>
    <w:rsid w:val="00C03401"/>
    <w:rsid w:val="00C043D9"/>
    <w:rsid w:val="00C045CE"/>
    <w:rsid w:val="00C04E71"/>
    <w:rsid w:val="00C04F1F"/>
    <w:rsid w:val="00C04F9D"/>
    <w:rsid w:val="00C05779"/>
    <w:rsid w:val="00C05A9F"/>
    <w:rsid w:val="00C05E7F"/>
    <w:rsid w:val="00C05F0B"/>
    <w:rsid w:val="00C0646B"/>
    <w:rsid w:val="00C068C3"/>
    <w:rsid w:val="00C069EB"/>
    <w:rsid w:val="00C06CE6"/>
    <w:rsid w:val="00C07EEC"/>
    <w:rsid w:val="00C1053A"/>
    <w:rsid w:val="00C11957"/>
    <w:rsid w:val="00C11ACA"/>
    <w:rsid w:val="00C12F8A"/>
    <w:rsid w:val="00C13DFB"/>
    <w:rsid w:val="00C1421E"/>
    <w:rsid w:val="00C14526"/>
    <w:rsid w:val="00C14862"/>
    <w:rsid w:val="00C14ECF"/>
    <w:rsid w:val="00C1593B"/>
    <w:rsid w:val="00C15FCB"/>
    <w:rsid w:val="00C163F6"/>
    <w:rsid w:val="00C16EE4"/>
    <w:rsid w:val="00C17139"/>
    <w:rsid w:val="00C2062D"/>
    <w:rsid w:val="00C20CE4"/>
    <w:rsid w:val="00C2115B"/>
    <w:rsid w:val="00C21933"/>
    <w:rsid w:val="00C21E53"/>
    <w:rsid w:val="00C225D1"/>
    <w:rsid w:val="00C24184"/>
    <w:rsid w:val="00C2439F"/>
    <w:rsid w:val="00C2563C"/>
    <w:rsid w:val="00C25B26"/>
    <w:rsid w:val="00C25E8B"/>
    <w:rsid w:val="00C26C56"/>
    <w:rsid w:val="00C272F0"/>
    <w:rsid w:val="00C274EC"/>
    <w:rsid w:val="00C2770E"/>
    <w:rsid w:val="00C3056B"/>
    <w:rsid w:val="00C305B1"/>
    <w:rsid w:val="00C31A65"/>
    <w:rsid w:val="00C31C23"/>
    <w:rsid w:val="00C31CA5"/>
    <w:rsid w:val="00C324CC"/>
    <w:rsid w:val="00C32968"/>
    <w:rsid w:val="00C32D3B"/>
    <w:rsid w:val="00C33CDB"/>
    <w:rsid w:val="00C341F0"/>
    <w:rsid w:val="00C34217"/>
    <w:rsid w:val="00C34547"/>
    <w:rsid w:val="00C34706"/>
    <w:rsid w:val="00C3491F"/>
    <w:rsid w:val="00C34ACC"/>
    <w:rsid w:val="00C34D5C"/>
    <w:rsid w:val="00C35A25"/>
    <w:rsid w:val="00C35B5D"/>
    <w:rsid w:val="00C36B26"/>
    <w:rsid w:val="00C371A6"/>
    <w:rsid w:val="00C40725"/>
    <w:rsid w:val="00C41548"/>
    <w:rsid w:val="00C418D7"/>
    <w:rsid w:val="00C41D8B"/>
    <w:rsid w:val="00C42EAD"/>
    <w:rsid w:val="00C43044"/>
    <w:rsid w:val="00C43563"/>
    <w:rsid w:val="00C43686"/>
    <w:rsid w:val="00C43D88"/>
    <w:rsid w:val="00C4416A"/>
    <w:rsid w:val="00C454F7"/>
    <w:rsid w:val="00C45502"/>
    <w:rsid w:val="00C45B31"/>
    <w:rsid w:val="00C46794"/>
    <w:rsid w:val="00C471ED"/>
    <w:rsid w:val="00C475BE"/>
    <w:rsid w:val="00C503BF"/>
    <w:rsid w:val="00C5094D"/>
    <w:rsid w:val="00C5097E"/>
    <w:rsid w:val="00C50F49"/>
    <w:rsid w:val="00C526B0"/>
    <w:rsid w:val="00C528A6"/>
    <w:rsid w:val="00C5364A"/>
    <w:rsid w:val="00C54879"/>
    <w:rsid w:val="00C5499E"/>
    <w:rsid w:val="00C55F39"/>
    <w:rsid w:val="00C55FA3"/>
    <w:rsid w:val="00C56ADA"/>
    <w:rsid w:val="00C577EB"/>
    <w:rsid w:val="00C57BC8"/>
    <w:rsid w:val="00C606EF"/>
    <w:rsid w:val="00C60809"/>
    <w:rsid w:val="00C60DE4"/>
    <w:rsid w:val="00C61272"/>
    <w:rsid w:val="00C614D3"/>
    <w:rsid w:val="00C614DB"/>
    <w:rsid w:val="00C61670"/>
    <w:rsid w:val="00C617D6"/>
    <w:rsid w:val="00C61CC1"/>
    <w:rsid w:val="00C62516"/>
    <w:rsid w:val="00C627EE"/>
    <w:rsid w:val="00C62C62"/>
    <w:rsid w:val="00C638E4"/>
    <w:rsid w:val="00C63AD3"/>
    <w:rsid w:val="00C64A50"/>
    <w:rsid w:val="00C65410"/>
    <w:rsid w:val="00C65645"/>
    <w:rsid w:val="00C65777"/>
    <w:rsid w:val="00C662F8"/>
    <w:rsid w:val="00C673E0"/>
    <w:rsid w:val="00C67F76"/>
    <w:rsid w:val="00C67FDE"/>
    <w:rsid w:val="00C7080A"/>
    <w:rsid w:val="00C71707"/>
    <w:rsid w:val="00C71B71"/>
    <w:rsid w:val="00C71EF8"/>
    <w:rsid w:val="00C72961"/>
    <w:rsid w:val="00C729E7"/>
    <w:rsid w:val="00C733A9"/>
    <w:rsid w:val="00C7414C"/>
    <w:rsid w:val="00C74352"/>
    <w:rsid w:val="00C74605"/>
    <w:rsid w:val="00C74A29"/>
    <w:rsid w:val="00C74E09"/>
    <w:rsid w:val="00C7549C"/>
    <w:rsid w:val="00C7567E"/>
    <w:rsid w:val="00C762E9"/>
    <w:rsid w:val="00C76580"/>
    <w:rsid w:val="00C76E4D"/>
    <w:rsid w:val="00C771B2"/>
    <w:rsid w:val="00C778A9"/>
    <w:rsid w:val="00C77D85"/>
    <w:rsid w:val="00C8054F"/>
    <w:rsid w:val="00C81F85"/>
    <w:rsid w:val="00C83403"/>
    <w:rsid w:val="00C844A1"/>
    <w:rsid w:val="00C84D87"/>
    <w:rsid w:val="00C85229"/>
    <w:rsid w:val="00C85495"/>
    <w:rsid w:val="00C858CD"/>
    <w:rsid w:val="00C85B39"/>
    <w:rsid w:val="00C86140"/>
    <w:rsid w:val="00C8677B"/>
    <w:rsid w:val="00C90231"/>
    <w:rsid w:val="00C915F9"/>
    <w:rsid w:val="00C917CA"/>
    <w:rsid w:val="00C91B91"/>
    <w:rsid w:val="00C93DAC"/>
    <w:rsid w:val="00C94375"/>
    <w:rsid w:val="00C945A1"/>
    <w:rsid w:val="00C9571F"/>
    <w:rsid w:val="00C95D20"/>
    <w:rsid w:val="00C96C52"/>
    <w:rsid w:val="00C9787B"/>
    <w:rsid w:val="00C979D4"/>
    <w:rsid w:val="00CA00B1"/>
    <w:rsid w:val="00CA0643"/>
    <w:rsid w:val="00CA0C04"/>
    <w:rsid w:val="00CA10DF"/>
    <w:rsid w:val="00CA143F"/>
    <w:rsid w:val="00CA3205"/>
    <w:rsid w:val="00CA3BEF"/>
    <w:rsid w:val="00CA3C8A"/>
    <w:rsid w:val="00CA3D36"/>
    <w:rsid w:val="00CA3E05"/>
    <w:rsid w:val="00CA472E"/>
    <w:rsid w:val="00CA5290"/>
    <w:rsid w:val="00CA63F1"/>
    <w:rsid w:val="00CA7650"/>
    <w:rsid w:val="00CA7CC8"/>
    <w:rsid w:val="00CB06A0"/>
    <w:rsid w:val="00CB072B"/>
    <w:rsid w:val="00CB0C92"/>
    <w:rsid w:val="00CB2D53"/>
    <w:rsid w:val="00CB3D01"/>
    <w:rsid w:val="00CB3F7E"/>
    <w:rsid w:val="00CB4561"/>
    <w:rsid w:val="00CB4CE7"/>
    <w:rsid w:val="00CB6EA6"/>
    <w:rsid w:val="00CB6EF8"/>
    <w:rsid w:val="00CB701D"/>
    <w:rsid w:val="00CB7542"/>
    <w:rsid w:val="00CB77D5"/>
    <w:rsid w:val="00CB7A79"/>
    <w:rsid w:val="00CC0681"/>
    <w:rsid w:val="00CC11B5"/>
    <w:rsid w:val="00CC26AB"/>
    <w:rsid w:val="00CC29BD"/>
    <w:rsid w:val="00CC29F7"/>
    <w:rsid w:val="00CC2B32"/>
    <w:rsid w:val="00CC3C78"/>
    <w:rsid w:val="00CC54FF"/>
    <w:rsid w:val="00CC5815"/>
    <w:rsid w:val="00CC6D7D"/>
    <w:rsid w:val="00CC711E"/>
    <w:rsid w:val="00CC794F"/>
    <w:rsid w:val="00CC7B3B"/>
    <w:rsid w:val="00CD02B8"/>
    <w:rsid w:val="00CD08D9"/>
    <w:rsid w:val="00CD0AEA"/>
    <w:rsid w:val="00CD1E1F"/>
    <w:rsid w:val="00CD3E33"/>
    <w:rsid w:val="00CD4FD5"/>
    <w:rsid w:val="00CD51B6"/>
    <w:rsid w:val="00CD5FA1"/>
    <w:rsid w:val="00CD637A"/>
    <w:rsid w:val="00CD68C7"/>
    <w:rsid w:val="00CD71E2"/>
    <w:rsid w:val="00CD76DF"/>
    <w:rsid w:val="00CE031A"/>
    <w:rsid w:val="00CE0B22"/>
    <w:rsid w:val="00CE0B5D"/>
    <w:rsid w:val="00CE11FA"/>
    <w:rsid w:val="00CE177C"/>
    <w:rsid w:val="00CE1D9C"/>
    <w:rsid w:val="00CE39F9"/>
    <w:rsid w:val="00CE46E3"/>
    <w:rsid w:val="00CE47BF"/>
    <w:rsid w:val="00CE5C20"/>
    <w:rsid w:val="00CE636C"/>
    <w:rsid w:val="00CE6A5A"/>
    <w:rsid w:val="00CE6BC1"/>
    <w:rsid w:val="00CE7F3D"/>
    <w:rsid w:val="00CF09D8"/>
    <w:rsid w:val="00CF0F1A"/>
    <w:rsid w:val="00CF1263"/>
    <w:rsid w:val="00CF12B0"/>
    <w:rsid w:val="00CF1510"/>
    <w:rsid w:val="00CF2B69"/>
    <w:rsid w:val="00CF2B6F"/>
    <w:rsid w:val="00CF2E31"/>
    <w:rsid w:val="00CF362B"/>
    <w:rsid w:val="00CF36A7"/>
    <w:rsid w:val="00CF399D"/>
    <w:rsid w:val="00CF40A7"/>
    <w:rsid w:val="00CF43FA"/>
    <w:rsid w:val="00CF60E2"/>
    <w:rsid w:val="00CF72BD"/>
    <w:rsid w:val="00CF7D18"/>
    <w:rsid w:val="00D001AC"/>
    <w:rsid w:val="00D002EE"/>
    <w:rsid w:val="00D00795"/>
    <w:rsid w:val="00D00963"/>
    <w:rsid w:val="00D00E76"/>
    <w:rsid w:val="00D01DAA"/>
    <w:rsid w:val="00D02427"/>
    <w:rsid w:val="00D025DE"/>
    <w:rsid w:val="00D02ED1"/>
    <w:rsid w:val="00D039CB"/>
    <w:rsid w:val="00D0482A"/>
    <w:rsid w:val="00D05B9E"/>
    <w:rsid w:val="00D05FA8"/>
    <w:rsid w:val="00D06C4F"/>
    <w:rsid w:val="00D11A1A"/>
    <w:rsid w:val="00D1243F"/>
    <w:rsid w:val="00D126F2"/>
    <w:rsid w:val="00D13B36"/>
    <w:rsid w:val="00D13D0D"/>
    <w:rsid w:val="00D1497F"/>
    <w:rsid w:val="00D15390"/>
    <w:rsid w:val="00D15B1A"/>
    <w:rsid w:val="00D1639D"/>
    <w:rsid w:val="00D16515"/>
    <w:rsid w:val="00D17B2D"/>
    <w:rsid w:val="00D17EBB"/>
    <w:rsid w:val="00D17EF2"/>
    <w:rsid w:val="00D20AB3"/>
    <w:rsid w:val="00D20F43"/>
    <w:rsid w:val="00D2143D"/>
    <w:rsid w:val="00D22154"/>
    <w:rsid w:val="00D22A42"/>
    <w:rsid w:val="00D23763"/>
    <w:rsid w:val="00D245C6"/>
    <w:rsid w:val="00D245F5"/>
    <w:rsid w:val="00D247F8"/>
    <w:rsid w:val="00D24FD5"/>
    <w:rsid w:val="00D2535D"/>
    <w:rsid w:val="00D253D0"/>
    <w:rsid w:val="00D25521"/>
    <w:rsid w:val="00D256EC"/>
    <w:rsid w:val="00D25A0F"/>
    <w:rsid w:val="00D26041"/>
    <w:rsid w:val="00D263C1"/>
    <w:rsid w:val="00D26472"/>
    <w:rsid w:val="00D27017"/>
    <w:rsid w:val="00D276C1"/>
    <w:rsid w:val="00D27B60"/>
    <w:rsid w:val="00D312EB"/>
    <w:rsid w:val="00D3138A"/>
    <w:rsid w:val="00D31E0C"/>
    <w:rsid w:val="00D33011"/>
    <w:rsid w:val="00D33B03"/>
    <w:rsid w:val="00D34246"/>
    <w:rsid w:val="00D34396"/>
    <w:rsid w:val="00D344C7"/>
    <w:rsid w:val="00D3518C"/>
    <w:rsid w:val="00D36053"/>
    <w:rsid w:val="00D36147"/>
    <w:rsid w:val="00D4046E"/>
    <w:rsid w:val="00D412F8"/>
    <w:rsid w:val="00D415EE"/>
    <w:rsid w:val="00D41796"/>
    <w:rsid w:val="00D4453B"/>
    <w:rsid w:val="00D44A8B"/>
    <w:rsid w:val="00D4509E"/>
    <w:rsid w:val="00D45CBB"/>
    <w:rsid w:val="00D46464"/>
    <w:rsid w:val="00D4690C"/>
    <w:rsid w:val="00D47543"/>
    <w:rsid w:val="00D50650"/>
    <w:rsid w:val="00D50D84"/>
    <w:rsid w:val="00D50E97"/>
    <w:rsid w:val="00D520C9"/>
    <w:rsid w:val="00D52349"/>
    <w:rsid w:val="00D53018"/>
    <w:rsid w:val="00D532EC"/>
    <w:rsid w:val="00D54C7D"/>
    <w:rsid w:val="00D54E1A"/>
    <w:rsid w:val="00D565AE"/>
    <w:rsid w:val="00D56D49"/>
    <w:rsid w:val="00D56E1C"/>
    <w:rsid w:val="00D57472"/>
    <w:rsid w:val="00D57EBD"/>
    <w:rsid w:val="00D602C9"/>
    <w:rsid w:val="00D603C3"/>
    <w:rsid w:val="00D61138"/>
    <w:rsid w:val="00D62D9A"/>
    <w:rsid w:val="00D64582"/>
    <w:rsid w:val="00D65092"/>
    <w:rsid w:val="00D6517A"/>
    <w:rsid w:val="00D6577B"/>
    <w:rsid w:val="00D65999"/>
    <w:rsid w:val="00D65B5B"/>
    <w:rsid w:val="00D65EFC"/>
    <w:rsid w:val="00D65FB8"/>
    <w:rsid w:val="00D6771D"/>
    <w:rsid w:val="00D67833"/>
    <w:rsid w:val="00D67C69"/>
    <w:rsid w:val="00D701CB"/>
    <w:rsid w:val="00D701FC"/>
    <w:rsid w:val="00D70D32"/>
    <w:rsid w:val="00D70D63"/>
    <w:rsid w:val="00D71BC7"/>
    <w:rsid w:val="00D71BD8"/>
    <w:rsid w:val="00D71C9D"/>
    <w:rsid w:val="00D71FF2"/>
    <w:rsid w:val="00D72379"/>
    <w:rsid w:val="00D72C5B"/>
    <w:rsid w:val="00D7321C"/>
    <w:rsid w:val="00D739AE"/>
    <w:rsid w:val="00D73E09"/>
    <w:rsid w:val="00D743CF"/>
    <w:rsid w:val="00D763AD"/>
    <w:rsid w:val="00D76B3F"/>
    <w:rsid w:val="00D7742C"/>
    <w:rsid w:val="00D77447"/>
    <w:rsid w:val="00D77DC8"/>
    <w:rsid w:val="00D8056B"/>
    <w:rsid w:val="00D80820"/>
    <w:rsid w:val="00D8183B"/>
    <w:rsid w:val="00D81C14"/>
    <w:rsid w:val="00D82E31"/>
    <w:rsid w:val="00D83AC8"/>
    <w:rsid w:val="00D83BA0"/>
    <w:rsid w:val="00D83F08"/>
    <w:rsid w:val="00D84D7C"/>
    <w:rsid w:val="00D84F52"/>
    <w:rsid w:val="00D85472"/>
    <w:rsid w:val="00D86202"/>
    <w:rsid w:val="00D874E6"/>
    <w:rsid w:val="00D87C5B"/>
    <w:rsid w:val="00D90025"/>
    <w:rsid w:val="00D9055B"/>
    <w:rsid w:val="00D9099B"/>
    <w:rsid w:val="00D91594"/>
    <w:rsid w:val="00D9160F"/>
    <w:rsid w:val="00D91DE5"/>
    <w:rsid w:val="00D9267A"/>
    <w:rsid w:val="00D92EA7"/>
    <w:rsid w:val="00D9308D"/>
    <w:rsid w:val="00D937CF"/>
    <w:rsid w:val="00D93C26"/>
    <w:rsid w:val="00D966D3"/>
    <w:rsid w:val="00D967EF"/>
    <w:rsid w:val="00D97769"/>
    <w:rsid w:val="00DA02CE"/>
    <w:rsid w:val="00DA0C71"/>
    <w:rsid w:val="00DA0F2E"/>
    <w:rsid w:val="00DA18E8"/>
    <w:rsid w:val="00DA2232"/>
    <w:rsid w:val="00DA2BA4"/>
    <w:rsid w:val="00DA2D05"/>
    <w:rsid w:val="00DA6929"/>
    <w:rsid w:val="00DA6F71"/>
    <w:rsid w:val="00DA72BB"/>
    <w:rsid w:val="00DA7A35"/>
    <w:rsid w:val="00DB0080"/>
    <w:rsid w:val="00DB09AF"/>
    <w:rsid w:val="00DB1898"/>
    <w:rsid w:val="00DB18D0"/>
    <w:rsid w:val="00DB230B"/>
    <w:rsid w:val="00DB25BA"/>
    <w:rsid w:val="00DB2732"/>
    <w:rsid w:val="00DB2A68"/>
    <w:rsid w:val="00DB2D11"/>
    <w:rsid w:val="00DB4060"/>
    <w:rsid w:val="00DB4795"/>
    <w:rsid w:val="00DB4A3C"/>
    <w:rsid w:val="00DB4A56"/>
    <w:rsid w:val="00DB5A98"/>
    <w:rsid w:val="00DB5F27"/>
    <w:rsid w:val="00DB6B4D"/>
    <w:rsid w:val="00DB7D76"/>
    <w:rsid w:val="00DC0143"/>
    <w:rsid w:val="00DC01F4"/>
    <w:rsid w:val="00DC0C6E"/>
    <w:rsid w:val="00DC0D11"/>
    <w:rsid w:val="00DC1135"/>
    <w:rsid w:val="00DC14A2"/>
    <w:rsid w:val="00DC14DD"/>
    <w:rsid w:val="00DC2DF9"/>
    <w:rsid w:val="00DC4037"/>
    <w:rsid w:val="00DC41BD"/>
    <w:rsid w:val="00DC4A53"/>
    <w:rsid w:val="00DC4FC7"/>
    <w:rsid w:val="00DC570F"/>
    <w:rsid w:val="00DC73F6"/>
    <w:rsid w:val="00DC7A8C"/>
    <w:rsid w:val="00DD0502"/>
    <w:rsid w:val="00DD0634"/>
    <w:rsid w:val="00DD13FA"/>
    <w:rsid w:val="00DD25F6"/>
    <w:rsid w:val="00DD26A1"/>
    <w:rsid w:val="00DD3B06"/>
    <w:rsid w:val="00DD41E1"/>
    <w:rsid w:val="00DD46D4"/>
    <w:rsid w:val="00DD5117"/>
    <w:rsid w:val="00DD6D1F"/>
    <w:rsid w:val="00DD70E6"/>
    <w:rsid w:val="00DD7C09"/>
    <w:rsid w:val="00DE0C7E"/>
    <w:rsid w:val="00DE0D08"/>
    <w:rsid w:val="00DE17F2"/>
    <w:rsid w:val="00DE267B"/>
    <w:rsid w:val="00DE2B07"/>
    <w:rsid w:val="00DE2B1D"/>
    <w:rsid w:val="00DE2FFC"/>
    <w:rsid w:val="00DE395E"/>
    <w:rsid w:val="00DE4533"/>
    <w:rsid w:val="00DE4830"/>
    <w:rsid w:val="00DE4E85"/>
    <w:rsid w:val="00DE5378"/>
    <w:rsid w:val="00DE5510"/>
    <w:rsid w:val="00DE580A"/>
    <w:rsid w:val="00DE5EFD"/>
    <w:rsid w:val="00DE64F8"/>
    <w:rsid w:val="00DE67E8"/>
    <w:rsid w:val="00DE74AE"/>
    <w:rsid w:val="00DE7807"/>
    <w:rsid w:val="00DF081A"/>
    <w:rsid w:val="00DF09C7"/>
    <w:rsid w:val="00DF108B"/>
    <w:rsid w:val="00DF1169"/>
    <w:rsid w:val="00DF17EC"/>
    <w:rsid w:val="00DF1DAF"/>
    <w:rsid w:val="00DF3312"/>
    <w:rsid w:val="00DF3E70"/>
    <w:rsid w:val="00DF4527"/>
    <w:rsid w:val="00DF48BC"/>
    <w:rsid w:val="00DF52D2"/>
    <w:rsid w:val="00DF780F"/>
    <w:rsid w:val="00DF7B5A"/>
    <w:rsid w:val="00DF7C79"/>
    <w:rsid w:val="00E00369"/>
    <w:rsid w:val="00E005F3"/>
    <w:rsid w:val="00E00C1B"/>
    <w:rsid w:val="00E00F68"/>
    <w:rsid w:val="00E019DB"/>
    <w:rsid w:val="00E01E66"/>
    <w:rsid w:val="00E02EB8"/>
    <w:rsid w:val="00E0499C"/>
    <w:rsid w:val="00E05A76"/>
    <w:rsid w:val="00E06C41"/>
    <w:rsid w:val="00E07845"/>
    <w:rsid w:val="00E07C66"/>
    <w:rsid w:val="00E07F64"/>
    <w:rsid w:val="00E10404"/>
    <w:rsid w:val="00E10DF6"/>
    <w:rsid w:val="00E11C38"/>
    <w:rsid w:val="00E11F58"/>
    <w:rsid w:val="00E12444"/>
    <w:rsid w:val="00E12717"/>
    <w:rsid w:val="00E12A93"/>
    <w:rsid w:val="00E12D69"/>
    <w:rsid w:val="00E13C2C"/>
    <w:rsid w:val="00E1406E"/>
    <w:rsid w:val="00E1442B"/>
    <w:rsid w:val="00E14760"/>
    <w:rsid w:val="00E1483C"/>
    <w:rsid w:val="00E14995"/>
    <w:rsid w:val="00E15254"/>
    <w:rsid w:val="00E164F6"/>
    <w:rsid w:val="00E168A5"/>
    <w:rsid w:val="00E17340"/>
    <w:rsid w:val="00E179C9"/>
    <w:rsid w:val="00E203C9"/>
    <w:rsid w:val="00E20E5B"/>
    <w:rsid w:val="00E212DF"/>
    <w:rsid w:val="00E2131B"/>
    <w:rsid w:val="00E21750"/>
    <w:rsid w:val="00E23147"/>
    <w:rsid w:val="00E234BE"/>
    <w:rsid w:val="00E23614"/>
    <w:rsid w:val="00E2415A"/>
    <w:rsid w:val="00E251AF"/>
    <w:rsid w:val="00E25235"/>
    <w:rsid w:val="00E266AE"/>
    <w:rsid w:val="00E269C7"/>
    <w:rsid w:val="00E26ABD"/>
    <w:rsid w:val="00E30805"/>
    <w:rsid w:val="00E31A34"/>
    <w:rsid w:val="00E3210D"/>
    <w:rsid w:val="00E3285A"/>
    <w:rsid w:val="00E32CB5"/>
    <w:rsid w:val="00E3316E"/>
    <w:rsid w:val="00E339FA"/>
    <w:rsid w:val="00E33CEE"/>
    <w:rsid w:val="00E33FCD"/>
    <w:rsid w:val="00E3658B"/>
    <w:rsid w:val="00E36CA3"/>
    <w:rsid w:val="00E4024B"/>
    <w:rsid w:val="00E40BC4"/>
    <w:rsid w:val="00E4169B"/>
    <w:rsid w:val="00E4257B"/>
    <w:rsid w:val="00E43364"/>
    <w:rsid w:val="00E44757"/>
    <w:rsid w:val="00E46999"/>
    <w:rsid w:val="00E4752E"/>
    <w:rsid w:val="00E47876"/>
    <w:rsid w:val="00E478C8"/>
    <w:rsid w:val="00E517A6"/>
    <w:rsid w:val="00E517E9"/>
    <w:rsid w:val="00E529F1"/>
    <w:rsid w:val="00E53A97"/>
    <w:rsid w:val="00E53EB0"/>
    <w:rsid w:val="00E54189"/>
    <w:rsid w:val="00E54659"/>
    <w:rsid w:val="00E550DA"/>
    <w:rsid w:val="00E5544F"/>
    <w:rsid w:val="00E55763"/>
    <w:rsid w:val="00E55BEA"/>
    <w:rsid w:val="00E561F7"/>
    <w:rsid w:val="00E57D2D"/>
    <w:rsid w:val="00E60A9D"/>
    <w:rsid w:val="00E6160E"/>
    <w:rsid w:val="00E626F1"/>
    <w:rsid w:val="00E63635"/>
    <w:rsid w:val="00E639EF"/>
    <w:rsid w:val="00E64B7D"/>
    <w:rsid w:val="00E65216"/>
    <w:rsid w:val="00E65D36"/>
    <w:rsid w:val="00E6630F"/>
    <w:rsid w:val="00E66996"/>
    <w:rsid w:val="00E67651"/>
    <w:rsid w:val="00E677AA"/>
    <w:rsid w:val="00E705C7"/>
    <w:rsid w:val="00E71CF1"/>
    <w:rsid w:val="00E73007"/>
    <w:rsid w:val="00E73301"/>
    <w:rsid w:val="00E733BF"/>
    <w:rsid w:val="00E734CB"/>
    <w:rsid w:val="00E736BB"/>
    <w:rsid w:val="00E73A6E"/>
    <w:rsid w:val="00E7435C"/>
    <w:rsid w:val="00E757FD"/>
    <w:rsid w:val="00E75959"/>
    <w:rsid w:val="00E76964"/>
    <w:rsid w:val="00E76AA6"/>
    <w:rsid w:val="00E779DC"/>
    <w:rsid w:val="00E779EA"/>
    <w:rsid w:val="00E77CC8"/>
    <w:rsid w:val="00E80974"/>
    <w:rsid w:val="00E81716"/>
    <w:rsid w:val="00E821B8"/>
    <w:rsid w:val="00E82427"/>
    <w:rsid w:val="00E8316F"/>
    <w:rsid w:val="00E834AE"/>
    <w:rsid w:val="00E855E9"/>
    <w:rsid w:val="00E85832"/>
    <w:rsid w:val="00E85CD1"/>
    <w:rsid w:val="00E865DC"/>
    <w:rsid w:val="00E86690"/>
    <w:rsid w:val="00E8706E"/>
    <w:rsid w:val="00E87E4E"/>
    <w:rsid w:val="00E9048C"/>
    <w:rsid w:val="00E9094B"/>
    <w:rsid w:val="00E91782"/>
    <w:rsid w:val="00E91A75"/>
    <w:rsid w:val="00E91A80"/>
    <w:rsid w:val="00E9277A"/>
    <w:rsid w:val="00E92AA5"/>
    <w:rsid w:val="00E931C4"/>
    <w:rsid w:val="00E93847"/>
    <w:rsid w:val="00E939D7"/>
    <w:rsid w:val="00E93C81"/>
    <w:rsid w:val="00E941C8"/>
    <w:rsid w:val="00E94DF9"/>
    <w:rsid w:val="00E954D9"/>
    <w:rsid w:val="00E96E0C"/>
    <w:rsid w:val="00EA0273"/>
    <w:rsid w:val="00EA1153"/>
    <w:rsid w:val="00EA1E30"/>
    <w:rsid w:val="00EA20E0"/>
    <w:rsid w:val="00EA26B8"/>
    <w:rsid w:val="00EA3717"/>
    <w:rsid w:val="00EA3DCE"/>
    <w:rsid w:val="00EA4C1D"/>
    <w:rsid w:val="00EA4DE7"/>
    <w:rsid w:val="00EA56A8"/>
    <w:rsid w:val="00EA5B66"/>
    <w:rsid w:val="00EA63E4"/>
    <w:rsid w:val="00EA6756"/>
    <w:rsid w:val="00EA679A"/>
    <w:rsid w:val="00EA6CE3"/>
    <w:rsid w:val="00EA765B"/>
    <w:rsid w:val="00EA76FB"/>
    <w:rsid w:val="00EB011E"/>
    <w:rsid w:val="00EB0AB8"/>
    <w:rsid w:val="00EB17B0"/>
    <w:rsid w:val="00EB190A"/>
    <w:rsid w:val="00EB286F"/>
    <w:rsid w:val="00EB28DA"/>
    <w:rsid w:val="00EB2B49"/>
    <w:rsid w:val="00EB4545"/>
    <w:rsid w:val="00EB5A97"/>
    <w:rsid w:val="00EB5FD5"/>
    <w:rsid w:val="00EB67F5"/>
    <w:rsid w:val="00EB6A71"/>
    <w:rsid w:val="00EB6D50"/>
    <w:rsid w:val="00EB6FC8"/>
    <w:rsid w:val="00EB7488"/>
    <w:rsid w:val="00EC0C5A"/>
    <w:rsid w:val="00EC0CA3"/>
    <w:rsid w:val="00EC0F55"/>
    <w:rsid w:val="00EC16FA"/>
    <w:rsid w:val="00EC17C6"/>
    <w:rsid w:val="00EC25B5"/>
    <w:rsid w:val="00EC3498"/>
    <w:rsid w:val="00EC404E"/>
    <w:rsid w:val="00EC448E"/>
    <w:rsid w:val="00EC4543"/>
    <w:rsid w:val="00EC4654"/>
    <w:rsid w:val="00EC4AFA"/>
    <w:rsid w:val="00EC4D87"/>
    <w:rsid w:val="00EC5864"/>
    <w:rsid w:val="00EC7EEB"/>
    <w:rsid w:val="00ED0619"/>
    <w:rsid w:val="00ED1275"/>
    <w:rsid w:val="00ED297F"/>
    <w:rsid w:val="00ED2D16"/>
    <w:rsid w:val="00ED3E99"/>
    <w:rsid w:val="00ED58C0"/>
    <w:rsid w:val="00ED61C3"/>
    <w:rsid w:val="00ED69B3"/>
    <w:rsid w:val="00ED6DCA"/>
    <w:rsid w:val="00ED71A2"/>
    <w:rsid w:val="00ED72C4"/>
    <w:rsid w:val="00EE1B99"/>
    <w:rsid w:val="00EE32EC"/>
    <w:rsid w:val="00EE445A"/>
    <w:rsid w:val="00EE4813"/>
    <w:rsid w:val="00EE4D14"/>
    <w:rsid w:val="00EE4DB8"/>
    <w:rsid w:val="00EE537D"/>
    <w:rsid w:val="00EE572B"/>
    <w:rsid w:val="00EE6A65"/>
    <w:rsid w:val="00EE7188"/>
    <w:rsid w:val="00EE7A29"/>
    <w:rsid w:val="00EF02E7"/>
    <w:rsid w:val="00EF0B56"/>
    <w:rsid w:val="00EF2199"/>
    <w:rsid w:val="00EF4147"/>
    <w:rsid w:val="00EF41AD"/>
    <w:rsid w:val="00EF4266"/>
    <w:rsid w:val="00EF5328"/>
    <w:rsid w:val="00EF55F3"/>
    <w:rsid w:val="00EF5CBE"/>
    <w:rsid w:val="00EF7840"/>
    <w:rsid w:val="00F004FD"/>
    <w:rsid w:val="00F01AA5"/>
    <w:rsid w:val="00F01B1B"/>
    <w:rsid w:val="00F02309"/>
    <w:rsid w:val="00F028EB"/>
    <w:rsid w:val="00F02CFD"/>
    <w:rsid w:val="00F036DD"/>
    <w:rsid w:val="00F0455D"/>
    <w:rsid w:val="00F0575E"/>
    <w:rsid w:val="00F05C1A"/>
    <w:rsid w:val="00F0662C"/>
    <w:rsid w:val="00F06FA7"/>
    <w:rsid w:val="00F07186"/>
    <w:rsid w:val="00F07CE9"/>
    <w:rsid w:val="00F102E1"/>
    <w:rsid w:val="00F10448"/>
    <w:rsid w:val="00F104A8"/>
    <w:rsid w:val="00F10E35"/>
    <w:rsid w:val="00F1159B"/>
    <w:rsid w:val="00F11DCC"/>
    <w:rsid w:val="00F11ED1"/>
    <w:rsid w:val="00F13B1A"/>
    <w:rsid w:val="00F14631"/>
    <w:rsid w:val="00F14A2C"/>
    <w:rsid w:val="00F17102"/>
    <w:rsid w:val="00F17736"/>
    <w:rsid w:val="00F20221"/>
    <w:rsid w:val="00F20469"/>
    <w:rsid w:val="00F20668"/>
    <w:rsid w:val="00F2188D"/>
    <w:rsid w:val="00F21C54"/>
    <w:rsid w:val="00F22583"/>
    <w:rsid w:val="00F2288E"/>
    <w:rsid w:val="00F23243"/>
    <w:rsid w:val="00F23A2A"/>
    <w:rsid w:val="00F249B0"/>
    <w:rsid w:val="00F256FA"/>
    <w:rsid w:val="00F25B63"/>
    <w:rsid w:val="00F26799"/>
    <w:rsid w:val="00F26C04"/>
    <w:rsid w:val="00F27C16"/>
    <w:rsid w:val="00F27F6B"/>
    <w:rsid w:val="00F309B7"/>
    <w:rsid w:val="00F326AE"/>
    <w:rsid w:val="00F32802"/>
    <w:rsid w:val="00F33883"/>
    <w:rsid w:val="00F34CC5"/>
    <w:rsid w:val="00F34D62"/>
    <w:rsid w:val="00F34ECD"/>
    <w:rsid w:val="00F361E8"/>
    <w:rsid w:val="00F36A75"/>
    <w:rsid w:val="00F36AEB"/>
    <w:rsid w:val="00F36F78"/>
    <w:rsid w:val="00F37205"/>
    <w:rsid w:val="00F37D9E"/>
    <w:rsid w:val="00F400C3"/>
    <w:rsid w:val="00F40FA2"/>
    <w:rsid w:val="00F41E45"/>
    <w:rsid w:val="00F42AC7"/>
    <w:rsid w:val="00F42F4F"/>
    <w:rsid w:val="00F43080"/>
    <w:rsid w:val="00F436AD"/>
    <w:rsid w:val="00F43A3B"/>
    <w:rsid w:val="00F457B1"/>
    <w:rsid w:val="00F4665E"/>
    <w:rsid w:val="00F4676E"/>
    <w:rsid w:val="00F46868"/>
    <w:rsid w:val="00F46AF1"/>
    <w:rsid w:val="00F46E4E"/>
    <w:rsid w:val="00F46F0E"/>
    <w:rsid w:val="00F50457"/>
    <w:rsid w:val="00F522CB"/>
    <w:rsid w:val="00F52739"/>
    <w:rsid w:val="00F52B84"/>
    <w:rsid w:val="00F536CB"/>
    <w:rsid w:val="00F53C8B"/>
    <w:rsid w:val="00F53EC8"/>
    <w:rsid w:val="00F53FA7"/>
    <w:rsid w:val="00F54FF4"/>
    <w:rsid w:val="00F5541D"/>
    <w:rsid w:val="00F55BAB"/>
    <w:rsid w:val="00F56E9F"/>
    <w:rsid w:val="00F57455"/>
    <w:rsid w:val="00F57EEA"/>
    <w:rsid w:val="00F6033D"/>
    <w:rsid w:val="00F60637"/>
    <w:rsid w:val="00F6074B"/>
    <w:rsid w:val="00F60A8A"/>
    <w:rsid w:val="00F61C26"/>
    <w:rsid w:val="00F61FCF"/>
    <w:rsid w:val="00F62C9C"/>
    <w:rsid w:val="00F63876"/>
    <w:rsid w:val="00F63F58"/>
    <w:rsid w:val="00F64023"/>
    <w:rsid w:val="00F64217"/>
    <w:rsid w:val="00F6442D"/>
    <w:rsid w:val="00F64544"/>
    <w:rsid w:val="00F64B8E"/>
    <w:rsid w:val="00F65091"/>
    <w:rsid w:val="00F6532D"/>
    <w:rsid w:val="00F66B5E"/>
    <w:rsid w:val="00F66BE9"/>
    <w:rsid w:val="00F66E5C"/>
    <w:rsid w:val="00F70B08"/>
    <w:rsid w:val="00F70FC0"/>
    <w:rsid w:val="00F71536"/>
    <w:rsid w:val="00F71E64"/>
    <w:rsid w:val="00F7248A"/>
    <w:rsid w:val="00F7286C"/>
    <w:rsid w:val="00F7311E"/>
    <w:rsid w:val="00F736D7"/>
    <w:rsid w:val="00F747C3"/>
    <w:rsid w:val="00F74CD6"/>
    <w:rsid w:val="00F74D63"/>
    <w:rsid w:val="00F754C2"/>
    <w:rsid w:val="00F76F02"/>
    <w:rsid w:val="00F774FE"/>
    <w:rsid w:val="00F7762B"/>
    <w:rsid w:val="00F77C52"/>
    <w:rsid w:val="00F80B02"/>
    <w:rsid w:val="00F80C30"/>
    <w:rsid w:val="00F81D9B"/>
    <w:rsid w:val="00F82236"/>
    <w:rsid w:val="00F824A5"/>
    <w:rsid w:val="00F82BBB"/>
    <w:rsid w:val="00F83FEF"/>
    <w:rsid w:val="00F841D8"/>
    <w:rsid w:val="00F843AE"/>
    <w:rsid w:val="00F848AD"/>
    <w:rsid w:val="00F85579"/>
    <w:rsid w:val="00F8611F"/>
    <w:rsid w:val="00F8666C"/>
    <w:rsid w:val="00F867B9"/>
    <w:rsid w:val="00F90068"/>
    <w:rsid w:val="00F90279"/>
    <w:rsid w:val="00F91474"/>
    <w:rsid w:val="00F9162C"/>
    <w:rsid w:val="00F91B01"/>
    <w:rsid w:val="00F91E7B"/>
    <w:rsid w:val="00F91F0A"/>
    <w:rsid w:val="00F92051"/>
    <w:rsid w:val="00F92520"/>
    <w:rsid w:val="00F9290B"/>
    <w:rsid w:val="00F92AAD"/>
    <w:rsid w:val="00F92AD8"/>
    <w:rsid w:val="00F9440B"/>
    <w:rsid w:val="00F94774"/>
    <w:rsid w:val="00F94E1F"/>
    <w:rsid w:val="00F95121"/>
    <w:rsid w:val="00F956D1"/>
    <w:rsid w:val="00F9572F"/>
    <w:rsid w:val="00F958E8"/>
    <w:rsid w:val="00F95C40"/>
    <w:rsid w:val="00F96266"/>
    <w:rsid w:val="00F97371"/>
    <w:rsid w:val="00F97812"/>
    <w:rsid w:val="00FA07C6"/>
    <w:rsid w:val="00FA0CBB"/>
    <w:rsid w:val="00FA1B23"/>
    <w:rsid w:val="00FA1C7F"/>
    <w:rsid w:val="00FA21C0"/>
    <w:rsid w:val="00FA27CE"/>
    <w:rsid w:val="00FA4720"/>
    <w:rsid w:val="00FA4B0D"/>
    <w:rsid w:val="00FA4F58"/>
    <w:rsid w:val="00FA631F"/>
    <w:rsid w:val="00FA64C6"/>
    <w:rsid w:val="00FA67A3"/>
    <w:rsid w:val="00FA777F"/>
    <w:rsid w:val="00FA7F5C"/>
    <w:rsid w:val="00FB0349"/>
    <w:rsid w:val="00FB0B54"/>
    <w:rsid w:val="00FB0C94"/>
    <w:rsid w:val="00FB1198"/>
    <w:rsid w:val="00FB133E"/>
    <w:rsid w:val="00FB267A"/>
    <w:rsid w:val="00FB48D3"/>
    <w:rsid w:val="00FB53F7"/>
    <w:rsid w:val="00FB59A2"/>
    <w:rsid w:val="00FB6997"/>
    <w:rsid w:val="00FB6C25"/>
    <w:rsid w:val="00FB70E9"/>
    <w:rsid w:val="00FB769B"/>
    <w:rsid w:val="00FB7ED1"/>
    <w:rsid w:val="00FC037D"/>
    <w:rsid w:val="00FC1340"/>
    <w:rsid w:val="00FC21EE"/>
    <w:rsid w:val="00FC2F35"/>
    <w:rsid w:val="00FC341F"/>
    <w:rsid w:val="00FC4254"/>
    <w:rsid w:val="00FC6040"/>
    <w:rsid w:val="00FC6FF4"/>
    <w:rsid w:val="00FC7490"/>
    <w:rsid w:val="00FC762A"/>
    <w:rsid w:val="00FD0132"/>
    <w:rsid w:val="00FD0708"/>
    <w:rsid w:val="00FD164B"/>
    <w:rsid w:val="00FD1F1C"/>
    <w:rsid w:val="00FD2027"/>
    <w:rsid w:val="00FD23B5"/>
    <w:rsid w:val="00FD28B8"/>
    <w:rsid w:val="00FD2FAA"/>
    <w:rsid w:val="00FD30F6"/>
    <w:rsid w:val="00FD385E"/>
    <w:rsid w:val="00FD38E9"/>
    <w:rsid w:val="00FD3C63"/>
    <w:rsid w:val="00FD4ACE"/>
    <w:rsid w:val="00FD545B"/>
    <w:rsid w:val="00FD648F"/>
    <w:rsid w:val="00FD730C"/>
    <w:rsid w:val="00FE0130"/>
    <w:rsid w:val="00FE0F60"/>
    <w:rsid w:val="00FE10FA"/>
    <w:rsid w:val="00FE1441"/>
    <w:rsid w:val="00FE227B"/>
    <w:rsid w:val="00FE291F"/>
    <w:rsid w:val="00FE4064"/>
    <w:rsid w:val="00FE53B9"/>
    <w:rsid w:val="00FE5709"/>
    <w:rsid w:val="00FE5AE0"/>
    <w:rsid w:val="00FE5ECD"/>
    <w:rsid w:val="00FE6F81"/>
    <w:rsid w:val="00FF13C9"/>
    <w:rsid w:val="00FF1816"/>
    <w:rsid w:val="00FF1BD6"/>
    <w:rsid w:val="00FF22FC"/>
    <w:rsid w:val="00FF299A"/>
    <w:rsid w:val="00FF2AFF"/>
    <w:rsid w:val="00FF2F9E"/>
    <w:rsid w:val="00FF3389"/>
    <w:rsid w:val="00FF343C"/>
    <w:rsid w:val="00FF40BB"/>
    <w:rsid w:val="00FF4165"/>
    <w:rsid w:val="00FF4981"/>
    <w:rsid w:val="00FF54C0"/>
    <w:rsid w:val="00FF5ACB"/>
    <w:rsid w:val="00FF72B5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F6612B"/>
  <w15:docId w15:val="{6E9B6436-A3B6-47AF-8D9E-A91523BF1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  <w:style w:type="character" w:styleId="afc">
    <w:name w:val="Placeholder Text"/>
    <w:basedOn w:val="a0"/>
    <w:uiPriority w:val="99"/>
    <w:semiHidden/>
    <w:rsid w:val="00534DE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7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9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3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2020-02-13T21:00:00+00:00</DocDate>
    <FirstName xmlns="http://schemas.microsoft.com/sharepoint/v3" xsi:nil="true"/>
    <Description xmlns="f07adec3-9edc-4ba9-a947-c557adee0635" xsi:nil="true"/>
    <docType xmlns="aafbb199-1328-4a0f-94a7-ff9dcc491817">56</docType>
    <_x0031__x0020__x0423__x0440__x043e__x0432__x0435__x043d__x044c__x0020__x0432__x043b__x043e__x0436__x0435__x043d__x043d__x043e__x0441__x0442__x0438_ xmlns="aafbb199-1328-4a0f-94a7-ff9dcc491817">69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B0B005-58A6-41E7-B7E6-D801586D6C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13B515-3CD0-4A8C-8036-3A60E51B28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B3D6FE-2149-4AF5-B604-B9DCC43EE2EA}">
  <ds:schemaRefs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schemas.microsoft.com/sharepoint/v3"/>
    <ds:schemaRef ds:uri="http://www.w3.org/XML/1998/namespace"/>
    <ds:schemaRef ds:uri="f07adec3-9edc-4ba9-a947-c557adee0635"/>
    <ds:schemaRef ds:uri="http://schemas.microsoft.com/sharepoint/v3/fields"/>
    <ds:schemaRef ds:uri="aafbb199-1328-4a0f-94a7-ff9dcc491817"/>
    <ds:schemaRef ds:uri="e0e05f54-cbf1-4c6c-9b4a-ded4f332edc5"/>
    <ds:schemaRef ds:uri="http://purl.org/dc/terms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41D2C338-5B7F-4510-B16E-F120CB41A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817</Words>
  <Characters>4103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</Company>
  <LinksUpToDate>false</LinksUpToDate>
  <CharactersWithSpaces>4911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Гужов Максим Владимирович</dc:creator>
  <cp:lastModifiedBy>Леонова Анна Владимировна</cp:lastModifiedBy>
  <cp:revision>2</cp:revision>
  <cp:lastPrinted>2025-04-04T09:13:00Z</cp:lastPrinted>
  <dcterms:created xsi:type="dcterms:W3CDTF">2025-04-04T09:36:00Z</dcterms:created>
  <dcterms:modified xsi:type="dcterms:W3CDTF">2025-04-04T09:36:00Z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