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1E72D8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0266A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yarregion</w:t>
            </w:r>
            <w:r w:rsidRPr="00E02B3E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6F04AE" w:rsidRPr="00AB4DB4" w:rsidRDefault="006F04AE" w:rsidP="006F04AE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E374AF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 ___________от _______________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1E72D8" w:rsidRPr="00E27858" w:rsidRDefault="001E72D8" w:rsidP="001E72D8">
            <w:pPr>
              <w:pStyle w:val="ConsNormal"/>
              <w:ind w:firstLine="31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1E72D8" w:rsidRPr="00E27858" w:rsidRDefault="001E72D8" w:rsidP="001E72D8">
            <w:pPr>
              <w:ind w:firstLine="312"/>
              <w:rPr>
                <w:szCs w:val="28"/>
              </w:rPr>
            </w:pPr>
          </w:p>
          <w:p w:rsidR="00AB4DB4" w:rsidRPr="00E26561" w:rsidRDefault="001E72D8" w:rsidP="001E72D8">
            <w:pPr>
              <w:ind w:firstLine="312"/>
            </w:pPr>
            <w:r w:rsidRPr="00E27858">
              <w:rPr>
                <w:szCs w:val="28"/>
              </w:rPr>
              <w:t>Боровицкому</w:t>
            </w:r>
            <w:r w:rsidRPr="00E26561">
              <w:t xml:space="preserve"> </w:t>
            </w:r>
            <w:r w:rsidR="001A6E0C" w:rsidRPr="00E27858">
              <w:rPr>
                <w:szCs w:val="28"/>
              </w:rPr>
              <w:t>М.В.</w:t>
            </w:r>
          </w:p>
          <w:p w:rsidR="00AB4DB4" w:rsidRPr="00E26561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1E72D8" w:rsidRPr="009B7F41" w:rsidTr="008061A4">
        <w:tc>
          <w:tcPr>
            <w:tcW w:w="4111" w:type="dxa"/>
          </w:tcPr>
          <w:p w:rsidR="001E72D8" w:rsidRPr="009B7F41" w:rsidRDefault="001E72D8" w:rsidP="008061A4">
            <w:pPr>
              <w:rPr>
                <w:szCs w:val="24"/>
              </w:rPr>
            </w:pPr>
            <w:r w:rsidRPr="00DA2874">
              <w:t xml:space="preserve">О </w:t>
            </w:r>
            <w:r>
              <w:t>законодательной инициативе</w:t>
            </w:r>
          </w:p>
        </w:tc>
      </w:tr>
    </w:tbl>
    <w:p w:rsidR="001E72D8" w:rsidRPr="009B7F41" w:rsidRDefault="001E72D8" w:rsidP="001E72D8">
      <w:pPr>
        <w:jc w:val="center"/>
      </w:pPr>
    </w:p>
    <w:p w:rsidR="001E72D8" w:rsidRPr="009B7F41" w:rsidRDefault="001E72D8" w:rsidP="001E72D8">
      <w:pPr>
        <w:tabs>
          <w:tab w:val="left" w:pos="2136"/>
        </w:tabs>
        <w:jc w:val="center"/>
        <w:rPr>
          <w:szCs w:val="28"/>
        </w:rPr>
      </w:pPr>
    </w:p>
    <w:p w:rsidR="001E72D8" w:rsidRPr="008C3062" w:rsidRDefault="001E72D8" w:rsidP="001E72D8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1E72D8" w:rsidRDefault="001E72D8" w:rsidP="001E72D8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0F5C37" w:rsidRPr="000F5C37" w:rsidRDefault="000F5C37" w:rsidP="00DF6821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0F5C37">
        <w:rPr>
          <w:szCs w:val="28"/>
        </w:rPr>
        <w:t xml:space="preserve">В соответствии со статьей 27 Устава Ярославской области вношу в Ярославскую областную Думу проект закона Ярославской области </w:t>
      </w:r>
      <w:r w:rsidRPr="000F5C37">
        <w:rPr>
          <w:szCs w:val="28"/>
        </w:rPr>
        <w:br/>
      </w:r>
      <w:r w:rsidR="00DF6821" w:rsidRPr="00DF6821">
        <w:rPr>
          <w:szCs w:val="28"/>
        </w:rPr>
        <w:t>«О бюджете Территориального фонда обязательного</w:t>
      </w:r>
      <w:r w:rsidR="00DF6821">
        <w:rPr>
          <w:szCs w:val="28"/>
        </w:rPr>
        <w:t xml:space="preserve"> </w:t>
      </w:r>
      <w:r w:rsidR="00DF6821" w:rsidRPr="00DF6821">
        <w:rPr>
          <w:szCs w:val="28"/>
        </w:rPr>
        <w:t>медицинского страхования Ярославской области</w:t>
      </w:r>
      <w:r w:rsidR="00DF6821">
        <w:rPr>
          <w:szCs w:val="28"/>
        </w:rPr>
        <w:t xml:space="preserve"> </w:t>
      </w:r>
      <w:r w:rsidR="00DF6821" w:rsidRPr="00DF6821">
        <w:rPr>
          <w:szCs w:val="28"/>
        </w:rPr>
        <w:t>на 2026 год и на плановый период 2027 и 2028 годов»</w:t>
      </w:r>
      <w:r w:rsidRPr="000F5C37">
        <w:rPr>
          <w:bCs/>
          <w:szCs w:val="28"/>
        </w:rPr>
        <w:t>.</w:t>
      </w:r>
    </w:p>
    <w:p w:rsidR="000F5C37" w:rsidRPr="000F5C37" w:rsidRDefault="000F5C37" w:rsidP="000F5C37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0F5C37">
        <w:rPr>
          <w:szCs w:val="28"/>
        </w:rPr>
        <w:t xml:space="preserve">Официальным представителем Губернатора Ярославской области по указанному законопроекту назначен директор Территориального фонда обязательного медицинского страхования Ярославской области </w:t>
      </w:r>
      <w:proofErr w:type="spellStart"/>
      <w:r w:rsidRPr="000F5C37">
        <w:rPr>
          <w:szCs w:val="28"/>
        </w:rPr>
        <w:t>Смыслова</w:t>
      </w:r>
      <w:proofErr w:type="spellEnd"/>
      <w:r w:rsidRPr="000F5C37">
        <w:rPr>
          <w:szCs w:val="28"/>
        </w:rPr>
        <w:t> Д.В.</w:t>
      </w:r>
    </w:p>
    <w:p w:rsidR="00961E90" w:rsidRPr="00E4364B" w:rsidRDefault="00961E90" w:rsidP="00961E90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</w:p>
    <w:p w:rsidR="001E72D8" w:rsidRDefault="001E72D8" w:rsidP="00FC20D0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4E2C5F">
        <w:rPr>
          <w:rFonts w:ascii="Times New Roman" w:hAnsi="Times New Roman"/>
          <w:sz w:val="28"/>
        </w:rPr>
        <w:t>____</w:t>
      </w:r>
      <w:r w:rsidRPr="00631F91">
        <w:rPr>
          <w:rFonts w:ascii="Times New Roman" w:hAnsi="Times New Roman"/>
          <w:sz w:val="28"/>
        </w:rPr>
        <w:t>л. в 1 экз.</w:t>
      </w:r>
    </w:p>
    <w:p w:rsidR="0029616A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29616A" w:rsidRPr="00631F91" w:rsidRDefault="0029616A" w:rsidP="001E72D8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29616A">
        <w:rPr>
          <w:rFonts w:ascii="Times New Roman" w:hAnsi="Times New Roman"/>
          <w:sz w:val="28"/>
        </w:rPr>
        <w:t>С уважением,</w:t>
      </w:r>
    </w:p>
    <w:p w:rsidR="001E72D8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p w:rsidR="001E72D8" w:rsidRPr="003D600E" w:rsidRDefault="001E72D8" w:rsidP="001E72D8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1E72D8" w:rsidTr="008061A4">
        <w:trPr>
          <w:cantSplit/>
        </w:trPr>
        <w:tc>
          <w:tcPr>
            <w:tcW w:w="4648" w:type="dxa"/>
          </w:tcPr>
          <w:p w:rsidR="001E72D8" w:rsidRPr="003D600E" w:rsidRDefault="001E72D8" w:rsidP="008061A4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1E72D8" w:rsidRDefault="001E72D8" w:rsidP="008061A4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М.Я.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</w:tbl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1EAE" w:rsidRDefault="00241EAE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B05EA" w:rsidRDefault="00CB05EA" w:rsidP="00241EAE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p w:rsidR="00852E8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>Вошатко Антон Владимирович,</w:t>
      </w:r>
    </w:p>
    <w:p w:rsidR="005936EB" w:rsidRPr="004637CA" w:rsidRDefault="00852E8B" w:rsidP="00852E8B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4637CA">
        <w:rPr>
          <w:rFonts w:ascii="Times New Roman" w:hAnsi="Times New Roman" w:cs="Times New Roman"/>
          <w:sz w:val="24"/>
          <w:szCs w:val="24"/>
        </w:rPr>
        <w:t xml:space="preserve">(4852) 40 </w:t>
      </w:r>
      <w:r w:rsidR="00E81B0F">
        <w:rPr>
          <w:rFonts w:ascii="Times New Roman" w:hAnsi="Times New Roman" w:cs="Times New Roman"/>
          <w:sz w:val="24"/>
          <w:szCs w:val="24"/>
        </w:rPr>
        <w:t>10</w:t>
      </w:r>
      <w:r w:rsidRPr="004637CA">
        <w:rPr>
          <w:rFonts w:ascii="Times New Roman" w:hAnsi="Times New Roman" w:cs="Times New Roman"/>
          <w:sz w:val="24"/>
          <w:szCs w:val="24"/>
        </w:rPr>
        <w:t xml:space="preserve"> 50</w:t>
      </w:r>
    </w:p>
    <w:sectPr w:rsidR="005936EB" w:rsidRPr="004637CA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7AB" w:rsidRDefault="00DD37AB">
      <w:r>
        <w:separator/>
      </w:r>
    </w:p>
  </w:endnote>
  <w:endnote w:type="continuationSeparator" w:id="0">
    <w:p w:rsidR="00DD37AB" w:rsidRDefault="00DD3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7AB" w:rsidRDefault="00DD37AB">
      <w:r>
        <w:separator/>
      </w:r>
    </w:p>
  </w:footnote>
  <w:footnote w:type="continuationSeparator" w:id="0">
    <w:p w:rsidR="00DD37AB" w:rsidRDefault="00DD3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3EF7"/>
    <w:rsid w:val="0001445B"/>
    <w:rsid w:val="00014F79"/>
    <w:rsid w:val="00017AB7"/>
    <w:rsid w:val="00020697"/>
    <w:rsid w:val="000266A2"/>
    <w:rsid w:val="0002750A"/>
    <w:rsid w:val="00033AF8"/>
    <w:rsid w:val="0005079F"/>
    <w:rsid w:val="00051078"/>
    <w:rsid w:val="00054780"/>
    <w:rsid w:val="00057B1B"/>
    <w:rsid w:val="000663B2"/>
    <w:rsid w:val="00095DA7"/>
    <w:rsid w:val="000C4C30"/>
    <w:rsid w:val="000E3D8C"/>
    <w:rsid w:val="000F5C37"/>
    <w:rsid w:val="00102136"/>
    <w:rsid w:val="00107829"/>
    <w:rsid w:val="00125054"/>
    <w:rsid w:val="001412D6"/>
    <w:rsid w:val="00143CA1"/>
    <w:rsid w:val="00143E74"/>
    <w:rsid w:val="00146473"/>
    <w:rsid w:val="00147DAF"/>
    <w:rsid w:val="00151D6E"/>
    <w:rsid w:val="00152D80"/>
    <w:rsid w:val="00166D24"/>
    <w:rsid w:val="00175F02"/>
    <w:rsid w:val="00180475"/>
    <w:rsid w:val="001827CE"/>
    <w:rsid w:val="001A6E0C"/>
    <w:rsid w:val="001C77F1"/>
    <w:rsid w:val="001D7C14"/>
    <w:rsid w:val="001E0E71"/>
    <w:rsid w:val="001E1A79"/>
    <w:rsid w:val="001E3DA1"/>
    <w:rsid w:val="001E72D8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1EAE"/>
    <w:rsid w:val="00247871"/>
    <w:rsid w:val="00247B75"/>
    <w:rsid w:val="0025394A"/>
    <w:rsid w:val="00267EF0"/>
    <w:rsid w:val="0028500D"/>
    <w:rsid w:val="00294E51"/>
    <w:rsid w:val="0029507F"/>
    <w:rsid w:val="0029616A"/>
    <w:rsid w:val="00297EE9"/>
    <w:rsid w:val="002E71DD"/>
    <w:rsid w:val="00310A37"/>
    <w:rsid w:val="0032234F"/>
    <w:rsid w:val="00344279"/>
    <w:rsid w:val="00352147"/>
    <w:rsid w:val="00352F3F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3430D"/>
    <w:rsid w:val="00440606"/>
    <w:rsid w:val="00440D77"/>
    <w:rsid w:val="0045343A"/>
    <w:rsid w:val="0045667C"/>
    <w:rsid w:val="00456E9A"/>
    <w:rsid w:val="004637CA"/>
    <w:rsid w:val="00465C09"/>
    <w:rsid w:val="00470ECD"/>
    <w:rsid w:val="00484214"/>
    <w:rsid w:val="004849D2"/>
    <w:rsid w:val="004977FA"/>
    <w:rsid w:val="004A0D47"/>
    <w:rsid w:val="004A565B"/>
    <w:rsid w:val="004B513D"/>
    <w:rsid w:val="004C1667"/>
    <w:rsid w:val="004E2C5F"/>
    <w:rsid w:val="004E77D5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7172F"/>
    <w:rsid w:val="0058529C"/>
    <w:rsid w:val="005912B6"/>
    <w:rsid w:val="005936EB"/>
    <w:rsid w:val="00597885"/>
    <w:rsid w:val="005A376F"/>
    <w:rsid w:val="005C3BA8"/>
    <w:rsid w:val="005C463A"/>
    <w:rsid w:val="005C4D12"/>
    <w:rsid w:val="005D1AA0"/>
    <w:rsid w:val="005D3E47"/>
    <w:rsid w:val="005D5CD2"/>
    <w:rsid w:val="005D6E1A"/>
    <w:rsid w:val="005E719A"/>
    <w:rsid w:val="005F7339"/>
    <w:rsid w:val="00602030"/>
    <w:rsid w:val="0061137B"/>
    <w:rsid w:val="00611BBA"/>
    <w:rsid w:val="00613792"/>
    <w:rsid w:val="00616E1B"/>
    <w:rsid w:val="00621FE7"/>
    <w:rsid w:val="006342D8"/>
    <w:rsid w:val="00635EE6"/>
    <w:rsid w:val="00643CED"/>
    <w:rsid w:val="00673E81"/>
    <w:rsid w:val="00690094"/>
    <w:rsid w:val="0069635A"/>
    <w:rsid w:val="006975C5"/>
    <w:rsid w:val="006A0365"/>
    <w:rsid w:val="006A0D06"/>
    <w:rsid w:val="006A74E1"/>
    <w:rsid w:val="006C3294"/>
    <w:rsid w:val="006D5624"/>
    <w:rsid w:val="006E2583"/>
    <w:rsid w:val="006F04AE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52E8B"/>
    <w:rsid w:val="00865E19"/>
    <w:rsid w:val="008823A1"/>
    <w:rsid w:val="0089152B"/>
    <w:rsid w:val="008A439D"/>
    <w:rsid w:val="008A5169"/>
    <w:rsid w:val="008A573F"/>
    <w:rsid w:val="008B50A1"/>
    <w:rsid w:val="008C4FF6"/>
    <w:rsid w:val="008C78F8"/>
    <w:rsid w:val="008E2E14"/>
    <w:rsid w:val="008F257E"/>
    <w:rsid w:val="008F6CA4"/>
    <w:rsid w:val="00901F12"/>
    <w:rsid w:val="00906205"/>
    <w:rsid w:val="00910985"/>
    <w:rsid w:val="0091505A"/>
    <w:rsid w:val="009231CF"/>
    <w:rsid w:val="009262B6"/>
    <w:rsid w:val="00945529"/>
    <w:rsid w:val="00955E58"/>
    <w:rsid w:val="00961E90"/>
    <w:rsid w:val="00963C4B"/>
    <w:rsid w:val="00967835"/>
    <w:rsid w:val="00972B52"/>
    <w:rsid w:val="00974374"/>
    <w:rsid w:val="009746AD"/>
    <w:rsid w:val="00975FDA"/>
    <w:rsid w:val="0097763B"/>
    <w:rsid w:val="009949AE"/>
    <w:rsid w:val="009B1BBA"/>
    <w:rsid w:val="009B469B"/>
    <w:rsid w:val="009B7F41"/>
    <w:rsid w:val="009C0A33"/>
    <w:rsid w:val="009C4767"/>
    <w:rsid w:val="009F53C3"/>
    <w:rsid w:val="00A02A1D"/>
    <w:rsid w:val="00A160B1"/>
    <w:rsid w:val="00A1650D"/>
    <w:rsid w:val="00A22692"/>
    <w:rsid w:val="00A2387A"/>
    <w:rsid w:val="00A30239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97BD9"/>
    <w:rsid w:val="00AA04EA"/>
    <w:rsid w:val="00AA41A4"/>
    <w:rsid w:val="00AA6761"/>
    <w:rsid w:val="00AB3C32"/>
    <w:rsid w:val="00AB4DB4"/>
    <w:rsid w:val="00AC3A45"/>
    <w:rsid w:val="00AC3C14"/>
    <w:rsid w:val="00AC7169"/>
    <w:rsid w:val="00AC7CC1"/>
    <w:rsid w:val="00AC7D9D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59D3"/>
    <w:rsid w:val="00B3710A"/>
    <w:rsid w:val="00B5176A"/>
    <w:rsid w:val="00B51F7E"/>
    <w:rsid w:val="00B526D3"/>
    <w:rsid w:val="00B55760"/>
    <w:rsid w:val="00B70745"/>
    <w:rsid w:val="00B71884"/>
    <w:rsid w:val="00B82092"/>
    <w:rsid w:val="00B8581F"/>
    <w:rsid w:val="00B868AF"/>
    <w:rsid w:val="00B91FFF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C231CF"/>
    <w:rsid w:val="00C3328E"/>
    <w:rsid w:val="00C43551"/>
    <w:rsid w:val="00C5025A"/>
    <w:rsid w:val="00C5140E"/>
    <w:rsid w:val="00C516AF"/>
    <w:rsid w:val="00C619EB"/>
    <w:rsid w:val="00C673D5"/>
    <w:rsid w:val="00C9434A"/>
    <w:rsid w:val="00CA2B1F"/>
    <w:rsid w:val="00CB05EA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76842"/>
    <w:rsid w:val="00D85E62"/>
    <w:rsid w:val="00D871C5"/>
    <w:rsid w:val="00D87611"/>
    <w:rsid w:val="00D93F47"/>
    <w:rsid w:val="00D941E8"/>
    <w:rsid w:val="00DA2874"/>
    <w:rsid w:val="00DA536F"/>
    <w:rsid w:val="00DB57BB"/>
    <w:rsid w:val="00DD37AB"/>
    <w:rsid w:val="00DE1C2A"/>
    <w:rsid w:val="00DF6821"/>
    <w:rsid w:val="00E23E8E"/>
    <w:rsid w:val="00E24CE3"/>
    <w:rsid w:val="00E26561"/>
    <w:rsid w:val="00E32A8E"/>
    <w:rsid w:val="00E55F5E"/>
    <w:rsid w:val="00E5751C"/>
    <w:rsid w:val="00E57533"/>
    <w:rsid w:val="00E67B15"/>
    <w:rsid w:val="00E70EE2"/>
    <w:rsid w:val="00E73EDC"/>
    <w:rsid w:val="00E81B0F"/>
    <w:rsid w:val="00E9164F"/>
    <w:rsid w:val="00EA11FE"/>
    <w:rsid w:val="00EA27FF"/>
    <w:rsid w:val="00EB0237"/>
    <w:rsid w:val="00EB07E2"/>
    <w:rsid w:val="00EB3469"/>
    <w:rsid w:val="00EB5250"/>
    <w:rsid w:val="00EC5DA5"/>
    <w:rsid w:val="00ED7F0D"/>
    <w:rsid w:val="00EF6631"/>
    <w:rsid w:val="00EF7B42"/>
    <w:rsid w:val="00F23348"/>
    <w:rsid w:val="00F33A92"/>
    <w:rsid w:val="00F431FB"/>
    <w:rsid w:val="00F629F1"/>
    <w:rsid w:val="00F63771"/>
    <w:rsid w:val="00F67D78"/>
    <w:rsid w:val="00F714BC"/>
    <w:rsid w:val="00F81637"/>
    <w:rsid w:val="00F857B0"/>
    <w:rsid w:val="00F93CAA"/>
    <w:rsid w:val="00F96592"/>
    <w:rsid w:val="00FA5911"/>
    <w:rsid w:val="00FB55E9"/>
    <w:rsid w:val="00FB6CA2"/>
    <w:rsid w:val="00FC20D0"/>
    <w:rsid w:val="00FC6F70"/>
    <w:rsid w:val="00FE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DF68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rsid w:val="00DF682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E72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Текст выноски Знак"/>
    <w:basedOn w:val="a0"/>
    <w:link w:val="a3"/>
    <w:semiHidden/>
    <w:rsid w:val="006F04AE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qFormat/>
    <w:rsid w:val="00DF68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e">
    <w:name w:val="Название Знак"/>
    <w:basedOn w:val="a0"/>
    <w:link w:val="ad"/>
    <w:rsid w:val="00DF682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08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9EBB9-9D7A-4176-89EE-9CE633273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2023-06-07T06:15:00Z</cp:lastPrinted>
  <dcterms:created xsi:type="dcterms:W3CDTF">2025-11-01T09:46:00Z</dcterms:created>
  <dcterms:modified xsi:type="dcterms:W3CDTF">2025-11-01T09:46:00Z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