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4E7DCB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CE523C" w:rsidP="00C37155">
      <w:pPr>
        <w:pStyle w:val="ConsNormal"/>
        <w:tabs>
          <w:tab w:val="left" w:pos="725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76435" w:rsidRPr="0034639C" w:rsidRDefault="00676435" w:rsidP="00F83882">
      <w:pPr>
        <w:widowControl w:val="0"/>
        <w:overflowPunct/>
        <w:ind w:right="-1" w:firstLine="720"/>
        <w:jc w:val="both"/>
        <w:textAlignment w:val="auto"/>
        <w:rPr>
          <w:szCs w:val="28"/>
        </w:rPr>
      </w:pPr>
      <w:r w:rsidRPr="0034639C">
        <w:rPr>
          <w:szCs w:val="28"/>
        </w:rPr>
        <w:t xml:space="preserve">В соответствии со статьей 27 Устава Ярославской области вношу </w:t>
      </w:r>
      <w:r w:rsidR="004751A4">
        <w:rPr>
          <w:szCs w:val="28"/>
        </w:rPr>
        <w:br/>
      </w:r>
      <w:r w:rsidRPr="0034639C">
        <w:rPr>
          <w:szCs w:val="28"/>
        </w:rPr>
        <w:t xml:space="preserve">в Ярославскую областную Думу проект закона Ярославской области </w:t>
      </w:r>
      <w:r w:rsidR="004751A4">
        <w:rPr>
          <w:szCs w:val="28"/>
        </w:rPr>
        <w:br/>
      </w:r>
      <w:r w:rsidR="004751A4" w:rsidRPr="004751A4">
        <w:rPr>
          <w:szCs w:val="28"/>
        </w:rPr>
        <w:t xml:space="preserve">«О внесении изменений в Закон Ярославской области </w:t>
      </w:r>
      <w:r w:rsidR="004751A4">
        <w:rPr>
          <w:szCs w:val="28"/>
        </w:rPr>
        <w:br/>
      </w:r>
      <w:r w:rsidR="004751A4" w:rsidRPr="004751A4">
        <w:rPr>
          <w:szCs w:val="28"/>
        </w:rPr>
        <w:t>«Об административных правонарушениях»</w:t>
      </w:r>
      <w:r w:rsidRPr="0034639C">
        <w:rPr>
          <w:szCs w:val="28"/>
        </w:rPr>
        <w:t>.</w:t>
      </w:r>
    </w:p>
    <w:p w:rsidR="00E63B41" w:rsidRPr="00E63B41" w:rsidRDefault="00E63B41" w:rsidP="00E63B41">
      <w:pPr>
        <w:widowControl w:val="0"/>
        <w:overflowPunct/>
        <w:ind w:right="-1" w:firstLine="720"/>
        <w:jc w:val="both"/>
        <w:textAlignment w:val="auto"/>
        <w:rPr>
          <w:bCs/>
          <w:szCs w:val="28"/>
        </w:rPr>
      </w:pPr>
      <w:r w:rsidRPr="00E63B41">
        <w:rPr>
          <w:bCs/>
          <w:szCs w:val="28"/>
        </w:rPr>
        <w:t xml:space="preserve">Официальным представителем Губернатора Ярославской области </w:t>
      </w:r>
      <w:r w:rsidRPr="00E63B41">
        <w:rPr>
          <w:bCs/>
          <w:szCs w:val="28"/>
        </w:rPr>
        <w:br/>
        <w:t xml:space="preserve">по указанному законопроекту назначен </w:t>
      </w:r>
      <w:r w:rsidR="00DF5947">
        <w:rPr>
          <w:bCs/>
          <w:szCs w:val="28"/>
        </w:rPr>
        <w:t>начальник и</w:t>
      </w:r>
      <w:r w:rsidR="00DF5947" w:rsidRPr="00DF5947">
        <w:rPr>
          <w:bCs/>
          <w:szCs w:val="28"/>
        </w:rPr>
        <w:t>нспекци</w:t>
      </w:r>
      <w:r w:rsidR="00DF5947">
        <w:rPr>
          <w:bCs/>
          <w:szCs w:val="28"/>
        </w:rPr>
        <w:t>и</w:t>
      </w:r>
      <w:r w:rsidR="00DF5947" w:rsidRPr="00DF5947">
        <w:rPr>
          <w:bCs/>
          <w:szCs w:val="28"/>
        </w:rPr>
        <w:t xml:space="preserve"> административно-технического и государственного жилищного надзора</w:t>
      </w:r>
      <w:r w:rsidR="00DF5947">
        <w:rPr>
          <w:bCs/>
          <w:szCs w:val="28"/>
        </w:rPr>
        <w:t xml:space="preserve"> Ярославской области Кузнецов О.Н</w:t>
      </w:r>
      <w:r w:rsidR="004A5C94" w:rsidRPr="004A5C94">
        <w:rPr>
          <w:bCs/>
          <w:szCs w:val="28"/>
        </w:rPr>
        <w:t>.</w:t>
      </w:r>
    </w:p>
    <w:p w:rsidR="00676435" w:rsidRPr="00E4364B" w:rsidRDefault="00676435" w:rsidP="00676435">
      <w:pPr>
        <w:pStyle w:val="ConsNormal"/>
        <w:tabs>
          <w:tab w:val="left" w:pos="54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76435" w:rsidRPr="00631F91" w:rsidRDefault="00676435" w:rsidP="00676435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 xml:space="preserve">Приложение: на </w:t>
      </w:r>
      <w:r w:rsidR="00897D34" w:rsidRPr="001E228B">
        <w:rPr>
          <w:rFonts w:ascii="Times New Roman" w:hAnsi="Times New Roman"/>
          <w:sz w:val="28"/>
        </w:rPr>
        <w:t>___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897D34" w:rsidP="00910985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3E0A6B" w:rsidRDefault="003E0A6B" w:rsidP="00B70745">
      <w:pPr>
        <w:jc w:val="both"/>
        <w:rPr>
          <w:szCs w:val="28"/>
        </w:rPr>
      </w:pPr>
    </w:p>
    <w:p w:rsidR="003E0A6B" w:rsidRPr="003D600E" w:rsidRDefault="003E0A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7F149F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7F149F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7F149F">
        <w:rPr>
          <w:rFonts w:ascii="Times New Roman" w:hAnsi="Times New Roman" w:cs="Times New Roman"/>
          <w:sz w:val="24"/>
          <w:szCs w:val="24"/>
        </w:rPr>
        <w:t>,</w:t>
      </w:r>
    </w:p>
    <w:p w:rsidR="005936EB" w:rsidRPr="007F149F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7F149F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7F149F">
        <w:rPr>
          <w:rFonts w:ascii="Times New Roman" w:hAnsi="Times New Roman" w:cs="Times New Roman"/>
          <w:sz w:val="24"/>
          <w:szCs w:val="24"/>
        </w:rPr>
        <w:t>10</w:t>
      </w:r>
      <w:r w:rsidRPr="007F149F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7F149F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7F149F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E2B" w:rsidRDefault="00751E2B">
      <w:r>
        <w:separator/>
      </w:r>
    </w:p>
  </w:endnote>
  <w:endnote w:type="continuationSeparator" w:id="0">
    <w:p w:rsidR="00751E2B" w:rsidRDefault="00751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E2B" w:rsidRDefault="00751E2B">
      <w:r>
        <w:separator/>
      </w:r>
    </w:p>
  </w:footnote>
  <w:footnote w:type="continuationSeparator" w:id="0">
    <w:p w:rsidR="00751E2B" w:rsidRDefault="00751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85178"/>
    <w:rsid w:val="00092DA6"/>
    <w:rsid w:val="00095DA7"/>
    <w:rsid w:val="000B4E78"/>
    <w:rsid w:val="000C4C30"/>
    <w:rsid w:val="000E3D8C"/>
    <w:rsid w:val="00102136"/>
    <w:rsid w:val="00107829"/>
    <w:rsid w:val="00115987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5895"/>
    <w:rsid w:val="001C77F1"/>
    <w:rsid w:val="001D7C14"/>
    <w:rsid w:val="001E0E71"/>
    <w:rsid w:val="001E1A79"/>
    <w:rsid w:val="001E228B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77A22"/>
    <w:rsid w:val="0028500D"/>
    <w:rsid w:val="00294E51"/>
    <w:rsid w:val="0029507F"/>
    <w:rsid w:val="00297EE9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90E0B"/>
    <w:rsid w:val="003B5DB7"/>
    <w:rsid w:val="003B6922"/>
    <w:rsid w:val="003C447A"/>
    <w:rsid w:val="003D3891"/>
    <w:rsid w:val="003D600E"/>
    <w:rsid w:val="003E0A6B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751A4"/>
    <w:rsid w:val="00484214"/>
    <w:rsid w:val="004849D2"/>
    <w:rsid w:val="00486E83"/>
    <w:rsid w:val="004A0D47"/>
    <w:rsid w:val="004A5C94"/>
    <w:rsid w:val="004B513D"/>
    <w:rsid w:val="004C1667"/>
    <w:rsid w:val="004D0676"/>
    <w:rsid w:val="004E7DCB"/>
    <w:rsid w:val="004F0BA6"/>
    <w:rsid w:val="00502313"/>
    <w:rsid w:val="00507886"/>
    <w:rsid w:val="005151A8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B67B1"/>
    <w:rsid w:val="005C3BA8"/>
    <w:rsid w:val="005C463A"/>
    <w:rsid w:val="005C4D12"/>
    <w:rsid w:val="005D1AA0"/>
    <w:rsid w:val="005D3E47"/>
    <w:rsid w:val="005D6E1A"/>
    <w:rsid w:val="005E719A"/>
    <w:rsid w:val="005E753A"/>
    <w:rsid w:val="005F7339"/>
    <w:rsid w:val="0061137B"/>
    <w:rsid w:val="00611BBA"/>
    <w:rsid w:val="00613792"/>
    <w:rsid w:val="00616E1B"/>
    <w:rsid w:val="006342D8"/>
    <w:rsid w:val="00635EE6"/>
    <w:rsid w:val="00643CED"/>
    <w:rsid w:val="00647BEB"/>
    <w:rsid w:val="00673E81"/>
    <w:rsid w:val="00676435"/>
    <w:rsid w:val="00682989"/>
    <w:rsid w:val="00690094"/>
    <w:rsid w:val="0069635A"/>
    <w:rsid w:val="006968D5"/>
    <w:rsid w:val="006975C5"/>
    <w:rsid w:val="006A0365"/>
    <w:rsid w:val="006A74E1"/>
    <w:rsid w:val="006A77CC"/>
    <w:rsid w:val="006C051B"/>
    <w:rsid w:val="006C3294"/>
    <w:rsid w:val="006E2583"/>
    <w:rsid w:val="00747F32"/>
    <w:rsid w:val="00751E2B"/>
    <w:rsid w:val="00755BF1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149F"/>
    <w:rsid w:val="007F5A97"/>
    <w:rsid w:val="0082115C"/>
    <w:rsid w:val="008225B3"/>
    <w:rsid w:val="008239D7"/>
    <w:rsid w:val="00824D97"/>
    <w:rsid w:val="00830C0C"/>
    <w:rsid w:val="00845799"/>
    <w:rsid w:val="0084708D"/>
    <w:rsid w:val="00850FEF"/>
    <w:rsid w:val="00865E19"/>
    <w:rsid w:val="008823A1"/>
    <w:rsid w:val="0089152B"/>
    <w:rsid w:val="00897D34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2BB8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6C65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777F9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17E6"/>
    <w:rsid w:val="00B179A6"/>
    <w:rsid w:val="00B210EF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5291"/>
    <w:rsid w:val="00BE659B"/>
    <w:rsid w:val="00BF1E3A"/>
    <w:rsid w:val="00BF4148"/>
    <w:rsid w:val="00C231CF"/>
    <w:rsid w:val="00C3328E"/>
    <w:rsid w:val="00C37155"/>
    <w:rsid w:val="00C5025A"/>
    <w:rsid w:val="00C5140E"/>
    <w:rsid w:val="00C516AF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04015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2874"/>
    <w:rsid w:val="00DB57BB"/>
    <w:rsid w:val="00DE1C2A"/>
    <w:rsid w:val="00DF10C8"/>
    <w:rsid w:val="00DF5947"/>
    <w:rsid w:val="00E23E8E"/>
    <w:rsid w:val="00E24CE3"/>
    <w:rsid w:val="00E305B3"/>
    <w:rsid w:val="00E32488"/>
    <w:rsid w:val="00E32A8E"/>
    <w:rsid w:val="00E4613E"/>
    <w:rsid w:val="00E55F5E"/>
    <w:rsid w:val="00E57533"/>
    <w:rsid w:val="00E63B41"/>
    <w:rsid w:val="00E67B15"/>
    <w:rsid w:val="00E70EE2"/>
    <w:rsid w:val="00E9164F"/>
    <w:rsid w:val="00EA11FE"/>
    <w:rsid w:val="00EA27FF"/>
    <w:rsid w:val="00EA2F62"/>
    <w:rsid w:val="00EB0237"/>
    <w:rsid w:val="00EB3469"/>
    <w:rsid w:val="00EB5250"/>
    <w:rsid w:val="00EC5DA5"/>
    <w:rsid w:val="00ED7F0D"/>
    <w:rsid w:val="00EF28C1"/>
    <w:rsid w:val="00EF6631"/>
    <w:rsid w:val="00EF7B42"/>
    <w:rsid w:val="00F23348"/>
    <w:rsid w:val="00F33A92"/>
    <w:rsid w:val="00F431FB"/>
    <w:rsid w:val="00F629F1"/>
    <w:rsid w:val="00F714BC"/>
    <w:rsid w:val="00F81637"/>
    <w:rsid w:val="00F83882"/>
    <w:rsid w:val="00F857B0"/>
    <w:rsid w:val="00F93CAA"/>
    <w:rsid w:val="00F96592"/>
    <w:rsid w:val="00FA5911"/>
    <w:rsid w:val="00FA7E48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2C68E-A16B-422B-B110-DE73280F7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2025-03-17T15:32:00Z</cp:lastPrinted>
  <dcterms:created xsi:type="dcterms:W3CDTF">2025-07-08T10:34:00Z</dcterms:created>
  <dcterms:modified xsi:type="dcterms:W3CDTF">2025-07-08T10:34:00Z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