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Проект вносит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Губернатор Ярославской области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</w:p>
    <w:p w:rsidR="007B07C4" w:rsidRPr="00982960" w:rsidRDefault="007B07C4" w:rsidP="00365104">
      <w:pPr>
        <w:jc w:val="right"/>
        <w:rPr>
          <w:b/>
          <w:bCs/>
          <w:sz w:val="20"/>
        </w:rPr>
      </w:pPr>
      <w:proofErr w:type="spellStart"/>
      <w:r w:rsidRPr="00982960">
        <w:rPr>
          <w:b/>
          <w:bCs/>
          <w:sz w:val="20"/>
        </w:rPr>
        <w:t>Евраев</w:t>
      </w:r>
      <w:proofErr w:type="spellEnd"/>
      <w:r w:rsidR="00F039DE" w:rsidRPr="00F039DE">
        <w:rPr>
          <w:b/>
          <w:bCs/>
          <w:sz w:val="20"/>
        </w:rPr>
        <w:t xml:space="preserve"> </w:t>
      </w:r>
      <w:r w:rsidR="00F039DE" w:rsidRPr="00982960">
        <w:rPr>
          <w:b/>
          <w:bCs/>
          <w:sz w:val="20"/>
        </w:rPr>
        <w:t>М.Я.</w:t>
      </w:r>
    </w:p>
    <w:p w:rsidR="00EB17A2" w:rsidRPr="00982960" w:rsidRDefault="00EB17A2" w:rsidP="00365104">
      <w:pPr>
        <w:jc w:val="right"/>
        <w:rPr>
          <w:b/>
          <w:bCs/>
          <w:sz w:val="20"/>
        </w:rPr>
      </w:pPr>
    </w:p>
    <w:p w:rsidR="00EB17A2" w:rsidRPr="00982960" w:rsidRDefault="00980CC5" w:rsidP="000B6299">
      <w:pPr>
        <w:ind w:firstLine="0"/>
        <w:jc w:val="center"/>
      </w:pPr>
      <w:r w:rsidRPr="00982960">
        <w:rPr>
          <w:noProof/>
        </w:rPr>
        <w:drawing>
          <wp:inline distT="0" distB="0" distL="0" distR="0" wp14:anchorId="0F6F61F8" wp14:editId="3F0E183F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982960" w:rsidRDefault="00EB17A2" w:rsidP="000B6299">
      <w:pPr>
        <w:ind w:firstLine="0"/>
        <w:jc w:val="center"/>
        <w:rPr>
          <w:b/>
          <w:bCs/>
          <w:sz w:val="36"/>
        </w:rPr>
      </w:pPr>
      <w:r w:rsidRPr="00982960">
        <w:rPr>
          <w:b/>
          <w:bCs/>
          <w:sz w:val="36"/>
        </w:rPr>
        <w:t>З А К О Н</w:t>
      </w:r>
    </w:p>
    <w:p w:rsidR="00EB17A2" w:rsidRDefault="00EB17A2" w:rsidP="000B6299">
      <w:pPr>
        <w:ind w:firstLine="0"/>
        <w:jc w:val="center"/>
        <w:rPr>
          <w:b/>
          <w:bCs/>
        </w:rPr>
      </w:pPr>
      <w:r w:rsidRPr="00982960">
        <w:rPr>
          <w:b/>
          <w:bCs/>
        </w:rPr>
        <w:t>ЯРОСЛАВСКОЙ ОБЛАСТИ</w:t>
      </w:r>
    </w:p>
    <w:p w:rsidR="000431E7" w:rsidRPr="00982960" w:rsidRDefault="000431E7" w:rsidP="00365104">
      <w:pPr>
        <w:jc w:val="center"/>
        <w:rPr>
          <w:b/>
          <w:bCs/>
        </w:rPr>
      </w:pPr>
    </w:p>
    <w:p w:rsidR="00AA16C0" w:rsidRDefault="002C2D83" w:rsidP="000B6299">
      <w:pPr>
        <w:ind w:firstLine="0"/>
        <w:jc w:val="center"/>
        <w:rPr>
          <w:b/>
          <w:bCs/>
          <w:szCs w:val="28"/>
        </w:rPr>
      </w:pPr>
      <w:r w:rsidRPr="002C2D83">
        <w:rPr>
          <w:b/>
          <w:bCs/>
          <w:szCs w:val="28"/>
        </w:rPr>
        <w:t xml:space="preserve">О </w:t>
      </w:r>
      <w:r w:rsidR="000074AB">
        <w:rPr>
          <w:b/>
          <w:bCs/>
          <w:szCs w:val="28"/>
        </w:rPr>
        <w:t>мерах</w:t>
      </w:r>
      <w:r w:rsidR="00AA16C0">
        <w:rPr>
          <w:b/>
          <w:bCs/>
          <w:szCs w:val="28"/>
        </w:rPr>
        <w:t xml:space="preserve"> </w:t>
      </w:r>
      <w:r w:rsidRPr="002C2D83">
        <w:rPr>
          <w:b/>
          <w:bCs/>
          <w:szCs w:val="28"/>
        </w:rPr>
        <w:t>социальной поддержк</w:t>
      </w:r>
      <w:r w:rsidR="000074AB">
        <w:rPr>
          <w:b/>
          <w:bCs/>
          <w:szCs w:val="28"/>
        </w:rPr>
        <w:t xml:space="preserve">и </w:t>
      </w:r>
    </w:p>
    <w:p w:rsidR="00AA16C0" w:rsidRPr="00193626" w:rsidRDefault="00AA16C0" w:rsidP="000B6299">
      <w:pPr>
        <w:ind w:firstLine="0"/>
        <w:jc w:val="center"/>
        <w:rPr>
          <w:b/>
          <w:bCs/>
          <w:szCs w:val="28"/>
        </w:rPr>
      </w:pPr>
      <w:r w:rsidRPr="00193626">
        <w:rPr>
          <w:b/>
          <w:bCs/>
          <w:szCs w:val="28"/>
        </w:rPr>
        <w:t>отдельны</w:t>
      </w:r>
      <w:r w:rsidR="00B16082">
        <w:rPr>
          <w:b/>
          <w:bCs/>
          <w:szCs w:val="28"/>
        </w:rPr>
        <w:t>х</w:t>
      </w:r>
      <w:r w:rsidRPr="00193626">
        <w:rPr>
          <w:b/>
          <w:bCs/>
          <w:szCs w:val="28"/>
        </w:rPr>
        <w:t xml:space="preserve"> категори</w:t>
      </w:r>
      <w:r w:rsidR="00B16082">
        <w:rPr>
          <w:b/>
          <w:bCs/>
          <w:szCs w:val="28"/>
        </w:rPr>
        <w:t>й</w:t>
      </w:r>
      <w:r w:rsidRPr="00193626">
        <w:rPr>
          <w:b/>
          <w:bCs/>
          <w:szCs w:val="28"/>
        </w:rPr>
        <w:t xml:space="preserve"> граждан в связи с проведением </w:t>
      </w:r>
    </w:p>
    <w:p w:rsidR="00AA16C0" w:rsidRPr="00193626" w:rsidRDefault="00AA16C0" w:rsidP="000B6299">
      <w:pPr>
        <w:ind w:firstLine="0"/>
        <w:jc w:val="center"/>
        <w:rPr>
          <w:b/>
          <w:bCs/>
          <w:szCs w:val="28"/>
        </w:rPr>
      </w:pPr>
      <w:r w:rsidRPr="00193626">
        <w:rPr>
          <w:b/>
          <w:bCs/>
          <w:szCs w:val="28"/>
        </w:rPr>
        <w:t>специальной военной операции</w:t>
      </w:r>
    </w:p>
    <w:p w:rsidR="002C2D83" w:rsidRDefault="002C2D83" w:rsidP="000B6299">
      <w:pPr>
        <w:pStyle w:val="af"/>
        <w:tabs>
          <w:tab w:val="left" w:pos="709"/>
        </w:tabs>
        <w:rPr>
          <w:sz w:val="28"/>
          <w:szCs w:val="28"/>
        </w:rPr>
      </w:pPr>
    </w:p>
    <w:p w:rsidR="00AA16C0" w:rsidRPr="00982960" w:rsidRDefault="00AA16C0" w:rsidP="0036510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982960">
        <w:rPr>
          <w:sz w:val="24"/>
        </w:rPr>
        <w:t>Принят Ярославской областной Думой</w:t>
      </w: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DD2330">
        <w:rPr>
          <w:sz w:val="24"/>
        </w:rPr>
        <w:t>«___</w:t>
      </w:r>
      <w:proofErr w:type="gramStart"/>
      <w:r w:rsidRPr="00DD2330">
        <w:rPr>
          <w:sz w:val="24"/>
        </w:rPr>
        <w:t>_»_</w:t>
      </w:r>
      <w:proofErr w:type="gramEnd"/>
      <w:r w:rsidRPr="00DD2330">
        <w:rPr>
          <w:sz w:val="24"/>
        </w:rPr>
        <w:t>____________ 202</w:t>
      </w:r>
      <w:r w:rsidR="006A6FC7" w:rsidRPr="00DD2330">
        <w:rPr>
          <w:sz w:val="24"/>
        </w:rPr>
        <w:t>5</w:t>
      </w:r>
      <w:r w:rsidRPr="00DD2330">
        <w:rPr>
          <w:sz w:val="24"/>
        </w:rPr>
        <w:t xml:space="preserve"> года</w:t>
      </w:r>
    </w:p>
    <w:p w:rsidR="008D052A" w:rsidRPr="00982960" w:rsidRDefault="008D052A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B00450" w:rsidRPr="00982960" w:rsidRDefault="00B00450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2C2D83" w:rsidRPr="005D32A3" w:rsidRDefault="002C2D83" w:rsidP="005D32A3">
      <w:pPr>
        <w:ind w:firstLine="709"/>
        <w:rPr>
          <w:b/>
          <w:bCs/>
          <w:szCs w:val="28"/>
        </w:rPr>
      </w:pPr>
      <w:r w:rsidRPr="005D32A3">
        <w:rPr>
          <w:bCs/>
          <w:szCs w:val="28"/>
        </w:rPr>
        <w:t>Статья 1.</w:t>
      </w:r>
      <w:r w:rsidRPr="002C2D83">
        <w:rPr>
          <w:b/>
          <w:bCs/>
          <w:szCs w:val="28"/>
        </w:rPr>
        <w:t xml:space="preserve"> Предмет настоящего Закона</w:t>
      </w:r>
    </w:p>
    <w:p w:rsidR="000074AB" w:rsidRPr="00CB7A47" w:rsidRDefault="005D32A3" w:rsidP="000074AB">
      <w:pPr>
        <w:ind w:firstLine="709"/>
        <w:rPr>
          <w:bCs/>
          <w:szCs w:val="28"/>
        </w:rPr>
      </w:pPr>
      <w:r w:rsidRPr="00CB7A47">
        <w:rPr>
          <w:bCs/>
          <w:szCs w:val="28"/>
        </w:rPr>
        <w:t xml:space="preserve">Настоящий Закон в соответствии </w:t>
      </w:r>
      <w:r w:rsidR="000074AB" w:rsidRPr="00CB7A47">
        <w:rPr>
          <w:bCs/>
          <w:szCs w:val="28"/>
        </w:rPr>
        <w:t>с</w:t>
      </w:r>
      <w:r w:rsidRPr="00CB7A47">
        <w:rPr>
          <w:bCs/>
          <w:szCs w:val="28"/>
        </w:rPr>
        <w:t xml:space="preserve"> </w:t>
      </w:r>
      <w:hyperlink r:id="rId12">
        <w:r w:rsidRPr="00CB7A47">
          <w:rPr>
            <w:rStyle w:val="afa"/>
            <w:bCs/>
            <w:color w:val="auto"/>
            <w:szCs w:val="28"/>
            <w:u w:val="none"/>
          </w:rPr>
          <w:t>частью 3 статьи 48</w:t>
        </w:r>
      </w:hyperlink>
      <w:r w:rsidRPr="00CB7A47">
        <w:rPr>
          <w:bCs/>
          <w:szCs w:val="28"/>
        </w:rPr>
        <w:t xml:space="preserve"> Федерального закона от 21 декабря 2021 года № 414-ФЗ «Об общих принципах организации публичной власти в субъектах Российской Федерации»</w:t>
      </w:r>
      <w:r w:rsidRPr="00CB7A47">
        <w:rPr>
          <w:szCs w:val="28"/>
        </w:rPr>
        <w:t xml:space="preserve"> </w:t>
      </w:r>
      <w:r w:rsidR="00AA16C0" w:rsidRPr="00CB7A47">
        <w:rPr>
          <w:bCs/>
          <w:szCs w:val="28"/>
        </w:rPr>
        <w:t xml:space="preserve">регулирует отношения, связанные с предоставлением </w:t>
      </w:r>
      <w:r w:rsidR="000074AB" w:rsidRPr="00CB7A47">
        <w:rPr>
          <w:bCs/>
          <w:szCs w:val="28"/>
        </w:rPr>
        <w:t>мер социальной поддержки от</w:t>
      </w:r>
      <w:r w:rsidR="00B16082" w:rsidRPr="00CB7A47">
        <w:rPr>
          <w:bCs/>
          <w:szCs w:val="28"/>
        </w:rPr>
        <w:t>дельны</w:t>
      </w:r>
      <w:r w:rsidR="0015026F" w:rsidRPr="00CB7A47">
        <w:rPr>
          <w:bCs/>
          <w:szCs w:val="28"/>
        </w:rPr>
        <w:t>м</w:t>
      </w:r>
      <w:r w:rsidR="000074AB" w:rsidRPr="00CB7A47">
        <w:rPr>
          <w:bCs/>
          <w:szCs w:val="28"/>
        </w:rPr>
        <w:t xml:space="preserve"> категори</w:t>
      </w:r>
      <w:r w:rsidR="000B6299" w:rsidRPr="00CB7A47">
        <w:rPr>
          <w:bCs/>
          <w:szCs w:val="28"/>
        </w:rPr>
        <w:t>ям</w:t>
      </w:r>
      <w:r w:rsidR="000074AB" w:rsidRPr="00CB7A47">
        <w:rPr>
          <w:bCs/>
          <w:szCs w:val="28"/>
        </w:rPr>
        <w:t xml:space="preserve"> граждан в связи с проведением специальной военной операции</w:t>
      </w:r>
      <w:r w:rsidR="0015026F" w:rsidRPr="00CB7A47">
        <w:rPr>
          <w:bCs/>
          <w:szCs w:val="28"/>
        </w:rPr>
        <w:t>, проводимой на территориях Донецкой Народной Республики, Луганской Народной Республики, Запорожской и Херсонской областей и Украины (далее – специальная военная операция)</w:t>
      </w:r>
      <w:r w:rsidR="00AA30CE" w:rsidRPr="00CB7A47">
        <w:rPr>
          <w:bCs/>
          <w:szCs w:val="28"/>
        </w:rPr>
        <w:t>.</w:t>
      </w:r>
    </w:p>
    <w:p w:rsidR="002C2D83" w:rsidRPr="00CB7A47" w:rsidRDefault="002C2D83" w:rsidP="00AA30CE">
      <w:pPr>
        <w:ind w:firstLine="0"/>
        <w:rPr>
          <w:bCs/>
          <w:szCs w:val="28"/>
        </w:rPr>
      </w:pPr>
    </w:p>
    <w:p w:rsidR="00690157" w:rsidRPr="00CB7A47" w:rsidRDefault="00690157" w:rsidP="000A3382">
      <w:pPr>
        <w:ind w:firstLine="709"/>
        <w:rPr>
          <w:b/>
          <w:bCs/>
          <w:szCs w:val="28"/>
        </w:rPr>
      </w:pPr>
      <w:r w:rsidRPr="00CB7A47">
        <w:rPr>
          <w:bCs/>
          <w:szCs w:val="28"/>
        </w:rPr>
        <w:t>Статья 2.</w:t>
      </w:r>
      <w:r w:rsidRPr="00CB7A47">
        <w:rPr>
          <w:b/>
          <w:bCs/>
          <w:szCs w:val="28"/>
        </w:rPr>
        <w:t xml:space="preserve"> </w:t>
      </w:r>
      <w:r w:rsidRPr="00CB7A47">
        <w:rPr>
          <w:b/>
        </w:rPr>
        <w:t>Основные понятия, используемые в настоящем Законе</w:t>
      </w:r>
    </w:p>
    <w:p w:rsidR="00690157" w:rsidRPr="00CB7A47" w:rsidRDefault="00690157" w:rsidP="000A3382">
      <w:pPr>
        <w:ind w:firstLine="709"/>
        <w:rPr>
          <w:bCs/>
          <w:szCs w:val="28"/>
        </w:rPr>
      </w:pPr>
      <w:r w:rsidRPr="00CB7A47">
        <w:rPr>
          <w:bCs/>
          <w:szCs w:val="28"/>
        </w:rPr>
        <w:t>1. Под отдельными категориями граждан в настоящем Законе понимаются:</w:t>
      </w:r>
    </w:p>
    <w:p w:rsidR="009C5294" w:rsidRPr="00CB7A47" w:rsidRDefault="00690157" w:rsidP="0015026F">
      <w:pPr>
        <w:ind w:firstLine="709"/>
        <w:rPr>
          <w:bCs/>
          <w:szCs w:val="28"/>
        </w:rPr>
      </w:pPr>
      <w:bookmarkStart w:id="0" w:name="P27"/>
      <w:bookmarkEnd w:id="0"/>
      <w:r w:rsidRPr="00CB7A47">
        <w:rPr>
          <w:bCs/>
          <w:szCs w:val="28"/>
        </w:rPr>
        <w:t xml:space="preserve">1) участники специальной военной операции </w:t>
      </w:r>
      <w:r w:rsidR="009C5294" w:rsidRPr="00CB7A47">
        <w:rPr>
          <w:bCs/>
          <w:szCs w:val="28"/>
        </w:rPr>
        <w:t>–</w:t>
      </w:r>
      <w:r w:rsidRPr="00CB7A47">
        <w:rPr>
          <w:bCs/>
          <w:szCs w:val="28"/>
        </w:rPr>
        <w:t xml:space="preserve"> </w:t>
      </w:r>
      <w:r w:rsidR="0015026F" w:rsidRPr="00CB7A47">
        <w:rPr>
          <w:bCs/>
          <w:szCs w:val="28"/>
        </w:rPr>
        <w:t>граждане</w:t>
      </w:r>
      <w:r w:rsidR="00DD0F56" w:rsidRPr="00CB7A47">
        <w:rPr>
          <w:bCs/>
          <w:szCs w:val="28"/>
        </w:rPr>
        <w:t xml:space="preserve">, принимающие </w:t>
      </w:r>
      <w:r w:rsidR="00DD2330" w:rsidRPr="00CB7A47">
        <w:rPr>
          <w:bCs/>
          <w:szCs w:val="28"/>
        </w:rPr>
        <w:t xml:space="preserve">(принимавшие) </w:t>
      </w:r>
      <w:r w:rsidR="00DD0F56" w:rsidRPr="00CB7A47">
        <w:rPr>
          <w:bCs/>
          <w:szCs w:val="28"/>
        </w:rPr>
        <w:t xml:space="preserve">участие </w:t>
      </w:r>
      <w:r w:rsidRPr="00CB7A47">
        <w:rPr>
          <w:bCs/>
          <w:szCs w:val="28"/>
        </w:rPr>
        <w:t>в специальной военной операции</w:t>
      </w:r>
      <w:r w:rsidR="009C5294" w:rsidRPr="00CB7A47">
        <w:rPr>
          <w:bCs/>
          <w:szCs w:val="28"/>
        </w:rPr>
        <w:t>,</w:t>
      </w:r>
      <w:r w:rsidRPr="00CB7A47">
        <w:rPr>
          <w:bCs/>
          <w:szCs w:val="28"/>
        </w:rPr>
        <w:t xml:space="preserve"> </w:t>
      </w:r>
      <w:r w:rsidR="0015026F" w:rsidRPr="00CB7A47">
        <w:rPr>
          <w:bCs/>
          <w:szCs w:val="28"/>
        </w:rPr>
        <w:t xml:space="preserve">и (или) выполняющие </w:t>
      </w:r>
      <w:r w:rsidR="002C74E3" w:rsidRPr="00CB7A47">
        <w:rPr>
          <w:bCs/>
          <w:szCs w:val="28"/>
        </w:rPr>
        <w:t xml:space="preserve">(выполнявшие) </w:t>
      </w:r>
      <w:r w:rsidR="0015026F" w:rsidRPr="00CB7A47">
        <w:rPr>
          <w:bCs/>
          <w:szCs w:val="28"/>
        </w:rPr>
        <w:t>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</w:t>
      </w:r>
      <w:r w:rsidR="002C74E3" w:rsidRPr="00CB7A47">
        <w:rPr>
          <w:bCs/>
          <w:szCs w:val="28"/>
        </w:rPr>
        <w:t>я специальной военной операции</w:t>
      </w:r>
      <w:r w:rsidR="009C5294" w:rsidRPr="00CB7A47">
        <w:rPr>
          <w:bCs/>
          <w:szCs w:val="28"/>
        </w:rPr>
        <w:t>, относящиеся к одной из следующих категорий:</w:t>
      </w:r>
    </w:p>
    <w:p w:rsidR="009C5294" w:rsidRPr="00CB7A47" w:rsidRDefault="009C5294" w:rsidP="000A3382">
      <w:pPr>
        <w:ind w:firstLine="709"/>
        <w:rPr>
          <w:bCs/>
          <w:szCs w:val="28"/>
        </w:rPr>
      </w:pPr>
      <w:r w:rsidRPr="00CB7A47">
        <w:rPr>
          <w:bCs/>
          <w:szCs w:val="28"/>
        </w:rPr>
        <w:t xml:space="preserve">а) </w:t>
      </w:r>
      <w:r w:rsidR="006C3D08" w:rsidRPr="00CB7A47">
        <w:rPr>
          <w:bCs/>
          <w:szCs w:val="28"/>
        </w:rPr>
        <w:t>граждане</w:t>
      </w:r>
      <w:r w:rsidRPr="00CB7A47">
        <w:rPr>
          <w:bCs/>
          <w:szCs w:val="28"/>
        </w:rPr>
        <w:t xml:space="preserve">, призванные на военную службу по мобилизации в Вооруженные Силы Российской Федерации в соответствии с </w:t>
      </w:r>
      <w:hyperlink r:id="rId13" w:history="1">
        <w:r w:rsidRPr="00CB7A47">
          <w:rPr>
            <w:rStyle w:val="afa"/>
            <w:bCs/>
            <w:color w:val="auto"/>
            <w:szCs w:val="28"/>
            <w:u w:val="none"/>
          </w:rPr>
          <w:t>Указом</w:t>
        </w:r>
      </w:hyperlink>
      <w:r w:rsidRPr="00CB7A47">
        <w:rPr>
          <w:bCs/>
          <w:szCs w:val="28"/>
        </w:rPr>
        <w:t xml:space="preserve"> Президента Российской Федерации от 21 сентября 2022 года № 647 «Об объявлении частичной мобилизации в Российской Федерации»;</w:t>
      </w:r>
    </w:p>
    <w:p w:rsidR="006C3D08" w:rsidRPr="00CB7A47" w:rsidRDefault="009C5294" w:rsidP="003E5D4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lastRenderedPageBreak/>
        <w:t>б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6C3D08" w:rsidRPr="00CB7A47">
        <w:rPr>
          <w:rFonts w:ascii="Times New Roman" w:hAnsi="Times New Roman" w:cs="Times New Roman"/>
          <w:bCs/>
          <w:sz w:val="28"/>
          <w:szCs w:val="28"/>
        </w:rPr>
        <w:t>граждане,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 xml:space="preserve"> проходящие (проходившие) военную службу в Вооруженных Силах Российской Федерации по контракту</w:t>
      </w:r>
      <w:r w:rsidR="006C3D08" w:rsidRPr="00CB7A47">
        <w:rPr>
          <w:rFonts w:ascii="Times New Roman" w:hAnsi="Times New Roman" w:cs="Times New Roman"/>
          <w:bCs/>
          <w:sz w:val="28"/>
          <w:szCs w:val="28"/>
        </w:rPr>
        <w:t>;</w:t>
      </w:r>
    </w:p>
    <w:p w:rsidR="006C3D08" w:rsidRPr="00CB7A47" w:rsidRDefault="006C3D08" w:rsidP="003E5D4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>граждане, проходящие (проходившие) военную службу в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 войск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>ах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 национальной гвардии Российской Федерации, 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>граждане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, проходящие 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 xml:space="preserve">(проходившие) </w:t>
      </w:r>
      <w:r w:rsidRPr="00CB7A47">
        <w:rPr>
          <w:rFonts w:ascii="Times New Roman" w:hAnsi="Times New Roman" w:cs="Times New Roman"/>
          <w:bCs/>
          <w:sz w:val="28"/>
          <w:szCs w:val="28"/>
        </w:rPr>
        <w:t>службу в войсках национальной гвардии Российской Федерации и имеющие специальные звания полиции;</w:t>
      </w:r>
    </w:p>
    <w:p w:rsidR="001F608B" w:rsidRPr="00CB7A47" w:rsidRDefault="006C3D08" w:rsidP="000A338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 xml:space="preserve">г) граждане, проходящие (проходившие) военную службу </w:t>
      </w:r>
      <w:r w:rsidR="00392F41" w:rsidRPr="00CB7A4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>воински</w:t>
      </w:r>
      <w:r w:rsidR="00392F41" w:rsidRPr="00CB7A47">
        <w:rPr>
          <w:rFonts w:ascii="Times New Roman" w:hAnsi="Times New Roman" w:cs="Times New Roman"/>
          <w:bCs/>
          <w:sz w:val="28"/>
          <w:szCs w:val="28"/>
        </w:rPr>
        <w:t>х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 xml:space="preserve"> формированиях и органах, указанных в пункте 6 статьи 1 Феде</w:t>
      </w:r>
      <w:r w:rsidRPr="00CB7A47">
        <w:rPr>
          <w:rFonts w:ascii="Times New Roman" w:hAnsi="Times New Roman" w:cs="Times New Roman"/>
          <w:bCs/>
          <w:sz w:val="28"/>
          <w:szCs w:val="28"/>
        </w:rPr>
        <w:t>рального закона от 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>31 мая 1996 года № 61-ФЗ «Об обороне»</w:t>
      </w:r>
      <w:r w:rsidRPr="00CB7A47">
        <w:rPr>
          <w:rFonts w:ascii="Times New Roman" w:hAnsi="Times New Roman" w:cs="Times New Roman"/>
          <w:sz w:val="28"/>
          <w:szCs w:val="28"/>
        </w:rPr>
        <w:t>;</w:t>
      </w:r>
    </w:p>
    <w:p w:rsidR="006C3D08" w:rsidRPr="00CB7A47" w:rsidRDefault="000A3382" w:rsidP="000A338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257">
        <w:rPr>
          <w:rFonts w:ascii="Times New Roman" w:hAnsi="Times New Roman" w:cs="Times New Roman"/>
          <w:bCs/>
          <w:sz w:val="28"/>
          <w:szCs w:val="28"/>
        </w:rPr>
        <w:t>д</w:t>
      </w:r>
      <w:r w:rsidR="00690157" w:rsidRPr="0035525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6C3D08" w:rsidRPr="00355257">
        <w:rPr>
          <w:rFonts w:ascii="Times New Roman" w:hAnsi="Times New Roman" w:cs="Times New Roman"/>
          <w:bCs/>
          <w:sz w:val="28"/>
          <w:szCs w:val="28"/>
        </w:rPr>
        <w:t>граждане, заключившие контракт о пребывании в добровольческом формировании</w:t>
      </w:r>
      <w:r w:rsidR="008F2F6C" w:rsidRPr="00355257">
        <w:rPr>
          <w:rFonts w:ascii="Times New Roman" w:hAnsi="Times New Roman" w:cs="Times New Roman"/>
          <w:bCs/>
          <w:sz w:val="28"/>
          <w:szCs w:val="28"/>
        </w:rPr>
        <w:t xml:space="preserve"> (о добровольном </w:t>
      </w:r>
      <w:r w:rsidR="006C3D08" w:rsidRPr="00355257">
        <w:rPr>
          <w:rFonts w:ascii="Times New Roman" w:hAnsi="Times New Roman" w:cs="Times New Roman"/>
          <w:bCs/>
          <w:sz w:val="28"/>
          <w:szCs w:val="28"/>
        </w:rPr>
        <w:t>содейств</w:t>
      </w:r>
      <w:r w:rsidR="008F2F6C" w:rsidRPr="00355257">
        <w:rPr>
          <w:rFonts w:ascii="Times New Roman" w:hAnsi="Times New Roman" w:cs="Times New Roman"/>
          <w:bCs/>
          <w:sz w:val="28"/>
          <w:szCs w:val="28"/>
        </w:rPr>
        <w:t>ии в</w:t>
      </w:r>
      <w:r w:rsidR="006C3D08" w:rsidRPr="00355257">
        <w:rPr>
          <w:rFonts w:ascii="Times New Roman" w:hAnsi="Times New Roman" w:cs="Times New Roman"/>
          <w:bCs/>
          <w:sz w:val="28"/>
          <w:szCs w:val="28"/>
        </w:rPr>
        <w:t xml:space="preserve"> выполнени</w:t>
      </w:r>
      <w:r w:rsidR="008F2F6C" w:rsidRPr="00355257">
        <w:rPr>
          <w:rFonts w:ascii="Times New Roman" w:hAnsi="Times New Roman" w:cs="Times New Roman"/>
          <w:bCs/>
          <w:sz w:val="28"/>
          <w:szCs w:val="28"/>
        </w:rPr>
        <w:t>и</w:t>
      </w:r>
      <w:r w:rsidR="006C3D08" w:rsidRPr="00355257">
        <w:rPr>
          <w:rFonts w:ascii="Times New Roman" w:hAnsi="Times New Roman" w:cs="Times New Roman"/>
          <w:bCs/>
          <w:sz w:val="28"/>
          <w:szCs w:val="28"/>
        </w:rPr>
        <w:t xml:space="preserve"> задач, возложенных на Вооруженные Силы Российской Федерации</w:t>
      </w:r>
      <w:r w:rsidR="008F2F6C" w:rsidRPr="00355257">
        <w:rPr>
          <w:rFonts w:ascii="Times New Roman" w:hAnsi="Times New Roman" w:cs="Times New Roman"/>
          <w:bCs/>
          <w:sz w:val="28"/>
          <w:szCs w:val="28"/>
        </w:rPr>
        <w:t xml:space="preserve"> или</w:t>
      </w:r>
      <w:r w:rsidR="00471118" w:rsidRPr="003552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3D08" w:rsidRPr="00355257">
        <w:rPr>
          <w:rFonts w:ascii="Times New Roman" w:hAnsi="Times New Roman" w:cs="Times New Roman"/>
          <w:bCs/>
          <w:sz w:val="28"/>
          <w:szCs w:val="28"/>
        </w:rPr>
        <w:t>войска национальной гвардии Российской Федерации</w:t>
      </w:r>
      <w:r w:rsidR="008F2F6C" w:rsidRPr="00355257">
        <w:rPr>
          <w:rFonts w:ascii="Times New Roman" w:hAnsi="Times New Roman" w:cs="Times New Roman"/>
          <w:bCs/>
          <w:sz w:val="28"/>
          <w:szCs w:val="28"/>
        </w:rPr>
        <w:t>)</w:t>
      </w:r>
      <w:r w:rsidR="003C1EC4" w:rsidRPr="003552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74E3" w:rsidRPr="00355257">
        <w:rPr>
          <w:rFonts w:ascii="Times New Roman" w:hAnsi="Times New Roman" w:cs="Times New Roman"/>
          <w:bCs/>
          <w:sz w:val="28"/>
          <w:szCs w:val="28"/>
        </w:rPr>
        <w:t>либо</w:t>
      </w:r>
      <w:r w:rsidR="003C1EC4" w:rsidRPr="00355257">
        <w:rPr>
          <w:rFonts w:ascii="Times New Roman" w:hAnsi="Times New Roman" w:cs="Times New Roman"/>
          <w:bCs/>
          <w:sz w:val="28"/>
          <w:szCs w:val="28"/>
        </w:rPr>
        <w:t xml:space="preserve"> заключившие контракт (имевшие иные правоотношения) с организаци</w:t>
      </w:r>
      <w:r w:rsidR="008F2F6C" w:rsidRPr="00355257">
        <w:rPr>
          <w:rFonts w:ascii="Times New Roman" w:hAnsi="Times New Roman" w:cs="Times New Roman"/>
          <w:bCs/>
          <w:sz w:val="28"/>
          <w:szCs w:val="28"/>
        </w:rPr>
        <w:t>ями</w:t>
      </w:r>
      <w:r w:rsidR="003C1EC4" w:rsidRPr="00355257">
        <w:rPr>
          <w:rFonts w:ascii="Times New Roman" w:hAnsi="Times New Roman" w:cs="Times New Roman"/>
          <w:bCs/>
          <w:sz w:val="28"/>
          <w:szCs w:val="28"/>
        </w:rPr>
        <w:t>, содействующ</w:t>
      </w:r>
      <w:r w:rsidR="008F2F6C" w:rsidRPr="00355257">
        <w:rPr>
          <w:rFonts w:ascii="Times New Roman" w:hAnsi="Times New Roman" w:cs="Times New Roman"/>
          <w:bCs/>
          <w:sz w:val="28"/>
          <w:szCs w:val="28"/>
        </w:rPr>
        <w:t>ими</w:t>
      </w:r>
      <w:r w:rsidR="003C1EC4" w:rsidRPr="00355257">
        <w:rPr>
          <w:rFonts w:ascii="Times New Roman" w:hAnsi="Times New Roman" w:cs="Times New Roman"/>
          <w:bCs/>
          <w:sz w:val="28"/>
          <w:szCs w:val="28"/>
        </w:rPr>
        <w:t xml:space="preserve"> выполнению задач, возложенных на Вооруженные Силы Российской Федерации</w:t>
      </w:r>
      <w:r w:rsidR="00471118" w:rsidRPr="00355257">
        <w:rPr>
          <w:rFonts w:ascii="Times New Roman" w:hAnsi="Times New Roman" w:cs="Times New Roman"/>
          <w:bCs/>
          <w:sz w:val="28"/>
          <w:szCs w:val="28"/>
        </w:rPr>
        <w:t>;</w:t>
      </w:r>
    </w:p>
    <w:p w:rsidR="005E6457" w:rsidRPr="00CB7A47" w:rsidRDefault="000A3382" w:rsidP="000A338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е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6C3D08" w:rsidRPr="00CB7A47">
        <w:rPr>
          <w:rFonts w:ascii="Times New Roman" w:hAnsi="Times New Roman" w:cs="Times New Roman"/>
          <w:bCs/>
          <w:sz w:val="28"/>
          <w:szCs w:val="28"/>
        </w:rPr>
        <w:t xml:space="preserve">сотрудники федеральных органов 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>исполнительной власти, служащие (работники) феде</w:t>
      </w:r>
      <w:r w:rsidR="006C3D08" w:rsidRPr="00CB7A47">
        <w:rPr>
          <w:rFonts w:ascii="Times New Roman" w:hAnsi="Times New Roman" w:cs="Times New Roman"/>
          <w:bCs/>
          <w:sz w:val="28"/>
          <w:szCs w:val="28"/>
        </w:rPr>
        <w:t>ральных государственных органов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 xml:space="preserve">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</w:t>
      </w:r>
      <w:r w:rsidR="006C3D08" w:rsidRPr="00CB7A47">
        <w:rPr>
          <w:rFonts w:ascii="Times New Roman" w:hAnsi="Times New Roman" w:cs="Times New Roman"/>
          <w:bCs/>
          <w:sz w:val="28"/>
          <w:szCs w:val="28"/>
        </w:rPr>
        <w:t>стей и иных аналогичных функций;</w:t>
      </w:r>
    </w:p>
    <w:p w:rsidR="005E6457" w:rsidRPr="00CB7A47" w:rsidRDefault="00690157" w:rsidP="009B1B3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2) члены семей участник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>а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 специальной военной операции</w:t>
      </w:r>
      <w:r w:rsidR="00C32DD0" w:rsidRPr="00CB7A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998" w:rsidRPr="00CB7A47">
        <w:rPr>
          <w:rFonts w:ascii="Times New Roman" w:hAnsi="Times New Roman" w:cs="Times New Roman"/>
          <w:bCs/>
          <w:sz w:val="28"/>
          <w:szCs w:val="28"/>
        </w:rPr>
        <w:t>и члены семей погибш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>его</w:t>
      </w:r>
      <w:r w:rsidR="005C3998" w:rsidRPr="00CB7A47">
        <w:rPr>
          <w:rFonts w:ascii="Times New Roman" w:hAnsi="Times New Roman" w:cs="Times New Roman"/>
          <w:bCs/>
          <w:sz w:val="28"/>
          <w:szCs w:val="28"/>
        </w:rPr>
        <w:t xml:space="preserve"> (умерш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>его</w:t>
      </w:r>
      <w:r w:rsidR="005C3998" w:rsidRPr="00CB7A4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701545" w:rsidRPr="00CB7A47">
        <w:rPr>
          <w:rFonts w:ascii="Times New Roman" w:hAnsi="Times New Roman" w:cs="Times New Roman"/>
          <w:bCs/>
          <w:sz w:val="28"/>
          <w:szCs w:val="28"/>
        </w:rPr>
        <w:t>участник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>а</w:t>
      </w:r>
      <w:r w:rsidR="00701545" w:rsidRPr="00CB7A47">
        <w:rPr>
          <w:rFonts w:ascii="Times New Roman" w:hAnsi="Times New Roman" w:cs="Times New Roman"/>
          <w:bCs/>
          <w:sz w:val="28"/>
          <w:szCs w:val="28"/>
        </w:rPr>
        <w:t xml:space="preserve"> специальной военной операции</w:t>
      </w:r>
      <w:r w:rsidR="00422864" w:rsidRPr="00CB7A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2DD0" w:rsidRPr="00CB7A47">
        <w:rPr>
          <w:rFonts w:ascii="Times New Roman" w:hAnsi="Times New Roman" w:cs="Times New Roman"/>
          <w:bCs/>
          <w:sz w:val="28"/>
          <w:szCs w:val="28"/>
        </w:rPr>
        <w:t xml:space="preserve">– супруга (супруг), </w:t>
      </w:r>
      <w:r w:rsidR="005C3998" w:rsidRPr="00CB7A47">
        <w:rPr>
          <w:rFonts w:ascii="Times New Roman" w:hAnsi="Times New Roman" w:cs="Times New Roman"/>
          <w:bCs/>
          <w:sz w:val="28"/>
          <w:szCs w:val="28"/>
        </w:rPr>
        <w:t xml:space="preserve">состоящая (состоящий) </w:t>
      </w:r>
      <w:r w:rsidR="00C32DD0" w:rsidRPr="00CB7A47">
        <w:rPr>
          <w:rFonts w:ascii="Times New Roman" w:hAnsi="Times New Roman" w:cs="Times New Roman"/>
          <w:bCs/>
          <w:sz w:val="28"/>
          <w:szCs w:val="28"/>
        </w:rPr>
        <w:t xml:space="preserve">в зарегистрированном браке с участником специальной военной операции, </w:t>
      </w:r>
      <w:r w:rsidR="005C3998" w:rsidRPr="00CB7A47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9B1B3B" w:rsidRPr="00CB7A47">
        <w:rPr>
          <w:rFonts w:ascii="Times New Roman" w:hAnsi="Times New Roman" w:cs="Times New Roman"/>
          <w:bCs/>
          <w:sz w:val="28"/>
          <w:szCs w:val="28"/>
        </w:rPr>
        <w:t>супруга (супруг) участника специальной военной операции</w:t>
      </w:r>
      <w:r w:rsidR="00DD2330" w:rsidRPr="00CB7A47">
        <w:rPr>
          <w:rFonts w:ascii="Times New Roman" w:hAnsi="Times New Roman" w:cs="Times New Roman"/>
          <w:bCs/>
          <w:sz w:val="28"/>
          <w:szCs w:val="28"/>
        </w:rPr>
        <w:t>,</w:t>
      </w:r>
      <w:r w:rsidR="00DD2330" w:rsidRPr="00CB7A4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DD2330" w:rsidRPr="00CB7A47">
        <w:rPr>
          <w:rFonts w:ascii="Times New Roman" w:hAnsi="Times New Roman" w:cs="Times New Roman"/>
          <w:bCs/>
          <w:sz w:val="28"/>
          <w:szCs w:val="28"/>
        </w:rPr>
        <w:t>погибшего (умершего) вследствие увечья (ранения, травмы, контузии) или заболевания, полученных им в ходе участия в специальной военной операции</w:t>
      </w:r>
      <w:r w:rsidR="00FF4C95" w:rsidRPr="00CB7A47">
        <w:t xml:space="preserve"> 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 xml:space="preserve">или 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 xml:space="preserve">при выполнении задач по отражению вооруженного вторжения на территорию Российской Федерации, 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 xml:space="preserve">в ходе вооруженной провокации на </w:t>
      </w:r>
      <w:r w:rsidR="00F4291B">
        <w:rPr>
          <w:rFonts w:ascii="Times New Roman" w:hAnsi="Times New Roman" w:cs="Times New Roman"/>
          <w:bCs/>
          <w:sz w:val="28"/>
          <w:szCs w:val="28"/>
        </w:rPr>
        <w:br/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>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</w:t>
      </w:r>
      <w:r w:rsidR="009B1B3B" w:rsidRPr="00CB7A47">
        <w:rPr>
          <w:rFonts w:ascii="Times New Roman" w:hAnsi="Times New Roman" w:cs="Times New Roman"/>
          <w:bCs/>
          <w:sz w:val="28"/>
          <w:szCs w:val="28"/>
        </w:rPr>
        <w:t xml:space="preserve"> состоявшая (состоявший) в зарегистрированном браке с погибшим (умершим) участником специальной военной операции на день его гибели (смерти</w:t>
      </w:r>
      <w:r w:rsidR="005C3998" w:rsidRPr="00CB7A47">
        <w:rPr>
          <w:rFonts w:ascii="Times New Roman" w:hAnsi="Times New Roman" w:cs="Times New Roman"/>
          <w:bCs/>
          <w:sz w:val="28"/>
          <w:szCs w:val="28"/>
        </w:rPr>
        <w:t>)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FF4C95" w:rsidRPr="00CB7A47">
        <w:t xml:space="preserve"> 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>не вступившая (не вступивший) в повторный брак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>;</w:t>
      </w:r>
      <w:r w:rsidR="005C3998" w:rsidRPr="00CB7A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475E" w:rsidRPr="00CB7A47">
        <w:rPr>
          <w:rFonts w:ascii="Times New Roman" w:hAnsi="Times New Roman" w:cs="Times New Roman"/>
          <w:bCs/>
          <w:sz w:val="28"/>
          <w:szCs w:val="28"/>
        </w:rPr>
        <w:t>дети</w:t>
      </w:r>
      <w:r w:rsidR="00C32DD0" w:rsidRPr="00CB7A47">
        <w:rPr>
          <w:rFonts w:ascii="Times New Roman" w:hAnsi="Times New Roman" w:cs="Times New Roman"/>
          <w:bCs/>
          <w:sz w:val="28"/>
          <w:szCs w:val="28"/>
        </w:rPr>
        <w:t>, в том ч</w:t>
      </w:r>
      <w:r w:rsidR="003C1EC4" w:rsidRPr="00CB7A47">
        <w:rPr>
          <w:rFonts w:ascii="Times New Roman" w:hAnsi="Times New Roman" w:cs="Times New Roman"/>
          <w:bCs/>
          <w:sz w:val="28"/>
          <w:szCs w:val="28"/>
        </w:rPr>
        <w:t>исле усыновленные (удочеренные)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>:</w:t>
      </w:r>
      <w:r w:rsidR="003C1EC4" w:rsidRPr="00CB7A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 xml:space="preserve">несовершеннолетние дети, </w:t>
      </w:r>
      <w:r w:rsidR="003C1EC4" w:rsidRPr="00CB7A47">
        <w:rPr>
          <w:rFonts w:ascii="Times New Roman" w:hAnsi="Times New Roman" w:cs="Times New Roman"/>
          <w:bCs/>
          <w:sz w:val="28"/>
          <w:szCs w:val="28"/>
        </w:rPr>
        <w:t xml:space="preserve">дети, </w:t>
      </w:r>
      <w:r w:rsidR="00C32DD0" w:rsidRPr="00CB7A47">
        <w:rPr>
          <w:rFonts w:ascii="Times New Roman" w:hAnsi="Times New Roman" w:cs="Times New Roman"/>
          <w:bCs/>
          <w:sz w:val="28"/>
          <w:szCs w:val="28"/>
        </w:rPr>
        <w:t xml:space="preserve">находящиеся под опекой </w:t>
      </w:r>
      <w:r w:rsidR="00DB475E" w:rsidRPr="00CB7A47">
        <w:rPr>
          <w:rFonts w:ascii="Times New Roman" w:hAnsi="Times New Roman" w:cs="Times New Roman"/>
          <w:bCs/>
          <w:sz w:val="28"/>
          <w:szCs w:val="28"/>
        </w:rPr>
        <w:t>(</w:t>
      </w:r>
      <w:r w:rsidR="00C32DD0" w:rsidRPr="00CB7A47">
        <w:rPr>
          <w:rFonts w:ascii="Times New Roman" w:hAnsi="Times New Roman" w:cs="Times New Roman"/>
          <w:bCs/>
          <w:sz w:val="28"/>
          <w:szCs w:val="28"/>
        </w:rPr>
        <w:t>попечительством</w:t>
      </w:r>
      <w:r w:rsidR="00DB475E" w:rsidRPr="00CB7A47">
        <w:rPr>
          <w:rFonts w:ascii="Times New Roman" w:hAnsi="Times New Roman" w:cs="Times New Roman"/>
          <w:bCs/>
          <w:sz w:val="28"/>
          <w:szCs w:val="28"/>
        </w:rPr>
        <w:t>)</w:t>
      </w:r>
      <w:r w:rsidR="00C32DD0" w:rsidRPr="00CB7A47">
        <w:rPr>
          <w:rFonts w:ascii="Times New Roman" w:hAnsi="Times New Roman" w:cs="Times New Roman"/>
          <w:bCs/>
          <w:sz w:val="28"/>
          <w:szCs w:val="28"/>
        </w:rPr>
        <w:t xml:space="preserve"> участника специальной военной операции</w:t>
      </w:r>
      <w:r w:rsidR="00422864" w:rsidRPr="00CB7A47">
        <w:rPr>
          <w:rFonts w:ascii="Times New Roman" w:hAnsi="Times New Roman" w:cs="Times New Roman"/>
          <w:bCs/>
          <w:sz w:val="28"/>
          <w:szCs w:val="28"/>
        </w:rPr>
        <w:t xml:space="preserve"> или погибшего (умершего) участника специальной военной операции</w:t>
      </w:r>
      <w:r w:rsidR="00C32DD0" w:rsidRPr="00CB7A47">
        <w:rPr>
          <w:rFonts w:ascii="Times New Roman" w:hAnsi="Times New Roman" w:cs="Times New Roman"/>
          <w:bCs/>
          <w:sz w:val="28"/>
          <w:szCs w:val="28"/>
        </w:rPr>
        <w:t>,</w:t>
      </w:r>
      <w:r w:rsidR="00DB475E" w:rsidRPr="00CB7A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4C95" w:rsidRPr="00CB7A47">
        <w:rPr>
          <w:rFonts w:ascii="Times New Roman" w:hAnsi="Times New Roman" w:cs="Times New Roman"/>
          <w:bCs/>
          <w:sz w:val="28"/>
          <w:szCs w:val="28"/>
        </w:rPr>
        <w:t>дети старше 18 </w:t>
      </w:r>
      <w:r w:rsidR="00DB475E" w:rsidRPr="00CB7A47">
        <w:rPr>
          <w:rFonts w:ascii="Times New Roman" w:hAnsi="Times New Roman" w:cs="Times New Roman"/>
          <w:bCs/>
          <w:sz w:val="28"/>
          <w:szCs w:val="28"/>
        </w:rPr>
        <w:t>лет, ставшие инвалидам</w:t>
      </w:r>
      <w:r w:rsidR="009B5C54">
        <w:rPr>
          <w:rFonts w:ascii="Times New Roman" w:hAnsi="Times New Roman" w:cs="Times New Roman"/>
          <w:bCs/>
          <w:sz w:val="28"/>
          <w:szCs w:val="28"/>
        </w:rPr>
        <w:t>и до достижения ими возраста 18 </w:t>
      </w:r>
      <w:r w:rsidR="00DB475E" w:rsidRPr="00CB7A47">
        <w:rPr>
          <w:rFonts w:ascii="Times New Roman" w:hAnsi="Times New Roman" w:cs="Times New Roman"/>
          <w:bCs/>
          <w:sz w:val="28"/>
          <w:szCs w:val="28"/>
        </w:rPr>
        <w:t>лет, дети в возрасте до 23 лет, обучающиеся в образовательных органи</w:t>
      </w:r>
      <w:r w:rsidR="005E6457" w:rsidRPr="00CB7A47">
        <w:rPr>
          <w:rFonts w:ascii="Times New Roman" w:hAnsi="Times New Roman" w:cs="Times New Roman"/>
          <w:bCs/>
          <w:sz w:val="28"/>
          <w:szCs w:val="28"/>
        </w:rPr>
        <w:t>зациях по очной форме обучения</w:t>
      </w:r>
      <w:r w:rsidR="008656B4" w:rsidRPr="00CB7A47">
        <w:rPr>
          <w:rFonts w:ascii="Times New Roman" w:hAnsi="Times New Roman" w:cs="Times New Roman"/>
          <w:bCs/>
          <w:sz w:val="28"/>
          <w:szCs w:val="28"/>
        </w:rPr>
        <w:t>;</w:t>
      </w:r>
      <w:r w:rsidR="005E6457" w:rsidRPr="00CB7A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457" w:rsidRPr="00CB7A47">
        <w:rPr>
          <w:rFonts w:ascii="Times New Roman" w:hAnsi="Times New Roman" w:cs="Times New Roman"/>
          <w:sz w:val="28"/>
          <w:szCs w:val="28"/>
        </w:rPr>
        <w:t>родители, в том числе усыновители, опекуны (попечители), приемные родители</w:t>
      </w:r>
      <w:r w:rsidR="005C3998" w:rsidRPr="00CB7A47">
        <w:rPr>
          <w:rFonts w:ascii="Times New Roman" w:hAnsi="Times New Roman" w:cs="Times New Roman"/>
          <w:sz w:val="28"/>
          <w:szCs w:val="28"/>
        </w:rPr>
        <w:t>.</w:t>
      </w:r>
    </w:p>
    <w:p w:rsidR="005C3998" w:rsidRPr="00CB7A47" w:rsidRDefault="005C3998" w:rsidP="0032598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2. Иные понятия, используемые в настоящем Законе, по своему значению соответствуют понятиям, используемым в федеральном законодательстве и законодательстве Ярославской области.</w:t>
      </w:r>
    </w:p>
    <w:p w:rsidR="00FA6038" w:rsidRPr="00CB7A47" w:rsidRDefault="00FA6038" w:rsidP="0032598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2151" w:rsidRPr="00CB7A47" w:rsidRDefault="00C82151" w:rsidP="0032598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0157" w:rsidRPr="00CB7A47" w:rsidRDefault="00690157" w:rsidP="00143259">
      <w:pPr>
        <w:ind w:firstLine="709"/>
        <w:rPr>
          <w:b/>
          <w:bCs/>
          <w:szCs w:val="28"/>
        </w:rPr>
      </w:pPr>
      <w:r w:rsidRPr="00CB7A47">
        <w:rPr>
          <w:bCs/>
          <w:szCs w:val="28"/>
        </w:rPr>
        <w:lastRenderedPageBreak/>
        <w:t xml:space="preserve">Статья 3. </w:t>
      </w:r>
      <w:r w:rsidRPr="00CB7A47">
        <w:rPr>
          <w:b/>
          <w:bCs/>
          <w:szCs w:val="28"/>
        </w:rPr>
        <w:t>Меры социальной поддержки отдельны</w:t>
      </w:r>
      <w:r w:rsidR="003C1EC4" w:rsidRPr="00CB7A47">
        <w:rPr>
          <w:b/>
          <w:bCs/>
          <w:szCs w:val="28"/>
        </w:rPr>
        <w:t>х</w:t>
      </w:r>
      <w:r w:rsidRPr="00CB7A47">
        <w:rPr>
          <w:b/>
          <w:bCs/>
          <w:szCs w:val="28"/>
        </w:rPr>
        <w:t xml:space="preserve"> категори</w:t>
      </w:r>
      <w:r w:rsidR="003C1EC4" w:rsidRPr="00CB7A47">
        <w:rPr>
          <w:b/>
          <w:bCs/>
          <w:szCs w:val="28"/>
        </w:rPr>
        <w:t>й</w:t>
      </w:r>
      <w:r w:rsidRPr="00CB7A47">
        <w:rPr>
          <w:b/>
          <w:bCs/>
          <w:szCs w:val="28"/>
        </w:rPr>
        <w:t xml:space="preserve"> </w:t>
      </w:r>
      <w:r w:rsidRPr="00CB7A47">
        <w:rPr>
          <w:b/>
          <w:bCs/>
          <w:szCs w:val="28"/>
        </w:rPr>
        <w:br/>
        <w:t>граждан в связи с проведением специальной военной операции</w:t>
      </w:r>
    </w:p>
    <w:p w:rsidR="00690157" w:rsidRPr="00CB7A47" w:rsidRDefault="00690157" w:rsidP="00143259">
      <w:pPr>
        <w:ind w:firstLine="709"/>
        <w:rPr>
          <w:bCs/>
          <w:szCs w:val="28"/>
        </w:rPr>
      </w:pPr>
      <w:r w:rsidRPr="00CB7A47">
        <w:rPr>
          <w:bCs/>
          <w:szCs w:val="28"/>
        </w:rPr>
        <w:t xml:space="preserve">1. </w:t>
      </w:r>
      <w:r w:rsidR="00143259" w:rsidRPr="00CB7A47">
        <w:rPr>
          <w:bCs/>
          <w:szCs w:val="28"/>
        </w:rPr>
        <w:t>Отдельным категориям граждан, указанным в части 1 статьи 2 настоящего Закона, предоставляются следующие меры социальной поддержки:</w:t>
      </w:r>
    </w:p>
    <w:p w:rsidR="00690157" w:rsidRPr="00CB7A47" w:rsidRDefault="00690157" w:rsidP="0069015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1) освобождение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области;</w:t>
      </w:r>
    </w:p>
    <w:p w:rsidR="00690157" w:rsidRPr="00CB7A47" w:rsidRDefault="00690157" w:rsidP="0069015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 xml:space="preserve">2) предоставление социальной услуги по оплате стоимости пребывания ребенка в лагерях с дневной формой пребывания детей и по предоставлению путевок в организации отдыха детей и их оздоровления (за исключением лиц, указанных в статье 60 Закона Ярославской области от 19.12.2008 № 65-з </w:t>
      </w:r>
      <w:r w:rsidR="00143259" w:rsidRPr="00CB7A47">
        <w:rPr>
          <w:rFonts w:ascii="Times New Roman" w:hAnsi="Times New Roman" w:cs="Times New Roman"/>
          <w:bCs/>
          <w:sz w:val="28"/>
          <w:szCs w:val="28"/>
        </w:rPr>
        <w:t>«</w:t>
      </w:r>
      <w:r w:rsidRPr="00CB7A47">
        <w:rPr>
          <w:rFonts w:ascii="Times New Roman" w:hAnsi="Times New Roman" w:cs="Times New Roman"/>
          <w:bCs/>
          <w:sz w:val="28"/>
          <w:szCs w:val="28"/>
        </w:rPr>
        <w:t>Социальный кодекс Ярославской области</w:t>
      </w:r>
      <w:r w:rsidR="00143259" w:rsidRPr="00CB7A47">
        <w:rPr>
          <w:rFonts w:ascii="Times New Roman" w:hAnsi="Times New Roman" w:cs="Times New Roman"/>
          <w:bCs/>
          <w:sz w:val="28"/>
          <w:szCs w:val="28"/>
        </w:rPr>
        <w:t>»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="00143259" w:rsidRPr="00CB7A47">
        <w:rPr>
          <w:rFonts w:ascii="Times New Roman" w:hAnsi="Times New Roman" w:cs="Times New Roman"/>
          <w:bCs/>
          <w:sz w:val="28"/>
          <w:szCs w:val="28"/>
        </w:rPr>
        <w:t>– Закон Ярославской области «</w:t>
      </w:r>
      <w:r w:rsidRPr="00CB7A47">
        <w:rPr>
          <w:rFonts w:ascii="Times New Roman" w:hAnsi="Times New Roman" w:cs="Times New Roman"/>
          <w:bCs/>
          <w:sz w:val="28"/>
          <w:szCs w:val="28"/>
        </w:rPr>
        <w:t>Социальный кодекс Ярославской области</w:t>
      </w:r>
      <w:r w:rsidR="00143259" w:rsidRPr="00CB7A47">
        <w:rPr>
          <w:rFonts w:ascii="Times New Roman" w:hAnsi="Times New Roman" w:cs="Times New Roman"/>
          <w:bCs/>
          <w:sz w:val="28"/>
          <w:szCs w:val="28"/>
        </w:rPr>
        <w:t>»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); </w:t>
      </w:r>
    </w:p>
    <w:p w:rsidR="003C1EC4" w:rsidRPr="00CB7A47" w:rsidRDefault="00690157" w:rsidP="0069015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3) предоставление социальной услуги по обеспечению бесплатным одноразовым горячим питанием в дни учебных занятий детям, осваивающим образовательные программы основного общего и среднего общего образования в общеобразовательных организациях (за искл</w:t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 xml:space="preserve">ючением лиц, указанных </w:t>
      </w:r>
      <w:r w:rsidR="003C1EC4" w:rsidRPr="00CB7A47">
        <w:rPr>
          <w:rFonts w:ascii="Times New Roman" w:hAnsi="Times New Roman" w:cs="Times New Roman"/>
          <w:bCs/>
          <w:sz w:val="28"/>
          <w:szCs w:val="28"/>
        </w:rPr>
        <w:br/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 xml:space="preserve">в статье 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63 Закона Ярославской области </w:t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>«</w:t>
      </w:r>
      <w:r w:rsidRPr="00CB7A47">
        <w:rPr>
          <w:rFonts w:ascii="Times New Roman" w:hAnsi="Times New Roman" w:cs="Times New Roman"/>
          <w:bCs/>
          <w:sz w:val="28"/>
          <w:szCs w:val="28"/>
        </w:rPr>
        <w:t>Социальный кодекс Ярославской области</w:t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>»</w:t>
      </w:r>
      <w:r w:rsidRPr="00CB7A47">
        <w:rPr>
          <w:rFonts w:ascii="Times New Roman" w:hAnsi="Times New Roman" w:cs="Times New Roman"/>
          <w:bCs/>
          <w:sz w:val="28"/>
          <w:szCs w:val="28"/>
        </w:rPr>
        <w:t>)</w:t>
      </w:r>
      <w:r w:rsidR="003C1EC4" w:rsidRPr="00CB7A47">
        <w:rPr>
          <w:rFonts w:ascii="Times New Roman" w:hAnsi="Times New Roman" w:cs="Times New Roman"/>
          <w:bCs/>
          <w:sz w:val="28"/>
          <w:szCs w:val="28"/>
        </w:rPr>
        <w:t>;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90157" w:rsidRPr="00CB7A47" w:rsidRDefault="00690157" w:rsidP="0069015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4) предоставление социальной услуги по обеспечению набором продуктов питания или компенсации стоимости набора продуктов питания в дни учебных занятий детям, осваивающим образовательные программы основного общего и среднего общего образования в общеобразовательных организациях, обучающимся по состоянию здоровья на дому в соответствии с заключением медицинской организации (за исключением лиц, указанных в с</w:t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>татьях 63</w:t>
      </w:r>
      <w:r w:rsidRPr="00CB7A47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 xml:space="preserve"> и 74</w:t>
      </w:r>
      <w:r w:rsidRPr="00CB7A47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</w:t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>«</w:t>
      </w:r>
      <w:r w:rsidRPr="00CB7A47">
        <w:rPr>
          <w:rFonts w:ascii="Times New Roman" w:hAnsi="Times New Roman" w:cs="Times New Roman"/>
          <w:bCs/>
          <w:sz w:val="28"/>
          <w:szCs w:val="28"/>
        </w:rPr>
        <w:t>Социальный кодекс Ярославской области</w:t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>»</w:t>
      </w:r>
      <w:r w:rsidRPr="00CB7A47">
        <w:rPr>
          <w:rFonts w:ascii="Times New Roman" w:hAnsi="Times New Roman" w:cs="Times New Roman"/>
          <w:bCs/>
          <w:sz w:val="28"/>
          <w:szCs w:val="28"/>
        </w:rPr>
        <w:t xml:space="preserve">); </w:t>
      </w:r>
    </w:p>
    <w:p w:rsidR="003C1EC4" w:rsidRPr="00CB7A47" w:rsidRDefault="003C1EC4" w:rsidP="003C1EC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5) помощь в газификации жилого помещения в размере, установленном Правительством Ярославской области;</w:t>
      </w:r>
    </w:p>
    <w:p w:rsidR="00690157" w:rsidRPr="00CB7A47" w:rsidRDefault="00FF4C95" w:rsidP="003C1EC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6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 xml:space="preserve">) оказание организациями социального обслуживания социальных услуг в форме социального обслуживания на дому и в полустационарной форме социального обслуживания бесплатно гражданам пожилого возраста и инвалидам, признанным нуждающимися в социальном обслуживании; </w:t>
      </w:r>
    </w:p>
    <w:p w:rsidR="003C1EC4" w:rsidRPr="00CB7A47" w:rsidRDefault="00FF4C95" w:rsidP="003C1EC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7</w:t>
      </w:r>
      <w:r w:rsidR="00690157" w:rsidRPr="00CB7A47">
        <w:rPr>
          <w:rFonts w:ascii="Times New Roman" w:hAnsi="Times New Roman" w:cs="Times New Roman"/>
          <w:bCs/>
          <w:sz w:val="28"/>
          <w:szCs w:val="28"/>
        </w:rPr>
        <w:t>) первоочередное оказание организациями социального обслуживания социальных услуг в стационарной форме гражданам пожилого возраста и инвалидам, признанным нуждающ</w:t>
      </w:r>
      <w:r w:rsidR="00787F39" w:rsidRPr="00CB7A47">
        <w:rPr>
          <w:rFonts w:ascii="Times New Roman" w:hAnsi="Times New Roman" w:cs="Times New Roman"/>
          <w:bCs/>
          <w:sz w:val="28"/>
          <w:szCs w:val="28"/>
        </w:rPr>
        <w:t>имися в социальн</w:t>
      </w:r>
      <w:r w:rsidR="00E20A03">
        <w:rPr>
          <w:rFonts w:ascii="Times New Roman" w:hAnsi="Times New Roman" w:cs="Times New Roman"/>
          <w:bCs/>
          <w:sz w:val="28"/>
          <w:szCs w:val="28"/>
        </w:rPr>
        <w:t>ом обслуживании;</w:t>
      </w:r>
    </w:p>
    <w:p w:rsidR="00E20A03" w:rsidRDefault="00E20A03" w:rsidP="0069015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8) </w:t>
      </w:r>
      <w:r w:rsidRPr="00E20A03">
        <w:rPr>
          <w:rFonts w:ascii="Times New Roman" w:hAnsi="Times New Roman" w:cs="Times New Roman"/>
          <w:bCs/>
          <w:sz w:val="28"/>
          <w:szCs w:val="28"/>
        </w:rPr>
        <w:t>оказание организациями здравоохранения и организациями социального обслуживания бесплатной психологической помощи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649C4" w:rsidRPr="00CB7A47" w:rsidRDefault="004649C4" w:rsidP="0069015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A47">
        <w:rPr>
          <w:rFonts w:ascii="Times New Roman" w:hAnsi="Times New Roman" w:cs="Times New Roman"/>
          <w:bCs/>
          <w:sz w:val="28"/>
          <w:szCs w:val="28"/>
        </w:rPr>
        <w:t>2. Меры социальной поддержки, предусмотренные настоящей статьей, предоставляются гражданам Российской Федерации, иностранным гражданам и лицам без гражданства, постоянно или временно проживающим на территории Ярославской области.</w:t>
      </w:r>
    </w:p>
    <w:p w:rsidR="006A1EC9" w:rsidRDefault="006A1EC9" w:rsidP="002F2284">
      <w:pPr>
        <w:ind w:firstLine="0"/>
        <w:rPr>
          <w:bCs/>
          <w:szCs w:val="28"/>
        </w:rPr>
      </w:pPr>
    </w:p>
    <w:p w:rsidR="00E20A03" w:rsidRPr="00CB7A47" w:rsidRDefault="00E20A03" w:rsidP="002F2284">
      <w:pPr>
        <w:ind w:firstLine="0"/>
        <w:rPr>
          <w:bCs/>
          <w:szCs w:val="28"/>
        </w:rPr>
      </w:pPr>
    </w:p>
    <w:p w:rsidR="00690157" w:rsidRPr="00CB7A47" w:rsidRDefault="00690157" w:rsidP="004649C4">
      <w:pPr>
        <w:ind w:firstLine="709"/>
        <w:rPr>
          <w:b/>
          <w:bCs/>
          <w:szCs w:val="28"/>
        </w:rPr>
      </w:pPr>
      <w:r w:rsidRPr="00CB7A47">
        <w:rPr>
          <w:bCs/>
          <w:szCs w:val="28"/>
        </w:rPr>
        <w:lastRenderedPageBreak/>
        <w:t>Статья 4.</w:t>
      </w:r>
      <w:r w:rsidRPr="00CB7A47">
        <w:rPr>
          <w:b/>
          <w:bCs/>
          <w:szCs w:val="28"/>
        </w:rPr>
        <w:t xml:space="preserve"> Предоставление мер социальной поддержки </w:t>
      </w:r>
      <w:r w:rsidR="004649C4" w:rsidRPr="00CB7A47">
        <w:rPr>
          <w:b/>
          <w:bCs/>
          <w:szCs w:val="28"/>
        </w:rPr>
        <w:t xml:space="preserve">отдельным </w:t>
      </w:r>
      <w:r w:rsidR="004649C4" w:rsidRPr="00CB7A47">
        <w:rPr>
          <w:b/>
          <w:bCs/>
          <w:szCs w:val="28"/>
        </w:rPr>
        <w:br/>
        <w:t>категориям граждан в связи с проведением специальной военной операции</w:t>
      </w:r>
    </w:p>
    <w:p w:rsidR="00DA669A" w:rsidRPr="00CB7A47" w:rsidRDefault="00690157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A47">
        <w:rPr>
          <w:sz w:val="28"/>
          <w:szCs w:val="28"/>
        </w:rPr>
        <w:t>1. Меры социальной поддержки</w:t>
      </w:r>
      <w:r w:rsidR="00DA669A" w:rsidRPr="00CB7A47">
        <w:rPr>
          <w:sz w:val="28"/>
          <w:szCs w:val="28"/>
        </w:rPr>
        <w:t>, предусмотренные статьей 3 настоящего Закона, предоставляются:</w:t>
      </w:r>
    </w:p>
    <w:p w:rsidR="00690157" w:rsidRPr="00CB7A47" w:rsidRDefault="00DA669A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A47">
        <w:rPr>
          <w:sz w:val="28"/>
          <w:szCs w:val="28"/>
        </w:rPr>
        <w:t>1)</w:t>
      </w:r>
      <w:r w:rsidR="00690157" w:rsidRPr="00CB7A47">
        <w:rPr>
          <w:sz w:val="28"/>
          <w:szCs w:val="28"/>
        </w:rPr>
        <w:t xml:space="preserve"> участникам специальной военной операции, признанным инвалид</w:t>
      </w:r>
      <w:r w:rsidRPr="00CB7A47">
        <w:rPr>
          <w:sz w:val="28"/>
          <w:szCs w:val="28"/>
        </w:rPr>
        <w:t>ами</w:t>
      </w:r>
      <w:r w:rsidR="00690157" w:rsidRPr="00CB7A47">
        <w:rPr>
          <w:sz w:val="28"/>
          <w:szCs w:val="28"/>
        </w:rPr>
        <w:t xml:space="preserve"> вследствие военной травмы</w:t>
      </w:r>
      <w:r w:rsidRPr="00CB7A47">
        <w:rPr>
          <w:sz w:val="28"/>
          <w:szCs w:val="28"/>
        </w:rPr>
        <w:t>,</w:t>
      </w:r>
      <w:r w:rsidR="00690157" w:rsidRPr="00CB7A47">
        <w:rPr>
          <w:sz w:val="28"/>
          <w:szCs w:val="28"/>
        </w:rPr>
        <w:t xml:space="preserve"> </w:t>
      </w:r>
      <w:r w:rsidR="004649C4" w:rsidRPr="00CB7A47">
        <w:rPr>
          <w:sz w:val="28"/>
          <w:szCs w:val="28"/>
        </w:rPr>
        <w:t xml:space="preserve">членам их семей, членам семей </w:t>
      </w:r>
      <w:r w:rsidR="00690157" w:rsidRPr="00CB7A47">
        <w:rPr>
          <w:bCs/>
          <w:sz w:val="28"/>
          <w:szCs w:val="28"/>
        </w:rPr>
        <w:t>погибших (умерших) участников специальной военной операции</w:t>
      </w:r>
      <w:r w:rsidR="00FF4C95" w:rsidRPr="00CB7A47">
        <w:rPr>
          <w:bCs/>
          <w:sz w:val="28"/>
          <w:szCs w:val="28"/>
        </w:rPr>
        <w:t>,</w:t>
      </w:r>
      <w:r w:rsidRPr="00CB7A47">
        <w:rPr>
          <w:bCs/>
          <w:sz w:val="28"/>
          <w:szCs w:val="28"/>
        </w:rPr>
        <w:t xml:space="preserve"> – </w:t>
      </w:r>
      <w:r w:rsidRPr="00CB7A47">
        <w:rPr>
          <w:sz w:val="28"/>
          <w:szCs w:val="28"/>
        </w:rPr>
        <w:t>бессрочно;</w:t>
      </w:r>
    </w:p>
    <w:p w:rsidR="00DA669A" w:rsidRPr="00CB7A47" w:rsidRDefault="00DA669A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A47">
        <w:rPr>
          <w:sz w:val="28"/>
          <w:szCs w:val="28"/>
        </w:rPr>
        <w:t xml:space="preserve">2) участникам специальной военной операции и членам их семей </w:t>
      </w:r>
      <w:r w:rsidR="00FF4C95" w:rsidRPr="00CB7A47">
        <w:rPr>
          <w:sz w:val="28"/>
          <w:szCs w:val="28"/>
        </w:rPr>
        <w:t>–</w:t>
      </w:r>
      <w:r w:rsidRPr="00CB7A47">
        <w:rPr>
          <w:sz w:val="28"/>
          <w:szCs w:val="28"/>
        </w:rPr>
        <w:t xml:space="preserve"> до </w:t>
      </w:r>
      <w:r w:rsidR="00325987" w:rsidRPr="00CB7A47">
        <w:rPr>
          <w:sz w:val="28"/>
          <w:szCs w:val="28"/>
        </w:rPr>
        <w:t xml:space="preserve">окончания </w:t>
      </w:r>
      <w:r w:rsidRPr="00CB7A47">
        <w:rPr>
          <w:sz w:val="28"/>
          <w:szCs w:val="28"/>
        </w:rPr>
        <w:t>года, следующего за годом</w:t>
      </w:r>
      <w:r w:rsidR="00325987" w:rsidRPr="00CB7A47">
        <w:rPr>
          <w:sz w:val="28"/>
          <w:szCs w:val="28"/>
        </w:rPr>
        <w:t xml:space="preserve"> </w:t>
      </w:r>
      <w:r w:rsidR="001C7386" w:rsidRPr="00CB7A47">
        <w:rPr>
          <w:sz w:val="28"/>
          <w:szCs w:val="28"/>
        </w:rPr>
        <w:t>завершения</w:t>
      </w:r>
      <w:r w:rsidRPr="00CB7A47">
        <w:rPr>
          <w:sz w:val="28"/>
          <w:szCs w:val="28"/>
        </w:rPr>
        <w:t xml:space="preserve"> специальн</w:t>
      </w:r>
      <w:r w:rsidR="00325987" w:rsidRPr="00CB7A47">
        <w:rPr>
          <w:sz w:val="28"/>
          <w:szCs w:val="28"/>
        </w:rPr>
        <w:t>ой</w:t>
      </w:r>
      <w:r w:rsidRPr="00CB7A47">
        <w:rPr>
          <w:sz w:val="28"/>
          <w:szCs w:val="28"/>
        </w:rPr>
        <w:t xml:space="preserve"> военн</w:t>
      </w:r>
      <w:r w:rsidR="00325987" w:rsidRPr="00CB7A47">
        <w:rPr>
          <w:sz w:val="28"/>
          <w:szCs w:val="28"/>
        </w:rPr>
        <w:t>ой</w:t>
      </w:r>
      <w:r w:rsidRPr="00CB7A47">
        <w:rPr>
          <w:sz w:val="28"/>
          <w:szCs w:val="28"/>
        </w:rPr>
        <w:t xml:space="preserve"> операци</w:t>
      </w:r>
      <w:r w:rsidR="00325987" w:rsidRPr="00CB7A47">
        <w:rPr>
          <w:sz w:val="28"/>
          <w:szCs w:val="28"/>
        </w:rPr>
        <w:t>и</w:t>
      </w:r>
      <w:r w:rsidR="00762985" w:rsidRPr="00CB7A47">
        <w:rPr>
          <w:sz w:val="28"/>
          <w:szCs w:val="28"/>
        </w:rPr>
        <w:t>.</w:t>
      </w:r>
    </w:p>
    <w:p w:rsidR="00690157" w:rsidRPr="00CB7A47" w:rsidRDefault="00DA669A" w:rsidP="004649C4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A47">
        <w:rPr>
          <w:sz w:val="28"/>
          <w:szCs w:val="28"/>
        </w:rPr>
        <w:t>2</w:t>
      </w:r>
      <w:r w:rsidR="00690157" w:rsidRPr="00CB7A47">
        <w:rPr>
          <w:sz w:val="28"/>
          <w:szCs w:val="28"/>
        </w:rPr>
        <w:t>. Порядок и условия предоста</w:t>
      </w:r>
      <w:r w:rsidR="00FF4C95" w:rsidRPr="00CB7A47">
        <w:rPr>
          <w:sz w:val="28"/>
          <w:szCs w:val="28"/>
        </w:rPr>
        <w:t xml:space="preserve">вления мер социальной поддержки, </w:t>
      </w:r>
      <w:r w:rsidR="00662CC7" w:rsidRPr="00CB7A47">
        <w:rPr>
          <w:sz w:val="28"/>
          <w:szCs w:val="28"/>
        </w:rPr>
        <w:t>предусмотренных стать</w:t>
      </w:r>
      <w:r w:rsidR="00FF4C95" w:rsidRPr="00CB7A47">
        <w:rPr>
          <w:sz w:val="28"/>
          <w:szCs w:val="28"/>
        </w:rPr>
        <w:t>ей</w:t>
      </w:r>
      <w:r w:rsidR="00662CC7" w:rsidRPr="00CB7A47">
        <w:rPr>
          <w:sz w:val="28"/>
          <w:szCs w:val="28"/>
        </w:rPr>
        <w:t xml:space="preserve"> 3 настоящего Закона,</w:t>
      </w:r>
      <w:r w:rsidR="00690157" w:rsidRPr="00CB7A47">
        <w:rPr>
          <w:sz w:val="28"/>
          <w:szCs w:val="28"/>
        </w:rPr>
        <w:t xml:space="preserve"> определяются Прав</w:t>
      </w:r>
      <w:r w:rsidR="001B38E4" w:rsidRPr="00CB7A47">
        <w:rPr>
          <w:sz w:val="28"/>
          <w:szCs w:val="28"/>
        </w:rPr>
        <w:t>ительством Ярославской области.</w:t>
      </w:r>
    </w:p>
    <w:p w:rsidR="000A3382" w:rsidRPr="00CB7A47" w:rsidRDefault="000A3382" w:rsidP="000A3382">
      <w:pPr>
        <w:ind w:firstLine="0"/>
        <w:rPr>
          <w:bCs/>
          <w:szCs w:val="28"/>
        </w:rPr>
      </w:pPr>
    </w:p>
    <w:p w:rsidR="000A3382" w:rsidRPr="00CB7A47" w:rsidRDefault="000A3382" w:rsidP="000A3382">
      <w:pPr>
        <w:ind w:firstLine="709"/>
        <w:rPr>
          <w:bCs/>
          <w:szCs w:val="28"/>
        </w:rPr>
      </w:pPr>
      <w:r w:rsidRPr="00CB7A47">
        <w:rPr>
          <w:bCs/>
          <w:szCs w:val="28"/>
        </w:rPr>
        <w:t>Статья 5.</w:t>
      </w:r>
      <w:r w:rsidRPr="00CB7A47">
        <w:rPr>
          <w:b/>
          <w:bCs/>
          <w:szCs w:val="28"/>
        </w:rPr>
        <w:t xml:space="preserve"> Финансирование мер социальной поддержки отдельны</w:t>
      </w:r>
      <w:r w:rsidR="00325987" w:rsidRPr="00CB7A47">
        <w:rPr>
          <w:b/>
          <w:bCs/>
          <w:szCs w:val="28"/>
        </w:rPr>
        <w:t>х</w:t>
      </w:r>
      <w:r w:rsidRPr="00CB7A47">
        <w:rPr>
          <w:b/>
          <w:bCs/>
          <w:szCs w:val="28"/>
        </w:rPr>
        <w:t xml:space="preserve"> </w:t>
      </w:r>
      <w:r w:rsidRPr="00CB7A47">
        <w:rPr>
          <w:b/>
          <w:bCs/>
          <w:szCs w:val="28"/>
        </w:rPr>
        <w:br/>
        <w:t>категори</w:t>
      </w:r>
      <w:r w:rsidR="00325987" w:rsidRPr="00CB7A47">
        <w:rPr>
          <w:b/>
          <w:bCs/>
          <w:szCs w:val="28"/>
        </w:rPr>
        <w:t>й</w:t>
      </w:r>
      <w:r w:rsidRPr="00CB7A47">
        <w:rPr>
          <w:b/>
          <w:bCs/>
          <w:szCs w:val="28"/>
        </w:rPr>
        <w:t xml:space="preserve"> граждан в связи с проведением специальной военной операции</w:t>
      </w:r>
    </w:p>
    <w:p w:rsidR="000A3382" w:rsidRPr="00CB7A47" w:rsidRDefault="000A3382" w:rsidP="00300204">
      <w:pPr>
        <w:ind w:firstLine="709"/>
        <w:rPr>
          <w:bCs/>
          <w:szCs w:val="28"/>
        </w:rPr>
      </w:pPr>
      <w:r w:rsidRPr="00CB7A47">
        <w:rPr>
          <w:bCs/>
          <w:szCs w:val="28"/>
        </w:rPr>
        <w:t>Финансирование мер социальной поддержки отдельны</w:t>
      </w:r>
      <w:r w:rsidR="00325987" w:rsidRPr="00CB7A47">
        <w:rPr>
          <w:bCs/>
          <w:szCs w:val="28"/>
        </w:rPr>
        <w:t>х</w:t>
      </w:r>
      <w:r w:rsidRPr="00CB7A47">
        <w:rPr>
          <w:bCs/>
          <w:szCs w:val="28"/>
        </w:rPr>
        <w:t xml:space="preserve"> категори</w:t>
      </w:r>
      <w:r w:rsidR="00325987" w:rsidRPr="00CB7A47">
        <w:rPr>
          <w:bCs/>
          <w:szCs w:val="28"/>
        </w:rPr>
        <w:t>й</w:t>
      </w:r>
      <w:r w:rsidRPr="00CB7A47">
        <w:rPr>
          <w:bCs/>
          <w:szCs w:val="28"/>
        </w:rPr>
        <w:t xml:space="preserve"> граждан в связи с проведением специальной военной операции осуществляется за счет средств областного бюджета.</w:t>
      </w:r>
    </w:p>
    <w:p w:rsidR="00404EA0" w:rsidRPr="00CB7A47" w:rsidRDefault="00404EA0" w:rsidP="00371098">
      <w:pPr>
        <w:ind w:firstLine="709"/>
        <w:rPr>
          <w:bCs/>
          <w:szCs w:val="28"/>
        </w:rPr>
      </w:pPr>
    </w:p>
    <w:p w:rsidR="003D31B6" w:rsidRPr="00CB7A47" w:rsidRDefault="003D31B6" w:rsidP="00371098">
      <w:pPr>
        <w:ind w:firstLine="709"/>
        <w:rPr>
          <w:b/>
          <w:bCs/>
          <w:szCs w:val="28"/>
        </w:rPr>
      </w:pPr>
      <w:r w:rsidRPr="00CB7A47">
        <w:rPr>
          <w:bCs/>
          <w:szCs w:val="28"/>
        </w:rPr>
        <w:t xml:space="preserve">Статья </w:t>
      </w:r>
      <w:r w:rsidR="000A3382" w:rsidRPr="00CB7A47">
        <w:rPr>
          <w:bCs/>
          <w:szCs w:val="28"/>
        </w:rPr>
        <w:t>6</w:t>
      </w:r>
      <w:r w:rsidR="004D654C" w:rsidRPr="00CB7A47">
        <w:rPr>
          <w:bCs/>
          <w:szCs w:val="28"/>
        </w:rPr>
        <w:t>.</w:t>
      </w:r>
      <w:r w:rsidR="004D654C" w:rsidRPr="00CB7A47">
        <w:rPr>
          <w:szCs w:val="28"/>
        </w:rPr>
        <w:t xml:space="preserve"> </w:t>
      </w:r>
      <w:r w:rsidR="004D654C" w:rsidRPr="00CB7A47">
        <w:rPr>
          <w:b/>
          <w:bCs/>
          <w:szCs w:val="28"/>
        </w:rPr>
        <w:t xml:space="preserve">Признание утратившими силу законодательных актов </w:t>
      </w:r>
      <w:r w:rsidR="004D654C" w:rsidRPr="00CB7A47">
        <w:rPr>
          <w:b/>
          <w:bCs/>
          <w:szCs w:val="28"/>
        </w:rPr>
        <w:br/>
        <w:t>(положений законодательных актов) Ярославской области</w:t>
      </w:r>
    </w:p>
    <w:p w:rsidR="00C50A7B" w:rsidRPr="00CB7A47" w:rsidRDefault="003D31B6" w:rsidP="008F3292">
      <w:pPr>
        <w:ind w:firstLine="709"/>
        <w:rPr>
          <w:bCs/>
          <w:szCs w:val="28"/>
        </w:rPr>
      </w:pPr>
      <w:r w:rsidRPr="00CB7A47">
        <w:rPr>
          <w:bCs/>
          <w:szCs w:val="28"/>
        </w:rPr>
        <w:t xml:space="preserve">Признать утратившими силу: </w:t>
      </w:r>
    </w:p>
    <w:p w:rsidR="003D31B6" w:rsidRPr="00CB7A47" w:rsidRDefault="003D31B6" w:rsidP="004317DF">
      <w:pPr>
        <w:ind w:firstLine="709"/>
        <w:rPr>
          <w:bCs/>
          <w:szCs w:val="28"/>
        </w:rPr>
      </w:pPr>
      <w:r w:rsidRPr="00CB7A47">
        <w:rPr>
          <w:bCs/>
          <w:szCs w:val="28"/>
        </w:rPr>
        <w:t xml:space="preserve">1) Закон Ярославской области </w:t>
      </w:r>
      <w:r w:rsidR="004317DF" w:rsidRPr="00CB7A47">
        <w:rPr>
          <w:bCs/>
          <w:szCs w:val="28"/>
        </w:rPr>
        <w:t>от 27.10.2022 № 45-з «О мерах социальной поддержки членов семей граждан, призванных на военную службу по мобилизации»</w:t>
      </w:r>
      <w:r w:rsidR="00C50A7B" w:rsidRPr="00CB7A47">
        <w:rPr>
          <w:bCs/>
          <w:szCs w:val="28"/>
        </w:rPr>
        <w:t xml:space="preserve"> (Документ-</w:t>
      </w:r>
      <w:r w:rsidRPr="00CB7A47">
        <w:rPr>
          <w:bCs/>
          <w:szCs w:val="28"/>
        </w:rPr>
        <w:t>Регион, 2022, 1 ноября, № 90);</w:t>
      </w:r>
    </w:p>
    <w:p w:rsidR="003D31B6" w:rsidRPr="00CB7A47" w:rsidRDefault="003D31B6" w:rsidP="004317DF">
      <w:pPr>
        <w:ind w:firstLine="709"/>
        <w:rPr>
          <w:bCs/>
          <w:szCs w:val="28"/>
        </w:rPr>
      </w:pPr>
      <w:r w:rsidRPr="00CB7A47">
        <w:rPr>
          <w:bCs/>
          <w:szCs w:val="28"/>
        </w:rPr>
        <w:t xml:space="preserve">2) Закон Ярославской области от </w:t>
      </w:r>
      <w:r w:rsidR="004317DF" w:rsidRPr="00CB7A47">
        <w:rPr>
          <w:bCs/>
          <w:szCs w:val="28"/>
        </w:rPr>
        <w:t xml:space="preserve">24.11.2022 № 52-з «О мерах социальной поддержки членов семей отдельных категорий граждан в связи с проведением специальной военной операции» </w:t>
      </w:r>
      <w:r w:rsidR="00C50A7B" w:rsidRPr="00CB7A47">
        <w:rPr>
          <w:bCs/>
          <w:szCs w:val="28"/>
        </w:rPr>
        <w:t>(Документ-</w:t>
      </w:r>
      <w:r w:rsidRPr="00CB7A47">
        <w:rPr>
          <w:bCs/>
          <w:szCs w:val="28"/>
        </w:rPr>
        <w:t>Регион, 202</w:t>
      </w:r>
      <w:r w:rsidR="004317DF" w:rsidRPr="00CB7A47">
        <w:rPr>
          <w:bCs/>
          <w:szCs w:val="28"/>
        </w:rPr>
        <w:t>2</w:t>
      </w:r>
      <w:r w:rsidRPr="00CB7A47">
        <w:rPr>
          <w:bCs/>
          <w:szCs w:val="28"/>
        </w:rPr>
        <w:t xml:space="preserve">, </w:t>
      </w:r>
      <w:r w:rsidR="004317DF" w:rsidRPr="00CB7A47">
        <w:rPr>
          <w:bCs/>
          <w:szCs w:val="28"/>
        </w:rPr>
        <w:t>29 ноября</w:t>
      </w:r>
      <w:r w:rsidRPr="00CB7A47">
        <w:rPr>
          <w:bCs/>
          <w:szCs w:val="28"/>
        </w:rPr>
        <w:t xml:space="preserve">, № </w:t>
      </w:r>
      <w:r w:rsidR="004317DF" w:rsidRPr="00CB7A47">
        <w:rPr>
          <w:bCs/>
          <w:szCs w:val="28"/>
        </w:rPr>
        <w:t>98);</w:t>
      </w:r>
    </w:p>
    <w:p w:rsidR="004317DF" w:rsidRPr="00CB7A47" w:rsidRDefault="004317DF" w:rsidP="004317DF">
      <w:pPr>
        <w:ind w:firstLine="709"/>
        <w:rPr>
          <w:bCs/>
          <w:szCs w:val="28"/>
        </w:rPr>
      </w:pPr>
      <w:r w:rsidRPr="00CB7A47">
        <w:rPr>
          <w:bCs/>
          <w:szCs w:val="28"/>
        </w:rPr>
        <w:t>3) стать</w:t>
      </w:r>
      <w:r w:rsidR="00BD4275" w:rsidRPr="00CB7A47">
        <w:rPr>
          <w:bCs/>
          <w:szCs w:val="28"/>
        </w:rPr>
        <w:t>и</w:t>
      </w:r>
      <w:r w:rsidRPr="00CB7A47">
        <w:rPr>
          <w:bCs/>
          <w:szCs w:val="28"/>
        </w:rPr>
        <w:t xml:space="preserve"> 2 </w:t>
      </w:r>
      <w:r w:rsidR="00BD4275" w:rsidRPr="00CB7A47">
        <w:rPr>
          <w:bCs/>
          <w:szCs w:val="28"/>
        </w:rPr>
        <w:t xml:space="preserve">и 3 </w:t>
      </w:r>
      <w:r w:rsidRPr="00CB7A47">
        <w:rPr>
          <w:bCs/>
          <w:szCs w:val="28"/>
        </w:rPr>
        <w:t xml:space="preserve">Закона Ярославской области от 30.06.2023 № 43-з «О внесении изменений в отдельные законодательные акты Ярославской области» </w:t>
      </w:r>
      <w:r w:rsidR="00EB29D4" w:rsidRPr="00CB7A47">
        <w:rPr>
          <w:bCs/>
          <w:szCs w:val="28"/>
        </w:rPr>
        <w:br/>
      </w:r>
      <w:r w:rsidRPr="00CB7A47">
        <w:rPr>
          <w:bCs/>
          <w:szCs w:val="28"/>
        </w:rPr>
        <w:t>(Документ-Регион, 2023, 7 июля, № 51);</w:t>
      </w:r>
    </w:p>
    <w:p w:rsidR="00EB29D4" w:rsidRPr="00CB7A47" w:rsidRDefault="00EB29D4" w:rsidP="00EB29D4">
      <w:pPr>
        <w:ind w:firstLine="709"/>
        <w:rPr>
          <w:bCs/>
          <w:szCs w:val="28"/>
        </w:rPr>
      </w:pPr>
      <w:r w:rsidRPr="00CB7A47">
        <w:rPr>
          <w:bCs/>
          <w:szCs w:val="28"/>
        </w:rPr>
        <w:t>4) статьи 3 и 4 Закона Ярославской области от 03.07.2023 № 46-з «О внесении изменений в отдельные законодательные акты Ярославской области» (Документ-Регион, 2023, 7 июля, № 51);</w:t>
      </w:r>
    </w:p>
    <w:p w:rsidR="004E67E1" w:rsidRPr="00CB7A47" w:rsidRDefault="00EB29D4" w:rsidP="004E67E1">
      <w:pPr>
        <w:ind w:firstLine="709"/>
        <w:rPr>
          <w:bCs/>
          <w:szCs w:val="28"/>
        </w:rPr>
      </w:pPr>
      <w:r w:rsidRPr="00CB7A47">
        <w:rPr>
          <w:bCs/>
          <w:szCs w:val="28"/>
        </w:rPr>
        <w:t xml:space="preserve">5) </w:t>
      </w:r>
      <w:r w:rsidR="004E67E1" w:rsidRPr="00CB7A47">
        <w:rPr>
          <w:bCs/>
          <w:szCs w:val="28"/>
        </w:rPr>
        <w:t>статью 2 Закона Ярославской области от 24.11.2023 № 71-з «О внесении изменений в Закон Ярославской области «О наделении органов местного самоуправления государственными полномочиями Ярославской области» и Закон Ярославской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 (Документ-Регион, 2023, 1 декабря, № 95);</w:t>
      </w:r>
    </w:p>
    <w:p w:rsidR="004E67E1" w:rsidRPr="00CB7A47" w:rsidRDefault="004E67E1" w:rsidP="004E67E1">
      <w:pPr>
        <w:ind w:firstLine="709"/>
        <w:rPr>
          <w:bCs/>
          <w:szCs w:val="28"/>
        </w:rPr>
      </w:pPr>
      <w:r w:rsidRPr="00CB7A47">
        <w:rPr>
          <w:bCs/>
          <w:szCs w:val="28"/>
        </w:rPr>
        <w:lastRenderedPageBreak/>
        <w:t>6) Закон Ярославской области от 15.02.2024 № 2-з «О внесении изменения в статью 2 Закона Ярославской области «О мерах социальной поддержки членов семей отдельных категорий граждан в связи с проведением специальной военной операции» (Документ-Регион, 2024, 21 февраля, № 14);</w:t>
      </w:r>
    </w:p>
    <w:p w:rsidR="00013D9A" w:rsidRPr="00CB7A47" w:rsidRDefault="004E67E1" w:rsidP="00FF4C95">
      <w:pPr>
        <w:ind w:firstLine="709"/>
        <w:rPr>
          <w:bCs/>
          <w:szCs w:val="28"/>
        </w:rPr>
      </w:pPr>
      <w:r w:rsidRPr="00CB7A47">
        <w:rPr>
          <w:bCs/>
          <w:szCs w:val="28"/>
        </w:rPr>
        <w:t xml:space="preserve">7) </w:t>
      </w:r>
      <w:r w:rsidR="00BD4275" w:rsidRPr="00CB7A47">
        <w:rPr>
          <w:bCs/>
          <w:szCs w:val="28"/>
        </w:rPr>
        <w:t xml:space="preserve">статьи 2 и 3 Закона Ярославской области от 14.02.2025 № 5-з «О внесении изменений в отдельные законодательные акты Ярославской области» </w:t>
      </w:r>
      <w:r w:rsidR="00BD4275" w:rsidRPr="00CB7A47">
        <w:rPr>
          <w:bCs/>
          <w:szCs w:val="28"/>
        </w:rPr>
        <w:br/>
        <w:t>(Документ-Регион, 2025, 21 февраля, № 13)</w:t>
      </w:r>
      <w:r w:rsidRPr="00CB7A47">
        <w:rPr>
          <w:bCs/>
          <w:szCs w:val="28"/>
        </w:rPr>
        <w:t>.</w:t>
      </w:r>
    </w:p>
    <w:p w:rsidR="00E20A03" w:rsidRDefault="00E20A03" w:rsidP="00365104">
      <w:pPr>
        <w:ind w:firstLine="709"/>
        <w:rPr>
          <w:bCs/>
          <w:szCs w:val="28"/>
        </w:rPr>
      </w:pPr>
    </w:p>
    <w:p w:rsidR="00C50A7B" w:rsidRPr="00CB7A47" w:rsidRDefault="00C50A7B" w:rsidP="00365104">
      <w:pPr>
        <w:ind w:firstLine="709"/>
        <w:rPr>
          <w:b/>
          <w:bCs/>
          <w:szCs w:val="28"/>
        </w:rPr>
      </w:pPr>
      <w:bookmarkStart w:id="1" w:name="_GoBack"/>
      <w:bookmarkEnd w:id="1"/>
      <w:r w:rsidRPr="00CB7A47">
        <w:rPr>
          <w:bCs/>
          <w:szCs w:val="28"/>
        </w:rPr>
        <w:t xml:space="preserve">Статья </w:t>
      </w:r>
      <w:r w:rsidR="000A3382" w:rsidRPr="00CB7A47">
        <w:rPr>
          <w:bCs/>
          <w:szCs w:val="28"/>
        </w:rPr>
        <w:t>7</w:t>
      </w:r>
      <w:r w:rsidR="004317DF" w:rsidRPr="00CB7A47">
        <w:rPr>
          <w:bCs/>
          <w:szCs w:val="28"/>
        </w:rPr>
        <w:t>.</w:t>
      </w:r>
      <w:r w:rsidR="004317DF" w:rsidRPr="00CB7A47">
        <w:rPr>
          <w:b/>
          <w:szCs w:val="28"/>
        </w:rPr>
        <w:t xml:space="preserve"> </w:t>
      </w:r>
      <w:r w:rsidR="004317DF" w:rsidRPr="00CB7A47">
        <w:rPr>
          <w:b/>
          <w:bCs/>
          <w:szCs w:val="28"/>
        </w:rPr>
        <w:t>Вступление в силу настоящего Закона</w:t>
      </w:r>
    </w:p>
    <w:p w:rsidR="00C50A7B" w:rsidRPr="00CB7A47" w:rsidRDefault="00C50A7B" w:rsidP="00365104">
      <w:pPr>
        <w:ind w:firstLine="709"/>
        <w:rPr>
          <w:bCs/>
          <w:szCs w:val="28"/>
        </w:rPr>
      </w:pPr>
      <w:r w:rsidRPr="00CB7A47">
        <w:rPr>
          <w:bCs/>
          <w:szCs w:val="28"/>
        </w:rPr>
        <w:t>Настоящий Закон вступает в силу со дня его официального опубликования</w:t>
      </w:r>
      <w:r w:rsidR="00315831" w:rsidRPr="00CB7A47">
        <w:rPr>
          <w:bCs/>
          <w:szCs w:val="28"/>
        </w:rPr>
        <w:t>.</w:t>
      </w:r>
    </w:p>
    <w:p w:rsidR="003D31B6" w:rsidRPr="00982960" w:rsidRDefault="003D31B6" w:rsidP="00365104">
      <w:pPr>
        <w:ind w:firstLine="709"/>
        <w:rPr>
          <w:bCs/>
          <w:szCs w:val="28"/>
        </w:rPr>
      </w:pPr>
    </w:p>
    <w:p w:rsidR="003D31B6" w:rsidRPr="00982960" w:rsidRDefault="003D31B6" w:rsidP="00365104">
      <w:pPr>
        <w:ind w:firstLine="709"/>
        <w:rPr>
          <w:bCs/>
          <w:szCs w:val="28"/>
        </w:rPr>
      </w:pPr>
    </w:p>
    <w:p w:rsidR="001C5C7D" w:rsidRPr="00982960" w:rsidRDefault="001C5C7D" w:rsidP="00365104">
      <w:pPr>
        <w:ind w:firstLine="709"/>
        <w:rPr>
          <w:bCs/>
          <w:szCs w:val="28"/>
        </w:rPr>
      </w:pPr>
    </w:p>
    <w:p w:rsidR="001C5C7D" w:rsidRPr="00982960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>Губернатор</w:t>
      </w:r>
    </w:p>
    <w:p w:rsidR="001C5C7D" w:rsidRPr="00982960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 xml:space="preserve">Ярославской области </w:t>
      </w:r>
      <w:r w:rsidRPr="00982960">
        <w:rPr>
          <w:bCs/>
          <w:szCs w:val="28"/>
        </w:rPr>
        <w:tab/>
        <w:t xml:space="preserve"> М.Я. </w:t>
      </w:r>
      <w:proofErr w:type="spellStart"/>
      <w:r w:rsidRPr="00982960">
        <w:rPr>
          <w:bCs/>
          <w:szCs w:val="28"/>
        </w:rPr>
        <w:t>Евраев</w:t>
      </w:r>
      <w:proofErr w:type="spellEnd"/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bCs/>
          <w:szCs w:val="28"/>
        </w:rPr>
        <w:t>«____</w:t>
      </w:r>
      <w:proofErr w:type="gramStart"/>
      <w:r w:rsidRPr="00982960">
        <w:rPr>
          <w:bCs/>
          <w:szCs w:val="28"/>
        </w:rPr>
        <w:t>_»_</w:t>
      </w:r>
      <w:proofErr w:type="gramEnd"/>
      <w:r w:rsidRPr="00982960">
        <w:rPr>
          <w:bCs/>
          <w:szCs w:val="28"/>
        </w:rPr>
        <w:t>____________202</w:t>
      </w:r>
      <w:r w:rsidR="004317DF">
        <w:rPr>
          <w:bCs/>
          <w:szCs w:val="28"/>
        </w:rPr>
        <w:t>5</w:t>
      </w:r>
      <w:r w:rsidRPr="00982960">
        <w:rPr>
          <w:bCs/>
          <w:szCs w:val="28"/>
        </w:rPr>
        <w:t xml:space="preserve"> г.</w:t>
      </w: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szCs w:val="28"/>
        </w:rPr>
        <w:t>№_______</w:t>
      </w:r>
    </w:p>
    <w:sectPr w:rsidR="00B62156" w:rsidRPr="00982960" w:rsidSect="008F3292">
      <w:headerReference w:type="even" r:id="rId14"/>
      <w:headerReference w:type="default" r:id="rId15"/>
      <w:pgSz w:w="11906" w:h="16838" w:code="9"/>
      <w:pgMar w:top="851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F3E" w:rsidRDefault="008C5F3E">
      <w:r>
        <w:separator/>
      </w:r>
    </w:p>
    <w:p w:rsidR="008C5F3E" w:rsidRDefault="008C5F3E"/>
    <w:p w:rsidR="008C5F3E" w:rsidRDefault="008C5F3E"/>
  </w:endnote>
  <w:endnote w:type="continuationSeparator" w:id="0">
    <w:p w:rsidR="008C5F3E" w:rsidRDefault="008C5F3E">
      <w:r>
        <w:continuationSeparator/>
      </w:r>
    </w:p>
    <w:p w:rsidR="008C5F3E" w:rsidRDefault="008C5F3E"/>
    <w:p w:rsidR="008C5F3E" w:rsidRDefault="008C5F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F3E" w:rsidRDefault="008C5F3E">
      <w:r>
        <w:separator/>
      </w:r>
    </w:p>
    <w:p w:rsidR="008C5F3E" w:rsidRDefault="008C5F3E"/>
    <w:p w:rsidR="008C5F3E" w:rsidRDefault="008C5F3E"/>
  </w:footnote>
  <w:footnote w:type="continuationSeparator" w:id="0">
    <w:p w:rsidR="008C5F3E" w:rsidRDefault="008C5F3E">
      <w:r>
        <w:continuationSeparator/>
      </w:r>
    </w:p>
    <w:p w:rsidR="008C5F3E" w:rsidRDefault="008C5F3E"/>
    <w:p w:rsidR="008C5F3E" w:rsidRDefault="008C5F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A03">
          <w:rPr>
            <w:noProof/>
          </w:rPr>
          <w:t>5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9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BC9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2C9"/>
    <w:rsid w:val="000230EE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6D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24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382"/>
    <w:rsid w:val="000A36A0"/>
    <w:rsid w:val="000A4B0D"/>
    <w:rsid w:val="000A4FEA"/>
    <w:rsid w:val="000A63F1"/>
    <w:rsid w:val="000A6DE1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4DF2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626"/>
    <w:rsid w:val="00194756"/>
    <w:rsid w:val="00194EC2"/>
    <w:rsid w:val="00197EA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C7386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2D83"/>
    <w:rsid w:val="002C3207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163A"/>
    <w:rsid w:val="00362304"/>
    <w:rsid w:val="00362682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DA2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38BF"/>
    <w:rsid w:val="003B48A8"/>
    <w:rsid w:val="003B4E09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EC4"/>
    <w:rsid w:val="003C20D4"/>
    <w:rsid w:val="003C2B07"/>
    <w:rsid w:val="003C2E89"/>
    <w:rsid w:val="003C383A"/>
    <w:rsid w:val="003C4D51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4D0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435F"/>
    <w:rsid w:val="00424C50"/>
    <w:rsid w:val="00425306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3E2"/>
    <w:rsid w:val="00470C38"/>
    <w:rsid w:val="0047111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6EF3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5D4"/>
    <w:rsid w:val="004D20DE"/>
    <w:rsid w:val="004D22B6"/>
    <w:rsid w:val="004D2B32"/>
    <w:rsid w:val="004D2FDE"/>
    <w:rsid w:val="004D407D"/>
    <w:rsid w:val="004D4DBD"/>
    <w:rsid w:val="004D5B03"/>
    <w:rsid w:val="004D5D42"/>
    <w:rsid w:val="004D60DB"/>
    <w:rsid w:val="004D654C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F000D"/>
    <w:rsid w:val="004F11C4"/>
    <w:rsid w:val="004F1A9D"/>
    <w:rsid w:val="004F28ED"/>
    <w:rsid w:val="004F2A69"/>
    <w:rsid w:val="004F2DE0"/>
    <w:rsid w:val="004F4BB0"/>
    <w:rsid w:val="004F4DC1"/>
    <w:rsid w:val="004F5419"/>
    <w:rsid w:val="004F6042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D57"/>
    <w:rsid w:val="005A6EFD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98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32A3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3DD"/>
    <w:rsid w:val="005E380F"/>
    <w:rsid w:val="005E465A"/>
    <w:rsid w:val="005E504E"/>
    <w:rsid w:val="005E6095"/>
    <w:rsid w:val="005E6457"/>
    <w:rsid w:val="005E66A5"/>
    <w:rsid w:val="005E747B"/>
    <w:rsid w:val="005F0168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D63"/>
    <w:rsid w:val="00643DD6"/>
    <w:rsid w:val="00644319"/>
    <w:rsid w:val="00646036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1EC9"/>
    <w:rsid w:val="006A30B7"/>
    <w:rsid w:val="006A44BE"/>
    <w:rsid w:val="006A4A5C"/>
    <w:rsid w:val="006A5366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D08"/>
    <w:rsid w:val="006C43A9"/>
    <w:rsid w:val="006C5471"/>
    <w:rsid w:val="006C6209"/>
    <w:rsid w:val="006C668B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2E5F"/>
    <w:rsid w:val="007042B9"/>
    <w:rsid w:val="00704DD9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598C"/>
    <w:rsid w:val="007167EC"/>
    <w:rsid w:val="00716DCF"/>
    <w:rsid w:val="00720347"/>
    <w:rsid w:val="00720930"/>
    <w:rsid w:val="00721F1B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1C23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87F39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6B4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3B4"/>
    <w:rsid w:val="008F2C8E"/>
    <w:rsid w:val="008F2F6C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2FE"/>
    <w:rsid w:val="00937770"/>
    <w:rsid w:val="0094015B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B3B"/>
    <w:rsid w:val="009B1CE1"/>
    <w:rsid w:val="009B2307"/>
    <w:rsid w:val="009B318B"/>
    <w:rsid w:val="009B31C3"/>
    <w:rsid w:val="009B3AD8"/>
    <w:rsid w:val="009B556B"/>
    <w:rsid w:val="009B5C54"/>
    <w:rsid w:val="009B5D76"/>
    <w:rsid w:val="009B6165"/>
    <w:rsid w:val="009B690E"/>
    <w:rsid w:val="009B6EBC"/>
    <w:rsid w:val="009B75D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2EA0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16C0"/>
    <w:rsid w:val="00AA24D4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B2015"/>
    <w:rsid w:val="00AB2162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B4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4AEA"/>
    <w:rsid w:val="00AF66D5"/>
    <w:rsid w:val="00AF742E"/>
    <w:rsid w:val="00AF7A33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B5A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275"/>
    <w:rsid w:val="00BD4C22"/>
    <w:rsid w:val="00BD6403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62F0"/>
    <w:rsid w:val="00C27549"/>
    <w:rsid w:val="00C30509"/>
    <w:rsid w:val="00C30CB6"/>
    <w:rsid w:val="00C30F68"/>
    <w:rsid w:val="00C31760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151"/>
    <w:rsid w:val="00C82B07"/>
    <w:rsid w:val="00C849D3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A47"/>
    <w:rsid w:val="00CC013B"/>
    <w:rsid w:val="00CC0CD4"/>
    <w:rsid w:val="00CC0FBA"/>
    <w:rsid w:val="00CC11E0"/>
    <w:rsid w:val="00CC216F"/>
    <w:rsid w:val="00CC2446"/>
    <w:rsid w:val="00CC2847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692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2D0E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483F"/>
    <w:rsid w:val="00D94E75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69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75E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668D"/>
    <w:rsid w:val="00E075D5"/>
    <w:rsid w:val="00E077E4"/>
    <w:rsid w:val="00E07831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A03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49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9DE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C9D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0C6B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2AA4"/>
    <w:rsid w:val="00FF2DD6"/>
    <w:rsid w:val="00FF2E31"/>
    <w:rsid w:val="00FF2E81"/>
    <w:rsid w:val="00FF3574"/>
    <w:rsid w:val="00FF40BE"/>
    <w:rsid w:val="00FF4632"/>
    <w:rsid w:val="00FF4C95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1BC1556"/>
  <w15:docId w15:val="{C8645840-0601-4194-BCE8-30A93B0A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82888&amp;dst=10070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af44e648-6311-40f1-ad37-1234555fd9ba"/>
    <ds:schemaRef ds:uri="http://www.w3.org/XML/1998/namespace"/>
    <ds:schemaRef ds:uri="081b8c99-5a1b-4ba1-9a3e-0d0cea83319e"/>
    <ds:schemaRef ds:uri="http://purl.org/dc/elements/1.1/"/>
    <ds:schemaRef ds:uri="bc1d99f4-2047-4b43-99f0-e8f2a593a624"/>
    <ds:schemaRef ds:uri="http://schemas.microsoft.com/office/2006/metadata/properties"/>
    <ds:schemaRef ds:uri="05bb7913-6745-425b-9415-f9dbd3e56b95"/>
    <ds:schemaRef ds:uri="a853e5a8-fa1e-4dd3-a1b5-1604bfb35b05"/>
    <ds:schemaRef ds:uri="5256eb8c-d5dd-498a-ad6f-7fa801666f9a"/>
    <ds:schemaRef ds:uri="http://purl.org/dc/dcmitype/"/>
    <ds:schemaRef ds:uri="http://schemas.microsoft.com/office/infopath/2007/PartnerControls"/>
    <ds:schemaRef ds:uri="67a9cb4f-e58d-445a-8e0b-2b8d792f9e38"/>
    <ds:schemaRef ds:uri="http://schemas.openxmlformats.org/package/2006/metadata/core-properties"/>
    <ds:schemaRef ds:uri="e2080b48-eafa-461e-b501-38555d38caa1"/>
    <ds:schemaRef ds:uri="1e82c985-6cf2-4d43-b8b5-a430af7accc6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3C7C7E-91E8-45E0-B16F-177FC8F6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1253</Words>
  <Characters>9096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10329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19</cp:revision>
  <cp:lastPrinted>2025-06-05T08:55:00Z</cp:lastPrinted>
  <dcterms:created xsi:type="dcterms:W3CDTF">2025-06-05T08:57:00Z</dcterms:created>
  <dcterms:modified xsi:type="dcterms:W3CDTF">2025-06-11T11:29:00Z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