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02D4D" w14:textId="77777777" w:rsidR="000B3EA4" w:rsidRPr="000B3EA4" w:rsidRDefault="000B3EA4" w:rsidP="000B3EA4">
      <w:pPr>
        <w:jc w:val="right"/>
        <w:rPr>
          <w:b/>
          <w:sz w:val="20"/>
          <w:szCs w:val="20"/>
          <w:lang w:eastAsia="x-none"/>
        </w:rPr>
      </w:pPr>
      <w:r w:rsidRPr="000B3EA4">
        <w:rPr>
          <w:b/>
          <w:sz w:val="20"/>
          <w:szCs w:val="20"/>
          <w:lang w:eastAsia="x-none"/>
        </w:rPr>
        <w:t>Проект вносит</w:t>
      </w:r>
    </w:p>
    <w:p w14:paraId="1F86C5A8" w14:textId="77777777" w:rsidR="000B3EA4" w:rsidRDefault="000B3EA4" w:rsidP="000B3EA4">
      <w:pPr>
        <w:jc w:val="right"/>
        <w:rPr>
          <w:b/>
          <w:sz w:val="20"/>
          <w:szCs w:val="20"/>
          <w:lang w:eastAsia="x-none"/>
        </w:rPr>
      </w:pPr>
      <w:r w:rsidRPr="000B3EA4">
        <w:rPr>
          <w:b/>
          <w:sz w:val="20"/>
          <w:szCs w:val="20"/>
          <w:lang w:eastAsia="x-none"/>
        </w:rPr>
        <w:t>Губернатор Ярославской области</w:t>
      </w:r>
    </w:p>
    <w:p w14:paraId="105979FA" w14:textId="77777777" w:rsidR="007A4DC9" w:rsidRPr="000B3EA4" w:rsidRDefault="007A4DC9" w:rsidP="000B3EA4">
      <w:pPr>
        <w:jc w:val="right"/>
        <w:rPr>
          <w:b/>
          <w:sz w:val="20"/>
          <w:szCs w:val="20"/>
          <w:lang w:eastAsia="x-none"/>
        </w:rPr>
      </w:pPr>
    </w:p>
    <w:p w14:paraId="53A92B49" w14:textId="77777777" w:rsidR="000B3EA4" w:rsidRPr="006F0CE1" w:rsidRDefault="000B3EA4" w:rsidP="000B3EA4">
      <w:pPr>
        <w:jc w:val="right"/>
        <w:rPr>
          <w:rStyle w:val="af3"/>
        </w:rPr>
      </w:pPr>
      <w:proofErr w:type="spellStart"/>
      <w:r w:rsidRPr="000B3EA4">
        <w:rPr>
          <w:b/>
          <w:sz w:val="20"/>
          <w:szCs w:val="20"/>
          <w:lang w:eastAsia="x-none"/>
        </w:rPr>
        <w:t>Евраев</w:t>
      </w:r>
      <w:proofErr w:type="spellEnd"/>
      <w:r w:rsidR="004F4B70" w:rsidRPr="004F4B70">
        <w:rPr>
          <w:b/>
          <w:sz w:val="20"/>
          <w:szCs w:val="20"/>
          <w:lang w:eastAsia="x-none"/>
        </w:rPr>
        <w:t xml:space="preserve"> </w:t>
      </w:r>
      <w:r w:rsidR="004F4B70" w:rsidRPr="000B3EA4">
        <w:rPr>
          <w:b/>
          <w:sz w:val="20"/>
          <w:szCs w:val="20"/>
          <w:lang w:eastAsia="x-none"/>
        </w:rPr>
        <w:t>М.Я.</w:t>
      </w:r>
    </w:p>
    <w:p w14:paraId="1BEE6397" w14:textId="77777777" w:rsidR="000B3EA4" w:rsidRPr="009A5DFB" w:rsidRDefault="000B3EA4" w:rsidP="000B3EA4">
      <w:pPr>
        <w:rPr>
          <w:sz w:val="20"/>
          <w:szCs w:val="20"/>
          <w:lang w:eastAsia="x-none"/>
        </w:rPr>
      </w:pPr>
    </w:p>
    <w:p w14:paraId="236F6A0E" w14:textId="77777777" w:rsidR="00605A5A" w:rsidRPr="009A5DFB" w:rsidRDefault="00605A5A" w:rsidP="00605A5A">
      <w:pPr>
        <w:rPr>
          <w:sz w:val="20"/>
          <w:szCs w:val="20"/>
          <w:lang w:eastAsia="x-none"/>
        </w:rPr>
      </w:pPr>
    </w:p>
    <w:p w14:paraId="04445888" w14:textId="77777777" w:rsidR="00B50622" w:rsidRPr="00BC0421" w:rsidRDefault="00494B72" w:rsidP="008B2E18">
      <w:pPr>
        <w:pStyle w:val="ad"/>
        <w:rPr>
          <w:sz w:val="20"/>
        </w:rPr>
      </w:pPr>
      <w:r w:rsidRPr="005F7D14">
        <w:rPr>
          <w:noProof/>
          <w:szCs w:val="28"/>
        </w:rPr>
        <w:drawing>
          <wp:inline distT="0" distB="0" distL="0" distR="0" wp14:anchorId="406311BD" wp14:editId="276D163F">
            <wp:extent cx="1125855" cy="1125855"/>
            <wp:effectExtent l="0" t="0" r="0" b="0"/>
            <wp:docPr id="1" name="Рисунок 16" descr="Yararf_shtrihlaw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0AC9" w14:textId="77777777" w:rsidR="00605A5A" w:rsidRDefault="00605A5A" w:rsidP="008B2E18">
      <w:pPr>
        <w:pStyle w:val="18"/>
      </w:pPr>
    </w:p>
    <w:p w14:paraId="557B8F65" w14:textId="77777777" w:rsidR="00B50622" w:rsidRDefault="00B50622" w:rsidP="008B2E18">
      <w:pPr>
        <w:pStyle w:val="18"/>
      </w:pPr>
      <w:r>
        <w:t>З А К О Н</w:t>
      </w:r>
    </w:p>
    <w:p w14:paraId="0038EF63" w14:textId="77777777" w:rsidR="00B50622" w:rsidRPr="000D666A" w:rsidRDefault="00B50622" w:rsidP="00E20411">
      <w:pPr>
        <w:pStyle w:val="a4"/>
        <w:rPr>
          <w:sz w:val="32"/>
          <w:szCs w:val="32"/>
        </w:rPr>
      </w:pPr>
      <w:r w:rsidRPr="000D666A">
        <w:rPr>
          <w:sz w:val="32"/>
          <w:szCs w:val="32"/>
        </w:rPr>
        <w:t>ЯРОСЛАВСКОЙ ОБЛАСТИ</w:t>
      </w:r>
    </w:p>
    <w:p w14:paraId="23444657" w14:textId="77777777" w:rsidR="00E20411" w:rsidRPr="00280B54" w:rsidRDefault="00E20411" w:rsidP="008F616B">
      <w:pPr>
        <w:rPr>
          <w:szCs w:val="28"/>
        </w:rPr>
      </w:pPr>
    </w:p>
    <w:p w14:paraId="18EB973D" w14:textId="7C2063F5" w:rsidR="003E22FA" w:rsidRPr="003E22FA" w:rsidRDefault="003D05CB" w:rsidP="00E92ABB">
      <w:pPr>
        <w:keepNext/>
        <w:ind w:firstLine="0"/>
        <w:jc w:val="center"/>
        <w:outlineLvl w:val="0"/>
        <w:rPr>
          <w:b/>
          <w:bCs/>
          <w:szCs w:val="28"/>
        </w:rPr>
      </w:pPr>
      <w:r w:rsidRPr="00722339">
        <w:rPr>
          <w:b/>
        </w:rPr>
        <w:t xml:space="preserve">О внесении изменений </w:t>
      </w:r>
      <w:r>
        <w:rPr>
          <w:b/>
        </w:rPr>
        <w:t xml:space="preserve">в </w:t>
      </w:r>
      <w:r w:rsidRPr="00722339">
        <w:rPr>
          <w:b/>
        </w:rPr>
        <w:t xml:space="preserve">Закон Ярославской области </w:t>
      </w:r>
      <w:r w:rsidR="000A0EE9">
        <w:rPr>
          <w:b/>
        </w:rPr>
        <w:br/>
      </w:r>
      <w:r w:rsidRPr="00722339">
        <w:rPr>
          <w:b/>
        </w:rPr>
        <w:t>«О наградах»</w:t>
      </w:r>
    </w:p>
    <w:p w14:paraId="2115CD2A" w14:textId="77777777" w:rsidR="00EF539B" w:rsidRPr="003C68A9" w:rsidRDefault="00EF539B" w:rsidP="00637F53">
      <w:pPr>
        <w:keepNext/>
        <w:ind w:firstLine="0"/>
        <w:outlineLvl w:val="0"/>
        <w:rPr>
          <w:szCs w:val="28"/>
        </w:rPr>
      </w:pPr>
    </w:p>
    <w:p w14:paraId="5C6C7B1B" w14:textId="77777777" w:rsidR="00276ACE" w:rsidRPr="003C68A9" w:rsidRDefault="00276ACE" w:rsidP="00637F53">
      <w:pPr>
        <w:keepNext/>
        <w:ind w:firstLine="0"/>
        <w:outlineLvl w:val="0"/>
        <w:rPr>
          <w:szCs w:val="28"/>
        </w:rPr>
      </w:pPr>
    </w:p>
    <w:p w14:paraId="48BB9326" w14:textId="77777777" w:rsidR="00566EDC" w:rsidRPr="009E2789" w:rsidRDefault="00566EDC" w:rsidP="00566EDC">
      <w:pPr>
        <w:pStyle w:val="af"/>
      </w:pPr>
      <w:r w:rsidRPr="008F616B">
        <w:t xml:space="preserve">Принят </w:t>
      </w:r>
      <w:r w:rsidR="00B47A41">
        <w:t>Ярославской областной Думой</w:t>
      </w:r>
    </w:p>
    <w:p w14:paraId="5F08F890" w14:textId="62037D8B" w:rsidR="00566EDC" w:rsidRPr="005A7BF6" w:rsidRDefault="00566EDC" w:rsidP="00566EDC">
      <w:pPr>
        <w:pStyle w:val="af"/>
      </w:pPr>
      <w:r w:rsidRPr="008F616B">
        <w:t>«___</w:t>
      </w:r>
      <w:proofErr w:type="gramStart"/>
      <w:r w:rsidRPr="008F616B">
        <w:t>_»_</w:t>
      </w:r>
      <w:proofErr w:type="gramEnd"/>
      <w:r w:rsidRPr="008F616B">
        <w:t xml:space="preserve">____________ </w:t>
      </w:r>
      <w:r w:rsidRPr="005A7BF6">
        <w:t>20</w:t>
      </w:r>
      <w:r w:rsidR="00005F15">
        <w:t>2</w:t>
      </w:r>
      <w:r w:rsidR="001D077E">
        <w:t>6</w:t>
      </w:r>
      <w:r w:rsidRPr="005A7BF6">
        <w:t xml:space="preserve"> года</w:t>
      </w:r>
    </w:p>
    <w:p w14:paraId="76348B65" w14:textId="10C0441D" w:rsidR="009911D7" w:rsidRPr="002853E9" w:rsidRDefault="009911D7" w:rsidP="00057849">
      <w:pPr>
        <w:ind w:firstLine="709"/>
        <w:rPr>
          <w:szCs w:val="28"/>
        </w:rPr>
      </w:pPr>
    </w:p>
    <w:p w14:paraId="075729F7" w14:textId="77777777" w:rsidR="0081132B" w:rsidRPr="002853E9" w:rsidRDefault="0081132B" w:rsidP="008052A4">
      <w:pPr>
        <w:tabs>
          <w:tab w:val="left" w:pos="0"/>
        </w:tabs>
        <w:ind w:firstLine="709"/>
        <w:rPr>
          <w:szCs w:val="28"/>
        </w:rPr>
      </w:pPr>
    </w:p>
    <w:p w14:paraId="22F6EFCE" w14:textId="5C311070" w:rsidR="00117CD6" w:rsidRPr="00BF59D4" w:rsidRDefault="00117CD6" w:rsidP="008052A4">
      <w:pPr>
        <w:tabs>
          <w:tab w:val="left" w:pos="0"/>
        </w:tabs>
        <w:ind w:firstLine="709"/>
        <w:rPr>
          <w:b/>
          <w:szCs w:val="28"/>
        </w:rPr>
      </w:pPr>
      <w:r w:rsidRPr="00117CD6">
        <w:rPr>
          <w:b/>
          <w:szCs w:val="28"/>
        </w:rPr>
        <w:t xml:space="preserve">Статья </w:t>
      </w:r>
      <w:r w:rsidR="002853E9">
        <w:rPr>
          <w:b/>
          <w:szCs w:val="28"/>
        </w:rPr>
        <w:t>1</w:t>
      </w:r>
    </w:p>
    <w:p w14:paraId="58D48EC9" w14:textId="4072703C" w:rsidR="009A0A65" w:rsidRPr="00231A6E" w:rsidRDefault="00870C7B" w:rsidP="008052A4">
      <w:pPr>
        <w:tabs>
          <w:tab w:val="left" w:pos="0"/>
        </w:tabs>
        <w:ind w:firstLine="709"/>
        <w:rPr>
          <w:szCs w:val="28"/>
        </w:rPr>
      </w:pPr>
      <w:r w:rsidRPr="00231A6E">
        <w:rPr>
          <w:szCs w:val="28"/>
        </w:rPr>
        <w:t xml:space="preserve">Внести в Закон Ярославской области от </w:t>
      </w:r>
      <w:r w:rsidR="008052A4" w:rsidRPr="00231A6E">
        <w:rPr>
          <w:szCs w:val="28"/>
        </w:rPr>
        <w:t>06</w:t>
      </w:r>
      <w:r w:rsidR="00D8461B" w:rsidRPr="00231A6E">
        <w:rPr>
          <w:szCs w:val="28"/>
        </w:rPr>
        <w:t>.</w:t>
      </w:r>
      <w:r w:rsidR="008052A4" w:rsidRPr="00231A6E">
        <w:rPr>
          <w:szCs w:val="28"/>
        </w:rPr>
        <w:t>05</w:t>
      </w:r>
      <w:r w:rsidR="00D8461B" w:rsidRPr="00231A6E">
        <w:rPr>
          <w:szCs w:val="28"/>
        </w:rPr>
        <w:t>.201</w:t>
      </w:r>
      <w:r w:rsidR="008052A4" w:rsidRPr="00231A6E">
        <w:rPr>
          <w:szCs w:val="28"/>
        </w:rPr>
        <w:t>0</w:t>
      </w:r>
      <w:r w:rsidR="00E92ABB" w:rsidRPr="00231A6E">
        <w:rPr>
          <w:szCs w:val="28"/>
        </w:rPr>
        <w:t xml:space="preserve"> №</w:t>
      </w:r>
      <w:r w:rsidR="00AD02ED" w:rsidRPr="00231A6E">
        <w:rPr>
          <w:szCs w:val="28"/>
        </w:rPr>
        <w:t> </w:t>
      </w:r>
      <w:r w:rsidR="008052A4" w:rsidRPr="00231A6E">
        <w:rPr>
          <w:szCs w:val="28"/>
        </w:rPr>
        <w:t>11</w:t>
      </w:r>
      <w:r w:rsidR="00E92ABB" w:rsidRPr="00231A6E">
        <w:rPr>
          <w:szCs w:val="28"/>
        </w:rPr>
        <w:t>-з</w:t>
      </w:r>
      <w:r w:rsidRPr="00231A6E">
        <w:rPr>
          <w:szCs w:val="28"/>
        </w:rPr>
        <w:t xml:space="preserve"> «</w:t>
      </w:r>
      <w:r w:rsidR="00E92ABB" w:rsidRPr="00231A6E">
        <w:rPr>
          <w:szCs w:val="28"/>
        </w:rPr>
        <w:t>О </w:t>
      </w:r>
      <w:r w:rsidR="008052A4" w:rsidRPr="00231A6E">
        <w:rPr>
          <w:szCs w:val="28"/>
        </w:rPr>
        <w:t>наградах</w:t>
      </w:r>
      <w:r w:rsidRPr="00231A6E">
        <w:rPr>
          <w:szCs w:val="28"/>
        </w:rPr>
        <w:t xml:space="preserve">» </w:t>
      </w:r>
      <w:r w:rsidR="00C14549" w:rsidRPr="00231A6E">
        <w:rPr>
          <w:szCs w:val="28"/>
        </w:rPr>
        <w:t>(</w:t>
      </w:r>
      <w:r w:rsidR="003F0F5A" w:rsidRPr="00231A6E">
        <w:rPr>
          <w:szCs w:val="28"/>
        </w:rPr>
        <w:t>Документ</w:t>
      </w:r>
      <w:r w:rsidR="00021679">
        <w:rPr>
          <w:szCs w:val="28"/>
        </w:rPr>
        <w:t>-</w:t>
      </w:r>
      <w:r w:rsidR="00D8461B" w:rsidRPr="00231A6E">
        <w:rPr>
          <w:szCs w:val="28"/>
        </w:rPr>
        <w:t>Регион, 201</w:t>
      </w:r>
      <w:r w:rsidR="008052A4" w:rsidRPr="00231A6E">
        <w:rPr>
          <w:szCs w:val="28"/>
        </w:rPr>
        <w:t>0</w:t>
      </w:r>
      <w:r w:rsidR="003F0F5A" w:rsidRPr="00231A6E">
        <w:rPr>
          <w:szCs w:val="28"/>
        </w:rPr>
        <w:t xml:space="preserve">, </w:t>
      </w:r>
      <w:r w:rsidR="008052A4" w:rsidRPr="00231A6E">
        <w:rPr>
          <w:szCs w:val="28"/>
        </w:rPr>
        <w:t>12</w:t>
      </w:r>
      <w:r w:rsidR="00D8461B" w:rsidRPr="00231A6E">
        <w:rPr>
          <w:szCs w:val="28"/>
        </w:rPr>
        <w:t xml:space="preserve"> </w:t>
      </w:r>
      <w:r w:rsidR="008052A4" w:rsidRPr="00231A6E">
        <w:rPr>
          <w:szCs w:val="28"/>
        </w:rPr>
        <w:t>мая</w:t>
      </w:r>
      <w:r w:rsidR="00D8461B" w:rsidRPr="00231A6E">
        <w:rPr>
          <w:szCs w:val="28"/>
        </w:rPr>
        <w:t xml:space="preserve">, № </w:t>
      </w:r>
      <w:r w:rsidR="008052A4" w:rsidRPr="00231A6E">
        <w:rPr>
          <w:szCs w:val="28"/>
        </w:rPr>
        <w:t>30</w:t>
      </w:r>
      <w:r w:rsidR="00D8461B" w:rsidRPr="00231A6E">
        <w:rPr>
          <w:szCs w:val="28"/>
        </w:rPr>
        <w:t>; 201</w:t>
      </w:r>
      <w:r w:rsidR="008052A4" w:rsidRPr="00231A6E">
        <w:rPr>
          <w:szCs w:val="28"/>
        </w:rPr>
        <w:t>1</w:t>
      </w:r>
      <w:r w:rsidR="00D8461B" w:rsidRPr="00231A6E">
        <w:rPr>
          <w:szCs w:val="28"/>
        </w:rPr>
        <w:t xml:space="preserve">, </w:t>
      </w:r>
      <w:r w:rsidR="008052A4" w:rsidRPr="00231A6E">
        <w:rPr>
          <w:szCs w:val="28"/>
        </w:rPr>
        <w:t>8</w:t>
      </w:r>
      <w:r w:rsidR="00D8461B" w:rsidRPr="00231A6E">
        <w:rPr>
          <w:szCs w:val="28"/>
        </w:rPr>
        <w:t xml:space="preserve"> апреля, №</w:t>
      </w:r>
      <w:r w:rsidR="00952E7B" w:rsidRPr="00231A6E">
        <w:rPr>
          <w:szCs w:val="28"/>
        </w:rPr>
        <w:t> </w:t>
      </w:r>
      <w:r w:rsidR="00D8461B" w:rsidRPr="00231A6E">
        <w:rPr>
          <w:szCs w:val="28"/>
        </w:rPr>
        <w:t>26; 2015, 25 февраля, №</w:t>
      </w:r>
      <w:r w:rsidR="00952E7B" w:rsidRPr="00231A6E">
        <w:rPr>
          <w:szCs w:val="28"/>
        </w:rPr>
        <w:t> </w:t>
      </w:r>
      <w:r w:rsidR="00D8461B" w:rsidRPr="00231A6E">
        <w:rPr>
          <w:szCs w:val="28"/>
        </w:rPr>
        <w:t xml:space="preserve">15; </w:t>
      </w:r>
      <w:r w:rsidR="008052A4" w:rsidRPr="00231A6E">
        <w:rPr>
          <w:szCs w:val="28"/>
        </w:rPr>
        <w:t>2 июня</w:t>
      </w:r>
      <w:r w:rsidR="00D8461B" w:rsidRPr="00231A6E">
        <w:rPr>
          <w:szCs w:val="28"/>
        </w:rPr>
        <w:t xml:space="preserve">, № </w:t>
      </w:r>
      <w:r w:rsidR="008052A4" w:rsidRPr="00231A6E">
        <w:rPr>
          <w:szCs w:val="28"/>
        </w:rPr>
        <w:t>43</w:t>
      </w:r>
      <w:r w:rsidR="00D8461B" w:rsidRPr="00231A6E">
        <w:rPr>
          <w:szCs w:val="28"/>
        </w:rPr>
        <w:t>; 201</w:t>
      </w:r>
      <w:r w:rsidR="008052A4" w:rsidRPr="00231A6E">
        <w:rPr>
          <w:szCs w:val="28"/>
        </w:rPr>
        <w:t>8</w:t>
      </w:r>
      <w:r w:rsidR="00D8461B" w:rsidRPr="00231A6E">
        <w:rPr>
          <w:szCs w:val="28"/>
        </w:rPr>
        <w:t xml:space="preserve">, </w:t>
      </w:r>
      <w:r w:rsidR="008052A4" w:rsidRPr="00231A6E">
        <w:rPr>
          <w:szCs w:val="28"/>
        </w:rPr>
        <w:t>6</w:t>
      </w:r>
      <w:r w:rsidR="00560B81" w:rsidRPr="00231A6E">
        <w:rPr>
          <w:szCs w:val="28"/>
        </w:rPr>
        <w:t> </w:t>
      </w:r>
      <w:r w:rsidR="008052A4" w:rsidRPr="00231A6E">
        <w:rPr>
          <w:szCs w:val="28"/>
        </w:rPr>
        <w:t>июля</w:t>
      </w:r>
      <w:r w:rsidR="00D8461B" w:rsidRPr="00231A6E">
        <w:rPr>
          <w:szCs w:val="28"/>
        </w:rPr>
        <w:t xml:space="preserve">, № </w:t>
      </w:r>
      <w:r w:rsidR="008052A4" w:rsidRPr="00231A6E">
        <w:rPr>
          <w:szCs w:val="28"/>
        </w:rPr>
        <w:t>55-а</w:t>
      </w:r>
      <w:r w:rsidR="00D8461B" w:rsidRPr="00231A6E">
        <w:rPr>
          <w:szCs w:val="28"/>
        </w:rPr>
        <w:t xml:space="preserve">; </w:t>
      </w:r>
      <w:r w:rsidR="008052A4" w:rsidRPr="00231A6E">
        <w:rPr>
          <w:szCs w:val="28"/>
        </w:rPr>
        <w:t>21 декабря</w:t>
      </w:r>
      <w:r w:rsidR="00D8461B" w:rsidRPr="00231A6E">
        <w:rPr>
          <w:szCs w:val="28"/>
        </w:rPr>
        <w:t xml:space="preserve">, № </w:t>
      </w:r>
      <w:r w:rsidR="008052A4" w:rsidRPr="00231A6E">
        <w:rPr>
          <w:szCs w:val="28"/>
        </w:rPr>
        <w:t>110</w:t>
      </w:r>
      <w:r w:rsidR="00D8461B" w:rsidRPr="00231A6E">
        <w:rPr>
          <w:szCs w:val="28"/>
        </w:rPr>
        <w:t>; 20</w:t>
      </w:r>
      <w:r w:rsidR="008052A4" w:rsidRPr="00231A6E">
        <w:rPr>
          <w:szCs w:val="28"/>
        </w:rPr>
        <w:t>24</w:t>
      </w:r>
      <w:r w:rsidR="00D8461B" w:rsidRPr="00231A6E">
        <w:rPr>
          <w:szCs w:val="28"/>
        </w:rPr>
        <w:t xml:space="preserve">, </w:t>
      </w:r>
      <w:r w:rsidR="008052A4" w:rsidRPr="00231A6E">
        <w:rPr>
          <w:szCs w:val="28"/>
        </w:rPr>
        <w:t>20</w:t>
      </w:r>
      <w:r w:rsidR="00D8461B" w:rsidRPr="00231A6E">
        <w:rPr>
          <w:szCs w:val="28"/>
        </w:rPr>
        <w:t xml:space="preserve"> </w:t>
      </w:r>
      <w:r w:rsidR="008052A4" w:rsidRPr="00231A6E">
        <w:rPr>
          <w:szCs w:val="28"/>
        </w:rPr>
        <w:t>декабря</w:t>
      </w:r>
      <w:r w:rsidR="00D8461B" w:rsidRPr="00231A6E">
        <w:rPr>
          <w:szCs w:val="28"/>
        </w:rPr>
        <w:t xml:space="preserve">, № </w:t>
      </w:r>
      <w:r w:rsidR="008052A4" w:rsidRPr="00231A6E">
        <w:rPr>
          <w:szCs w:val="28"/>
        </w:rPr>
        <w:t>101</w:t>
      </w:r>
      <w:r w:rsidR="00D8461B" w:rsidRPr="00231A6E">
        <w:rPr>
          <w:szCs w:val="28"/>
        </w:rPr>
        <w:t>; 202</w:t>
      </w:r>
      <w:r w:rsidR="008052A4" w:rsidRPr="00231A6E">
        <w:rPr>
          <w:szCs w:val="28"/>
        </w:rPr>
        <w:t>5</w:t>
      </w:r>
      <w:r w:rsidR="00D8461B" w:rsidRPr="00231A6E">
        <w:rPr>
          <w:szCs w:val="28"/>
        </w:rPr>
        <w:t xml:space="preserve">, </w:t>
      </w:r>
      <w:r w:rsidR="008052A4" w:rsidRPr="00231A6E">
        <w:rPr>
          <w:szCs w:val="28"/>
        </w:rPr>
        <w:t>13 мая</w:t>
      </w:r>
      <w:r w:rsidR="00D8461B" w:rsidRPr="00231A6E">
        <w:rPr>
          <w:szCs w:val="28"/>
        </w:rPr>
        <w:t>, №</w:t>
      </w:r>
      <w:r w:rsidR="003F3CCD" w:rsidRPr="00231A6E">
        <w:rPr>
          <w:szCs w:val="28"/>
        </w:rPr>
        <w:t> </w:t>
      </w:r>
      <w:r w:rsidR="008052A4" w:rsidRPr="00231A6E">
        <w:rPr>
          <w:szCs w:val="28"/>
        </w:rPr>
        <w:t>34</w:t>
      </w:r>
      <w:r w:rsidR="004E2130" w:rsidRPr="00231A6E">
        <w:rPr>
          <w:szCs w:val="28"/>
        </w:rPr>
        <w:t>; 26 декабря, № 99</w:t>
      </w:r>
      <w:r w:rsidR="008052A4" w:rsidRPr="00231A6E">
        <w:rPr>
          <w:szCs w:val="28"/>
        </w:rPr>
        <w:t>)</w:t>
      </w:r>
      <w:r w:rsidRPr="00231A6E">
        <w:rPr>
          <w:szCs w:val="28"/>
        </w:rPr>
        <w:t xml:space="preserve"> </w:t>
      </w:r>
      <w:r w:rsidR="009A0A65" w:rsidRPr="00231A6E">
        <w:rPr>
          <w:szCs w:val="28"/>
        </w:rPr>
        <w:t>следующие изменения:</w:t>
      </w:r>
    </w:p>
    <w:p w14:paraId="3E53D51C" w14:textId="41CAABA8" w:rsidR="00BF59D4" w:rsidRPr="00231A6E" w:rsidRDefault="005B6808" w:rsidP="005B6808">
      <w:pPr>
        <w:pStyle w:val="af5"/>
        <w:ind w:left="0"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1)</w:t>
      </w:r>
      <w:r w:rsidR="00BF59D4" w:rsidRPr="00231A6E">
        <w:rPr>
          <w:szCs w:val="28"/>
          <w:lang w:eastAsia="en-US"/>
        </w:rPr>
        <w:t xml:space="preserve"> </w:t>
      </w:r>
      <w:r w:rsidR="00413D77" w:rsidRPr="00231A6E">
        <w:rPr>
          <w:szCs w:val="28"/>
          <w:lang w:eastAsia="en-US"/>
        </w:rPr>
        <w:t>преамбу</w:t>
      </w:r>
      <w:r w:rsidR="00BF59D4" w:rsidRPr="00231A6E">
        <w:rPr>
          <w:szCs w:val="28"/>
          <w:lang w:eastAsia="en-US"/>
        </w:rPr>
        <w:t>лу изложить в следующей редакции:</w:t>
      </w:r>
    </w:p>
    <w:p w14:paraId="138A695F" w14:textId="2F53121E" w:rsidR="00415DFD" w:rsidRPr="00231A6E" w:rsidRDefault="00BF59D4" w:rsidP="005B6808">
      <w:pPr>
        <w:pStyle w:val="af5"/>
        <w:ind w:left="0"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«Настоящий Закон устанавливает систему наград в Ярославской области (далее – система наград), принципы награждения, общие требования к учреждению и упразднению указанных наград, учреждает награды Ярославской области </w:t>
      </w:r>
      <w:r w:rsidR="00BE691D" w:rsidRPr="00231A6E">
        <w:rPr>
          <w:szCs w:val="28"/>
          <w:lang w:eastAsia="en-US"/>
        </w:rPr>
        <w:t xml:space="preserve">и </w:t>
      </w:r>
      <w:r w:rsidRPr="00231A6E">
        <w:rPr>
          <w:szCs w:val="28"/>
          <w:lang w:eastAsia="en-US"/>
        </w:rPr>
        <w:t>определяет порядок награждения ими.»</w:t>
      </w:r>
      <w:r w:rsidR="00767362" w:rsidRPr="00231A6E">
        <w:rPr>
          <w:szCs w:val="28"/>
          <w:lang w:eastAsia="en-US"/>
        </w:rPr>
        <w:t>;</w:t>
      </w:r>
    </w:p>
    <w:p w14:paraId="1F863101" w14:textId="79C5C2E6" w:rsidR="00767362" w:rsidRPr="00231A6E" w:rsidRDefault="005B6808" w:rsidP="00415DFD">
      <w:pPr>
        <w:ind w:firstLine="709"/>
        <w:contextualSpacing/>
        <w:rPr>
          <w:szCs w:val="28"/>
          <w:lang w:eastAsia="en-US"/>
        </w:rPr>
      </w:pPr>
      <w:r w:rsidRPr="00231A6E">
        <w:rPr>
          <w:szCs w:val="28"/>
          <w:lang w:eastAsia="en-US"/>
        </w:rPr>
        <w:t>2) </w:t>
      </w:r>
      <w:r w:rsidR="00415DFD" w:rsidRPr="00231A6E">
        <w:rPr>
          <w:szCs w:val="28"/>
          <w:lang w:eastAsia="en-US"/>
        </w:rPr>
        <w:t>статью 2 изложить в следующей редакции:</w:t>
      </w:r>
    </w:p>
    <w:p w14:paraId="7A12BE5D" w14:textId="63660147" w:rsidR="00767362" w:rsidRPr="00231A6E" w:rsidRDefault="00415DFD" w:rsidP="00767362">
      <w:pPr>
        <w:ind w:firstLine="709"/>
        <w:contextualSpacing/>
        <w:rPr>
          <w:szCs w:val="28"/>
          <w:lang w:eastAsia="en-US"/>
        </w:rPr>
      </w:pPr>
      <w:r w:rsidRPr="00231A6E">
        <w:rPr>
          <w:szCs w:val="28"/>
          <w:lang w:eastAsia="en-US"/>
        </w:rPr>
        <w:t>«Статья 2</w:t>
      </w:r>
      <w:r w:rsidR="00422D7C" w:rsidRPr="00231A6E">
        <w:rPr>
          <w:szCs w:val="28"/>
          <w:lang w:eastAsia="en-US"/>
        </w:rPr>
        <w:t>.</w:t>
      </w:r>
      <w:r w:rsidRPr="00231A6E">
        <w:rPr>
          <w:szCs w:val="28"/>
          <w:lang w:eastAsia="en-US"/>
        </w:rPr>
        <w:t xml:space="preserve"> </w:t>
      </w:r>
      <w:r w:rsidRPr="00231A6E">
        <w:rPr>
          <w:b/>
          <w:bCs/>
          <w:szCs w:val="28"/>
          <w:lang w:eastAsia="en-US"/>
        </w:rPr>
        <w:t>Система наград</w:t>
      </w:r>
    </w:p>
    <w:p w14:paraId="3C1DEF2B" w14:textId="5B6E218E" w:rsidR="00767362" w:rsidRPr="00231A6E" w:rsidRDefault="005B6808" w:rsidP="00767362">
      <w:pPr>
        <w:ind w:firstLine="709"/>
        <w:contextualSpacing/>
        <w:rPr>
          <w:szCs w:val="28"/>
          <w:lang w:eastAsia="en-US"/>
        </w:rPr>
      </w:pPr>
      <w:r w:rsidRPr="00231A6E">
        <w:rPr>
          <w:szCs w:val="28"/>
          <w:lang w:eastAsia="en-US"/>
        </w:rPr>
        <w:t>1. </w:t>
      </w:r>
      <w:r w:rsidR="00415DFD" w:rsidRPr="00231A6E">
        <w:rPr>
          <w:szCs w:val="28"/>
          <w:lang w:eastAsia="en-US"/>
        </w:rPr>
        <w:t>Систему наград</w:t>
      </w:r>
      <w:r w:rsidR="00413D77" w:rsidRPr="00231A6E">
        <w:rPr>
          <w:szCs w:val="28"/>
          <w:lang w:eastAsia="en-US"/>
        </w:rPr>
        <w:t xml:space="preserve"> в соответствии с настоящим Законом</w:t>
      </w:r>
      <w:r w:rsidR="00415DFD" w:rsidRPr="00231A6E">
        <w:rPr>
          <w:szCs w:val="28"/>
          <w:lang w:eastAsia="en-US"/>
        </w:rPr>
        <w:t xml:space="preserve"> составляют:</w:t>
      </w:r>
    </w:p>
    <w:p w14:paraId="636D2859" w14:textId="49253AB9" w:rsidR="00767362" w:rsidRDefault="00767362" w:rsidP="00767362">
      <w:pPr>
        <w:ind w:firstLine="709"/>
        <w:contextualSpacing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1) </w:t>
      </w:r>
      <w:r w:rsidR="00413D77" w:rsidRPr="00231A6E">
        <w:rPr>
          <w:szCs w:val="28"/>
          <w:lang w:eastAsia="en-US"/>
        </w:rPr>
        <w:t>награды</w:t>
      </w:r>
      <w:r w:rsidR="00415DFD" w:rsidRPr="00231A6E">
        <w:rPr>
          <w:szCs w:val="28"/>
          <w:lang w:eastAsia="en-US"/>
        </w:rPr>
        <w:t xml:space="preserve"> Ярославской области;</w:t>
      </w:r>
    </w:p>
    <w:p w14:paraId="344A9829" w14:textId="252CEE4E" w:rsidR="00D55FA4" w:rsidRPr="001114BB" w:rsidRDefault="00D55FA4" w:rsidP="00767362">
      <w:pPr>
        <w:ind w:firstLine="709"/>
        <w:contextualSpacing/>
        <w:rPr>
          <w:szCs w:val="28"/>
          <w:lang w:eastAsia="en-US"/>
        </w:rPr>
      </w:pPr>
      <w:r w:rsidRPr="001114BB">
        <w:rPr>
          <w:szCs w:val="28"/>
          <w:lang w:eastAsia="en-US"/>
        </w:rPr>
        <w:t>2)</w:t>
      </w:r>
      <w:r w:rsidR="001114BB">
        <w:rPr>
          <w:szCs w:val="28"/>
          <w:lang w:eastAsia="en-US"/>
        </w:rPr>
        <w:t xml:space="preserve"> </w:t>
      </w:r>
      <w:r w:rsidRPr="001114BB">
        <w:rPr>
          <w:szCs w:val="28"/>
          <w:lang w:eastAsia="en-US"/>
        </w:rPr>
        <w:t>награды Ярославской областной Думы;</w:t>
      </w:r>
    </w:p>
    <w:p w14:paraId="528F94F1" w14:textId="35F75A35" w:rsidR="00BE691D" w:rsidRPr="00231A6E" w:rsidRDefault="00D55FA4" w:rsidP="00BF59D4">
      <w:pPr>
        <w:ind w:firstLine="709"/>
        <w:contextualSpacing/>
        <w:rPr>
          <w:szCs w:val="28"/>
          <w:lang w:eastAsia="en-US"/>
        </w:rPr>
      </w:pPr>
      <w:r w:rsidRPr="001114BB">
        <w:rPr>
          <w:szCs w:val="28"/>
          <w:lang w:eastAsia="en-US"/>
        </w:rPr>
        <w:t>3</w:t>
      </w:r>
      <w:r w:rsidR="00BF59D4" w:rsidRPr="001114BB">
        <w:rPr>
          <w:szCs w:val="28"/>
          <w:lang w:eastAsia="en-US"/>
        </w:rPr>
        <w:t>) награды Губернатора Ярославской области</w:t>
      </w:r>
      <w:r w:rsidR="00BE691D" w:rsidRPr="001114BB">
        <w:rPr>
          <w:szCs w:val="28"/>
          <w:lang w:eastAsia="en-US"/>
        </w:rPr>
        <w:t>;</w:t>
      </w:r>
    </w:p>
    <w:p w14:paraId="09C4E995" w14:textId="77777777" w:rsidR="00BE691D" w:rsidRPr="00231A6E" w:rsidRDefault="00BE691D" w:rsidP="00BF59D4">
      <w:pPr>
        <w:ind w:firstLine="709"/>
        <w:contextualSpacing/>
        <w:rPr>
          <w:szCs w:val="28"/>
          <w:lang w:eastAsia="en-US"/>
        </w:rPr>
      </w:pPr>
      <w:r w:rsidRPr="00231A6E">
        <w:rPr>
          <w:szCs w:val="28"/>
          <w:lang w:eastAsia="en-US"/>
        </w:rPr>
        <w:t>4)</w:t>
      </w:r>
      <w:r w:rsidR="00BF59D4" w:rsidRPr="00231A6E">
        <w:rPr>
          <w:szCs w:val="28"/>
          <w:lang w:eastAsia="en-US"/>
        </w:rPr>
        <w:t xml:space="preserve"> награды органов исполнительной власти Ярославской области</w:t>
      </w:r>
      <w:r w:rsidRPr="00231A6E">
        <w:rPr>
          <w:szCs w:val="28"/>
          <w:lang w:eastAsia="en-US"/>
        </w:rPr>
        <w:t>;</w:t>
      </w:r>
    </w:p>
    <w:p w14:paraId="171978FA" w14:textId="75BB6453" w:rsidR="00BF59D4" w:rsidRPr="00231A6E" w:rsidRDefault="00BE691D" w:rsidP="00BF59D4">
      <w:pPr>
        <w:ind w:firstLine="709"/>
        <w:contextualSpacing/>
        <w:rPr>
          <w:szCs w:val="28"/>
          <w:lang w:eastAsia="en-US"/>
        </w:rPr>
      </w:pPr>
      <w:r w:rsidRPr="00231A6E">
        <w:rPr>
          <w:szCs w:val="28"/>
          <w:lang w:eastAsia="en-US"/>
        </w:rPr>
        <w:t>5)</w:t>
      </w:r>
      <w:r w:rsidR="00BF59D4" w:rsidRPr="00231A6E">
        <w:rPr>
          <w:szCs w:val="28"/>
          <w:lang w:eastAsia="en-US"/>
        </w:rPr>
        <w:t xml:space="preserve"> награды иных государственных органов Ярославской области.</w:t>
      </w:r>
    </w:p>
    <w:p w14:paraId="439ABA6B" w14:textId="7B287CC2" w:rsidR="00B43122" w:rsidRPr="00231A6E" w:rsidRDefault="00415DFD" w:rsidP="00415DFD">
      <w:pPr>
        <w:ind w:firstLine="709"/>
        <w:contextualSpacing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2. Награды Ярославской области </w:t>
      </w:r>
      <w:r w:rsidR="00B43122" w:rsidRPr="00231A6E">
        <w:rPr>
          <w:szCs w:val="28"/>
          <w:lang w:eastAsia="en-US"/>
        </w:rPr>
        <w:t>и п</w:t>
      </w:r>
      <w:r w:rsidR="003F4D93" w:rsidRPr="00231A6E">
        <w:rPr>
          <w:szCs w:val="28"/>
          <w:lang w:eastAsia="en-US"/>
        </w:rPr>
        <w:t>орядок награждения ими определяю</w:t>
      </w:r>
      <w:r w:rsidR="00B43122" w:rsidRPr="00231A6E">
        <w:rPr>
          <w:szCs w:val="28"/>
          <w:lang w:eastAsia="en-US"/>
        </w:rPr>
        <w:t xml:space="preserve">тся главой 2 настоящего Закона. </w:t>
      </w:r>
    </w:p>
    <w:p w14:paraId="60601B98" w14:textId="4DAF5C0D" w:rsidR="00B43122" w:rsidRPr="00231A6E" w:rsidRDefault="00B43122" w:rsidP="00B43122">
      <w:pPr>
        <w:autoSpaceDE w:val="0"/>
        <w:autoSpaceDN w:val="0"/>
        <w:adjustRightInd w:val="0"/>
        <w:ind w:firstLine="720"/>
        <w:rPr>
          <w:szCs w:val="28"/>
        </w:rPr>
      </w:pPr>
      <w:r w:rsidRPr="00231A6E">
        <w:rPr>
          <w:szCs w:val="28"/>
        </w:rPr>
        <w:t>Учреждение и упразднение наград Ярославской областной Думы</w:t>
      </w:r>
      <w:r w:rsidR="003F4D93" w:rsidRPr="00231A6E">
        <w:rPr>
          <w:szCs w:val="28"/>
        </w:rPr>
        <w:t>, награждение ими осуществляю</w:t>
      </w:r>
      <w:r w:rsidRPr="00231A6E">
        <w:rPr>
          <w:szCs w:val="28"/>
        </w:rPr>
        <w:t xml:space="preserve">тся в соответствии с </w:t>
      </w:r>
      <w:hyperlink w:anchor="sub_300" w:history="1">
        <w:r w:rsidRPr="00231A6E">
          <w:rPr>
            <w:szCs w:val="28"/>
          </w:rPr>
          <w:t>главой 3</w:t>
        </w:r>
      </w:hyperlink>
      <w:r w:rsidRPr="00231A6E">
        <w:rPr>
          <w:szCs w:val="28"/>
        </w:rPr>
        <w:t xml:space="preserve"> настоящего Закона.</w:t>
      </w:r>
    </w:p>
    <w:p w14:paraId="4993D764" w14:textId="1D891D55" w:rsidR="00840C88" w:rsidRPr="00231A6E" w:rsidRDefault="004743B1" w:rsidP="00B43122">
      <w:pPr>
        <w:autoSpaceDE w:val="0"/>
        <w:autoSpaceDN w:val="0"/>
        <w:adjustRightInd w:val="0"/>
        <w:ind w:firstLine="720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3. </w:t>
      </w:r>
      <w:r w:rsidR="00840C88" w:rsidRPr="00231A6E">
        <w:rPr>
          <w:szCs w:val="28"/>
          <w:lang w:eastAsia="en-US"/>
        </w:rPr>
        <w:t xml:space="preserve">Учреждение и упразднение наград Губернатора Ярославской области, наград органов исполнительной власти Ярославской области, наград иных </w:t>
      </w:r>
      <w:r w:rsidR="002D3208" w:rsidRPr="00231A6E">
        <w:rPr>
          <w:szCs w:val="28"/>
          <w:lang w:eastAsia="en-US"/>
        </w:rPr>
        <w:br/>
      </w:r>
      <w:r w:rsidR="00840C88" w:rsidRPr="00231A6E">
        <w:rPr>
          <w:szCs w:val="28"/>
          <w:lang w:eastAsia="en-US"/>
        </w:rPr>
        <w:lastRenderedPageBreak/>
        <w:t>государственных органов Ярославской области, награждение</w:t>
      </w:r>
      <w:r w:rsidR="003F4D93" w:rsidRPr="00231A6E">
        <w:rPr>
          <w:szCs w:val="28"/>
          <w:lang w:eastAsia="en-US"/>
        </w:rPr>
        <w:t xml:space="preserve"> ими осуществляю</w:t>
      </w:r>
      <w:r w:rsidR="00840C88" w:rsidRPr="00231A6E">
        <w:rPr>
          <w:szCs w:val="28"/>
          <w:lang w:eastAsia="en-US"/>
        </w:rPr>
        <w:t>тся в соответствии с нормативными правовыми актами указанных органов.</w:t>
      </w:r>
    </w:p>
    <w:p w14:paraId="4A3F58E4" w14:textId="4B3E87C0" w:rsidR="00840C88" w:rsidRPr="00231A6E" w:rsidRDefault="00340B8E" w:rsidP="00840C88">
      <w:pPr>
        <w:autoSpaceDE w:val="0"/>
        <w:autoSpaceDN w:val="0"/>
        <w:adjustRightInd w:val="0"/>
        <w:ind w:firstLine="720"/>
        <w:rPr>
          <w:szCs w:val="28"/>
        </w:rPr>
      </w:pPr>
      <w:r w:rsidRPr="001114BB">
        <w:rPr>
          <w:szCs w:val="28"/>
        </w:rPr>
        <w:t>4</w:t>
      </w:r>
      <w:r w:rsidR="00840C88" w:rsidRPr="001114BB">
        <w:rPr>
          <w:szCs w:val="28"/>
        </w:rPr>
        <w:t>. Награды Ярославской области регистрируются в государственном геральдическом регистре Российской Федерации в соответствии с федеральным законодательством. Представление</w:t>
      </w:r>
      <w:r w:rsidRPr="001114BB">
        <w:rPr>
          <w:szCs w:val="28"/>
        </w:rPr>
        <w:t xml:space="preserve"> </w:t>
      </w:r>
      <w:r w:rsidR="003F4D93" w:rsidRPr="001114BB">
        <w:rPr>
          <w:szCs w:val="28"/>
        </w:rPr>
        <w:t xml:space="preserve">наград </w:t>
      </w:r>
      <w:r w:rsidR="00D55FA4" w:rsidRPr="001114BB">
        <w:rPr>
          <w:szCs w:val="28"/>
        </w:rPr>
        <w:t xml:space="preserve">Ярославской областной Думы и наград </w:t>
      </w:r>
      <w:r w:rsidR="00840C88" w:rsidRPr="001114BB">
        <w:rPr>
          <w:szCs w:val="28"/>
        </w:rPr>
        <w:t xml:space="preserve">Губернатора Ярославской области для внесения в государственный геральдический регистр Российской Федерации осуществляется по решению </w:t>
      </w:r>
      <w:r w:rsidR="00D55FA4" w:rsidRPr="001114BB">
        <w:rPr>
          <w:szCs w:val="28"/>
        </w:rPr>
        <w:t xml:space="preserve">Ярославской областной Думы или </w:t>
      </w:r>
      <w:r w:rsidRPr="001114BB">
        <w:rPr>
          <w:szCs w:val="28"/>
        </w:rPr>
        <w:t xml:space="preserve">Губернатора Ярославской области </w:t>
      </w:r>
      <w:r w:rsidR="00840C88" w:rsidRPr="001114BB">
        <w:rPr>
          <w:szCs w:val="28"/>
        </w:rPr>
        <w:t>соответственно.</w:t>
      </w:r>
    </w:p>
    <w:p w14:paraId="7B420BB9" w14:textId="68397CE7" w:rsidR="00840C88" w:rsidRPr="00231A6E" w:rsidRDefault="00340B8E" w:rsidP="00840C88">
      <w:pPr>
        <w:autoSpaceDE w:val="0"/>
        <w:autoSpaceDN w:val="0"/>
        <w:adjustRightInd w:val="0"/>
        <w:ind w:firstLine="720"/>
        <w:rPr>
          <w:szCs w:val="28"/>
        </w:rPr>
      </w:pPr>
      <w:r w:rsidRPr="00231A6E">
        <w:rPr>
          <w:szCs w:val="28"/>
        </w:rPr>
        <w:t>5</w:t>
      </w:r>
      <w:r w:rsidR="00840C88" w:rsidRPr="00231A6E">
        <w:rPr>
          <w:szCs w:val="28"/>
        </w:rPr>
        <w:t>. Запрещается:</w:t>
      </w:r>
    </w:p>
    <w:p w14:paraId="2FC8C3CD" w14:textId="0739318C" w:rsidR="00840C88" w:rsidRPr="00231A6E" w:rsidRDefault="00840C88" w:rsidP="00840C88">
      <w:pPr>
        <w:autoSpaceDE w:val="0"/>
        <w:autoSpaceDN w:val="0"/>
        <w:adjustRightInd w:val="0"/>
        <w:ind w:firstLine="720"/>
        <w:rPr>
          <w:szCs w:val="28"/>
        </w:rPr>
      </w:pPr>
      <w:r w:rsidRPr="00231A6E">
        <w:rPr>
          <w:szCs w:val="28"/>
        </w:rPr>
        <w:t xml:space="preserve">1) ношение наград Ярославской области, </w:t>
      </w:r>
      <w:r w:rsidR="00D55FA4" w:rsidRPr="00231A6E">
        <w:rPr>
          <w:szCs w:val="28"/>
        </w:rPr>
        <w:t>наград Ярославской областной Думы</w:t>
      </w:r>
      <w:r w:rsidR="00D55FA4">
        <w:rPr>
          <w:szCs w:val="28"/>
        </w:rPr>
        <w:t>,</w:t>
      </w:r>
      <w:r w:rsidR="00D55FA4" w:rsidRPr="00231A6E">
        <w:rPr>
          <w:szCs w:val="28"/>
        </w:rPr>
        <w:t xml:space="preserve"> </w:t>
      </w:r>
      <w:r w:rsidR="00075D48" w:rsidRPr="00231A6E">
        <w:rPr>
          <w:szCs w:val="28"/>
        </w:rPr>
        <w:t xml:space="preserve">наград </w:t>
      </w:r>
      <w:r w:rsidR="00D55FA4">
        <w:rPr>
          <w:szCs w:val="28"/>
        </w:rPr>
        <w:t>Губернатора Ярославской области</w:t>
      </w:r>
      <w:r w:rsidR="00075D48" w:rsidRPr="00231A6E">
        <w:rPr>
          <w:szCs w:val="28"/>
        </w:rPr>
        <w:t xml:space="preserve"> </w:t>
      </w:r>
      <w:r w:rsidRPr="00231A6E">
        <w:rPr>
          <w:szCs w:val="28"/>
        </w:rPr>
        <w:t>лицами, не имеющими соответствующего права;</w:t>
      </w:r>
    </w:p>
    <w:p w14:paraId="1723B37F" w14:textId="1420CAC2" w:rsidR="005B6808" w:rsidRPr="001114BB" w:rsidRDefault="00840C88" w:rsidP="00840C88">
      <w:pPr>
        <w:autoSpaceDE w:val="0"/>
        <w:autoSpaceDN w:val="0"/>
        <w:adjustRightInd w:val="0"/>
        <w:ind w:firstLine="720"/>
        <w:rPr>
          <w:szCs w:val="28"/>
        </w:rPr>
      </w:pPr>
      <w:r w:rsidRPr="001114BB">
        <w:rPr>
          <w:szCs w:val="28"/>
        </w:rPr>
        <w:t xml:space="preserve">2) учреждение и производство органами местного самоуправления, юридическими лицами или гражданами наград (знаков), имеющих аналогичные названия или внешнее сходство с наградами Ярославской области, </w:t>
      </w:r>
      <w:r w:rsidR="003F4D93" w:rsidRPr="001114BB">
        <w:rPr>
          <w:szCs w:val="28"/>
        </w:rPr>
        <w:t>наградами Ярославской областной Думы</w:t>
      </w:r>
      <w:r w:rsidR="00D55FA4" w:rsidRPr="001114BB">
        <w:rPr>
          <w:szCs w:val="28"/>
        </w:rPr>
        <w:t>, наградами Губернатора Ярославской области.</w:t>
      </w:r>
      <w:r w:rsidR="002D0B51" w:rsidRPr="001114BB">
        <w:rPr>
          <w:szCs w:val="28"/>
        </w:rPr>
        <w:t>»;</w:t>
      </w:r>
    </w:p>
    <w:p w14:paraId="3159A2D8" w14:textId="292C3B55" w:rsidR="00840C88" w:rsidRPr="001114BB" w:rsidRDefault="005B6808" w:rsidP="00415DFD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</w:t>
      </w:r>
      <w:r w:rsidR="00415DFD" w:rsidRPr="001114BB">
        <w:rPr>
          <w:szCs w:val="28"/>
          <w:lang w:eastAsia="en-US"/>
        </w:rPr>
        <w:t>) абзац перв</w:t>
      </w:r>
      <w:r w:rsidR="00840C88" w:rsidRPr="001114BB">
        <w:rPr>
          <w:szCs w:val="28"/>
          <w:lang w:eastAsia="en-US"/>
        </w:rPr>
        <w:t>ый</w:t>
      </w:r>
      <w:r w:rsidR="00415DFD" w:rsidRPr="001114BB">
        <w:rPr>
          <w:szCs w:val="28"/>
          <w:lang w:eastAsia="en-US"/>
        </w:rPr>
        <w:t xml:space="preserve"> статьи 3</w:t>
      </w:r>
      <w:r w:rsidR="00840C88" w:rsidRPr="001114BB">
        <w:rPr>
          <w:szCs w:val="28"/>
          <w:lang w:eastAsia="en-US"/>
        </w:rPr>
        <w:t xml:space="preserve"> изложить в следующей редакции:</w:t>
      </w:r>
    </w:p>
    <w:p w14:paraId="2BC384A7" w14:textId="06F65E43" w:rsidR="00840C88" w:rsidRPr="00231A6E" w:rsidRDefault="00840C88" w:rsidP="00840C88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«Награждение наградами </w:t>
      </w:r>
      <w:r w:rsidR="003F4D93" w:rsidRPr="001114BB">
        <w:rPr>
          <w:szCs w:val="28"/>
          <w:lang w:eastAsia="en-US"/>
        </w:rPr>
        <w:t xml:space="preserve">Ярославской области, </w:t>
      </w:r>
      <w:r w:rsidR="00D55FA4" w:rsidRPr="001114BB">
        <w:rPr>
          <w:szCs w:val="28"/>
          <w:lang w:eastAsia="en-US"/>
        </w:rPr>
        <w:t xml:space="preserve">наградами Ярославской областной Думы, </w:t>
      </w:r>
      <w:r w:rsidR="00714044" w:rsidRPr="001114BB">
        <w:rPr>
          <w:szCs w:val="28"/>
          <w:lang w:eastAsia="en-US"/>
        </w:rPr>
        <w:t>наградами Г</w:t>
      </w:r>
      <w:r w:rsidR="00D55FA4" w:rsidRPr="001114BB">
        <w:rPr>
          <w:szCs w:val="28"/>
          <w:lang w:eastAsia="en-US"/>
        </w:rPr>
        <w:t>убернатора Ярославской области</w:t>
      </w:r>
      <w:r w:rsidRPr="001114BB">
        <w:rPr>
          <w:szCs w:val="28"/>
          <w:lang w:eastAsia="en-US"/>
        </w:rPr>
        <w:t>, наградами органов исполнительной власти Ярославской области, наградами иных</w:t>
      </w:r>
      <w:r w:rsidRPr="00231A6E">
        <w:rPr>
          <w:szCs w:val="28"/>
          <w:lang w:eastAsia="en-US"/>
        </w:rPr>
        <w:t xml:space="preserve"> государственных органов Ярославской области производится на основе принципов:»;</w:t>
      </w:r>
    </w:p>
    <w:p w14:paraId="0A00184F" w14:textId="47B0AB33" w:rsidR="00E22F38" w:rsidRPr="00231A6E" w:rsidRDefault="005329D9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4</w:t>
      </w:r>
      <w:r w:rsidR="00E22F38" w:rsidRPr="00231A6E">
        <w:rPr>
          <w:szCs w:val="28"/>
          <w:lang w:eastAsia="en-US"/>
        </w:rPr>
        <w:t>) статью 4 изложить в следующей редакции:</w:t>
      </w:r>
    </w:p>
    <w:p w14:paraId="40B13CDB" w14:textId="77777777" w:rsidR="00E22F38" w:rsidRPr="00231A6E" w:rsidRDefault="00064B92" w:rsidP="00415DFD">
      <w:pPr>
        <w:ind w:firstLine="709"/>
        <w:rPr>
          <w:b/>
          <w:bCs/>
          <w:szCs w:val="28"/>
          <w:lang w:eastAsia="en-US"/>
        </w:rPr>
      </w:pPr>
      <w:r w:rsidRPr="00231A6E">
        <w:rPr>
          <w:szCs w:val="28"/>
          <w:lang w:eastAsia="en-US"/>
        </w:rPr>
        <w:t xml:space="preserve">«Статья 4. </w:t>
      </w:r>
      <w:r w:rsidRPr="00231A6E">
        <w:rPr>
          <w:b/>
          <w:bCs/>
          <w:szCs w:val="28"/>
          <w:lang w:eastAsia="en-US"/>
        </w:rPr>
        <w:t>Комиссия по наградам</w:t>
      </w:r>
    </w:p>
    <w:p w14:paraId="6A787333" w14:textId="50430FD7" w:rsidR="00156226" w:rsidRPr="00231A6E" w:rsidRDefault="00156226" w:rsidP="00156226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1. Для реализации законодательства о</w:t>
      </w:r>
      <w:r w:rsidR="003F4D93" w:rsidRPr="00231A6E">
        <w:rPr>
          <w:szCs w:val="28"/>
          <w:lang w:eastAsia="en-US"/>
        </w:rPr>
        <w:t xml:space="preserve"> наградах создается комиссия по </w:t>
      </w:r>
      <w:r w:rsidRPr="00231A6E">
        <w:rPr>
          <w:szCs w:val="28"/>
          <w:lang w:eastAsia="en-US"/>
        </w:rPr>
        <w:t xml:space="preserve">наградам Ярославской области (далее </w:t>
      </w:r>
      <w:r w:rsidR="00767362" w:rsidRPr="00231A6E">
        <w:rPr>
          <w:rFonts w:cs="Calibri"/>
          <w:szCs w:val="22"/>
          <w:lang w:eastAsia="en-US"/>
        </w:rPr>
        <w:t>–</w:t>
      </w:r>
      <w:r w:rsidRPr="00231A6E">
        <w:rPr>
          <w:szCs w:val="28"/>
          <w:lang w:eastAsia="en-US"/>
        </w:rPr>
        <w:t xml:space="preserve"> Комиссия).</w:t>
      </w:r>
    </w:p>
    <w:p w14:paraId="29E85CF8" w14:textId="77777777" w:rsidR="00156226" w:rsidRPr="00231A6E" w:rsidRDefault="00156226" w:rsidP="00156226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Комиссия является консультативным органом, осуществляющим свою деятельность на общественных началах в соответствии с положением о ней, которое утверждается Губернатором Ярославской области.</w:t>
      </w:r>
    </w:p>
    <w:p w14:paraId="52437015" w14:textId="77777777" w:rsidR="00156226" w:rsidRPr="00231A6E" w:rsidRDefault="00156226" w:rsidP="00156226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2. Целями деятельности Комиссии являются:</w:t>
      </w:r>
    </w:p>
    <w:p w14:paraId="002FB53E" w14:textId="77777777" w:rsidR="00156226" w:rsidRPr="00231A6E" w:rsidRDefault="00156226" w:rsidP="00156226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1) представление к наградам Ярославской области;</w:t>
      </w:r>
    </w:p>
    <w:p w14:paraId="4148B64F" w14:textId="247C8C69" w:rsidR="00156226" w:rsidRPr="00231A6E" w:rsidRDefault="00156226" w:rsidP="00156226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2) подготовка предложений об учреждении (упразднении) наград Ярославской области;</w:t>
      </w:r>
    </w:p>
    <w:p w14:paraId="383932AB" w14:textId="3D01CD47" w:rsidR="005329D9" w:rsidRPr="001114BB" w:rsidRDefault="005329D9" w:rsidP="005329D9">
      <w:pPr>
        <w:ind w:firstLine="709"/>
        <w:rPr>
          <w:szCs w:val="28"/>
        </w:rPr>
      </w:pPr>
      <w:r w:rsidRPr="001114BB">
        <w:rPr>
          <w:szCs w:val="28"/>
          <w:lang w:eastAsia="en-US"/>
        </w:rPr>
        <w:t>3) </w:t>
      </w:r>
      <w:r w:rsidRPr="001114BB">
        <w:rPr>
          <w:szCs w:val="28"/>
        </w:rPr>
        <w:t xml:space="preserve">экспертная оценка предложений об учреждении (упразднении) наград </w:t>
      </w:r>
      <w:r w:rsidR="0001208C" w:rsidRPr="001114BB">
        <w:rPr>
          <w:szCs w:val="28"/>
          <w:lang w:eastAsia="en-US"/>
        </w:rPr>
        <w:t>Ярославской областной Думы</w:t>
      </w:r>
      <w:r w:rsidR="00840C88" w:rsidRPr="001114BB">
        <w:rPr>
          <w:szCs w:val="28"/>
          <w:lang w:eastAsia="en-US"/>
        </w:rPr>
        <w:t xml:space="preserve">, </w:t>
      </w:r>
      <w:r w:rsidR="00D55FA4" w:rsidRPr="001114BB">
        <w:rPr>
          <w:szCs w:val="28"/>
          <w:lang w:eastAsia="en-US"/>
        </w:rPr>
        <w:t xml:space="preserve">наград Губернатора Ярославской области, </w:t>
      </w:r>
      <w:r w:rsidR="00840C88" w:rsidRPr="001114BB">
        <w:rPr>
          <w:szCs w:val="28"/>
          <w:lang w:eastAsia="en-US"/>
        </w:rPr>
        <w:t>наград органов исполнительной власти Я</w:t>
      </w:r>
      <w:r w:rsidR="00BE691D" w:rsidRPr="001114BB">
        <w:rPr>
          <w:szCs w:val="28"/>
          <w:lang w:eastAsia="en-US"/>
        </w:rPr>
        <w:t>рославской области, наград иных</w:t>
      </w:r>
      <w:r w:rsidR="00BE691D" w:rsidRPr="001114BB">
        <w:rPr>
          <w:szCs w:val="28"/>
          <w:lang w:eastAsia="en-US"/>
        </w:rPr>
        <w:br/>
      </w:r>
      <w:r w:rsidR="00840C88" w:rsidRPr="001114BB">
        <w:rPr>
          <w:szCs w:val="28"/>
          <w:lang w:eastAsia="en-US"/>
        </w:rPr>
        <w:t>государственных органов Ярославской области</w:t>
      </w:r>
      <w:r w:rsidRPr="001114BB">
        <w:rPr>
          <w:szCs w:val="28"/>
        </w:rPr>
        <w:t>;</w:t>
      </w:r>
    </w:p>
    <w:p w14:paraId="1D86C3AD" w14:textId="2A62E7A0" w:rsidR="00156226" w:rsidRPr="001114BB" w:rsidRDefault="005329D9" w:rsidP="00156226">
      <w:pPr>
        <w:ind w:firstLine="709"/>
        <w:rPr>
          <w:szCs w:val="28"/>
          <w:lang w:eastAsia="en-US"/>
        </w:rPr>
      </w:pPr>
      <w:bookmarkStart w:id="0" w:name="P56"/>
      <w:bookmarkEnd w:id="0"/>
      <w:r w:rsidRPr="001114BB">
        <w:rPr>
          <w:szCs w:val="28"/>
          <w:lang w:eastAsia="en-US"/>
        </w:rPr>
        <w:t>4</w:t>
      </w:r>
      <w:r w:rsidR="00156226" w:rsidRPr="001114BB">
        <w:rPr>
          <w:szCs w:val="28"/>
          <w:lang w:eastAsia="en-US"/>
        </w:rPr>
        <w:t>) иные цели, определенные положением о Комиссии.</w:t>
      </w:r>
    </w:p>
    <w:p w14:paraId="7AC8AA95" w14:textId="77777777" w:rsidR="005329D9" w:rsidRPr="00231A6E" w:rsidRDefault="00156226" w:rsidP="00415DFD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3. В состав Комиссии могут включаться</w:t>
      </w:r>
      <w:r w:rsidRPr="00231A6E">
        <w:rPr>
          <w:szCs w:val="28"/>
          <w:lang w:eastAsia="en-US"/>
        </w:rPr>
        <w:t xml:space="preserve"> представители органов государственной власти, органов местного самоуправления, общественных объединений. В обязательном порядке в состав Комиссии включаются депутаты Ярославской областной Думы и члены Общественной палаты Ярославской области.</w:t>
      </w:r>
    </w:p>
    <w:p w14:paraId="69FBA236" w14:textId="4497205F" w:rsidR="005329D9" w:rsidRPr="001114BB" w:rsidRDefault="005329D9" w:rsidP="005329D9">
      <w:pPr>
        <w:autoSpaceDE w:val="0"/>
        <w:autoSpaceDN w:val="0"/>
        <w:adjustRightInd w:val="0"/>
        <w:ind w:firstLine="720"/>
        <w:rPr>
          <w:szCs w:val="28"/>
        </w:rPr>
      </w:pPr>
      <w:r w:rsidRPr="00231A6E">
        <w:rPr>
          <w:szCs w:val="28"/>
          <w:lang w:eastAsia="en-US"/>
        </w:rPr>
        <w:t xml:space="preserve">4. В соответствии с </w:t>
      </w:r>
      <w:hyperlink w:anchor="sub_423" w:history="1">
        <w:r w:rsidRPr="00231A6E">
          <w:rPr>
            <w:szCs w:val="28"/>
            <w:lang w:eastAsia="en-US"/>
          </w:rPr>
          <w:t>пунктом 3 части 2</w:t>
        </w:r>
      </w:hyperlink>
      <w:r w:rsidRPr="00231A6E">
        <w:rPr>
          <w:szCs w:val="28"/>
          <w:lang w:eastAsia="en-US"/>
        </w:rPr>
        <w:t xml:space="preserve"> настоящей ст</w:t>
      </w:r>
      <w:r w:rsidR="00BE691D" w:rsidRPr="00231A6E">
        <w:rPr>
          <w:szCs w:val="28"/>
          <w:lang w:eastAsia="en-US"/>
        </w:rPr>
        <w:t xml:space="preserve">атьи экспертной оценке подлежат решения (проекты решений) об учреждении (упразднении) </w:t>
      </w:r>
      <w:r w:rsidR="001B1AEA" w:rsidRPr="001114BB">
        <w:rPr>
          <w:szCs w:val="28"/>
          <w:lang w:eastAsia="en-US"/>
        </w:rPr>
        <w:t xml:space="preserve">наград Ярославской областной Думы, </w:t>
      </w:r>
      <w:r w:rsidR="008D1307" w:rsidRPr="001114BB">
        <w:rPr>
          <w:szCs w:val="28"/>
          <w:lang w:eastAsia="en-US"/>
        </w:rPr>
        <w:t>наград Губернатора Ярославской области,</w:t>
      </w:r>
      <w:r w:rsidR="00BE691D" w:rsidRPr="001114BB">
        <w:rPr>
          <w:szCs w:val="28"/>
          <w:lang w:eastAsia="en-US"/>
        </w:rPr>
        <w:t xml:space="preserve"> наград органов исполнительной власти Ярославской области, наград иных </w:t>
      </w:r>
      <w:r w:rsidR="00BE691D" w:rsidRPr="001114BB">
        <w:rPr>
          <w:szCs w:val="28"/>
          <w:lang w:eastAsia="en-US"/>
        </w:rPr>
        <w:lastRenderedPageBreak/>
        <w:t>государственных органов Ярославской области, положения (проекты положений) о таких наградах, описания (проекты описаний) указанных наград и предложения об установлении форм и размеров поощрения лиц</w:t>
      </w:r>
      <w:r w:rsidR="0009122C">
        <w:rPr>
          <w:szCs w:val="28"/>
          <w:lang w:eastAsia="en-US"/>
        </w:rPr>
        <w:t>,</w:t>
      </w:r>
      <w:r w:rsidR="00BE691D" w:rsidRPr="001114BB">
        <w:rPr>
          <w:szCs w:val="28"/>
          <w:lang w:eastAsia="en-US"/>
        </w:rPr>
        <w:t xml:space="preserve"> удостоенных</w:t>
      </w:r>
      <w:r w:rsidR="0009122C">
        <w:rPr>
          <w:szCs w:val="28"/>
          <w:lang w:eastAsia="en-US"/>
        </w:rPr>
        <w:t xml:space="preserve"> указанных наград</w:t>
      </w:r>
      <w:r w:rsidR="00BE691D" w:rsidRPr="001114BB">
        <w:rPr>
          <w:szCs w:val="28"/>
          <w:lang w:eastAsia="en-US"/>
        </w:rPr>
        <w:t>.</w:t>
      </w:r>
    </w:p>
    <w:p w14:paraId="278AEBCF" w14:textId="39C5CC84" w:rsidR="005329D9" w:rsidRPr="00231A6E" w:rsidRDefault="000C1690" w:rsidP="005329D9">
      <w:pPr>
        <w:autoSpaceDE w:val="0"/>
        <w:autoSpaceDN w:val="0"/>
        <w:adjustRightInd w:val="0"/>
        <w:ind w:firstLine="720"/>
        <w:rPr>
          <w:szCs w:val="28"/>
        </w:rPr>
      </w:pPr>
      <w:r w:rsidRPr="001114BB">
        <w:rPr>
          <w:szCs w:val="28"/>
        </w:rPr>
        <w:t xml:space="preserve">5. </w:t>
      </w:r>
      <w:r w:rsidR="005329D9" w:rsidRPr="001114BB">
        <w:rPr>
          <w:szCs w:val="28"/>
        </w:rPr>
        <w:t xml:space="preserve">Результаты экспертной оценки подлежат обязательному рассмотрению при </w:t>
      </w:r>
      <w:r w:rsidR="00075FF6" w:rsidRPr="001114BB">
        <w:rPr>
          <w:szCs w:val="28"/>
        </w:rPr>
        <w:t xml:space="preserve">учреждении (упразднении) </w:t>
      </w:r>
      <w:r w:rsidR="005329D9" w:rsidRPr="001114BB">
        <w:rPr>
          <w:szCs w:val="28"/>
        </w:rPr>
        <w:t xml:space="preserve">наград </w:t>
      </w:r>
      <w:r w:rsidR="0001208C" w:rsidRPr="001114BB">
        <w:rPr>
          <w:szCs w:val="28"/>
          <w:lang w:eastAsia="en-US"/>
        </w:rPr>
        <w:t>Ярославской областной Думы</w:t>
      </w:r>
      <w:r w:rsidR="005329D9" w:rsidRPr="001114BB">
        <w:rPr>
          <w:szCs w:val="28"/>
        </w:rPr>
        <w:t xml:space="preserve">, </w:t>
      </w:r>
      <w:r w:rsidR="001B1AEA" w:rsidRPr="001114BB">
        <w:rPr>
          <w:szCs w:val="28"/>
        </w:rPr>
        <w:t xml:space="preserve">наград Губернатора Ярославской области, </w:t>
      </w:r>
      <w:r w:rsidRPr="001114BB">
        <w:rPr>
          <w:szCs w:val="28"/>
        </w:rPr>
        <w:t xml:space="preserve">наград органов исполнительной власти Ярославской области, наград иных государственных органов Ярославской области, </w:t>
      </w:r>
      <w:r w:rsidR="005329D9" w:rsidRPr="001114BB">
        <w:rPr>
          <w:szCs w:val="28"/>
        </w:rPr>
        <w:t>а также при изменении положений о них и их описаний.</w:t>
      </w:r>
    </w:p>
    <w:p w14:paraId="560D96F1" w14:textId="2372E1D3" w:rsidR="00064B92" w:rsidRPr="00231A6E" w:rsidRDefault="005329D9" w:rsidP="00075FF6">
      <w:pPr>
        <w:autoSpaceDE w:val="0"/>
        <w:autoSpaceDN w:val="0"/>
        <w:adjustRightInd w:val="0"/>
        <w:ind w:firstLine="720"/>
        <w:rPr>
          <w:szCs w:val="28"/>
        </w:rPr>
      </w:pPr>
      <w:r w:rsidRPr="00231A6E">
        <w:rPr>
          <w:szCs w:val="28"/>
        </w:rPr>
        <w:t>Порядок проведения экспертной оценки определяется Губернатором Ярославской области.</w:t>
      </w:r>
      <w:r w:rsidR="00A26D79" w:rsidRPr="00231A6E">
        <w:rPr>
          <w:szCs w:val="28"/>
          <w:lang w:eastAsia="en-US"/>
        </w:rPr>
        <w:t>»</w:t>
      </w:r>
      <w:r w:rsidR="00767362" w:rsidRPr="00231A6E">
        <w:rPr>
          <w:szCs w:val="28"/>
          <w:lang w:eastAsia="en-US"/>
        </w:rPr>
        <w:t>;</w:t>
      </w:r>
    </w:p>
    <w:p w14:paraId="0A6AE089" w14:textId="6067927B" w:rsidR="00415DFD" w:rsidRPr="00231A6E" w:rsidRDefault="00075FF6" w:rsidP="00415DFD">
      <w:pPr>
        <w:ind w:firstLine="709"/>
        <w:rPr>
          <w:szCs w:val="28"/>
        </w:rPr>
      </w:pPr>
      <w:r w:rsidRPr="00231A6E">
        <w:rPr>
          <w:szCs w:val="28"/>
        </w:rPr>
        <w:t>5</w:t>
      </w:r>
      <w:r w:rsidR="00415DFD" w:rsidRPr="00231A6E">
        <w:rPr>
          <w:szCs w:val="28"/>
        </w:rPr>
        <w:t>) статью 6 изложить в следующей редакции:</w:t>
      </w:r>
    </w:p>
    <w:p w14:paraId="4134A1D7" w14:textId="77777777" w:rsidR="004F4F49" w:rsidRPr="00231A6E" w:rsidRDefault="00415DFD" w:rsidP="00415DFD">
      <w:pPr>
        <w:ind w:firstLine="709"/>
        <w:rPr>
          <w:b/>
          <w:bCs/>
          <w:szCs w:val="28"/>
          <w:lang w:eastAsia="en-US"/>
        </w:rPr>
      </w:pPr>
      <w:r w:rsidRPr="00231A6E">
        <w:rPr>
          <w:szCs w:val="28"/>
          <w:lang w:eastAsia="en-US"/>
        </w:rPr>
        <w:t>«</w:t>
      </w:r>
      <w:r w:rsidR="00F505C8" w:rsidRPr="00231A6E">
        <w:rPr>
          <w:szCs w:val="28"/>
          <w:lang w:eastAsia="en-US"/>
        </w:rPr>
        <w:t xml:space="preserve">Статья 6. </w:t>
      </w:r>
      <w:r w:rsidR="004F4F49" w:rsidRPr="00231A6E">
        <w:rPr>
          <w:b/>
          <w:bCs/>
          <w:szCs w:val="28"/>
          <w:lang w:eastAsia="en-US"/>
        </w:rPr>
        <w:t>Учреждение наград Ярославской области</w:t>
      </w:r>
    </w:p>
    <w:p w14:paraId="1B31862E" w14:textId="77777777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1. Учредить:</w:t>
      </w:r>
    </w:p>
    <w:p w14:paraId="55F55AB7" w14:textId="77777777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1) почетное звание «Почетный гражданин Ярославской области»;</w:t>
      </w:r>
    </w:p>
    <w:p w14:paraId="40A60DAD" w14:textId="77777777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2) медаль «За труды во благо земли Ярославской»;</w:t>
      </w:r>
    </w:p>
    <w:p w14:paraId="3D676E9A" w14:textId="77777777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3) медаль «За верность родительскому долгу»;</w:t>
      </w:r>
    </w:p>
    <w:p w14:paraId="06DBC6A4" w14:textId="77777777" w:rsidR="008C09A9" w:rsidRPr="00231A6E" w:rsidRDefault="008C09A9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4) почетные звания по сферам деятельности:</w:t>
      </w:r>
    </w:p>
    <w:p w14:paraId="72F66EFD" w14:textId="0F0490AD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ветеринарный врач Ярославской области»;</w:t>
      </w:r>
    </w:p>
    <w:p w14:paraId="730CCBCE" w14:textId="17E99A08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врач Ярославской области»;</w:t>
      </w:r>
    </w:p>
    <w:p w14:paraId="168D7479" w14:textId="77777777" w:rsidR="00294556" w:rsidRPr="00231A6E" w:rsidRDefault="00294556" w:rsidP="00294556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деятель искусств Ярославской области»;</w:t>
      </w:r>
    </w:p>
    <w:p w14:paraId="4CF38D41" w14:textId="215385AD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журналист Ярославской области»;</w:t>
      </w:r>
    </w:p>
    <w:p w14:paraId="367ED459" w14:textId="2483F9DC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лесовод Ярославской области»;</w:t>
      </w:r>
    </w:p>
    <w:p w14:paraId="3AA53D17" w14:textId="63100ECD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работник жилищно-коммунального хозяйства Ярославской области»;</w:t>
      </w:r>
    </w:p>
    <w:p w14:paraId="70255E44" w14:textId="008DB32D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работник здравоохранения Ярославской области»;</w:t>
      </w:r>
    </w:p>
    <w:p w14:paraId="649E3868" w14:textId="25632A4E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работник культуры Ярославской области»;</w:t>
      </w:r>
    </w:p>
    <w:p w14:paraId="24E6E897" w14:textId="15A9A0FA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работник лесной промышленности Ярославской области»;</w:t>
      </w:r>
    </w:p>
    <w:p w14:paraId="4975B788" w14:textId="2FD295B1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работник местного самоуправления Ярославской области»;</w:t>
      </w:r>
    </w:p>
    <w:p w14:paraId="440EAB9B" w14:textId="2025C2E8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работник пожарной охраны Ярославской области»;</w:t>
      </w:r>
    </w:p>
    <w:p w14:paraId="01DA32ED" w14:textId="6794F108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работник промышленности Ярославской области»;</w:t>
      </w:r>
    </w:p>
    <w:p w14:paraId="2AE06ADE" w14:textId="5097B8C6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работник связи и информации Ярославской области»;</w:t>
      </w:r>
    </w:p>
    <w:p w14:paraId="7E708609" w14:textId="46367296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работник сельского хозяйства Ярославской области»;</w:t>
      </w:r>
    </w:p>
    <w:p w14:paraId="3DD311BD" w14:textId="0EB1BD0F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работник социальной защиты населения Ярославской области»;</w:t>
      </w:r>
    </w:p>
    <w:p w14:paraId="655C4CE9" w14:textId="347C24F8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работник транспорта Ярославской области»;</w:t>
      </w:r>
    </w:p>
    <w:p w14:paraId="20FF6AE7" w14:textId="11B1FD52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работник физической культуры Ярославской области»;</w:t>
      </w:r>
    </w:p>
    <w:p w14:paraId="01B4D4BF" w14:textId="4617AB3C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строитель Ярославской области»;</w:t>
      </w:r>
    </w:p>
    <w:p w14:paraId="1152590A" w14:textId="7B2BFF72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учитель Ярославской области»;</w:t>
      </w:r>
    </w:p>
    <w:p w14:paraId="1F2E8A36" w14:textId="2B0C062E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экономист Ярославской области»;</w:t>
      </w:r>
    </w:p>
    <w:p w14:paraId="5778FF39" w14:textId="3F6D227A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энергетик Ярославской области»;</w:t>
      </w:r>
    </w:p>
    <w:p w14:paraId="57E42418" w14:textId="145FD0F8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«Почетный юрист Ярославской области».</w:t>
      </w:r>
    </w:p>
    <w:p w14:paraId="66498642" w14:textId="77777777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2. Утвердить:</w:t>
      </w:r>
    </w:p>
    <w:p w14:paraId="2DB06E24" w14:textId="54249F9A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1) </w:t>
      </w:r>
      <w:hyperlink w:anchor="P226">
        <w:r w:rsidRPr="00231A6E">
          <w:rPr>
            <w:szCs w:val="28"/>
            <w:lang w:eastAsia="en-US"/>
          </w:rPr>
          <w:t>положение</w:t>
        </w:r>
      </w:hyperlink>
      <w:r w:rsidRPr="00231A6E">
        <w:rPr>
          <w:szCs w:val="28"/>
          <w:lang w:eastAsia="en-US"/>
        </w:rPr>
        <w:t xml:space="preserve"> о почетном звании «Почетный гражданин Ярославской области», описание и изображение знака почетного звания </w:t>
      </w:r>
      <w:r w:rsidR="007A2DD1" w:rsidRPr="00231A6E">
        <w:rPr>
          <w:szCs w:val="28"/>
          <w:lang w:eastAsia="en-US"/>
        </w:rPr>
        <w:t>«</w:t>
      </w:r>
      <w:r w:rsidRPr="00231A6E">
        <w:rPr>
          <w:szCs w:val="28"/>
          <w:lang w:eastAsia="en-US"/>
        </w:rPr>
        <w:t>Почетный гражданин Ярославской области</w:t>
      </w:r>
      <w:r w:rsidR="007A2DD1" w:rsidRPr="00231A6E">
        <w:rPr>
          <w:szCs w:val="28"/>
          <w:lang w:eastAsia="en-US"/>
        </w:rPr>
        <w:t>»</w:t>
      </w:r>
      <w:r w:rsidRPr="00231A6E">
        <w:rPr>
          <w:szCs w:val="28"/>
          <w:lang w:eastAsia="en-US"/>
        </w:rPr>
        <w:t xml:space="preserve"> в соответствии с приложением</w:t>
      </w:r>
      <w:r w:rsidR="003F3CCD" w:rsidRPr="00231A6E">
        <w:rPr>
          <w:szCs w:val="28"/>
          <w:lang w:eastAsia="en-US"/>
        </w:rPr>
        <w:t> </w:t>
      </w:r>
      <w:r w:rsidRPr="00231A6E">
        <w:rPr>
          <w:szCs w:val="28"/>
          <w:lang w:eastAsia="en-US"/>
        </w:rPr>
        <w:t>1 к настоящему Закону;</w:t>
      </w:r>
    </w:p>
    <w:p w14:paraId="647E1E96" w14:textId="575A299E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lastRenderedPageBreak/>
        <w:t xml:space="preserve">2) </w:t>
      </w:r>
      <w:hyperlink w:anchor="P265">
        <w:r w:rsidRPr="00231A6E">
          <w:rPr>
            <w:szCs w:val="28"/>
            <w:lang w:eastAsia="en-US"/>
          </w:rPr>
          <w:t>положение</w:t>
        </w:r>
      </w:hyperlink>
      <w:r w:rsidRPr="00231A6E">
        <w:rPr>
          <w:szCs w:val="28"/>
          <w:lang w:eastAsia="en-US"/>
        </w:rPr>
        <w:t xml:space="preserve"> о медали «За труды во благо земли Ярославской», ее описание и изображение в соответствии с приложением 2 к настоящему Закону;</w:t>
      </w:r>
    </w:p>
    <w:p w14:paraId="55685395" w14:textId="332D27EF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3) </w:t>
      </w:r>
      <w:hyperlink w:anchor="P306">
        <w:r w:rsidRPr="00231A6E">
          <w:rPr>
            <w:szCs w:val="28"/>
            <w:lang w:eastAsia="en-US"/>
          </w:rPr>
          <w:t>положение</w:t>
        </w:r>
      </w:hyperlink>
      <w:r w:rsidRPr="00231A6E">
        <w:rPr>
          <w:szCs w:val="28"/>
          <w:lang w:eastAsia="en-US"/>
        </w:rPr>
        <w:t xml:space="preserve"> о медали «За верность родительскому долгу», ее описание и изображение в соответствии с пр</w:t>
      </w:r>
      <w:r w:rsidR="00BC3283" w:rsidRPr="00231A6E">
        <w:rPr>
          <w:szCs w:val="28"/>
          <w:lang w:eastAsia="en-US"/>
        </w:rPr>
        <w:t>иложением 3 к настоящему Закону;</w:t>
      </w:r>
    </w:p>
    <w:p w14:paraId="1351D147" w14:textId="1A9C3AAB" w:rsidR="00BC3283" w:rsidRPr="00231A6E" w:rsidRDefault="00BC3283" w:rsidP="00DF1EC6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4) п</w:t>
      </w:r>
      <w:r w:rsidR="00DF1EC6" w:rsidRPr="00231A6E">
        <w:rPr>
          <w:szCs w:val="28"/>
          <w:lang w:eastAsia="en-US"/>
        </w:rPr>
        <w:t>оложения о почетных званиях</w:t>
      </w:r>
      <w:r w:rsidRPr="00231A6E">
        <w:rPr>
          <w:szCs w:val="28"/>
          <w:lang w:eastAsia="en-US"/>
        </w:rPr>
        <w:t xml:space="preserve"> </w:t>
      </w:r>
      <w:r w:rsidR="008C09A9" w:rsidRPr="00231A6E">
        <w:rPr>
          <w:szCs w:val="28"/>
          <w:lang w:eastAsia="en-US"/>
        </w:rPr>
        <w:t xml:space="preserve">по сферам деятельности </w:t>
      </w:r>
      <w:r w:rsidRPr="00231A6E">
        <w:rPr>
          <w:szCs w:val="28"/>
          <w:lang w:eastAsia="en-US"/>
        </w:rPr>
        <w:t>в соответствии с приложениями</w:t>
      </w:r>
      <w:r w:rsidR="00E43F48" w:rsidRPr="00231A6E">
        <w:rPr>
          <w:szCs w:val="28"/>
          <w:lang w:eastAsia="en-US"/>
        </w:rPr>
        <w:t xml:space="preserve"> 4 – 25 </w:t>
      </w:r>
      <w:r w:rsidRPr="00231A6E">
        <w:rPr>
          <w:szCs w:val="28"/>
          <w:lang w:eastAsia="en-US"/>
        </w:rPr>
        <w:t>к настоящему Закону</w:t>
      </w:r>
      <w:r w:rsidR="00DF1EC6" w:rsidRPr="00231A6E">
        <w:rPr>
          <w:szCs w:val="28"/>
          <w:lang w:eastAsia="en-US"/>
        </w:rPr>
        <w:t xml:space="preserve">, </w:t>
      </w:r>
      <w:r w:rsidRPr="00231A6E">
        <w:rPr>
          <w:szCs w:val="28"/>
          <w:lang w:eastAsia="en-US"/>
        </w:rPr>
        <w:t xml:space="preserve">описание и изображение </w:t>
      </w:r>
      <w:r w:rsidR="00BE696B" w:rsidRPr="00231A6E">
        <w:rPr>
          <w:szCs w:val="28"/>
          <w:lang w:eastAsia="en-US"/>
        </w:rPr>
        <w:t xml:space="preserve">нагрудного </w:t>
      </w:r>
      <w:r w:rsidRPr="00231A6E">
        <w:rPr>
          <w:szCs w:val="28"/>
          <w:lang w:eastAsia="en-US"/>
        </w:rPr>
        <w:t>знака</w:t>
      </w:r>
      <w:r w:rsidR="00BE696B" w:rsidRPr="00231A6E">
        <w:rPr>
          <w:szCs w:val="28"/>
          <w:lang w:eastAsia="en-US"/>
        </w:rPr>
        <w:t xml:space="preserve"> к</w:t>
      </w:r>
      <w:r w:rsidRPr="00231A6E">
        <w:rPr>
          <w:szCs w:val="28"/>
          <w:lang w:eastAsia="en-US"/>
        </w:rPr>
        <w:t xml:space="preserve"> почетн</w:t>
      </w:r>
      <w:r w:rsidR="00DF1EC6" w:rsidRPr="00231A6E">
        <w:rPr>
          <w:szCs w:val="28"/>
          <w:lang w:eastAsia="en-US"/>
        </w:rPr>
        <w:t>ы</w:t>
      </w:r>
      <w:r w:rsidR="00BE696B" w:rsidRPr="00231A6E">
        <w:rPr>
          <w:szCs w:val="28"/>
          <w:lang w:eastAsia="en-US"/>
        </w:rPr>
        <w:t>м</w:t>
      </w:r>
      <w:r w:rsidR="008C09A9" w:rsidRPr="00231A6E">
        <w:rPr>
          <w:szCs w:val="28"/>
          <w:lang w:eastAsia="en-US"/>
        </w:rPr>
        <w:t xml:space="preserve"> звани</w:t>
      </w:r>
      <w:r w:rsidR="00BE696B" w:rsidRPr="00231A6E">
        <w:rPr>
          <w:szCs w:val="28"/>
          <w:lang w:eastAsia="en-US"/>
        </w:rPr>
        <w:t>ям</w:t>
      </w:r>
      <w:r w:rsidR="00DF1EC6" w:rsidRPr="00231A6E">
        <w:rPr>
          <w:szCs w:val="28"/>
          <w:lang w:eastAsia="en-US"/>
        </w:rPr>
        <w:t xml:space="preserve"> по сферам деятельности</w:t>
      </w:r>
      <w:r w:rsidR="008C09A9" w:rsidRPr="00231A6E">
        <w:rPr>
          <w:szCs w:val="28"/>
          <w:lang w:eastAsia="en-US"/>
        </w:rPr>
        <w:t xml:space="preserve"> </w:t>
      </w:r>
      <w:r w:rsidRPr="00231A6E">
        <w:rPr>
          <w:szCs w:val="28"/>
          <w:lang w:eastAsia="en-US"/>
        </w:rPr>
        <w:t>в соответствии с приложением 26 к настоящему Закону.</w:t>
      </w:r>
    </w:p>
    <w:p w14:paraId="30D77FC4" w14:textId="1B35C9DE" w:rsidR="00415DFD" w:rsidRPr="00231A6E" w:rsidRDefault="00BC3283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3</w:t>
      </w:r>
      <w:r w:rsidR="00415DFD" w:rsidRPr="00231A6E">
        <w:rPr>
          <w:szCs w:val="28"/>
          <w:lang w:eastAsia="en-US"/>
        </w:rPr>
        <w:t>. Учреждение и упразднение наград Ярославской области осуществляется исключительно путем внесения изменений в настоящий Закон.»</w:t>
      </w:r>
      <w:r w:rsidR="007A2DD1" w:rsidRPr="00231A6E">
        <w:rPr>
          <w:szCs w:val="28"/>
          <w:lang w:eastAsia="en-US"/>
        </w:rPr>
        <w:t>;</w:t>
      </w:r>
    </w:p>
    <w:p w14:paraId="564D5B97" w14:textId="1A3B3A11" w:rsidR="00EC2722" w:rsidRPr="00231A6E" w:rsidRDefault="00075FF6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6</w:t>
      </w:r>
      <w:r w:rsidR="00EC2722" w:rsidRPr="00231A6E">
        <w:rPr>
          <w:szCs w:val="28"/>
          <w:lang w:eastAsia="en-US"/>
        </w:rPr>
        <w:t>) абзац первый части 2 статьи 7 изложить в следующей редакции:</w:t>
      </w:r>
    </w:p>
    <w:p w14:paraId="70BFA471" w14:textId="11B5E397" w:rsidR="00EC2722" w:rsidRPr="00231A6E" w:rsidRDefault="00EC2722" w:rsidP="00415DFD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«2. Очередное награждение наградой Ярославской области производится за новые заслуги и достижения не ранее чем через три года после предыдущего награждения наградой Ярославской области, </w:t>
      </w:r>
      <w:r w:rsidR="004A6E0D" w:rsidRPr="001114BB">
        <w:rPr>
          <w:szCs w:val="28"/>
          <w:lang w:eastAsia="en-US"/>
        </w:rPr>
        <w:t xml:space="preserve">наградой Ярославской областной Думы, </w:t>
      </w:r>
      <w:r w:rsidR="002F1E2D" w:rsidRPr="001114BB">
        <w:rPr>
          <w:szCs w:val="28"/>
          <w:lang w:eastAsia="en-US"/>
        </w:rPr>
        <w:t xml:space="preserve">наградой Губернатора Ярославской области, </w:t>
      </w:r>
      <w:r w:rsidRPr="001114BB">
        <w:rPr>
          <w:szCs w:val="28"/>
          <w:lang w:eastAsia="en-US"/>
        </w:rPr>
        <w:t>наградой орган</w:t>
      </w:r>
      <w:r w:rsidR="00BC3283" w:rsidRPr="001114BB">
        <w:rPr>
          <w:szCs w:val="28"/>
          <w:lang w:eastAsia="en-US"/>
        </w:rPr>
        <w:t>а</w:t>
      </w:r>
      <w:r w:rsidRPr="001114BB">
        <w:rPr>
          <w:szCs w:val="28"/>
          <w:lang w:eastAsia="en-US"/>
        </w:rPr>
        <w:t xml:space="preserve"> исполнительной власти Ярославской области.</w:t>
      </w:r>
      <w:r w:rsidR="00AF4CDC" w:rsidRPr="00A708C0">
        <w:rPr>
          <w:szCs w:val="28"/>
          <w:lang w:eastAsia="en-US"/>
        </w:rPr>
        <w:t xml:space="preserve"> При присвоении почетных званий по сферам деятельности указанный срок исчисляется после награждения наградой, требования о наличии которой у представленного к присвоению почетного звания лица предусмотрены положением о почетном звании по соответствующей сфере деятельности.</w:t>
      </w:r>
      <w:r w:rsidRPr="001114BB">
        <w:rPr>
          <w:szCs w:val="28"/>
          <w:lang w:eastAsia="en-US"/>
        </w:rPr>
        <w:t xml:space="preserve"> Присвоение почетного звания </w:t>
      </w:r>
      <w:r w:rsidR="007A2DD1" w:rsidRPr="001114BB">
        <w:rPr>
          <w:szCs w:val="28"/>
          <w:lang w:eastAsia="en-US"/>
        </w:rPr>
        <w:t>«</w:t>
      </w:r>
      <w:r w:rsidRPr="001114BB">
        <w:rPr>
          <w:szCs w:val="28"/>
          <w:lang w:eastAsia="en-US"/>
        </w:rPr>
        <w:t>Почетный гражданин Ярославской</w:t>
      </w:r>
      <w:r w:rsidRPr="00231A6E">
        <w:rPr>
          <w:szCs w:val="28"/>
          <w:lang w:eastAsia="en-US"/>
        </w:rPr>
        <w:t xml:space="preserve"> области</w:t>
      </w:r>
      <w:r w:rsidR="007A2DD1" w:rsidRPr="00231A6E">
        <w:rPr>
          <w:szCs w:val="28"/>
          <w:lang w:eastAsia="en-US"/>
        </w:rPr>
        <w:t>»</w:t>
      </w:r>
      <w:r w:rsidRPr="00231A6E">
        <w:rPr>
          <w:szCs w:val="28"/>
          <w:lang w:eastAsia="en-US"/>
        </w:rPr>
        <w:t xml:space="preserve"> производится без соблюдения указанного срока.»</w:t>
      </w:r>
      <w:r w:rsidR="007A2DD1" w:rsidRPr="00231A6E">
        <w:rPr>
          <w:szCs w:val="28"/>
          <w:lang w:eastAsia="en-US"/>
        </w:rPr>
        <w:t>;</w:t>
      </w:r>
    </w:p>
    <w:p w14:paraId="0314752C" w14:textId="2FDF89A1" w:rsidR="007A2DD1" w:rsidRPr="00231A6E" w:rsidRDefault="006D31D9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7</w:t>
      </w:r>
      <w:r w:rsidR="00415DFD" w:rsidRPr="00231A6E">
        <w:rPr>
          <w:szCs w:val="28"/>
          <w:lang w:eastAsia="en-US"/>
        </w:rPr>
        <w:t>) в статье 8:</w:t>
      </w:r>
    </w:p>
    <w:p w14:paraId="42DFBEAC" w14:textId="06F1EEF8" w:rsidR="00415DFD" w:rsidRPr="00231A6E" w:rsidRDefault="004A6E0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а) </w:t>
      </w:r>
      <w:r w:rsidR="00415DFD" w:rsidRPr="00231A6E">
        <w:rPr>
          <w:szCs w:val="28"/>
          <w:lang w:eastAsia="en-US"/>
        </w:rPr>
        <w:t>част</w:t>
      </w:r>
      <w:r w:rsidR="000C1690" w:rsidRPr="00231A6E">
        <w:rPr>
          <w:szCs w:val="28"/>
          <w:lang w:eastAsia="en-US"/>
        </w:rPr>
        <w:t>ь</w:t>
      </w:r>
      <w:r w:rsidR="00415DFD" w:rsidRPr="00231A6E">
        <w:rPr>
          <w:szCs w:val="28"/>
          <w:lang w:eastAsia="en-US"/>
        </w:rPr>
        <w:t xml:space="preserve"> 4 изложить в следующей редакции:</w:t>
      </w:r>
    </w:p>
    <w:p w14:paraId="25F0C26E" w14:textId="52655EA5" w:rsidR="000C1690" w:rsidRPr="00231A6E" w:rsidRDefault="000C1690" w:rsidP="000C1690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«4. Решение о награждении наградой Ярославской области принимается в форме указа Губернатора Ярославской области в течение месяца:</w:t>
      </w:r>
    </w:p>
    <w:p w14:paraId="205FB308" w14:textId="6510A450" w:rsidR="000C1690" w:rsidRPr="00231A6E" w:rsidRDefault="000C1690" w:rsidP="000C1690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1) со дня получения Губернатором Ярославской области представления</w:t>
      </w:r>
      <w:r w:rsidR="004A6E0D" w:rsidRPr="00231A6E">
        <w:rPr>
          <w:szCs w:val="28"/>
          <w:lang w:eastAsia="en-US"/>
        </w:rPr>
        <w:t xml:space="preserve"> к присвоению почетного звания «</w:t>
      </w:r>
      <w:r w:rsidRPr="00231A6E">
        <w:rPr>
          <w:szCs w:val="28"/>
          <w:lang w:eastAsia="en-US"/>
        </w:rPr>
        <w:t>Почетны</w:t>
      </w:r>
      <w:r w:rsidR="004A6E0D" w:rsidRPr="00231A6E">
        <w:rPr>
          <w:szCs w:val="28"/>
          <w:lang w:eastAsia="en-US"/>
        </w:rPr>
        <w:t>й гражданин Ярославской области»</w:t>
      </w:r>
      <w:r w:rsidRPr="00231A6E">
        <w:rPr>
          <w:szCs w:val="28"/>
          <w:lang w:eastAsia="en-US"/>
        </w:rPr>
        <w:t>, согласованного Ярославской областной Думой;</w:t>
      </w:r>
    </w:p>
    <w:p w14:paraId="01488765" w14:textId="62D43958" w:rsidR="000C1690" w:rsidRPr="00231A6E" w:rsidRDefault="000C1690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2) со дня принятия Комиссией решения о поддержке ходатайства о награждении медалью «За труды во благо земли Ярославской», медалью «</w:t>
      </w:r>
      <w:r w:rsidR="004A6E0D" w:rsidRPr="00231A6E">
        <w:rPr>
          <w:szCs w:val="28"/>
          <w:lang w:eastAsia="en-US"/>
        </w:rPr>
        <w:t>За </w:t>
      </w:r>
      <w:r w:rsidRPr="00231A6E">
        <w:rPr>
          <w:szCs w:val="28"/>
          <w:lang w:eastAsia="en-US"/>
        </w:rPr>
        <w:t>верность родительскому долгу</w:t>
      </w:r>
      <w:r w:rsidR="0015683C" w:rsidRPr="00231A6E">
        <w:rPr>
          <w:szCs w:val="28"/>
          <w:lang w:eastAsia="en-US"/>
        </w:rPr>
        <w:t>»</w:t>
      </w:r>
      <w:r w:rsidRPr="00231A6E">
        <w:rPr>
          <w:szCs w:val="28"/>
          <w:lang w:eastAsia="en-US"/>
        </w:rPr>
        <w:t xml:space="preserve"> или о присвоении почетн</w:t>
      </w:r>
      <w:r w:rsidR="0015683C" w:rsidRPr="00231A6E">
        <w:rPr>
          <w:szCs w:val="28"/>
          <w:lang w:eastAsia="en-US"/>
        </w:rPr>
        <w:t>ого</w:t>
      </w:r>
      <w:r w:rsidRPr="00231A6E">
        <w:rPr>
          <w:szCs w:val="28"/>
          <w:lang w:eastAsia="en-US"/>
        </w:rPr>
        <w:t xml:space="preserve"> звани</w:t>
      </w:r>
      <w:r w:rsidR="0015683C" w:rsidRPr="00231A6E">
        <w:rPr>
          <w:szCs w:val="28"/>
          <w:lang w:eastAsia="en-US"/>
        </w:rPr>
        <w:t>я</w:t>
      </w:r>
      <w:r w:rsidR="004A6E0D" w:rsidRPr="00231A6E">
        <w:rPr>
          <w:szCs w:val="28"/>
          <w:lang w:eastAsia="en-US"/>
        </w:rPr>
        <w:t xml:space="preserve"> по </w:t>
      </w:r>
      <w:r w:rsidRPr="00231A6E">
        <w:rPr>
          <w:szCs w:val="28"/>
          <w:lang w:eastAsia="en-US"/>
        </w:rPr>
        <w:t>сфер</w:t>
      </w:r>
      <w:r w:rsidR="0015683C" w:rsidRPr="00231A6E">
        <w:rPr>
          <w:szCs w:val="28"/>
          <w:lang w:eastAsia="en-US"/>
        </w:rPr>
        <w:t>е</w:t>
      </w:r>
      <w:r w:rsidRPr="00231A6E">
        <w:rPr>
          <w:szCs w:val="28"/>
          <w:lang w:eastAsia="en-US"/>
        </w:rPr>
        <w:t xml:space="preserve"> деятельности.</w:t>
      </w:r>
      <w:r w:rsidR="0015683C" w:rsidRPr="00231A6E">
        <w:rPr>
          <w:szCs w:val="28"/>
          <w:lang w:eastAsia="en-US"/>
        </w:rPr>
        <w:t>»;</w:t>
      </w:r>
    </w:p>
    <w:p w14:paraId="2E233CE5" w14:textId="77777777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б) пункт 2 части 5 изложить в следующей редакции:</w:t>
      </w:r>
    </w:p>
    <w:p w14:paraId="18E3E593" w14:textId="35F4943B" w:rsidR="00415DFD" w:rsidRPr="00231A6E" w:rsidRDefault="00415DFD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«2) в отношении медали «За тр</w:t>
      </w:r>
      <w:r w:rsidR="007E1A5E" w:rsidRPr="00231A6E">
        <w:rPr>
          <w:szCs w:val="28"/>
          <w:lang w:eastAsia="en-US"/>
        </w:rPr>
        <w:t>уды во благо земли Ярославской»,</w:t>
      </w:r>
      <w:r w:rsidRPr="00231A6E">
        <w:rPr>
          <w:szCs w:val="28"/>
          <w:lang w:eastAsia="en-US"/>
        </w:rPr>
        <w:t xml:space="preserve"> медали «За верность родительскому долгу»</w:t>
      </w:r>
      <w:r w:rsidR="007E1A5E" w:rsidRPr="00231A6E">
        <w:rPr>
          <w:szCs w:val="28"/>
          <w:lang w:eastAsia="en-US"/>
        </w:rPr>
        <w:t xml:space="preserve"> и почетных званий</w:t>
      </w:r>
      <w:r w:rsidR="00DF1EC6" w:rsidRPr="00231A6E">
        <w:rPr>
          <w:szCs w:val="28"/>
          <w:lang w:eastAsia="en-US"/>
        </w:rPr>
        <w:t xml:space="preserve"> по сферам деятельности</w:t>
      </w:r>
      <w:r w:rsidR="002F1E2D">
        <w:rPr>
          <w:szCs w:val="28"/>
          <w:lang w:eastAsia="en-US"/>
        </w:rPr>
        <w:t> </w:t>
      </w:r>
      <w:r w:rsidR="007A2DD1" w:rsidRPr="00231A6E">
        <w:rPr>
          <w:szCs w:val="28"/>
          <w:lang w:eastAsia="en-US"/>
        </w:rPr>
        <w:t>–</w:t>
      </w:r>
      <w:r w:rsidR="002F1E2D">
        <w:rPr>
          <w:szCs w:val="28"/>
          <w:lang w:eastAsia="en-US"/>
        </w:rPr>
        <w:t> </w:t>
      </w:r>
      <w:r w:rsidRPr="00231A6E">
        <w:rPr>
          <w:szCs w:val="28"/>
          <w:lang w:eastAsia="en-US"/>
        </w:rPr>
        <w:t>по решению Губернатора Ярославской области.»</w:t>
      </w:r>
      <w:r w:rsidR="007A2DD1" w:rsidRPr="00231A6E">
        <w:rPr>
          <w:szCs w:val="28"/>
          <w:lang w:eastAsia="en-US"/>
        </w:rPr>
        <w:t>;</w:t>
      </w:r>
    </w:p>
    <w:p w14:paraId="79EAFDB5" w14:textId="28387CAC" w:rsidR="008C1583" w:rsidRPr="00231A6E" w:rsidRDefault="006D31D9" w:rsidP="00415DFD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8</w:t>
      </w:r>
      <w:r w:rsidR="003D05CB">
        <w:rPr>
          <w:szCs w:val="28"/>
          <w:lang w:eastAsia="en-US"/>
        </w:rPr>
        <w:t>) </w:t>
      </w:r>
      <w:r w:rsidR="008C1583" w:rsidRPr="00231A6E">
        <w:rPr>
          <w:szCs w:val="28"/>
          <w:lang w:eastAsia="en-US"/>
        </w:rPr>
        <w:t>в части 1 статьи 10 слова «может быть лишен» заменить словами «подлежит лишению»</w:t>
      </w:r>
      <w:r w:rsidR="007A2DD1" w:rsidRPr="00231A6E">
        <w:rPr>
          <w:szCs w:val="28"/>
          <w:lang w:eastAsia="en-US"/>
        </w:rPr>
        <w:t>;</w:t>
      </w:r>
    </w:p>
    <w:p w14:paraId="3CE1E31E" w14:textId="3B686D29" w:rsidR="00645B8D" w:rsidRPr="00231A6E" w:rsidRDefault="002853E9" w:rsidP="003D05CB">
      <w:pPr>
        <w:ind w:firstLine="709"/>
        <w:contextualSpacing/>
        <w:rPr>
          <w:szCs w:val="28"/>
          <w:lang w:eastAsia="en-US"/>
        </w:rPr>
      </w:pPr>
      <w:r>
        <w:rPr>
          <w:szCs w:val="28"/>
          <w:lang w:eastAsia="en-US"/>
        </w:rPr>
        <w:t>9</w:t>
      </w:r>
      <w:r w:rsidR="003D05CB">
        <w:rPr>
          <w:szCs w:val="28"/>
          <w:lang w:eastAsia="en-US"/>
        </w:rPr>
        <w:t>) </w:t>
      </w:r>
      <w:r w:rsidR="00645B8D" w:rsidRPr="00231A6E">
        <w:rPr>
          <w:szCs w:val="28"/>
          <w:lang w:eastAsia="en-US"/>
        </w:rPr>
        <w:t>наименование главы 3 изложить в следующей редакции:</w:t>
      </w:r>
    </w:p>
    <w:p w14:paraId="6D74F8DA" w14:textId="09D78DFC" w:rsidR="00645B8D" w:rsidRPr="00231A6E" w:rsidRDefault="00645B8D" w:rsidP="00415DFD">
      <w:pPr>
        <w:ind w:firstLine="709"/>
        <w:contextualSpacing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«Глава 3. </w:t>
      </w:r>
      <w:r w:rsidR="00285029" w:rsidRPr="00231A6E">
        <w:rPr>
          <w:b/>
          <w:szCs w:val="28"/>
          <w:lang w:eastAsia="en-US"/>
        </w:rPr>
        <w:t>Награды Ярославской областной Думы</w:t>
      </w:r>
      <w:r w:rsidR="00285029" w:rsidRPr="00231A6E">
        <w:rPr>
          <w:szCs w:val="28"/>
          <w:lang w:eastAsia="en-US"/>
        </w:rPr>
        <w:t>»;</w:t>
      </w:r>
    </w:p>
    <w:p w14:paraId="06D32E7F" w14:textId="14F3AAC9" w:rsidR="006D31D9" w:rsidRPr="00231A6E" w:rsidRDefault="00044F1C" w:rsidP="006D31D9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1</w:t>
      </w:r>
      <w:r w:rsidR="008008B2">
        <w:rPr>
          <w:szCs w:val="28"/>
          <w:lang w:eastAsia="en-US"/>
        </w:rPr>
        <w:t>0</w:t>
      </w:r>
      <w:r w:rsidR="00AC4F5A" w:rsidRPr="00231A6E">
        <w:rPr>
          <w:szCs w:val="28"/>
          <w:lang w:eastAsia="en-US"/>
        </w:rPr>
        <w:t>)</w:t>
      </w:r>
      <w:r w:rsidR="008B2E16" w:rsidRPr="00231A6E">
        <w:rPr>
          <w:szCs w:val="28"/>
          <w:lang w:eastAsia="en-US"/>
        </w:rPr>
        <w:t> </w:t>
      </w:r>
      <w:r w:rsidR="007E1A5E" w:rsidRPr="00231A6E">
        <w:rPr>
          <w:szCs w:val="28"/>
          <w:lang w:eastAsia="en-US"/>
        </w:rPr>
        <w:t>статью</w:t>
      </w:r>
      <w:r w:rsidR="006D31D9" w:rsidRPr="00231A6E">
        <w:rPr>
          <w:szCs w:val="28"/>
          <w:lang w:eastAsia="en-US"/>
        </w:rPr>
        <w:t xml:space="preserve"> 14 изложить в следующей редакции:</w:t>
      </w:r>
    </w:p>
    <w:p w14:paraId="6EAB7CED" w14:textId="4B507EB6" w:rsidR="006D31D9" w:rsidRPr="00231A6E" w:rsidRDefault="006D31D9" w:rsidP="006D31D9">
      <w:pPr>
        <w:ind w:firstLine="709"/>
        <w:rPr>
          <w:b/>
          <w:bCs/>
          <w:szCs w:val="28"/>
          <w:lang w:eastAsia="en-US"/>
        </w:rPr>
      </w:pPr>
      <w:r w:rsidRPr="00231A6E">
        <w:rPr>
          <w:szCs w:val="28"/>
          <w:lang w:eastAsia="en-US"/>
        </w:rPr>
        <w:t xml:space="preserve">«Статья 14. </w:t>
      </w:r>
      <w:r w:rsidRPr="00231A6E">
        <w:rPr>
          <w:b/>
          <w:bCs/>
          <w:szCs w:val="28"/>
          <w:lang w:eastAsia="en-US"/>
        </w:rPr>
        <w:t xml:space="preserve">Виды наград </w:t>
      </w:r>
      <w:r w:rsidR="0001208C" w:rsidRPr="00231A6E">
        <w:rPr>
          <w:b/>
          <w:szCs w:val="28"/>
          <w:lang w:eastAsia="en-US"/>
        </w:rPr>
        <w:t>Ярославской областной Думы</w:t>
      </w:r>
    </w:p>
    <w:p w14:paraId="0344DB0F" w14:textId="35E08492" w:rsidR="006D31D9" w:rsidRPr="00231A6E" w:rsidRDefault="003126E5" w:rsidP="006D31D9">
      <w:pPr>
        <w:autoSpaceDE w:val="0"/>
        <w:autoSpaceDN w:val="0"/>
        <w:adjustRightInd w:val="0"/>
        <w:ind w:firstLine="720"/>
        <w:rPr>
          <w:szCs w:val="28"/>
        </w:rPr>
      </w:pPr>
      <w:bookmarkStart w:id="1" w:name="sub_142"/>
      <w:r w:rsidRPr="00231A6E">
        <w:rPr>
          <w:szCs w:val="28"/>
        </w:rPr>
        <w:t>1</w:t>
      </w:r>
      <w:r w:rsidR="006D31D9" w:rsidRPr="00231A6E">
        <w:rPr>
          <w:szCs w:val="28"/>
        </w:rPr>
        <w:t>. К наградам Ярославской областной Думы относятся:</w:t>
      </w:r>
    </w:p>
    <w:p w14:paraId="03948800" w14:textId="77777777" w:rsidR="006D31D9" w:rsidRPr="00231A6E" w:rsidRDefault="006D31D9" w:rsidP="006D31D9">
      <w:pPr>
        <w:autoSpaceDE w:val="0"/>
        <w:autoSpaceDN w:val="0"/>
        <w:adjustRightInd w:val="0"/>
        <w:ind w:firstLine="720"/>
        <w:rPr>
          <w:szCs w:val="28"/>
        </w:rPr>
      </w:pPr>
      <w:bookmarkStart w:id="2" w:name="sub_30241"/>
      <w:bookmarkEnd w:id="1"/>
      <w:r w:rsidRPr="00231A6E">
        <w:rPr>
          <w:szCs w:val="28"/>
        </w:rPr>
        <w:t>1) почетные знаки Ярославской областной Думы;</w:t>
      </w:r>
    </w:p>
    <w:p w14:paraId="7432084B" w14:textId="77777777" w:rsidR="006D31D9" w:rsidRPr="00231A6E" w:rsidRDefault="006D31D9" w:rsidP="006D31D9">
      <w:pPr>
        <w:autoSpaceDE w:val="0"/>
        <w:autoSpaceDN w:val="0"/>
        <w:adjustRightInd w:val="0"/>
        <w:ind w:firstLine="720"/>
        <w:rPr>
          <w:szCs w:val="28"/>
        </w:rPr>
      </w:pPr>
      <w:bookmarkStart w:id="3" w:name="sub_30242"/>
      <w:bookmarkEnd w:id="2"/>
      <w:r w:rsidRPr="00231A6E">
        <w:rPr>
          <w:szCs w:val="28"/>
        </w:rPr>
        <w:t>2) памятные знаки Ярославской областной Думы;</w:t>
      </w:r>
    </w:p>
    <w:p w14:paraId="3E752118" w14:textId="77777777" w:rsidR="006D31D9" w:rsidRPr="00231A6E" w:rsidRDefault="006D31D9" w:rsidP="006D31D9">
      <w:pPr>
        <w:autoSpaceDE w:val="0"/>
        <w:autoSpaceDN w:val="0"/>
        <w:adjustRightInd w:val="0"/>
        <w:ind w:firstLine="720"/>
        <w:rPr>
          <w:szCs w:val="28"/>
        </w:rPr>
      </w:pPr>
      <w:bookmarkStart w:id="4" w:name="sub_30243"/>
      <w:bookmarkEnd w:id="3"/>
      <w:r w:rsidRPr="00231A6E">
        <w:rPr>
          <w:szCs w:val="28"/>
        </w:rPr>
        <w:t>3) Почетная грамота Ярославской областной Думы.</w:t>
      </w:r>
    </w:p>
    <w:bookmarkEnd w:id="4"/>
    <w:p w14:paraId="480F1EBB" w14:textId="69680EC3" w:rsidR="006D31D9" w:rsidRPr="00231A6E" w:rsidRDefault="0001208C" w:rsidP="006D31D9">
      <w:pPr>
        <w:autoSpaceDE w:val="0"/>
        <w:autoSpaceDN w:val="0"/>
        <w:adjustRightInd w:val="0"/>
        <w:ind w:firstLine="720"/>
        <w:rPr>
          <w:szCs w:val="28"/>
        </w:rPr>
      </w:pPr>
      <w:r w:rsidRPr="00231A6E">
        <w:rPr>
          <w:szCs w:val="28"/>
        </w:rPr>
        <w:lastRenderedPageBreak/>
        <w:t>2</w:t>
      </w:r>
      <w:r w:rsidR="006D31D9" w:rsidRPr="00231A6E">
        <w:rPr>
          <w:szCs w:val="28"/>
        </w:rPr>
        <w:t xml:space="preserve">. </w:t>
      </w:r>
      <w:r w:rsidR="003126E5" w:rsidRPr="00231A6E">
        <w:rPr>
          <w:szCs w:val="28"/>
        </w:rPr>
        <w:t>Н</w:t>
      </w:r>
      <w:r w:rsidR="006D31D9" w:rsidRPr="00231A6E">
        <w:rPr>
          <w:szCs w:val="28"/>
        </w:rPr>
        <w:t>агр</w:t>
      </w:r>
      <w:r w:rsidR="003126E5" w:rsidRPr="00231A6E">
        <w:rPr>
          <w:szCs w:val="28"/>
        </w:rPr>
        <w:t xml:space="preserve">ады Ярославской областной Думы </w:t>
      </w:r>
      <w:r w:rsidRPr="00231A6E">
        <w:rPr>
          <w:szCs w:val="28"/>
        </w:rPr>
        <w:t>учреждаются</w:t>
      </w:r>
      <w:r w:rsidR="00BE691D" w:rsidRPr="00231A6E">
        <w:rPr>
          <w:szCs w:val="28"/>
        </w:rPr>
        <w:t xml:space="preserve"> и упраздняются</w:t>
      </w:r>
      <w:r w:rsidRPr="00231A6E">
        <w:rPr>
          <w:szCs w:val="28"/>
        </w:rPr>
        <w:t xml:space="preserve"> </w:t>
      </w:r>
      <w:r w:rsidR="003126E5" w:rsidRPr="00231A6E">
        <w:rPr>
          <w:szCs w:val="28"/>
        </w:rPr>
        <w:t>Ярославской областной Думой</w:t>
      </w:r>
      <w:r w:rsidR="006D31D9" w:rsidRPr="00231A6E">
        <w:rPr>
          <w:szCs w:val="28"/>
        </w:rPr>
        <w:t>.</w:t>
      </w:r>
    </w:p>
    <w:p w14:paraId="071AD549" w14:textId="04248F4E" w:rsidR="006D31D9" w:rsidRPr="00231A6E" w:rsidRDefault="006D31D9" w:rsidP="006D31D9">
      <w:pPr>
        <w:autoSpaceDE w:val="0"/>
        <w:autoSpaceDN w:val="0"/>
        <w:adjustRightInd w:val="0"/>
        <w:ind w:firstLine="720"/>
        <w:rPr>
          <w:szCs w:val="28"/>
        </w:rPr>
      </w:pPr>
      <w:bookmarkStart w:id="5" w:name="sub_30205"/>
      <w:r w:rsidRPr="00231A6E">
        <w:rPr>
          <w:szCs w:val="28"/>
        </w:rPr>
        <w:t>Одновременно с учреждением указанных наград утверждаются положения о них, а также их описания и изображ</w:t>
      </w:r>
      <w:r w:rsidR="004A6E0D" w:rsidRPr="00231A6E">
        <w:rPr>
          <w:szCs w:val="28"/>
        </w:rPr>
        <w:t>ения (при учреждении почетных и </w:t>
      </w:r>
      <w:r w:rsidRPr="00231A6E">
        <w:rPr>
          <w:szCs w:val="28"/>
        </w:rPr>
        <w:t>памятных знаков).</w:t>
      </w:r>
    </w:p>
    <w:bookmarkEnd w:id="5"/>
    <w:p w14:paraId="3A9094BB" w14:textId="562DE3F5" w:rsidR="006D31D9" w:rsidRPr="00231A6E" w:rsidRDefault="0001208C" w:rsidP="006D31D9">
      <w:pPr>
        <w:autoSpaceDE w:val="0"/>
        <w:autoSpaceDN w:val="0"/>
        <w:adjustRightInd w:val="0"/>
        <w:ind w:firstLine="720"/>
        <w:rPr>
          <w:szCs w:val="28"/>
        </w:rPr>
      </w:pPr>
      <w:r w:rsidRPr="00231A6E">
        <w:rPr>
          <w:szCs w:val="28"/>
        </w:rPr>
        <w:t>3</w:t>
      </w:r>
      <w:r w:rsidR="006D31D9" w:rsidRPr="00231A6E">
        <w:rPr>
          <w:szCs w:val="28"/>
        </w:rPr>
        <w:t xml:space="preserve">. Решение о награждении наградой </w:t>
      </w:r>
      <w:r w:rsidRPr="00231A6E">
        <w:rPr>
          <w:szCs w:val="28"/>
          <w:lang w:eastAsia="en-US"/>
        </w:rPr>
        <w:t>Ярославской областной Думы</w:t>
      </w:r>
      <w:r w:rsidR="003126E5" w:rsidRPr="00231A6E">
        <w:rPr>
          <w:szCs w:val="28"/>
        </w:rPr>
        <w:t xml:space="preserve"> принимается</w:t>
      </w:r>
      <w:r w:rsidR="006D31D9" w:rsidRPr="00231A6E">
        <w:rPr>
          <w:szCs w:val="28"/>
        </w:rPr>
        <w:t xml:space="preserve"> в форме правового акта </w:t>
      </w:r>
      <w:r w:rsidRPr="00231A6E">
        <w:rPr>
          <w:szCs w:val="28"/>
          <w:lang w:eastAsia="en-US"/>
        </w:rPr>
        <w:t>Ярославской областной Думы</w:t>
      </w:r>
      <w:r w:rsidR="006D31D9" w:rsidRPr="00231A6E">
        <w:rPr>
          <w:szCs w:val="28"/>
        </w:rPr>
        <w:t>.</w:t>
      </w:r>
      <w:r w:rsidR="007E1A5E" w:rsidRPr="00231A6E">
        <w:rPr>
          <w:szCs w:val="28"/>
        </w:rPr>
        <w:t>»;</w:t>
      </w:r>
    </w:p>
    <w:p w14:paraId="2E87D0E9" w14:textId="552F946A" w:rsidR="007E1A5E" w:rsidRPr="00231A6E" w:rsidRDefault="007E1A5E" w:rsidP="007E1A5E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1</w:t>
      </w:r>
      <w:r w:rsidR="008008B2">
        <w:rPr>
          <w:szCs w:val="28"/>
          <w:lang w:eastAsia="en-US"/>
        </w:rPr>
        <w:t>1</w:t>
      </w:r>
      <w:r w:rsidRPr="00231A6E">
        <w:rPr>
          <w:szCs w:val="28"/>
          <w:lang w:eastAsia="en-US"/>
        </w:rPr>
        <w:t>) статью 15 изложить в следующей редакции:</w:t>
      </w:r>
    </w:p>
    <w:p w14:paraId="271D8032" w14:textId="742679F1" w:rsidR="003126E5" w:rsidRPr="00231A6E" w:rsidRDefault="007E1A5E" w:rsidP="003126E5">
      <w:pPr>
        <w:autoSpaceDE w:val="0"/>
        <w:autoSpaceDN w:val="0"/>
        <w:adjustRightInd w:val="0"/>
        <w:ind w:firstLine="720"/>
        <w:rPr>
          <w:b/>
          <w:szCs w:val="28"/>
        </w:rPr>
      </w:pPr>
      <w:r w:rsidRPr="00231A6E">
        <w:rPr>
          <w:bCs/>
          <w:szCs w:val="28"/>
        </w:rPr>
        <w:t>«</w:t>
      </w:r>
      <w:r w:rsidR="003126E5" w:rsidRPr="00231A6E">
        <w:rPr>
          <w:bCs/>
          <w:szCs w:val="28"/>
        </w:rPr>
        <w:t>Статья 15.</w:t>
      </w:r>
      <w:r w:rsidR="003126E5" w:rsidRPr="00231A6E">
        <w:rPr>
          <w:szCs w:val="28"/>
        </w:rPr>
        <w:t xml:space="preserve"> </w:t>
      </w:r>
      <w:r w:rsidR="003126E5" w:rsidRPr="00231A6E">
        <w:rPr>
          <w:b/>
          <w:szCs w:val="28"/>
        </w:rPr>
        <w:t xml:space="preserve">Требования к награждению наградами </w:t>
      </w:r>
      <w:r w:rsidR="0001208C" w:rsidRPr="00231A6E">
        <w:rPr>
          <w:b/>
          <w:szCs w:val="28"/>
          <w:lang w:eastAsia="en-US"/>
        </w:rPr>
        <w:t xml:space="preserve">Ярославской </w:t>
      </w:r>
      <w:r w:rsidR="00C97796">
        <w:rPr>
          <w:b/>
          <w:szCs w:val="28"/>
          <w:lang w:eastAsia="en-US"/>
        </w:rPr>
        <w:br/>
      </w:r>
      <w:r w:rsidR="0001208C" w:rsidRPr="00231A6E">
        <w:rPr>
          <w:b/>
          <w:szCs w:val="28"/>
          <w:lang w:eastAsia="en-US"/>
        </w:rPr>
        <w:t>областной Думы</w:t>
      </w:r>
    </w:p>
    <w:p w14:paraId="31CBC5B9" w14:textId="4D2BF9FC" w:rsidR="003126E5" w:rsidRPr="00231A6E" w:rsidRDefault="003126E5" w:rsidP="003126E5">
      <w:pPr>
        <w:autoSpaceDE w:val="0"/>
        <w:autoSpaceDN w:val="0"/>
        <w:adjustRightInd w:val="0"/>
        <w:ind w:firstLine="720"/>
        <w:rPr>
          <w:szCs w:val="28"/>
        </w:rPr>
      </w:pPr>
      <w:bookmarkStart w:id="6" w:name="sub_151"/>
      <w:r w:rsidRPr="00231A6E">
        <w:rPr>
          <w:szCs w:val="28"/>
        </w:rPr>
        <w:t xml:space="preserve">1. Наград </w:t>
      </w:r>
      <w:r w:rsidR="0001208C" w:rsidRPr="00231A6E">
        <w:rPr>
          <w:szCs w:val="28"/>
          <w:lang w:eastAsia="en-US"/>
        </w:rPr>
        <w:t>Ярославской областной Думы</w:t>
      </w:r>
      <w:r w:rsidR="0001208C" w:rsidRPr="00231A6E">
        <w:rPr>
          <w:szCs w:val="28"/>
        </w:rPr>
        <w:t xml:space="preserve"> </w:t>
      </w:r>
      <w:r w:rsidR="004A6E0D" w:rsidRPr="00231A6E">
        <w:rPr>
          <w:szCs w:val="28"/>
        </w:rPr>
        <w:t>в соответствии с положениями о </w:t>
      </w:r>
      <w:r w:rsidRPr="00231A6E">
        <w:rPr>
          <w:szCs w:val="28"/>
        </w:rPr>
        <w:t>них могут быть удостоены граждане Российской Федерации, иностранные граждане, лица без гражданства, а также юридические лица.</w:t>
      </w:r>
    </w:p>
    <w:p w14:paraId="716D0F97" w14:textId="707ECF60" w:rsidR="003126E5" w:rsidRPr="00231A6E" w:rsidRDefault="003126E5" w:rsidP="003126E5">
      <w:pPr>
        <w:autoSpaceDE w:val="0"/>
        <w:autoSpaceDN w:val="0"/>
        <w:adjustRightInd w:val="0"/>
        <w:ind w:firstLine="720"/>
        <w:rPr>
          <w:szCs w:val="28"/>
        </w:rPr>
      </w:pPr>
      <w:bookmarkStart w:id="7" w:name="sub_152"/>
      <w:bookmarkEnd w:id="6"/>
      <w:r w:rsidRPr="00231A6E">
        <w:rPr>
          <w:szCs w:val="28"/>
        </w:rPr>
        <w:t xml:space="preserve">2. Повторное награждение наградами </w:t>
      </w:r>
      <w:r w:rsidR="0001208C" w:rsidRPr="00231A6E">
        <w:rPr>
          <w:szCs w:val="28"/>
          <w:lang w:eastAsia="en-US"/>
        </w:rPr>
        <w:t>Ярославской областной Думы</w:t>
      </w:r>
      <w:r w:rsidRPr="00231A6E">
        <w:rPr>
          <w:szCs w:val="28"/>
        </w:rPr>
        <w:t xml:space="preserve"> осуществляется не ранее чем через три года после предыдущего награждения одной и той же наградой.</w:t>
      </w:r>
    </w:p>
    <w:bookmarkEnd w:id="7"/>
    <w:p w14:paraId="28332E99" w14:textId="762AAF67" w:rsidR="003126E5" w:rsidRPr="00231A6E" w:rsidRDefault="003126E5" w:rsidP="003126E5">
      <w:pPr>
        <w:autoSpaceDE w:val="0"/>
        <w:autoSpaceDN w:val="0"/>
        <w:adjustRightInd w:val="0"/>
        <w:ind w:firstLine="720"/>
        <w:rPr>
          <w:szCs w:val="28"/>
        </w:rPr>
      </w:pPr>
      <w:r w:rsidRPr="00231A6E">
        <w:rPr>
          <w:szCs w:val="28"/>
        </w:rPr>
        <w:t xml:space="preserve">3. Награждение наградами </w:t>
      </w:r>
      <w:r w:rsidR="0001208C" w:rsidRPr="00231A6E">
        <w:rPr>
          <w:szCs w:val="28"/>
          <w:lang w:eastAsia="en-US"/>
        </w:rPr>
        <w:t>Ярославской областной Думы</w:t>
      </w:r>
      <w:r w:rsidR="0001208C" w:rsidRPr="00231A6E">
        <w:rPr>
          <w:szCs w:val="28"/>
        </w:rPr>
        <w:t xml:space="preserve"> </w:t>
      </w:r>
      <w:r w:rsidR="004A6E0D" w:rsidRPr="00231A6E">
        <w:rPr>
          <w:szCs w:val="28"/>
        </w:rPr>
        <w:t>посмертно не </w:t>
      </w:r>
      <w:r w:rsidRPr="00231A6E">
        <w:rPr>
          <w:szCs w:val="28"/>
        </w:rPr>
        <w:t>производится.</w:t>
      </w:r>
    </w:p>
    <w:p w14:paraId="4E8F649F" w14:textId="402DFBC0" w:rsidR="003126E5" w:rsidRPr="00231A6E" w:rsidRDefault="003126E5" w:rsidP="003126E5">
      <w:pPr>
        <w:autoSpaceDE w:val="0"/>
        <w:autoSpaceDN w:val="0"/>
        <w:adjustRightInd w:val="0"/>
        <w:ind w:firstLine="720"/>
        <w:rPr>
          <w:szCs w:val="28"/>
        </w:rPr>
      </w:pPr>
      <w:bookmarkStart w:id="8" w:name="sub_154"/>
      <w:r w:rsidRPr="00231A6E">
        <w:rPr>
          <w:szCs w:val="28"/>
        </w:rPr>
        <w:t xml:space="preserve">4. Не могут быть удостоены наград </w:t>
      </w:r>
      <w:r w:rsidR="0001208C" w:rsidRPr="00231A6E">
        <w:rPr>
          <w:szCs w:val="28"/>
          <w:lang w:eastAsia="en-US"/>
        </w:rPr>
        <w:t>Ярославской областной Думы</w:t>
      </w:r>
      <w:r w:rsidR="0001208C" w:rsidRPr="00231A6E">
        <w:rPr>
          <w:szCs w:val="28"/>
        </w:rPr>
        <w:t xml:space="preserve"> </w:t>
      </w:r>
      <w:r w:rsidR="004A6E0D" w:rsidRPr="00231A6E">
        <w:rPr>
          <w:szCs w:val="28"/>
        </w:rPr>
        <w:t>лица, </w:t>
      </w:r>
      <w:r w:rsidRPr="00231A6E">
        <w:rPr>
          <w:szCs w:val="28"/>
        </w:rPr>
        <w:t>имеющие неснятую или непогашенную судимость.</w:t>
      </w:r>
    </w:p>
    <w:bookmarkEnd w:id="8"/>
    <w:p w14:paraId="6E13F4B6" w14:textId="3EE61FE6" w:rsidR="003126E5" w:rsidRPr="00231A6E" w:rsidRDefault="003126E5" w:rsidP="003126E5">
      <w:pPr>
        <w:autoSpaceDE w:val="0"/>
        <w:autoSpaceDN w:val="0"/>
        <w:adjustRightInd w:val="0"/>
        <w:ind w:firstLine="720"/>
        <w:rPr>
          <w:szCs w:val="28"/>
        </w:rPr>
      </w:pPr>
      <w:r w:rsidRPr="00231A6E">
        <w:rPr>
          <w:szCs w:val="28"/>
        </w:rPr>
        <w:t xml:space="preserve">5. Иные требования к награждению наградами </w:t>
      </w:r>
      <w:r w:rsidR="0001208C" w:rsidRPr="00231A6E">
        <w:rPr>
          <w:szCs w:val="28"/>
          <w:lang w:eastAsia="en-US"/>
        </w:rPr>
        <w:t>Ярославской областной Думы</w:t>
      </w:r>
      <w:r w:rsidR="0001208C" w:rsidRPr="00231A6E">
        <w:rPr>
          <w:szCs w:val="28"/>
        </w:rPr>
        <w:t xml:space="preserve"> </w:t>
      </w:r>
      <w:r w:rsidRPr="00231A6E">
        <w:rPr>
          <w:szCs w:val="28"/>
        </w:rPr>
        <w:t>устанавливаются положениями о них.»</w:t>
      </w:r>
      <w:r w:rsidR="00A1671F" w:rsidRPr="00231A6E">
        <w:rPr>
          <w:szCs w:val="28"/>
        </w:rPr>
        <w:t>;</w:t>
      </w:r>
    </w:p>
    <w:p w14:paraId="1C67CEBF" w14:textId="7D832603" w:rsidR="0072481F" w:rsidRPr="00231A6E" w:rsidRDefault="00285029" w:rsidP="00E566D5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1</w:t>
      </w:r>
      <w:r w:rsidR="008008B2">
        <w:rPr>
          <w:szCs w:val="28"/>
          <w:lang w:eastAsia="en-US"/>
        </w:rPr>
        <w:t>2</w:t>
      </w:r>
      <w:r w:rsidR="00455075" w:rsidRPr="00231A6E">
        <w:rPr>
          <w:szCs w:val="28"/>
          <w:lang w:eastAsia="en-US"/>
        </w:rPr>
        <w:t xml:space="preserve">) дополнить </w:t>
      </w:r>
      <w:r w:rsidR="00F0375C" w:rsidRPr="00231A6E">
        <w:rPr>
          <w:szCs w:val="28"/>
          <w:lang w:eastAsia="en-US"/>
        </w:rPr>
        <w:t xml:space="preserve">приложениями </w:t>
      </w:r>
      <w:r w:rsidR="0058132F" w:rsidRPr="00231A6E">
        <w:rPr>
          <w:szCs w:val="28"/>
          <w:lang w:eastAsia="en-US"/>
        </w:rPr>
        <w:t>4 – 26</w:t>
      </w:r>
      <w:r w:rsidR="003E3747" w:rsidRPr="00231A6E">
        <w:rPr>
          <w:szCs w:val="28"/>
          <w:lang w:eastAsia="en-US"/>
        </w:rPr>
        <w:t xml:space="preserve"> </w:t>
      </w:r>
      <w:r w:rsidR="0072481F" w:rsidRPr="00231A6E">
        <w:rPr>
          <w:szCs w:val="28"/>
          <w:lang w:eastAsia="en-US"/>
        </w:rPr>
        <w:t>следующего содержания:</w:t>
      </w:r>
    </w:p>
    <w:p w14:paraId="66CC5C1F" w14:textId="2A26097B" w:rsidR="003126E5" w:rsidRPr="00231A6E" w:rsidRDefault="003126E5">
      <w:pPr>
        <w:ind w:firstLine="0"/>
        <w:jc w:val="left"/>
        <w:rPr>
          <w:szCs w:val="28"/>
          <w:lang w:eastAsia="en-US"/>
        </w:rPr>
      </w:pPr>
    </w:p>
    <w:p w14:paraId="4655B517" w14:textId="2CC75E87" w:rsidR="008A448C" w:rsidRPr="00231A6E" w:rsidRDefault="0058132F" w:rsidP="008A448C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«</w:t>
      </w:r>
      <w:r w:rsidR="008A448C" w:rsidRPr="00231A6E">
        <w:rPr>
          <w:szCs w:val="28"/>
          <w:lang w:eastAsia="en-US"/>
        </w:rPr>
        <w:t>Приложение 4</w:t>
      </w:r>
    </w:p>
    <w:p w14:paraId="61110B65" w14:textId="77777777" w:rsidR="008A448C" w:rsidRPr="00231A6E" w:rsidRDefault="008A448C" w:rsidP="008A448C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к Закону</w:t>
      </w:r>
    </w:p>
    <w:p w14:paraId="65EF0BF0" w14:textId="77777777" w:rsidR="008A448C" w:rsidRPr="00231A6E" w:rsidRDefault="008A448C" w:rsidP="008A448C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Ярославской области</w:t>
      </w:r>
    </w:p>
    <w:p w14:paraId="1EA9E5C2" w14:textId="77777777" w:rsidR="008A448C" w:rsidRPr="00231A6E" w:rsidRDefault="008A448C" w:rsidP="008A448C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от 06.05.2010 № 11-з</w:t>
      </w:r>
    </w:p>
    <w:p w14:paraId="76E008B5" w14:textId="77777777" w:rsidR="008A448C" w:rsidRPr="00231A6E" w:rsidRDefault="008A448C" w:rsidP="008A448C">
      <w:pPr>
        <w:ind w:firstLine="709"/>
        <w:rPr>
          <w:szCs w:val="28"/>
          <w:lang w:eastAsia="en-US"/>
        </w:rPr>
      </w:pPr>
    </w:p>
    <w:p w14:paraId="0BBB01AA" w14:textId="77777777" w:rsidR="008A448C" w:rsidRPr="00231A6E" w:rsidRDefault="008A448C" w:rsidP="008A448C">
      <w:pPr>
        <w:ind w:firstLine="0"/>
        <w:jc w:val="center"/>
        <w:rPr>
          <w:b/>
          <w:szCs w:val="28"/>
          <w:lang w:eastAsia="en-US"/>
        </w:rPr>
      </w:pPr>
      <w:r w:rsidRPr="00231A6E">
        <w:rPr>
          <w:b/>
          <w:szCs w:val="28"/>
          <w:lang w:eastAsia="en-US"/>
        </w:rPr>
        <w:t>Положение</w:t>
      </w:r>
    </w:p>
    <w:p w14:paraId="203B9E9E" w14:textId="77777777" w:rsidR="008A448C" w:rsidRPr="00231A6E" w:rsidRDefault="008A448C" w:rsidP="008A448C">
      <w:pPr>
        <w:ind w:firstLine="0"/>
        <w:jc w:val="center"/>
        <w:rPr>
          <w:b/>
          <w:szCs w:val="28"/>
          <w:lang w:eastAsia="en-US"/>
        </w:rPr>
      </w:pPr>
      <w:r w:rsidRPr="00231A6E">
        <w:rPr>
          <w:b/>
          <w:szCs w:val="28"/>
          <w:lang w:eastAsia="en-US"/>
        </w:rPr>
        <w:t>о почетном звании «Почетный ветеринарный врач Ярославской области»</w:t>
      </w:r>
    </w:p>
    <w:p w14:paraId="2A40CE4B" w14:textId="77777777" w:rsidR="008A448C" w:rsidRPr="00231A6E" w:rsidRDefault="008A448C" w:rsidP="008A448C">
      <w:pPr>
        <w:ind w:firstLine="0"/>
        <w:jc w:val="center"/>
        <w:rPr>
          <w:b/>
          <w:szCs w:val="28"/>
          <w:lang w:eastAsia="en-US"/>
        </w:rPr>
      </w:pPr>
    </w:p>
    <w:p w14:paraId="1336E43F" w14:textId="77777777" w:rsidR="008A448C" w:rsidRPr="00231A6E" w:rsidRDefault="008A448C" w:rsidP="008A448C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1. </w:t>
      </w:r>
      <w:r w:rsidRPr="00231A6E">
        <w:rPr>
          <w:bCs/>
          <w:szCs w:val="28"/>
          <w:lang w:eastAsia="en-US"/>
        </w:rPr>
        <w:t xml:space="preserve">Почетное звание «Почетный ветеринарный врач Ярославской области» </w:t>
      </w:r>
      <w:bookmarkStart w:id="9" w:name="_Hlk212406427"/>
      <w:r w:rsidRPr="00231A6E">
        <w:rPr>
          <w:bCs/>
          <w:szCs w:val="28"/>
          <w:lang w:eastAsia="en-US"/>
        </w:rPr>
        <w:t xml:space="preserve">(далее </w:t>
      </w:r>
      <w:r w:rsidRPr="00231A6E">
        <w:rPr>
          <w:rFonts w:cs="Calibri"/>
          <w:szCs w:val="22"/>
          <w:lang w:eastAsia="en-US"/>
        </w:rPr>
        <w:t xml:space="preserve">– </w:t>
      </w:r>
      <w:r w:rsidRPr="00231A6E">
        <w:rPr>
          <w:bCs/>
          <w:szCs w:val="28"/>
          <w:lang w:eastAsia="en-US"/>
        </w:rPr>
        <w:t>Почетное звание)</w:t>
      </w:r>
      <w:bookmarkEnd w:id="9"/>
      <w:r w:rsidRPr="00231A6E">
        <w:rPr>
          <w:bCs/>
          <w:szCs w:val="28"/>
          <w:lang w:eastAsia="en-US"/>
        </w:rPr>
        <w:t xml:space="preserve"> </w:t>
      </w:r>
      <w:r w:rsidRPr="00231A6E">
        <w:rPr>
          <w:szCs w:val="28"/>
          <w:lang w:eastAsia="en-US"/>
        </w:rPr>
        <w:t>присваивается высокопрофессиональным практикующим ветеринарным врачам за личные заслуги:</w:t>
      </w:r>
    </w:p>
    <w:p w14:paraId="3BDF05ED" w14:textId="1683997C" w:rsidR="008A448C" w:rsidRPr="00231A6E" w:rsidRDefault="002F1E2D" w:rsidP="008A448C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</w:t>
      </w:r>
      <w:r w:rsidR="008A448C" w:rsidRPr="00231A6E">
        <w:rPr>
          <w:szCs w:val="28"/>
          <w:lang w:eastAsia="en-US"/>
        </w:rPr>
        <w:t>в оказании своевременной ветеринарной помощи с использованием в практике работы последних достижений ветеринарной науки, современных лекарственных препаратов, средств для ветеринарного применения, медицинских инструментов и оборудования;</w:t>
      </w:r>
    </w:p>
    <w:p w14:paraId="75F3220C" w14:textId="18D6AC86" w:rsidR="008A448C" w:rsidRPr="00231A6E" w:rsidRDefault="002F1E2D" w:rsidP="008A448C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2) </w:t>
      </w:r>
      <w:r w:rsidR="008A448C" w:rsidRPr="00231A6E">
        <w:rPr>
          <w:szCs w:val="28"/>
          <w:lang w:eastAsia="en-US"/>
        </w:rPr>
        <w:t>во внедрении в современную ветеринарную практику передового опыта в области профилактики, диагностики, лечения болезней животных и реабилитации животных;</w:t>
      </w:r>
    </w:p>
    <w:p w14:paraId="0B6E151B" w14:textId="2DD3D24F" w:rsidR="008A448C" w:rsidRPr="00231A6E" w:rsidRDefault="002F1E2D" w:rsidP="008A448C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3) </w:t>
      </w:r>
      <w:r w:rsidR="008A448C" w:rsidRPr="00231A6E">
        <w:rPr>
          <w:szCs w:val="28"/>
          <w:lang w:eastAsia="en-US"/>
        </w:rPr>
        <w:t>в реализации мероприятий по предупреждению и ликвидации заразных и иных болезней животных, включая сельскохозяйственных, домашних, зоопарковых и других животных;</w:t>
      </w:r>
    </w:p>
    <w:p w14:paraId="192C7245" w14:textId="3D33BA76" w:rsidR="008A448C" w:rsidRPr="00231A6E" w:rsidRDefault="002F1E2D" w:rsidP="008A448C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 xml:space="preserve">4) </w:t>
      </w:r>
      <w:r w:rsidR="008A448C" w:rsidRPr="00231A6E">
        <w:rPr>
          <w:szCs w:val="28"/>
          <w:lang w:eastAsia="en-US"/>
        </w:rPr>
        <w:t xml:space="preserve">в предупреждении болезней животных, их лечении, обеспечении </w:t>
      </w:r>
      <w:r w:rsidR="00222C4A">
        <w:rPr>
          <w:szCs w:val="28"/>
          <w:lang w:eastAsia="en-US"/>
        </w:rPr>
        <w:br/>
      </w:r>
      <w:r w:rsidR="008A448C" w:rsidRPr="00231A6E">
        <w:rPr>
          <w:szCs w:val="28"/>
          <w:lang w:eastAsia="en-US"/>
        </w:rPr>
        <w:t>безопасности в ветеринарно-санитарном отношении продуктов животноводства, а также в защите населения от болезней, общих для человека и животных;</w:t>
      </w:r>
    </w:p>
    <w:p w14:paraId="59288327" w14:textId="34D02672" w:rsidR="008A448C" w:rsidRPr="00231A6E" w:rsidRDefault="002F1E2D" w:rsidP="008A448C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5) </w:t>
      </w:r>
      <w:r w:rsidR="008A448C" w:rsidRPr="00231A6E">
        <w:rPr>
          <w:szCs w:val="28"/>
          <w:lang w:eastAsia="en-US"/>
        </w:rPr>
        <w:t>в успешном совмещении высокопрофессиональной деятельности по оказанию ветеринарной помощи с эффективной организационной или научной работой в области ветеринарии;</w:t>
      </w:r>
    </w:p>
    <w:p w14:paraId="023C50F4" w14:textId="201B8678" w:rsidR="008A448C" w:rsidRPr="00231A6E" w:rsidRDefault="002F1E2D" w:rsidP="008A448C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6) </w:t>
      </w:r>
      <w:r w:rsidR="008A448C" w:rsidRPr="00231A6E">
        <w:rPr>
          <w:szCs w:val="28"/>
          <w:lang w:eastAsia="en-US"/>
        </w:rPr>
        <w:t>в организации и проведении противоэпизоотических и других ветеринарных мероприятий;</w:t>
      </w:r>
    </w:p>
    <w:p w14:paraId="5EFA55B0" w14:textId="4B9084A8" w:rsidR="008A448C" w:rsidRPr="00231A6E" w:rsidRDefault="002F1E2D" w:rsidP="008A448C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7) </w:t>
      </w:r>
      <w:r w:rsidR="008A448C" w:rsidRPr="00231A6E">
        <w:rPr>
          <w:szCs w:val="28"/>
          <w:lang w:eastAsia="en-US"/>
        </w:rPr>
        <w:t>в осуществлении специальных мероприятий по защите животных от поражающего воздействия экстремальных факторов, природных и техногенных катастроф;</w:t>
      </w:r>
    </w:p>
    <w:p w14:paraId="44B631DB" w14:textId="52257621" w:rsidR="008A448C" w:rsidRPr="00231A6E" w:rsidRDefault="002F1E2D" w:rsidP="008A448C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8) </w:t>
      </w:r>
      <w:r w:rsidR="008A448C" w:rsidRPr="00231A6E">
        <w:rPr>
          <w:szCs w:val="28"/>
          <w:lang w:eastAsia="en-US"/>
        </w:rPr>
        <w:t>в подготовке квалифицированн</w:t>
      </w:r>
      <w:r>
        <w:rPr>
          <w:szCs w:val="28"/>
          <w:lang w:eastAsia="en-US"/>
        </w:rPr>
        <w:t>ых кадров в области ветеринарии;</w:t>
      </w:r>
    </w:p>
    <w:p w14:paraId="1CA38523" w14:textId="7EADC34C" w:rsidR="008A448C" w:rsidRPr="00231A6E" w:rsidRDefault="00EA4EB9" w:rsidP="008A448C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9) </w:t>
      </w:r>
      <w:r w:rsidR="008A448C" w:rsidRPr="00231A6E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48375CBE" w14:textId="64246254" w:rsidR="008A448C" w:rsidRPr="00231A6E" w:rsidRDefault="008A448C" w:rsidP="008A448C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2.  Почетное звание присваивается лицам, имеющим стаж работы ветеринарным врачом на территории Ярославской области не менее </w:t>
      </w:r>
      <w:r w:rsidR="00EA4EB9">
        <w:rPr>
          <w:szCs w:val="28"/>
          <w:lang w:eastAsia="en-US"/>
        </w:rPr>
        <w:t xml:space="preserve">пятнадцати </w:t>
      </w:r>
      <w:r w:rsidRPr="00231A6E">
        <w:rPr>
          <w:szCs w:val="28"/>
          <w:lang w:eastAsia="en-US"/>
        </w:rPr>
        <w:t xml:space="preserve">лет, в том числе не менее </w:t>
      </w:r>
      <w:r w:rsidR="00EA4EB9">
        <w:rPr>
          <w:szCs w:val="28"/>
          <w:lang w:eastAsia="en-US"/>
        </w:rPr>
        <w:t>трех</w:t>
      </w:r>
      <w:r w:rsidRPr="00231A6E">
        <w:rPr>
          <w:szCs w:val="28"/>
          <w:lang w:eastAsia="en-US"/>
        </w:rPr>
        <w:t xml:space="preserve"> лет по последнему месту работы.</w:t>
      </w:r>
    </w:p>
    <w:p w14:paraId="0EEDB460" w14:textId="77505D37" w:rsidR="008A448C" w:rsidRPr="001114BB" w:rsidRDefault="008A448C" w:rsidP="008A448C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3. Почетное звание присваивается при наличии у представленного к присвоению </w:t>
      </w:r>
      <w:r w:rsidRPr="001114BB">
        <w:rPr>
          <w:szCs w:val="28"/>
          <w:lang w:eastAsia="en-US"/>
        </w:rPr>
        <w:t>Почетного звания лица наград или поощрений органов государственной власти Российской Федерации</w:t>
      </w:r>
      <w:r w:rsidR="00EA4EB9" w:rsidRPr="001114BB">
        <w:rPr>
          <w:szCs w:val="28"/>
          <w:lang w:eastAsia="en-US"/>
        </w:rPr>
        <w:t>,</w:t>
      </w:r>
      <w:r w:rsidRPr="001114BB">
        <w:rPr>
          <w:szCs w:val="28"/>
          <w:lang w:eastAsia="en-US"/>
        </w:rPr>
        <w:t xml:space="preserve"> и (и</w:t>
      </w:r>
      <w:r w:rsidR="00EA4EB9" w:rsidRPr="001114BB">
        <w:rPr>
          <w:szCs w:val="28"/>
          <w:lang w:eastAsia="en-US"/>
        </w:rPr>
        <w:t>ли) наград Ярославской области,</w:t>
      </w:r>
      <w:r w:rsidRPr="001114BB">
        <w:rPr>
          <w:szCs w:val="28"/>
          <w:lang w:eastAsia="en-US"/>
        </w:rPr>
        <w:t xml:space="preserve"> и (или) наград Ярославской областной Думы</w:t>
      </w:r>
      <w:r w:rsidR="00A45289" w:rsidRPr="001114BB">
        <w:rPr>
          <w:szCs w:val="28"/>
          <w:lang w:eastAsia="en-US"/>
        </w:rPr>
        <w:t>,</w:t>
      </w:r>
      <w:r w:rsidR="00EA4EB9" w:rsidRPr="001114BB">
        <w:rPr>
          <w:szCs w:val="28"/>
          <w:lang w:eastAsia="en-US"/>
        </w:rPr>
        <w:t xml:space="preserve"> и (или) наград Губернатора Ярославской области</w:t>
      </w:r>
      <w:r w:rsidR="004D272A" w:rsidRPr="006976AC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1114BB">
        <w:rPr>
          <w:szCs w:val="28"/>
          <w:lang w:eastAsia="en-US"/>
        </w:rPr>
        <w:t>.</w:t>
      </w:r>
    </w:p>
    <w:p w14:paraId="502D8810" w14:textId="77777777" w:rsidR="008A448C" w:rsidRPr="001114BB" w:rsidRDefault="008A448C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7DC9A8B2" w14:textId="77777777" w:rsidR="008A448C" w:rsidRPr="001114BB" w:rsidRDefault="008A448C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3C59C188" w14:textId="77777777" w:rsidR="008A448C" w:rsidRPr="001114BB" w:rsidRDefault="008A448C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5A624477" w14:textId="77777777" w:rsidR="008A448C" w:rsidRPr="001114BB" w:rsidRDefault="008A448C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06E95CB4" w14:textId="77777777" w:rsidR="008A448C" w:rsidRPr="001114BB" w:rsidRDefault="008A448C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41962634" w14:textId="77777777" w:rsidR="008A448C" w:rsidRPr="001114BB" w:rsidRDefault="008A448C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5. Гражданину, которому присвоено Почетное звание, вручается удостоверение почетного ветеринарного врача Ярославской области и нагрудный знак к Почетному званию.</w:t>
      </w:r>
    </w:p>
    <w:p w14:paraId="3844774D" w14:textId="77777777" w:rsidR="008A448C" w:rsidRPr="001114BB" w:rsidRDefault="008A448C" w:rsidP="008A448C">
      <w:pPr>
        <w:ind w:firstLine="709"/>
        <w:rPr>
          <w:szCs w:val="28"/>
          <w:lang w:eastAsia="en-US"/>
        </w:rPr>
      </w:pPr>
    </w:p>
    <w:p w14:paraId="3AD2F601" w14:textId="1813D82E" w:rsidR="008A448C" w:rsidRPr="001114BB" w:rsidRDefault="008A448C" w:rsidP="008A448C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Приложение </w:t>
      </w:r>
      <w:r w:rsidR="00B061AE" w:rsidRPr="001114BB">
        <w:rPr>
          <w:szCs w:val="28"/>
          <w:lang w:eastAsia="en-US"/>
        </w:rPr>
        <w:t>5</w:t>
      </w:r>
    </w:p>
    <w:p w14:paraId="4A346000" w14:textId="77777777" w:rsidR="008A448C" w:rsidRPr="001114BB" w:rsidRDefault="008A448C" w:rsidP="008A448C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к Закону</w:t>
      </w:r>
    </w:p>
    <w:p w14:paraId="5653BF75" w14:textId="77777777" w:rsidR="008A448C" w:rsidRPr="001114BB" w:rsidRDefault="008A448C" w:rsidP="008A448C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Ярославской области</w:t>
      </w:r>
    </w:p>
    <w:p w14:paraId="65E4D513" w14:textId="77777777" w:rsidR="008A448C" w:rsidRPr="001114BB" w:rsidRDefault="008A448C" w:rsidP="008A448C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от 06.05.2010 № 11-з</w:t>
      </w:r>
    </w:p>
    <w:p w14:paraId="16CF377C" w14:textId="77777777" w:rsidR="008A448C" w:rsidRPr="001114BB" w:rsidRDefault="008A448C" w:rsidP="008A448C">
      <w:pPr>
        <w:ind w:firstLine="709"/>
        <w:rPr>
          <w:szCs w:val="28"/>
          <w:lang w:eastAsia="en-US"/>
        </w:rPr>
      </w:pPr>
    </w:p>
    <w:p w14:paraId="26905402" w14:textId="77777777" w:rsidR="008A448C" w:rsidRPr="001114BB" w:rsidRDefault="008A448C" w:rsidP="008A448C">
      <w:pPr>
        <w:ind w:firstLine="709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>Положение</w:t>
      </w:r>
    </w:p>
    <w:p w14:paraId="09F3A0E7" w14:textId="77777777" w:rsidR="008A448C" w:rsidRPr="001114BB" w:rsidRDefault="008A448C" w:rsidP="008A448C">
      <w:pPr>
        <w:ind w:firstLine="709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>о почетном звании «Почетный врач Ярославской области»</w:t>
      </w:r>
    </w:p>
    <w:p w14:paraId="62707F07" w14:textId="77777777" w:rsidR="008A448C" w:rsidRPr="001114BB" w:rsidRDefault="008A448C" w:rsidP="008A448C">
      <w:pPr>
        <w:ind w:firstLine="709"/>
        <w:jc w:val="center"/>
        <w:rPr>
          <w:szCs w:val="28"/>
          <w:lang w:eastAsia="en-US"/>
        </w:rPr>
      </w:pPr>
    </w:p>
    <w:p w14:paraId="10C629D4" w14:textId="77777777" w:rsidR="008A448C" w:rsidRPr="001114BB" w:rsidRDefault="008A448C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1. Почетное звание «Почетный врач Ярославской области» </w:t>
      </w:r>
      <w:bookmarkStart w:id="10" w:name="_Hlk212406475"/>
      <w:r w:rsidRPr="001114BB">
        <w:rPr>
          <w:bCs/>
          <w:szCs w:val="28"/>
          <w:lang w:eastAsia="en-US"/>
        </w:rPr>
        <w:t xml:space="preserve">(далее </w:t>
      </w:r>
      <w:r w:rsidRPr="001114BB">
        <w:rPr>
          <w:rFonts w:cs="Calibri"/>
          <w:szCs w:val="22"/>
          <w:lang w:eastAsia="en-US"/>
        </w:rPr>
        <w:t xml:space="preserve">– </w:t>
      </w:r>
      <w:r w:rsidRPr="001114BB">
        <w:rPr>
          <w:bCs/>
          <w:szCs w:val="28"/>
          <w:lang w:eastAsia="en-US"/>
        </w:rPr>
        <w:t>Почетное звание)</w:t>
      </w:r>
      <w:bookmarkEnd w:id="10"/>
      <w:r w:rsidRPr="001114BB">
        <w:rPr>
          <w:bCs/>
          <w:szCs w:val="28"/>
          <w:lang w:eastAsia="en-US"/>
        </w:rPr>
        <w:t xml:space="preserve"> </w:t>
      </w:r>
      <w:r w:rsidRPr="001114BB">
        <w:rPr>
          <w:szCs w:val="28"/>
          <w:lang w:eastAsia="en-US"/>
        </w:rPr>
        <w:t>присваивается высокопрофессиональным практикующим врачам, имеющим высшую квалификационную категорию, за личные заслуги:</w:t>
      </w:r>
    </w:p>
    <w:p w14:paraId="1D3F6E47" w14:textId="4258D042" w:rsidR="008A448C" w:rsidRPr="001114BB" w:rsidRDefault="00A45289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lastRenderedPageBreak/>
        <w:t xml:space="preserve">1) </w:t>
      </w:r>
      <w:r w:rsidR="008A448C" w:rsidRPr="001114BB">
        <w:rPr>
          <w:szCs w:val="28"/>
          <w:lang w:eastAsia="en-US"/>
        </w:rPr>
        <w:t>в оказании своевременной лечебной и лечебно-профилактической помощи с использованием в практике работы современных достижений медицинской науки и техники;</w:t>
      </w:r>
    </w:p>
    <w:p w14:paraId="25765F7A" w14:textId="773D5FE3" w:rsidR="008A448C" w:rsidRPr="001114BB" w:rsidRDefault="00A45289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2) </w:t>
      </w:r>
      <w:r w:rsidR="008A448C" w:rsidRPr="001114BB">
        <w:rPr>
          <w:szCs w:val="28"/>
          <w:lang w:eastAsia="en-US"/>
        </w:rPr>
        <w:t>во внедрении и использовании на практике новых и совершенствовании применяемых методик диагностирования и лечения особо опасных заболеваний, позволяющих сократить уровень заболеваемости и смертности населения от указанных болезней, оказывать качественные и своевременные медицинские услуги на ранних стадиях заболевания, а также сократить время, необходимое для выздоровления и реабилитации пациентов;</w:t>
      </w:r>
    </w:p>
    <w:p w14:paraId="4939A250" w14:textId="3D412432" w:rsidR="008A448C" w:rsidRPr="001114BB" w:rsidRDefault="00A45289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3) </w:t>
      </w:r>
      <w:r w:rsidR="008A448C" w:rsidRPr="001114BB">
        <w:rPr>
          <w:szCs w:val="28"/>
          <w:lang w:eastAsia="en-US"/>
        </w:rPr>
        <w:t>в организации и проведении научно-исследовательских работ в области медицины, связанных с применением новых сложных, уникальных и ресурсоемких методов лечения, а также в подготовке квалифицированных кадров по данным направлениям;</w:t>
      </w:r>
    </w:p>
    <w:p w14:paraId="4314AC7B" w14:textId="30431101" w:rsidR="008A448C" w:rsidRPr="001114BB" w:rsidRDefault="00A45289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4) </w:t>
      </w:r>
      <w:r w:rsidR="008A448C" w:rsidRPr="001114BB">
        <w:rPr>
          <w:szCs w:val="28"/>
          <w:lang w:eastAsia="en-US"/>
        </w:rPr>
        <w:t>в успешном совмещении высокопрофессиональной практической лечебной деятельности с эффективной организационной или научной работой в области медицины;</w:t>
      </w:r>
    </w:p>
    <w:p w14:paraId="0B29C739" w14:textId="4AC0C4CC" w:rsidR="008A448C" w:rsidRPr="001114BB" w:rsidRDefault="00A45289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5) </w:t>
      </w:r>
      <w:r w:rsidR="008A448C" w:rsidRPr="001114BB">
        <w:rPr>
          <w:szCs w:val="28"/>
          <w:lang w:eastAsia="en-US"/>
        </w:rPr>
        <w:t>в подготовке квалифицированных кадров для российских медицинских организаций;</w:t>
      </w:r>
    </w:p>
    <w:p w14:paraId="5CCC95B2" w14:textId="18502313" w:rsidR="008A448C" w:rsidRPr="001114BB" w:rsidRDefault="00A45289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6) </w:t>
      </w:r>
      <w:r w:rsidR="008A448C" w:rsidRPr="001114BB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2F97AC26" w14:textId="38681EB9" w:rsidR="008A448C" w:rsidRPr="001114BB" w:rsidRDefault="008A448C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2. Почетное звание присваивается врачам,</w:t>
      </w:r>
      <w:r w:rsidRPr="001114BB">
        <w:t xml:space="preserve"> </w:t>
      </w:r>
      <w:r w:rsidRPr="001114BB">
        <w:rPr>
          <w:szCs w:val="28"/>
          <w:lang w:eastAsia="en-US"/>
        </w:rPr>
        <w:t>имеющим стаж работы врачом на территории</w:t>
      </w:r>
      <w:r w:rsidR="00A45289" w:rsidRPr="001114BB">
        <w:rPr>
          <w:szCs w:val="28"/>
          <w:lang w:eastAsia="en-US"/>
        </w:rPr>
        <w:t xml:space="preserve"> Ярославской области не менее пятнадцати</w:t>
      </w:r>
      <w:r w:rsidRPr="001114BB">
        <w:rPr>
          <w:szCs w:val="28"/>
          <w:lang w:eastAsia="en-US"/>
        </w:rPr>
        <w:t xml:space="preserve"> лет (врачам рентгенологических лабораторий и кабинетов – не менее </w:t>
      </w:r>
      <w:r w:rsidR="00A45289" w:rsidRPr="001114BB">
        <w:rPr>
          <w:szCs w:val="28"/>
          <w:lang w:eastAsia="en-US"/>
        </w:rPr>
        <w:t>десяти лет), в том числе не менее трех</w:t>
      </w:r>
      <w:r w:rsidRPr="001114BB">
        <w:rPr>
          <w:szCs w:val="28"/>
          <w:lang w:eastAsia="en-US"/>
        </w:rPr>
        <w:t xml:space="preserve"> лет по последнему месту работы.</w:t>
      </w:r>
    </w:p>
    <w:p w14:paraId="17157A73" w14:textId="0789C155" w:rsidR="00A45289" w:rsidRPr="001114BB" w:rsidRDefault="00A45289" w:rsidP="00A45289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4D272A" w:rsidRPr="00E75565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1114BB">
        <w:rPr>
          <w:szCs w:val="28"/>
          <w:lang w:eastAsia="en-US"/>
        </w:rPr>
        <w:t>.</w:t>
      </w:r>
    </w:p>
    <w:p w14:paraId="5DDDF361" w14:textId="77777777" w:rsidR="008A448C" w:rsidRPr="001114BB" w:rsidRDefault="008A448C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26CEB5B1" w14:textId="77777777" w:rsidR="008A448C" w:rsidRPr="001114BB" w:rsidRDefault="008A448C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631D1EE4" w14:textId="77777777" w:rsidR="008A448C" w:rsidRPr="001114BB" w:rsidRDefault="008A448C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6F36F7A1" w14:textId="77777777" w:rsidR="008A448C" w:rsidRPr="001114BB" w:rsidRDefault="008A448C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2AC6BD6C" w14:textId="77777777" w:rsidR="008A448C" w:rsidRPr="001114BB" w:rsidRDefault="008A448C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255D9B4C" w14:textId="77777777" w:rsidR="008A448C" w:rsidRPr="001114BB" w:rsidRDefault="008A448C" w:rsidP="008A448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5. Гражданину, которому присвоено Почетное звание, вручается удостоверение почетного врача Ярославской области и нагрудный знак к Почетному званию.</w:t>
      </w:r>
    </w:p>
    <w:p w14:paraId="42D6AB4B" w14:textId="77777777" w:rsidR="008A448C" w:rsidRPr="001114BB" w:rsidRDefault="008A448C" w:rsidP="0058132F">
      <w:pPr>
        <w:ind w:firstLine="709"/>
        <w:jc w:val="right"/>
        <w:rPr>
          <w:szCs w:val="28"/>
          <w:lang w:eastAsia="en-US"/>
        </w:rPr>
      </w:pPr>
    </w:p>
    <w:p w14:paraId="409B4484" w14:textId="77777777" w:rsidR="000C437C" w:rsidRDefault="000C437C" w:rsidP="0058132F">
      <w:pPr>
        <w:ind w:firstLine="709"/>
        <w:jc w:val="right"/>
        <w:rPr>
          <w:szCs w:val="28"/>
          <w:lang w:eastAsia="en-US"/>
        </w:rPr>
      </w:pPr>
    </w:p>
    <w:p w14:paraId="3FA0C5DD" w14:textId="77777777" w:rsidR="000C437C" w:rsidRDefault="000C437C" w:rsidP="0058132F">
      <w:pPr>
        <w:ind w:firstLine="709"/>
        <w:jc w:val="right"/>
        <w:rPr>
          <w:szCs w:val="28"/>
          <w:lang w:eastAsia="en-US"/>
        </w:rPr>
      </w:pPr>
    </w:p>
    <w:p w14:paraId="1569979B" w14:textId="77777777" w:rsidR="000C437C" w:rsidRDefault="000C437C" w:rsidP="0058132F">
      <w:pPr>
        <w:ind w:firstLine="709"/>
        <w:jc w:val="right"/>
        <w:rPr>
          <w:szCs w:val="28"/>
          <w:lang w:eastAsia="en-US"/>
        </w:rPr>
      </w:pPr>
    </w:p>
    <w:p w14:paraId="76169238" w14:textId="77777777" w:rsidR="000C437C" w:rsidRDefault="000C437C" w:rsidP="0058132F">
      <w:pPr>
        <w:ind w:firstLine="709"/>
        <w:jc w:val="right"/>
        <w:rPr>
          <w:szCs w:val="28"/>
          <w:lang w:eastAsia="en-US"/>
        </w:rPr>
      </w:pPr>
    </w:p>
    <w:p w14:paraId="531833EA" w14:textId="1C229764" w:rsidR="0058132F" w:rsidRPr="001114BB" w:rsidRDefault="0058132F" w:rsidP="0058132F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lastRenderedPageBreak/>
        <w:t xml:space="preserve">Приложение </w:t>
      </w:r>
      <w:r w:rsidR="00B061AE" w:rsidRPr="001114BB">
        <w:rPr>
          <w:szCs w:val="28"/>
          <w:lang w:eastAsia="en-US"/>
        </w:rPr>
        <w:t>6</w:t>
      </w:r>
    </w:p>
    <w:p w14:paraId="628C8BD8" w14:textId="36418F71" w:rsidR="0058132F" w:rsidRPr="001114BB" w:rsidRDefault="0058132F" w:rsidP="0058132F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к </w:t>
      </w:r>
      <w:r w:rsidR="0054383E" w:rsidRPr="001114BB">
        <w:rPr>
          <w:szCs w:val="28"/>
          <w:lang w:eastAsia="en-US"/>
        </w:rPr>
        <w:t>З</w:t>
      </w:r>
      <w:r w:rsidRPr="001114BB">
        <w:rPr>
          <w:szCs w:val="28"/>
          <w:lang w:eastAsia="en-US"/>
        </w:rPr>
        <w:t>акону</w:t>
      </w:r>
    </w:p>
    <w:p w14:paraId="44DDD6A1" w14:textId="77777777" w:rsidR="0058132F" w:rsidRPr="001114BB" w:rsidRDefault="0058132F" w:rsidP="0058132F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Ярославской области</w:t>
      </w:r>
    </w:p>
    <w:p w14:paraId="0D7FAD51" w14:textId="215F1ED9" w:rsidR="0058132F" w:rsidRPr="001114BB" w:rsidRDefault="0058132F" w:rsidP="0058132F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от 06.05.2010 № 11-з</w:t>
      </w:r>
    </w:p>
    <w:p w14:paraId="5C1E082F" w14:textId="77777777" w:rsidR="00AF6629" w:rsidRDefault="00AF6629" w:rsidP="00755927">
      <w:pPr>
        <w:ind w:firstLine="0"/>
        <w:jc w:val="center"/>
        <w:rPr>
          <w:b/>
          <w:szCs w:val="28"/>
          <w:lang w:eastAsia="en-US"/>
        </w:rPr>
      </w:pPr>
    </w:p>
    <w:p w14:paraId="08889A58" w14:textId="631FF59A" w:rsidR="00D0299B" w:rsidRPr="001114BB" w:rsidRDefault="00D0299B" w:rsidP="00755927">
      <w:pPr>
        <w:ind w:firstLine="0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>Положение</w:t>
      </w:r>
    </w:p>
    <w:p w14:paraId="7B95E267" w14:textId="395DB52C" w:rsidR="00D0299B" w:rsidRPr="001114BB" w:rsidRDefault="00D0299B" w:rsidP="00755927">
      <w:pPr>
        <w:ind w:firstLine="0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 xml:space="preserve">о почетном звании </w:t>
      </w:r>
      <w:r w:rsidR="00F92026" w:rsidRPr="001114BB">
        <w:rPr>
          <w:b/>
          <w:szCs w:val="28"/>
          <w:lang w:eastAsia="en-US"/>
        </w:rPr>
        <w:t>«</w:t>
      </w:r>
      <w:r w:rsidRPr="001114BB">
        <w:rPr>
          <w:b/>
          <w:szCs w:val="28"/>
          <w:lang w:eastAsia="en-US"/>
        </w:rPr>
        <w:t>Почетный деятель искусств Ярославской области</w:t>
      </w:r>
      <w:r w:rsidR="00F92026" w:rsidRPr="001114BB">
        <w:rPr>
          <w:b/>
          <w:szCs w:val="28"/>
          <w:lang w:eastAsia="en-US"/>
        </w:rPr>
        <w:t>»</w:t>
      </w:r>
    </w:p>
    <w:p w14:paraId="401B91B6" w14:textId="7313CABB" w:rsidR="00D0299B" w:rsidRPr="001114BB" w:rsidRDefault="00D0299B" w:rsidP="00824DE9">
      <w:pPr>
        <w:rPr>
          <w:szCs w:val="28"/>
          <w:lang w:eastAsia="en-US"/>
        </w:rPr>
      </w:pPr>
    </w:p>
    <w:p w14:paraId="7CB1DC8A" w14:textId="2509A3A8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1. Почетное звание </w:t>
      </w:r>
      <w:r w:rsidR="00F92026" w:rsidRPr="001114BB">
        <w:rPr>
          <w:szCs w:val="28"/>
          <w:lang w:eastAsia="en-US"/>
        </w:rPr>
        <w:t>«</w:t>
      </w:r>
      <w:r w:rsidRPr="001114BB">
        <w:rPr>
          <w:szCs w:val="28"/>
          <w:lang w:eastAsia="en-US"/>
        </w:rPr>
        <w:t>Почетный деятель искусств Ярославской области</w:t>
      </w:r>
      <w:r w:rsidR="00F92026" w:rsidRPr="001114BB">
        <w:rPr>
          <w:szCs w:val="28"/>
          <w:lang w:eastAsia="en-US"/>
        </w:rPr>
        <w:t>»</w:t>
      </w:r>
      <w:r w:rsidRPr="001114BB">
        <w:rPr>
          <w:szCs w:val="28"/>
          <w:lang w:eastAsia="en-US"/>
        </w:rPr>
        <w:t xml:space="preserve"> (далее – Почетное звание) присваивается высокопрофессиональным архитекторам, балетмейстерам, дизайнерам, драматургам, искусствоведам, композиторам, режиссерам, хормейстерам, художникам, работникам творческих мастерских и другим деятелям искусств, получившим общественное и профессиональное признание в Ярославской области, за особые личные заслуги:</w:t>
      </w:r>
    </w:p>
    <w:p w14:paraId="4E6689C7" w14:textId="459C52A8" w:rsidR="00D0299B" w:rsidRPr="001114BB" w:rsidRDefault="00A45289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1) </w:t>
      </w:r>
      <w:r w:rsidR="00D0299B" w:rsidRPr="001114BB">
        <w:rPr>
          <w:szCs w:val="28"/>
          <w:lang w:eastAsia="en-US"/>
        </w:rPr>
        <w:t xml:space="preserve">в создании высокохудожественных образов, спектаклей, кино- и телефильмов, концертных, цирковых программ, музыкальных, телевизионных и </w:t>
      </w:r>
      <w:proofErr w:type="spellStart"/>
      <w:r w:rsidR="00D0299B" w:rsidRPr="001114BB">
        <w:rPr>
          <w:szCs w:val="28"/>
          <w:lang w:eastAsia="en-US"/>
        </w:rPr>
        <w:t>радиопроизведений</w:t>
      </w:r>
      <w:proofErr w:type="spellEnd"/>
      <w:r w:rsidR="00D0299B" w:rsidRPr="001114BB">
        <w:rPr>
          <w:szCs w:val="28"/>
          <w:lang w:eastAsia="en-US"/>
        </w:rPr>
        <w:t>, произведений живописи, скульптуры, графики и монументального искусства, получивших широкое признание общественности и профессионального сообщества;</w:t>
      </w:r>
    </w:p>
    <w:p w14:paraId="4EC063A5" w14:textId="77887480" w:rsidR="00D0299B" w:rsidRPr="001114BB" w:rsidRDefault="00A45289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2) </w:t>
      </w:r>
      <w:r w:rsidR="00D0299B" w:rsidRPr="001114BB">
        <w:rPr>
          <w:szCs w:val="28"/>
          <w:lang w:eastAsia="en-US"/>
        </w:rPr>
        <w:t>в изучении, сохранении, развитии и популяризации российской художественной культуры и искусства;</w:t>
      </w:r>
    </w:p>
    <w:p w14:paraId="45BB8E4D" w14:textId="0CE86C05" w:rsidR="00D0299B" w:rsidRPr="001114BB" w:rsidRDefault="00A45289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3) </w:t>
      </w:r>
      <w:r w:rsidR="00D0299B" w:rsidRPr="001114BB">
        <w:rPr>
          <w:szCs w:val="28"/>
          <w:lang w:eastAsia="en-US"/>
        </w:rPr>
        <w:t>в активном участии в организации и проведении социально значимых концертов, спектаклей, выставок и других культурных мероприятий на территории Ярославской области и за ее пределами, связанных с нравственным воспитанием подрастающего поколения, популяризацией российской культуры и осуществлением благотворительной деятельности;</w:t>
      </w:r>
    </w:p>
    <w:p w14:paraId="474F0640" w14:textId="0160FAFA" w:rsidR="00D0299B" w:rsidRPr="001114BB" w:rsidRDefault="00A45289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4) </w:t>
      </w:r>
      <w:r w:rsidR="00D0299B" w:rsidRPr="001114BB">
        <w:rPr>
          <w:szCs w:val="28"/>
          <w:lang w:eastAsia="en-US"/>
        </w:rPr>
        <w:t>в воспитании и подготовке творческих кадров;</w:t>
      </w:r>
    </w:p>
    <w:p w14:paraId="3DAF9CC4" w14:textId="12D9C5B5" w:rsidR="00D0299B" w:rsidRPr="001114BB" w:rsidRDefault="00A45289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5) </w:t>
      </w:r>
      <w:r w:rsidR="00D0299B" w:rsidRPr="001114BB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151DEB0A" w14:textId="3502873D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2. Почетное звание присваивается лицам</w:t>
      </w:r>
      <w:r w:rsidR="00BE696B" w:rsidRPr="001114BB">
        <w:rPr>
          <w:szCs w:val="28"/>
          <w:lang w:eastAsia="en-US"/>
        </w:rPr>
        <w:t xml:space="preserve"> при осуществлении </w:t>
      </w:r>
      <w:r w:rsidRPr="001114BB">
        <w:rPr>
          <w:szCs w:val="28"/>
          <w:lang w:eastAsia="en-US"/>
        </w:rPr>
        <w:t>деятельност</w:t>
      </w:r>
      <w:r w:rsidR="00BE696B" w:rsidRPr="001114BB">
        <w:rPr>
          <w:szCs w:val="28"/>
          <w:lang w:eastAsia="en-US"/>
        </w:rPr>
        <w:t>и</w:t>
      </w:r>
      <w:r w:rsidRPr="001114BB">
        <w:rPr>
          <w:szCs w:val="28"/>
          <w:lang w:eastAsia="en-US"/>
        </w:rPr>
        <w:t xml:space="preserve"> в области культуры в Ярославской области </w:t>
      </w:r>
      <w:r w:rsidR="00A45289" w:rsidRPr="001114BB">
        <w:rPr>
          <w:szCs w:val="28"/>
          <w:lang w:eastAsia="en-US"/>
        </w:rPr>
        <w:t>не менее пятнадцати</w:t>
      </w:r>
      <w:r w:rsidR="002B5ABE" w:rsidRPr="001114BB">
        <w:rPr>
          <w:szCs w:val="28"/>
          <w:lang w:eastAsia="en-US"/>
        </w:rPr>
        <w:t xml:space="preserve"> лет, в том числе не </w:t>
      </w:r>
      <w:r w:rsidR="00A45289" w:rsidRPr="001114BB">
        <w:rPr>
          <w:szCs w:val="28"/>
          <w:lang w:eastAsia="en-US"/>
        </w:rPr>
        <w:t>менее трех</w:t>
      </w:r>
      <w:r w:rsidRPr="001114BB">
        <w:rPr>
          <w:szCs w:val="28"/>
          <w:lang w:eastAsia="en-US"/>
        </w:rPr>
        <w:t xml:space="preserve"> лет по последнему месту работы (общественной деятельности).</w:t>
      </w:r>
    </w:p>
    <w:p w14:paraId="704C97A8" w14:textId="7C835B17" w:rsidR="00A45289" w:rsidRPr="001114BB" w:rsidRDefault="00A45289" w:rsidP="00A45289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A51D37" w:rsidRPr="001B7C67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1114BB">
        <w:rPr>
          <w:szCs w:val="28"/>
          <w:lang w:eastAsia="en-US"/>
        </w:rPr>
        <w:t>.</w:t>
      </w:r>
    </w:p>
    <w:p w14:paraId="781C42C9" w14:textId="77777777" w:rsidR="00565AB0" w:rsidRPr="001114BB" w:rsidRDefault="00565AB0" w:rsidP="00565AB0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6F3B0237" w14:textId="77777777" w:rsidR="00565AB0" w:rsidRPr="001114BB" w:rsidRDefault="00565AB0" w:rsidP="00565AB0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45D0F915" w14:textId="77777777" w:rsidR="00565AB0" w:rsidRPr="001114BB" w:rsidRDefault="00565AB0" w:rsidP="00565AB0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7CF07344" w14:textId="77777777" w:rsidR="00565AB0" w:rsidRPr="001114BB" w:rsidRDefault="00565AB0" w:rsidP="00565AB0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2F82F356" w14:textId="77777777" w:rsidR="00565AB0" w:rsidRPr="001114BB" w:rsidRDefault="00565AB0" w:rsidP="00565AB0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lastRenderedPageBreak/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05183F45" w14:textId="14123B76" w:rsidR="00D0299B" w:rsidRPr="001114BB" w:rsidRDefault="00755927" w:rsidP="00A466EA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5. Гражданину, которому присвоено Почетное звание, вручается удостоверение почетного деятеля искусств Ярославской области и </w:t>
      </w:r>
      <w:r w:rsidR="000569CE" w:rsidRPr="001114BB">
        <w:rPr>
          <w:szCs w:val="28"/>
          <w:lang w:eastAsia="en-US"/>
        </w:rPr>
        <w:t xml:space="preserve">нагрудный </w:t>
      </w:r>
      <w:r w:rsidR="002B5ABE" w:rsidRPr="001114BB">
        <w:rPr>
          <w:szCs w:val="28"/>
          <w:lang w:eastAsia="en-US"/>
        </w:rPr>
        <w:t>знак к </w:t>
      </w:r>
      <w:r w:rsidR="00A466EA" w:rsidRPr="001114BB">
        <w:rPr>
          <w:szCs w:val="28"/>
          <w:lang w:eastAsia="en-US"/>
        </w:rPr>
        <w:t>Почетному званию</w:t>
      </w:r>
      <w:r w:rsidR="000569CE" w:rsidRPr="001114BB">
        <w:rPr>
          <w:szCs w:val="28"/>
          <w:lang w:eastAsia="en-US"/>
        </w:rPr>
        <w:t>.</w:t>
      </w:r>
    </w:p>
    <w:p w14:paraId="2BBA62AC" w14:textId="77777777" w:rsidR="009007D7" w:rsidRPr="001114BB" w:rsidRDefault="009007D7" w:rsidP="009007D7">
      <w:pPr>
        <w:ind w:firstLine="709"/>
        <w:rPr>
          <w:szCs w:val="28"/>
          <w:lang w:eastAsia="en-US"/>
        </w:rPr>
      </w:pPr>
    </w:p>
    <w:p w14:paraId="631813A3" w14:textId="7C8633F0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Приложение 7</w:t>
      </w:r>
    </w:p>
    <w:p w14:paraId="2DB649A1" w14:textId="5CDE6D92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к </w:t>
      </w:r>
      <w:r w:rsidR="009007D7" w:rsidRPr="001114BB">
        <w:rPr>
          <w:szCs w:val="28"/>
          <w:lang w:eastAsia="en-US"/>
        </w:rPr>
        <w:t>З</w:t>
      </w:r>
      <w:r w:rsidRPr="001114BB">
        <w:rPr>
          <w:szCs w:val="28"/>
          <w:lang w:eastAsia="en-US"/>
        </w:rPr>
        <w:t>акону</w:t>
      </w:r>
    </w:p>
    <w:p w14:paraId="4533712A" w14:textId="77777777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Ярославской области</w:t>
      </w:r>
    </w:p>
    <w:p w14:paraId="618943A1" w14:textId="77777777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от 06.05.2010 № 11-з</w:t>
      </w:r>
    </w:p>
    <w:p w14:paraId="4D3FCFF9" w14:textId="77777777" w:rsidR="00002F3A" w:rsidRPr="001114BB" w:rsidRDefault="00002F3A" w:rsidP="00CE0C12">
      <w:pPr>
        <w:ind w:firstLine="709"/>
        <w:jc w:val="right"/>
        <w:rPr>
          <w:szCs w:val="28"/>
          <w:lang w:eastAsia="en-US"/>
        </w:rPr>
      </w:pPr>
    </w:p>
    <w:p w14:paraId="54A5BC0A" w14:textId="77777777" w:rsidR="00D0299B" w:rsidRPr="001114BB" w:rsidRDefault="00D0299B" w:rsidP="00EF4DB6">
      <w:pPr>
        <w:ind w:firstLine="0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>Положение</w:t>
      </w:r>
    </w:p>
    <w:p w14:paraId="752BA3F8" w14:textId="189B37C3" w:rsidR="00D0299B" w:rsidRPr="001114BB" w:rsidRDefault="00D0299B" w:rsidP="00EF4DB6">
      <w:pPr>
        <w:ind w:firstLine="0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 xml:space="preserve">о почетном звании </w:t>
      </w:r>
      <w:r w:rsidR="00680F5F" w:rsidRPr="001114BB">
        <w:rPr>
          <w:b/>
          <w:szCs w:val="28"/>
          <w:lang w:eastAsia="en-US"/>
        </w:rPr>
        <w:t>«</w:t>
      </w:r>
      <w:r w:rsidRPr="001114BB">
        <w:rPr>
          <w:b/>
          <w:szCs w:val="28"/>
          <w:lang w:eastAsia="en-US"/>
        </w:rPr>
        <w:t>Почетный журналист Ярославской области</w:t>
      </w:r>
      <w:r w:rsidR="00680F5F" w:rsidRPr="001114BB">
        <w:rPr>
          <w:b/>
          <w:szCs w:val="28"/>
          <w:lang w:eastAsia="en-US"/>
        </w:rPr>
        <w:t>»</w:t>
      </w:r>
    </w:p>
    <w:p w14:paraId="15B6F601" w14:textId="77777777" w:rsidR="00002F3A" w:rsidRPr="001114BB" w:rsidRDefault="00002F3A" w:rsidP="00EF4DB6">
      <w:pPr>
        <w:ind w:firstLine="0"/>
        <w:jc w:val="center"/>
        <w:rPr>
          <w:b/>
          <w:szCs w:val="28"/>
          <w:lang w:eastAsia="en-US"/>
        </w:rPr>
      </w:pPr>
    </w:p>
    <w:p w14:paraId="263E6738" w14:textId="4838AB44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1. Почетное звание </w:t>
      </w:r>
      <w:r w:rsidR="00E25605" w:rsidRPr="001114BB">
        <w:rPr>
          <w:szCs w:val="28"/>
          <w:lang w:eastAsia="en-US"/>
        </w:rPr>
        <w:t>«</w:t>
      </w:r>
      <w:r w:rsidRPr="001114BB">
        <w:rPr>
          <w:szCs w:val="28"/>
          <w:lang w:eastAsia="en-US"/>
        </w:rPr>
        <w:t>Почетный журналист Ярославской области</w:t>
      </w:r>
      <w:r w:rsidR="00E25605" w:rsidRPr="001114BB">
        <w:rPr>
          <w:szCs w:val="28"/>
          <w:lang w:eastAsia="en-US"/>
        </w:rPr>
        <w:t>»</w:t>
      </w:r>
      <w:r w:rsidR="001163F6" w:rsidRPr="001114BB">
        <w:rPr>
          <w:bCs/>
          <w:szCs w:val="28"/>
          <w:lang w:eastAsia="en-US"/>
        </w:rPr>
        <w:t xml:space="preserve"> </w:t>
      </w:r>
      <w:r w:rsidR="00E44427" w:rsidRPr="001114BB">
        <w:rPr>
          <w:bCs/>
          <w:szCs w:val="28"/>
          <w:lang w:eastAsia="en-US"/>
        </w:rPr>
        <w:br/>
      </w:r>
      <w:r w:rsidR="001163F6" w:rsidRPr="001114BB">
        <w:rPr>
          <w:bCs/>
          <w:szCs w:val="28"/>
          <w:lang w:eastAsia="en-US"/>
        </w:rPr>
        <w:t xml:space="preserve">(далее </w:t>
      </w:r>
      <w:bookmarkStart w:id="11" w:name="_Hlk212406497"/>
      <w:r w:rsidR="001163F6" w:rsidRPr="001114BB">
        <w:rPr>
          <w:rFonts w:cs="Calibri"/>
          <w:szCs w:val="22"/>
          <w:lang w:eastAsia="en-US"/>
        </w:rPr>
        <w:t>–</w:t>
      </w:r>
      <w:bookmarkEnd w:id="11"/>
      <w:r w:rsidR="001163F6" w:rsidRPr="001114BB">
        <w:rPr>
          <w:rFonts w:cs="Calibri"/>
          <w:szCs w:val="22"/>
          <w:lang w:eastAsia="en-US"/>
        </w:rPr>
        <w:t xml:space="preserve"> </w:t>
      </w:r>
      <w:r w:rsidR="001163F6" w:rsidRPr="001114BB">
        <w:rPr>
          <w:bCs/>
          <w:szCs w:val="28"/>
          <w:lang w:eastAsia="en-US"/>
        </w:rPr>
        <w:t>Почетное звание)</w:t>
      </w:r>
      <w:r w:rsidRPr="001114BB">
        <w:rPr>
          <w:szCs w:val="28"/>
          <w:lang w:eastAsia="en-US"/>
        </w:rPr>
        <w:t xml:space="preserve"> присваивается журналистам и редакторам средств массовой информации за личные заслуги:</w:t>
      </w:r>
    </w:p>
    <w:p w14:paraId="430A8837" w14:textId="7E752F98" w:rsidR="00D0299B" w:rsidRPr="001114BB" w:rsidRDefault="00A45289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1) </w:t>
      </w:r>
      <w:r w:rsidR="00D0299B" w:rsidRPr="001114BB">
        <w:rPr>
          <w:szCs w:val="28"/>
          <w:lang w:eastAsia="en-US"/>
        </w:rPr>
        <w:t>в повышении в обществе авторитета отечественной журналистики;</w:t>
      </w:r>
    </w:p>
    <w:p w14:paraId="06187AA7" w14:textId="6C8F466E" w:rsidR="00D0299B" w:rsidRPr="001114BB" w:rsidRDefault="00A45289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2) </w:t>
      </w:r>
      <w:r w:rsidR="00D0299B" w:rsidRPr="001114BB">
        <w:rPr>
          <w:szCs w:val="28"/>
          <w:lang w:eastAsia="en-US"/>
        </w:rPr>
        <w:t>в формировании у граждан социальной ответственности и гражданской позиции;</w:t>
      </w:r>
    </w:p>
    <w:p w14:paraId="742615E2" w14:textId="37A6978E" w:rsidR="00D0299B" w:rsidRPr="001114BB" w:rsidRDefault="00A45289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3) </w:t>
      </w:r>
      <w:r w:rsidR="00D0299B" w:rsidRPr="001114BB">
        <w:rPr>
          <w:szCs w:val="28"/>
          <w:lang w:eastAsia="en-US"/>
        </w:rPr>
        <w:t xml:space="preserve">в объективном освещении событий общественной, политической, культурной жизни </w:t>
      </w:r>
      <w:r w:rsidR="009219C1" w:rsidRPr="001114BB">
        <w:rPr>
          <w:szCs w:val="28"/>
          <w:lang w:eastAsia="en-US"/>
        </w:rPr>
        <w:t xml:space="preserve">Ярославской области, </w:t>
      </w:r>
      <w:r w:rsidR="00D0299B" w:rsidRPr="001114BB">
        <w:rPr>
          <w:szCs w:val="28"/>
          <w:lang w:eastAsia="en-US"/>
        </w:rPr>
        <w:t>Российской Федерации и других стран, проблем внутренней и внешней политики, международных вопросов;</w:t>
      </w:r>
    </w:p>
    <w:p w14:paraId="7422684C" w14:textId="42453B94" w:rsidR="00D0299B" w:rsidRPr="001114BB" w:rsidRDefault="00A45289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4) </w:t>
      </w:r>
      <w:r w:rsidR="00D0299B" w:rsidRPr="001114BB">
        <w:rPr>
          <w:szCs w:val="28"/>
          <w:lang w:eastAsia="en-US"/>
        </w:rPr>
        <w:t xml:space="preserve">в сохранении и развитии традиционных для народов России </w:t>
      </w:r>
      <w:r w:rsidR="009219C1" w:rsidRPr="001114BB">
        <w:rPr>
          <w:szCs w:val="28"/>
          <w:lang w:eastAsia="en-US"/>
        </w:rPr>
        <w:br/>
      </w:r>
      <w:r w:rsidR="00D0299B" w:rsidRPr="001114BB">
        <w:rPr>
          <w:szCs w:val="28"/>
          <w:lang w:eastAsia="en-US"/>
        </w:rPr>
        <w:t>духовно-нравственных ценностей;</w:t>
      </w:r>
    </w:p>
    <w:p w14:paraId="67082CB5" w14:textId="65B29965" w:rsidR="00D0299B" w:rsidRPr="001114BB" w:rsidRDefault="00A45289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5) </w:t>
      </w:r>
      <w:r w:rsidR="00D0299B" w:rsidRPr="001114BB">
        <w:rPr>
          <w:szCs w:val="28"/>
          <w:lang w:eastAsia="en-US"/>
        </w:rPr>
        <w:t>в создании авторского стиля в журналистике;</w:t>
      </w:r>
    </w:p>
    <w:p w14:paraId="3FA81AC2" w14:textId="3C58597B" w:rsidR="00D0299B" w:rsidRPr="001114BB" w:rsidRDefault="00A45289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6) </w:t>
      </w:r>
      <w:r w:rsidR="00D0299B" w:rsidRPr="001114BB">
        <w:rPr>
          <w:szCs w:val="28"/>
          <w:lang w:eastAsia="en-US"/>
        </w:rPr>
        <w:t>в сохранении и популяризации культурного и исторического наследия России, а также в сохранении, развитии и популяризации русского языка и языков народов Российской Федерации;</w:t>
      </w:r>
    </w:p>
    <w:p w14:paraId="2F1759BF" w14:textId="0ADF74B8" w:rsidR="00D0299B" w:rsidRPr="001114BB" w:rsidRDefault="00A45289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7) </w:t>
      </w:r>
      <w:r w:rsidR="00D0299B" w:rsidRPr="001114BB">
        <w:rPr>
          <w:szCs w:val="28"/>
          <w:lang w:eastAsia="en-US"/>
        </w:rPr>
        <w:t>в подготовке квалифицированных кадров для российских средств массовой информации;</w:t>
      </w:r>
    </w:p>
    <w:p w14:paraId="2DDAC2FD" w14:textId="63CEBB7D" w:rsidR="00D0299B" w:rsidRPr="001114BB" w:rsidRDefault="00A45289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8) </w:t>
      </w:r>
      <w:r w:rsidR="00D0299B" w:rsidRPr="001114BB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3C772C24" w14:textId="2E41A4E3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2. Почетное звание присваивается лицам, </w:t>
      </w:r>
      <w:r w:rsidR="0030273F" w:rsidRPr="001114BB">
        <w:rPr>
          <w:szCs w:val="28"/>
          <w:lang w:eastAsia="en-US"/>
        </w:rPr>
        <w:t xml:space="preserve">имеющим стаж работы </w:t>
      </w:r>
      <w:r w:rsidRPr="001114BB">
        <w:rPr>
          <w:szCs w:val="28"/>
          <w:lang w:eastAsia="en-US"/>
        </w:rPr>
        <w:t xml:space="preserve">в </w:t>
      </w:r>
      <w:r w:rsidR="00CC6B2B">
        <w:rPr>
          <w:szCs w:val="28"/>
          <w:lang w:eastAsia="en-US"/>
        </w:rPr>
        <w:t>сфере</w:t>
      </w:r>
      <w:r w:rsidRPr="001114BB">
        <w:rPr>
          <w:szCs w:val="28"/>
          <w:lang w:eastAsia="en-US"/>
        </w:rPr>
        <w:t xml:space="preserve"> средств массовой информации в Ярославской </w:t>
      </w:r>
      <w:r w:rsidR="00332B8E" w:rsidRPr="001114BB">
        <w:rPr>
          <w:szCs w:val="28"/>
          <w:lang w:eastAsia="en-US"/>
        </w:rPr>
        <w:t>области не менее пятнадцати</w:t>
      </w:r>
      <w:r w:rsidR="002B5ABE" w:rsidRPr="001114BB">
        <w:rPr>
          <w:szCs w:val="28"/>
          <w:lang w:eastAsia="en-US"/>
        </w:rPr>
        <w:t xml:space="preserve"> лет, в </w:t>
      </w:r>
      <w:r w:rsidRPr="001114BB">
        <w:rPr>
          <w:szCs w:val="28"/>
          <w:lang w:eastAsia="en-US"/>
        </w:rPr>
        <w:t>том чис</w:t>
      </w:r>
      <w:r w:rsidR="00332B8E" w:rsidRPr="001114BB">
        <w:rPr>
          <w:szCs w:val="28"/>
          <w:lang w:eastAsia="en-US"/>
        </w:rPr>
        <w:t>ле не менее трех</w:t>
      </w:r>
      <w:r w:rsidRPr="001114BB">
        <w:rPr>
          <w:szCs w:val="28"/>
          <w:lang w:eastAsia="en-US"/>
        </w:rPr>
        <w:t xml:space="preserve"> лет по последнему месту работы.</w:t>
      </w:r>
    </w:p>
    <w:p w14:paraId="39CC6189" w14:textId="116415E6" w:rsidR="00332B8E" w:rsidRPr="001114BB" w:rsidRDefault="00332B8E" w:rsidP="00332B8E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A51D37" w:rsidRPr="00533732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1114BB">
        <w:rPr>
          <w:szCs w:val="28"/>
          <w:lang w:eastAsia="en-US"/>
        </w:rPr>
        <w:t>.</w:t>
      </w:r>
    </w:p>
    <w:p w14:paraId="48CD1BAC" w14:textId="77777777" w:rsidR="00AF281C" w:rsidRPr="001114BB" w:rsidRDefault="00AF281C" w:rsidP="00AF281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7FAB62BB" w14:textId="77777777" w:rsidR="00AF281C" w:rsidRPr="001114BB" w:rsidRDefault="00AF281C" w:rsidP="00AF281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6CF7AA8C" w14:textId="77777777" w:rsidR="00AF281C" w:rsidRPr="001114BB" w:rsidRDefault="00AF281C" w:rsidP="00AF281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7456BE8F" w14:textId="77777777" w:rsidR="00AF281C" w:rsidRPr="001114BB" w:rsidRDefault="00AF281C" w:rsidP="00AF281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lastRenderedPageBreak/>
        <w:t>3) общественные объединения, действующие на территории Ярославской области (в отношении своих членов);</w:t>
      </w:r>
    </w:p>
    <w:p w14:paraId="3ED95DF9" w14:textId="77777777" w:rsidR="00AF281C" w:rsidRPr="001114BB" w:rsidRDefault="00AF281C" w:rsidP="00AF281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6B67374E" w14:textId="4FF9C952" w:rsidR="00EF4DB6" w:rsidRPr="001114BB" w:rsidRDefault="00EF4DB6" w:rsidP="00A466EA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5. Гражданину, которому присвоено Почетное звание, вручается удостоверение почетного журналиста Ярославской области и </w:t>
      </w:r>
      <w:r w:rsidR="000569CE" w:rsidRPr="001114BB">
        <w:rPr>
          <w:szCs w:val="28"/>
          <w:lang w:eastAsia="en-US"/>
        </w:rPr>
        <w:t xml:space="preserve">нагрудный </w:t>
      </w:r>
      <w:r w:rsidRPr="001114BB">
        <w:rPr>
          <w:szCs w:val="28"/>
          <w:lang w:eastAsia="en-US"/>
        </w:rPr>
        <w:t>знак к Почетному званию.</w:t>
      </w:r>
    </w:p>
    <w:p w14:paraId="5ECD897E" w14:textId="3854FF28" w:rsidR="00CE0C12" w:rsidRPr="001114BB" w:rsidRDefault="00CE0C12" w:rsidP="00D0299B">
      <w:pPr>
        <w:ind w:firstLine="709"/>
        <w:rPr>
          <w:szCs w:val="28"/>
          <w:lang w:eastAsia="en-US"/>
        </w:rPr>
      </w:pPr>
    </w:p>
    <w:p w14:paraId="5556BFAD" w14:textId="4E760BEB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Приложение 8</w:t>
      </w:r>
    </w:p>
    <w:p w14:paraId="7C043466" w14:textId="752FBFAA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к </w:t>
      </w:r>
      <w:r w:rsidR="006E4A5F" w:rsidRPr="001114BB">
        <w:rPr>
          <w:szCs w:val="28"/>
          <w:lang w:eastAsia="en-US"/>
        </w:rPr>
        <w:t>З</w:t>
      </w:r>
      <w:r w:rsidRPr="001114BB">
        <w:rPr>
          <w:szCs w:val="28"/>
          <w:lang w:eastAsia="en-US"/>
        </w:rPr>
        <w:t>акону</w:t>
      </w:r>
    </w:p>
    <w:p w14:paraId="485B241E" w14:textId="77777777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Ярославской области</w:t>
      </w:r>
    </w:p>
    <w:p w14:paraId="6B855E80" w14:textId="77777777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от 06.05.2010 № 11-з</w:t>
      </w:r>
    </w:p>
    <w:p w14:paraId="655F33D8" w14:textId="77777777" w:rsidR="00002F3A" w:rsidRPr="001114BB" w:rsidRDefault="00002F3A" w:rsidP="00CE0C12">
      <w:pPr>
        <w:ind w:firstLine="709"/>
        <w:jc w:val="right"/>
        <w:rPr>
          <w:szCs w:val="28"/>
          <w:lang w:eastAsia="en-US"/>
        </w:rPr>
      </w:pPr>
    </w:p>
    <w:p w14:paraId="36BAF36C" w14:textId="77777777" w:rsidR="00D0299B" w:rsidRPr="001114BB" w:rsidRDefault="00D0299B" w:rsidP="00E25605">
      <w:pPr>
        <w:ind w:firstLine="709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>Положение</w:t>
      </w:r>
    </w:p>
    <w:p w14:paraId="3D195312" w14:textId="0AC16281" w:rsidR="00D0299B" w:rsidRPr="001114BB" w:rsidRDefault="00D0299B" w:rsidP="00E25605">
      <w:pPr>
        <w:ind w:firstLine="709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 xml:space="preserve">о почетном звании </w:t>
      </w:r>
      <w:r w:rsidR="00E25605" w:rsidRPr="001114BB">
        <w:rPr>
          <w:b/>
          <w:szCs w:val="28"/>
          <w:lang w:eastAsia="en-US"/>
        </w:rPr>
        <w:t>«</w:t>
      </w:r>
      <w:r w:rsidRPr="001114BB">
        <w:rPr>
          <w:b/>
          <w:szCs w:val="28"/>
          <w:lang w:eastAsia="en-US"/>
        </w:rPr>
        <w:t>Почетный лесовод Ярославской области</w:t>
      </w:r>
      <w:r w:rsidR="00E25605" w:rsidRPr="001114BB">
        <w:rPr>
          <w:b/>
          <w:szCs w:val="28"/>
          <w:lang w:eastAsia="en-US"/>
        </w:rPr>
        <w:t>»</w:t>
      </w:r>
    </w:p>
    <w:p w14:paraId="37ECA0EB" w14:textId="77777777" w:rsidR="00EF4DB6" w:rsidRPr="001114BB" w:rsidRDefault="00EF4DB6" w:rsidP="00E25605">
      <w:pPr>
        <w:ind w:firstLine="709"/>
        <w:jc w:val="center"/>
        <w:rPr>
          <w:b/>
          <w:szCs w:val="28"/>
          <w:lang w:eastAsia="en-US"/>
        </w:rPr>
      </w:pPr>
    </w:p>
    <w:p w14:paraId="0F94B568" w14:textId="12A1CFD9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1. Почетное звание </w:t>
      </w:r>
      <w:r w:rsidR="00E25605" w:rsidRPr="001114BB">
        <w:rPr>
          <w:szCs w:val="28"/>
          <w:lang w:eastAsia="en-US"/>
        </w:rPr>
        <w:t>«</w:t>
      </w:r>
      <w:r w:rsidRPr="001114BB">
        <w:rPr>
          <w:szCs w:val="28"/>
          <w:lang w:eastAsia="en-US"/>
        </w:rPr>
        <w:t>Почетный лесовод Ярославской области</w:t>
      </w:r>
      <w:r w:rsidR="00E25605" w:rsidRPr="001114BB">
        <w:rPr>
          <w:szCs w:val="28"/>
          <w:lang w:eastAsia="en-US"/>
        </w:rPr>
        <w:t>»</w:t>
      </w:r>
      <w:r w:rsidRPr="001114BB">
        <w:rPr>
          <w:szCs w:val="28"/>
          <w:lang w:eastAsia="en-US"/>
        </w:rPr>
        <w:t xml:space="preserve"> </w:t>
      </w:r>
      <w:bookmarkStart w:id="12" w:name="_Hlk212406524"/>
      <w:r w:rsidR="006E4A5F" w:rsidRPr="001114BB">
        <w:rPr>
          <w:szCs w:val="28"/>
          <w:lang w:eastAsia="en-US"/>
        </w:rPr>
        <w:br/>
      </w:r>
      <w:r w:rsidRPr="001114BB">
        <w:rPr>
          <w:szCs w:val="28"/>
          <w:lang w:eastAsia="en-US"/>
        </w:rPr>
        <w:t xml:space="preserve">(далее </w:t>
      </w:r>
      <w:r w:rsidR="001163F6" w:rsidRPr="001114BB">
        <w:rPr>
          <w:rFonts w:cs="Calibri"/>
          <w:szCs w:val="22"/>
          <w:lang w:eastAsia="en-US"/>
        </w:rPr>
        <w:t>–</w:t>
      </w:r>
      <w:r w:rsidRPr="001114BB">
        <w:rPr>
          <w:szCs w:val="28"/>
          <w:lang w:eastAsia="en-US"/>
        </w:rPr>
        <w:t xml:space="preserve"> Почетное звание)</w:t>
      </w:r>
      <w:bookmarkEnd w:id="12"/>
      <w:r w:rsidRPr="001114BB">
        <w:rPr>
          <w:szCs w:val="28"/>
          <w:lang w:eastAsia="en-US"/>
        </w:rPr>
        <w:t xml:space="preserve"> присваивается высокопрофессиональным специалистам организаций лесного хозяйства, в том числе лесхозов, леспромхозов, лесокомбинатов, лесных и плодовых питомников, лесоустроительных и других организаций лесного хозяйства, работникам природоохранных органов и организаций</w:t>
      </w:r>
      <w:r w:rsidR="006E4A5F" w:rsidRPr="001114BB">
        <w:rPr>
          <w:szCs w:val="28"/>
          <w:lang w:eastAsia="en-US"/>
        </w:rPr>
        <w:t xml:space="preserve"> </w:t>
      </w:r>
      <w:r w:rsidRPr="001114BB">
        <w:rPr>
          <w:szCs w:val="28"/>
          <w:lang w:eastAsia="en-US"/>
        </w:rPr>
        <w:t xml:space="preserve">за </w:t>
      </w:r>
      <w:r w:rsidR="003010ED" w:rsidRPr="001114BB">
        <w:rPr>
          <w:szCs w:val="28"/>
          <w:lang w:eastAsia="en-US"/>
        </w:rPr>
        <w:t xml:space="preserve">личные </w:t>
      </w:r>
      <w:r w:rsidRPr="001114BB">
        <w:rPr>
          <w:szCs w:val="28"/>
          <w:lang w:eastAsia="en-US"/>
        </w:rPr>
        <w:t>заслуги:</w:t>
      </w:r>
    </w:p>
    <w:p w14:paraId="56FFFE6B" w14:textId="300761A0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1) </w:t>
      </w:r>
      <w:r w:rsidR="00D0299B" w:rsidRPr="001114BB">
        <w:rPr>
          <w:szCs w:val="28"/>
          <w:lang w:eastAsia="en-US"/>
        </w:rPr>
        <w:t>в развитии лесного хозяйства, сбережении и приумножении лесных богатств;</w:t>
      </w:r>
    </w:p>
    <w:p w14:paraId="35D02C15" w14:textId="291023FF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2) </w:t>
      </w:r>
      <w:r w:rsidR="00D0299B" w:rsidRPr="001114BB">
        <w:rPr>
          <w:szCs w:val="28"/>
          <w:lang w:eastAsia="en-US"/>
        </w:rPr>
        <w:t>в сохранении растительного, животного мира и решении сложных экологических проблем;</w:t>
      </w:r>
    </w:p>
    <w:p w14:paraId="0E37F9F9" w14:textId="00134189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3) </w:t>
      </w:r>
      <w:r w:rsidR="00D0299B" w:rsidRPr="001114BB">
        <w:rPr>
          <w:szCs w:val="28"/>
          <w:lang w:eastAsia="en-US"/>
        </w:rPr>
        <w:t>в создании условий для рационального и интенсивного использования лесов при сохранении их экологических функций и биологического разнообразия;</w:t>
      </w:r>
    </w:p>
    <w:p w14:paraId="147D7EDB" w14:textId="43F51707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4) </w:t>
      </w:r>
      <w:r w:rsidR="00D0299B" w:rsidRPr="001114BB">
        <w:rPr>
          <w:szCs w:val="28"/>
          <w:lang w:eastAsia="en-US"/>
        </w:rPr>
        <w:t>в обеспечении повышения продуктивности и качества лесов, эффективности управления, контроля в области использования и воспроизводства лесов;</w:t>
      </w:r>
    </w:p>
    <w:p w14:paraId="2D785048" w14:textId="4C1E18AE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5) </w:t>
      </w:r>
      <w:r w:rsidR="00D0299B" w:rsidRPr="001114BB">
        <w:rPr>
          <w:szCs w:val="28"/>
          <w:lang w:eastAsia="en-US"/>
        </w:rPr>
        <w:t>в подготовке квалифицированных кадров для лесоводческой и природоохранной отрасли</w:t>
      </w:r>
      <w:r w:rsidR="00421412" w:rsidRPr="001114BB">
        <w:rPr>
          <w:szCs w:val="28"/>
          <w:lang w:eastAsia="en-US"/>
        </w:rPr>
        <w:t>;</w:t>
      </w:r>
    </w:p>
    <w:p w14:paraId="78B1003D" w14:textId="6A589726" w:rsidR="00421412" w:rsidRPr="001114BB" w:rsidRDefault="00332B8E" w:rsidP="00421412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6) </w:t>
      </w:r>
      <w:r w:rsidR="00421412" w:rsidRPr="001114BB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7BACA0E3" w14:textId="0C9D1234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2. Почетное звание присваивается лицам, имеющим стаж работы в лесной отрасли</w:t>
      </w:r>
      <w:r w:rsidR="00E619BF">
        <w:rPr>
          <w:szCs w:val="28"/>
          <w:lang w:eastAsia="en-US"/>
        </w:rPr>
        <w:t xml:space="preserve"> Ярославской области не менее</w:t>
      </w:r>
      <w:r w:rsidRPr="001114BB">
        <w:rPr>
          <w:szCs w:val="28"/>
          <w:lang w:eastAsia="en-US"/>
        </w:rPr>
        <w:t xml:space="preserve"> </w:t>
      </w:r>
      <w:r w:rsidR="00332B8E" w:rsidRPr="001114BB">
        <w:rPr>
          <w:szCs w:val="28"/>
          <w:lang w:eastAsia="en-US"/>
        </w:rPr>
        <w:t xml:space="preserve">пятнадцати </w:t>
      </w:r>
      <w:r w:rsidRPr="001114BB">
        <w:rPr>
          <w:szCs w:val="28"/>
          <w:lang w:eastAsia="en-US"/>
        </w:rPr>
        <w:t>лет</w:t>
      </w:r>
      <w:r w:rsidR="00332B8E" w:rsidRPr="001114BB">
        <w:rPr>
          <w:szCs w:val="28"/>
          <w:lang w:eastAsia="en-US"/>
        </w:rPr>
        <w:t>, в том числе не менее трех</w:t>
      </w:r>
      <w:r w:rsidR="002B5ABE" w:rsidRPr="001114BB">
        <w:rPr>
          <w:szCs w:val="28"/>
          <w:lang w:eastAsia="en-US"/>
        </w:rPr>
        <w:t xml:space="preserve"> лет по </w:t>
      </w:r>
      <w:r w:rsidRPr="001114BB">
        <w:rPr>
          <w:szCs w:val="28"/>
          <w:lang w:eastAsia="en-US"/>
        </w:rPr>
        <w:t>последнему месту работы.</w:t>
      </w:r>
    </w:p>
    <w:p w14:paraId="5EBB651E" w14:textId="6E6FEA91" w:rsidR="00332B8E" w:rsidRPr="001114BB" w:rsidRDefault="00332B8E" w:rsidP="00332B8E">
      <w:pPr>
        <w:ind w:firstLine="709"/>
        <w:rPr>
          <w:szCs w:val="28"/>
          <w:lang w:eastAsia="en-US"/>
        </w:rPr>
      </w:pPr>
      <w:bookmarkStart w:id="13" w:name="_Hlk212400649"/>
      <w:r w:rsidRPr="001114BB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A51D37" w:rsidRPr="00533732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1114BB">
        <w:rPr>
          <w:szCs w:val="28"/>
          <w:lang w:eastAsia="en-US"/>
        </w:rPr>
        <w:t>.</w:t>
      </w:r>
    </w:p>
    <w:p w14:paraId="4E165A0E" w14:textId="77777777" w:rsidR="00AF281C" w:rsidRPr="001114BB" w:rsidRDefault="00AF281C" w:rsidP="00AF281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4A89AF91" w14:textId="77777777" w:rsidR="00AF281C" w:rsidRPr="001114BB" w:rsidRDefault="00AF281C" w:rsidP="00AF281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1F211768" w14:textId="77777777" w:rsidR="00AF281C" w:rsidRPr="001114BB" w:rsidRDefault="00AF281C" w:rsidP="00AF281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lastRenderedPageBreak/>
        <w:t>2) органы местного самоуправления муниципальных образований Ярославской области;</w:t>
      </w:r>
    </w:p>
    <w:p w14:paraId="538BC06E" w14:textId="77777777" w:rsidR="00AF281C" w:rsidRPr="001114BB" w:rsidRDefault="00AF281C" w:rsidP="00AF281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33621906" w14:textId="77777777" w:rsidR="00AF281C" w:rsidRPr="001114BB" w:rsidRDefault="00AF281C" w:rsidP="00AF281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6407EACB" w14:textId="55A5C242" w:rsidR="00EF4DB6" w:rsidRPr="001114BB" w:rsidRDefault="00EF4DB6" w:rsidP="00A466EA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5. Гражданину, которому присвоено Почетное звание, вручается удостоверение почетного лесовода Ярославской области и </w:t>
      </w:r>
      <w:r w:rsidR="000569CE" w:rsidRPr="001114BB">
        <w:rPr>
          <w:szCs w:val="28"/>
          <w:lang w:eastAsia="en-US"/>
        </w:rPr>
        <w:t xml:space="preserve">нагрудный </w:t>
      </w:r>
      <w:r w:rsidRPr="001114BB">
        <w:rPr>
          <w:szCs w:val="28"/>
          <w:lang w:eastAsia="en-US"/>
        </w:rPr>
        <w:t>знак к Почетному званию.</w:t>
      </w:r>
    </w:p>
    <w:p w14:paraId="531A44A1" w14:textId="77777777" w:rsidR="000631F4" w:rsidRPr="001114BB" w:rsidRDefault="000631F4" w:rsidP="00A466EA">
      <w:pPr>
        <w:ind w:firstLine="709"/>
        <w:rPr>
          <w:szCs w:val="28"/>
          <w:lang w:eastAsia="en-US"/>
        </w:rPr>
      </w:pPr>
    </w:p>
    <w:p w14:paraId="6AEAFCBC" w14:textId="0029024A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Приложение 9</w:t>
      </w:r>
    </w:p>
    <w:p w14:paraId="53EEA325" w14:textId="4D1CFE87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к </w:t>
      </w:r>
      <w:r w:rsidR="00733191" w:rsidRPr="001114BB">
        <w:rPr>
          <w:szCs w:val="28"/>
          <w:lang w:eastAsia="en-US"/>
        </w:rPr>
        <w:t>З</w:t>
      </w:r>
      <w:r w:rsidRPr="001114BB">
        <w:rPr>
          <w:szCs w:val="28"/>
          <w:lang w:eastAsia="en-US"/>
        </w:rPr>
        <w:t>акону</w:t>
      </w:r>
    </w:p>
    <w:p w14:paraId="04F59D2F" w14:textId="77777777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Ярославской области</w:t>
      </w:r>
    </w:p>
    <w:p w14:paraId="5D9BC646" w14:textId="77777777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от 06.05.2010 № 11-з</w:t>
      </w:r>
    </w:p>
    <w:p w14:paraId="51A926CF" w14:textId="77777777" w:rsidR="00002F3A" w:rsidRPr="001114BB" w:rsidRDefault="00002F3A" w:rsidP="00CE0C12">
      <w:pPr>
        <w:ind w:firstLine="709"/>
        <w:jc w:val="right"/>
        <w:rPr>
          <w:szCs w:val="28"/>
          <w:lang w:eastAsia="en-US"/>
        </w:rPr>
      </w:pPr>
    </w:p>
    <w:p w14:paraId="285AA530" w14:textId="77777777" w:rsidR="00D0299B" w:rsidRPr="001114BB" w:rsidRDefault="00D0299B" w:rsidP="00EF4DB6">
      <w:pPr>
        <w:ind w:firstLine="0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>Положение</w:t>
      </w:r>
    </w:p>
    <w:p w14:paraId="387FE9C5" w14:textId="17599CDF" w:rsidR="00D0299B" w:rsidRPr="001114BB" w:rsidRDefault="00D0299B" w:rsidP="00EF4DB6">
      <w:pPr>
        <w:ind w:firstLine="0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 xml:space="preserve">о почетном звании </w:t>
      </w:r>
      <w:r w:rsidR="00E25605" w:rsidRPr="001114BB">
        <w:rPr>
          <w:b/>
          <w:szCs w:val="28"/>
          <w:lang w:eastAsia="en-US"/>
        </w:rPr>
        <w:t>«</w:t>
      </w:r>
      <w:r w:rsidRPr="001114BB">
        <w:rPr>
          <w:b/>
          <w:szCs w:val="28"/>
          <w:lang w:eastAsia="en-US"/>
        </w:rPr>
        <w:t xml:space="preserve">Почетный работник жилищно-коммунального </w:t>
      </w:r>
      <w:r w:rsidR="00ED7E4D" w:rsidRPr="001114BB">
        <w:rPr>
          <w:b/>
          <w:szCs w:val="28"/>
          <w:lang w:eastAsia="en-US"/>
        </w:rPr>
        <w:br/>
      </w:r>
      <w:r w:rsidRPr="001114BB">
        <w:rPr>
          <w:b/>
          <w:szCs w:val="28"/>
          <w:lang w:eastAsia="en-US"/>
        </w:rPr>
        <w:t>хозяйства Ярославской области</w:t>
      </w:r>
      <w:r w:rsidR="00E25605" w:rsidRPr="001114BB">
        <w:rPr>
          <w:b/>
          <w:szCs w:val="28"/>
          <w:lang w:eastAsia="en-US"/>
        </w:rPr>
        <w:t>»</w:t>
      </w:r>
    </w:p>
    <w:p w14:paraId="4A4D2913" w14:textId="77777777" w:rsidR="00EF4DB6" w:rsidRPr="001114BB" w:rsidRDefault="00EF4DB6" w:rsidP="00E25605">
      <w:pPr>
        <w:ind w:firstLine="709"/>
        <w:jc w:val="center"/>
        <w:rPr>
          <w:b/>
          <w:szCs w:val="28"/>
          <w:lang w:eastAsia="en-US"/>
        </w:rPr>
      </w:pPr>
    </w:p>
    <w:p w14:paraId="1E380169" w14:textId="74E35699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1. Почетное звание </w:t>
      </w:r>
      <w:r w:rsidR="00E25605" w:rsidRPr="001114BB">
        <w:rPr>
          <w:szCs w:val="28"/>
          <w:lang w:eastAsia="en-US"/>
        </w:rPr>
        <w:t>«</w:t>
      </w:r>
      <w:r w:rsidRPr="001114BB">
        <w:rPr>
          <w:szCs w:val="28"/>
          <w:lang w:eastAsia="en-US"/>
        </w:rPr>
        <w:t>Почетный работник жилищно-коммунального хозяйства Ярославской области</w:t>
      </w:r>
      <w:r w:rsidR="00E25605" w:rsidRPr="001114BB">
        <w:rPr>
          <w:szCs w:val="28"/>
          <w:lang w:eastAsia="en-US"/>
        </w:rPr>
        <w:t>»</w:t>
      </w:r>
      <w:r w:rsidRPr="001114BB">
        <w:rPr>
          <w:szCs w:val="28"/>
          <w:lang w:eastAsia="en-US"/>
        </w:rPr>
        <w:t xml:space="preserve"> </w:t>
      </w:r>
      <w:r w:rsidR="001163F6" w:rsidRPr="001114BB">
        <w:rPr>
          <w:szCs w:val="28"/>
          <w:lang w:eastAsia="en-US"/>
        </w:rPr>
        <w:t xml:space="preserve">(далее </w:t>
      </w:r>
      <w:r w:rsidR="001163F6" w:rsidRPr="001114BB">
        <w:rPr>
          <w:rFonts w:cs="Calibri"/>
          <w:szCs w:val="22"/>
          <w:lang w:eastAsia="en-US"/>
        </w:rPr>
        <w:t>–</w:t>
      </w:r>
      <w:r w:rsidR="001163F6" w:rsidRPr="001114BB">
        <w:rPr>
          <w:szCs w:val="28"/>
          <w:lang w:eastAsia="en-US"/>
        </w:rPr>
        <w:t xml:space="preserve"> Почетное звание) </w:t>
      </w:r>
      <w:r w:rsidRPr="001114BB">
        <w:rPr>
          <w:szCs w:val="28"/>
          <w:lang w:eastAsia="en-US"/>
        </w:rPr>
        <w:t>присваивается высокопрофессиональным работникам организаций жилищно-коммунального хозяйства</w:t>
      </w:r>
      <w:r w:rsidR="00733191" w:rsidRPr="001114BB">
        <w:rPr>
          <w:szCs w:val="28"/>
          <w:lang w:eastAsia="en-US"/>
        </w:rPr>
        <w:t xml:space="preserve"> </w:t>
      </w:r>
      <w:r w:rsidRPr="001114BB">
        <w:rPr>
          <w:szCs w:val="28"/>
          <w:lang w:eastAsia="en-US"/>
        </w:rPr>
        <w:t>за личные заслуги:</w:t>
      </w:r>
    </w:p>
    <w:p w14:paraId="659AE0A0" w14:textId="1E4B718D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1) </w:t>
      </w:r>
      <w:r w:rsidR="00D0299B" w:rsidRPr="001114BB">
        <w:rPr>
          <w:szCs w:val="28"/>
          <w:lang w:eastAsia="en-US"/>
        </w:rPr>
        <w:t>в своевременном оказании качественных и современных жилищно-эксплуатационных услуг населению;</w:t>
      </w:r>
    </w:p>
    <w:p w14:paraId="01A83EE8" w14:textId="035BCC62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2) </w:t>
      </w:r>
      <w:r w:rsidR="00D0299B" w:rsidRPr="001114BB">
        <w:rPr>
          <w:szCs w:val="28"/>
          <w:lang w:eastAsia="en-US"/>
        </w:rPr>
        <w:t xml:space="preserve">в организации устойчивого и качественного функционирования коммунального хозяйства, городского транспорта, водоочистки и </w:t>
      </w:r>
      <w:proofErr w:type="spellStart"/>
      <w:r w:rsidR="00D0299B" w:rsidRPr="001114BB">
        <w:rPr>
          <w:szCs w:val="28"/>
          <w:lang w:eastAsia="en-US"/>
        </w:rPr>
        <w:t>водообеспечения</w:t>
      </w:r>
      <w:proofErr w:type="spellEnd"/>
      <w:r w:rsidR="00D0299B" w:rsidRPr="001114BB">
        <w:rPr>
          <w:szCs w:val="28"/>
          <w:lang w:eastAsia="en-US"/>
        </w:rPr>
        <w:t>, службы отопления, освещения и сохранения жилищного фонда;</w:t>
      </w:r>
    </w:p>
    <w:p w14:paraId="2E820986" w14:textId="45988862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3) </w:t>
      </w:r>
      <w:r w:rsidR="00D0299B" w:rsidRPr="001114BB">
        <w:rPr>
          <w:szCs w:val="28"/>
          <w:lang w:eastAsia="en-US"/>
        </w:rPr>
        <w:t xml:space="preserve">в повышении уровня механизации труда в жилищно-коммунальном хозяйстве и применении современных систем автоматизации, способствующих повышению качества, эффективности и </w:t>
      </w:r>
      <w:proofErr w:type="spellStart"/>
      <w:r w:rsidR="00D0299B" w:rsidRPr="001114BB">
        <w:rPr>
          <w:szCs w:val="28"/>
          <w:lang w:eastAsia="en-US"/>
        </w:rPr>
        <w:t>экологичности</w:t>
      </w:r>
      <w:proofErr w:type="spellEnd"/>
      <w:r w:rsidR="00D0299B" w:rsidRPr="001114BB">
        <w:rPr>
          <w:szCs w:val="28"/>
          <w:lang w:eastAsia="en-US"/>
        </w:rPr>
        <w:t xml:space="preserve"> предоставляемых услуг;</w:t>
      </w:r>
    </w:p>
    <w:p w14:paraId="4DB418D8" w14:textId="1E6F071B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4) </w:t>
      </w:r>
      <w:r w:rsidR="00D0299B" w:rsidRPr="001114BB">
        <w:rPr>
          <w:szCs w:val="28"/>
          <w:lang w:eastAsia="en-US"/>
        </w:rPr>
        <w:t>в выполнении природоохранных мероприятий, реализации основных направлений экологической безопасности населения, мест его проживания и трудовой деятельности, ликвидации последствий чрезвычайных ситуаций;</w:t>
      </w:r>
    </w:p>
    <w:p w14:paraId="112A0088" w14:textId="680D9C24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5) </w:t>
      </w:r>
      <w:r w:rsidR="00D0299B" w:rsidRPr="001114BB">
        <w:rPr>
          <w:szCs w:val="28"/>
          <w:lang w:eastAsia="en-US"/>
        </w:rPr>
        <w:t xml:space="preserve">в воспитании и подготовке квалифицированных кадров для </w:t>
      </w:r>
      <w:r w:rsidR="00D9483E" w:rsidRPr="001114BB">
        <w:rPr>
          <w:szCs w:val="28"/>
          <w:lang w:eastAsia="en-US"/>
        </w:rPr>
        <w:br/>
      </w:r>
      <w:r w:rsidR="00D0299B" w:rsidRPr="001114BB">
        <w:rPr>
          <w:szCs w:val="28"/>
          <w:lang w:eastAsia="en-US"/>
        </w:rPr>
        <w:t>жилищно-коммунального хозяйства;</w:t>
      </w:r>
    </w:p>
    <w:p w14:paraId="13632C56" w14:textId="4EB71EED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6) </w:t>
      </w:r>
      <w:r w:rsidR="00D0299B" w:rsidRPr="001114BB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5EA8AB4B" w14:textId="33DF254E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2. Почетное звание присваивается лицам, </w:t>
      </w:r>
      <w:r w:rsidR="0030273F" w:rsidRPr="001114BB">
        <w:rPr>
          <w:szCs w:val="28"/>
          <w:lang w:eastAsia="en-US"/>
        </w:rPr>
        <w:t xml:space="preserve">имеющим стаж работы </w:t>
      </w:r>
      <w:r w:rsidRPr="001114BB">
        <w:rPr>
          <w:szCs w:val="28"/>
          <w:lang w:eastAsia="en-US"/>
        </w:rPr>
        <w:t xml:space="preserve">в отрасли жилищно-коммунального хозяйства </w:t>
      </w:r>
      <w:r w:rsidR="00332B8E" w:rsidRPr="001114BB">
        <w:rPr>
          <w:szCs w:val="28"/>
          <w:lang w:eastAsia="en-US"/>
        </w:rPr>
        <w:t>Ярославской области не менее пятнадцати</w:t>
      </w:r>
      <w:r w:rsidR="002B5ABE" w:rsidRPr="001114BB">
        <w:rPr>
          <w:szCs w:val="28"/>
          <w:lang w:eastAsia="en-US"/>
        </w:rPr>
        <w:t> </w:t>
      </w:r>
      <w:r w:rsidR="00332B8E" w:rsidRPr="001114BB">
        <w:rPr>
          <w:szCs w:val="28"/>
          <w:lang w:eastAsia="en-US"/>
        </w:rPr>
        <w:t>лет, в том числе не менее трех</w:t>
      </w:r>
      <w:r w:rsidRPr="001114BB">
        <w:rPr>
          <w:szCs w:val="28"/>
          <w:lang w:eastAsia="en-US"/>
        </w:rPr>
        <w:t xml:space="preserve"> лет по последнему месту работы.</w:t>
      </w:r>
    </w:p>
    <w:bookmarkEnd w:id="13"/>
    <w:p w14:paraId="2DE99AB5" w14:textId="2A64C2D7" w:rsidR="00332B8E" w:rsidRPr="001114BB" w:rsidRDefault="00332B8E" w:rsidP="00332B8E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A51D37" w:rsidRPr="00832DDE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1114BB">
        <w:rPr>
          <w:szCs w:val="28"/>
          <w:lang w:eastAsia="en-US"/>
        </w:rPr>
        <w:t>.</w:t>
      </w:r>
    </w:p>
    <w:p w14:paraId="5C907103" w14:textId="77777777" w:rsidR="00AF281C" w:rsidRPr="001114BB" w:rsidRDefault="00AF281C" w:rsidP="00AF281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lastRenderedPageBreak/>
        <w:t>4. Ходатайства о присвоении Почетного звания могут возбуждать:</w:t>
      </w:r>
    </w:p>
    <w:p w14:paraId="2C4C7547" w14:textId="77777777" w:rsidR="00AF281C" w:rsidRPr="001114BB" w:rsidRDefault="00AF281C" w:rsidP="00AF281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0C3C01EF" w14:textId="77777777" w:rsidR="00AF281C" w:rsidRPr="001114BB" w:rsidRDefault="00AF281C" w:rsidP="00AF281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7522D8D5" w14:textId="77777777" w:rsidR="00AF281C" w:rsidRPr="001114BB" w:rsidRDefault="00AF281C" w:rsidP="00AF281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54E54742" w14:textId="77777777" w:rsidR="00AF281C" w:rsidRPr="001114BB" w:rsidRDefault="00AF281C" w:rsidP="00AF281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72D17FE3" w14:textId="1A3F77A2" w:rsidR="00EF4DB6" w:rsidRPr="001114BB" w:rsidRDefault="00EF4DB6" w:rsidP="00A466EA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5. Гражданину, которому присвоено Почетное звание, вручается удостоверение почетного работника жилищно-коммунального хозяйства Ярославской области и </w:t>
      </w:r>
      <w:r w:rsidR="000569CE" w:rsidRPr="001114BB">
        <w:rPr>
          <w:szCs w:val="28"/>
          <w:lang w:eastAsia="en-US"/>
        </w:rPr>
        <w:t xml:space="preserve">нагрудный </w:t>
      </w:r>
      <w:r w:rsidRPr="001114BB">
        <w:rPr>
          <w:szCs w:val="28"/>
          <w:lang w:eastAsia="en-US"/>
        </w:rPr>
        <w:t>знак к Почетному званию.</w:t>
      </w:r>
    </w:p>
    <w:p w14:paraId="2832292B" w14:textId="77777777" w:rsidR="00675928" w:rsidRPr="001114BB" w:rsidRDefault="00675928" w:rsidP="00D0299B">
      <w:pPr>
        <w:ind w:firstLine="709"/>
        <w:rPr>
          <w:szCs w:val="28"/>
          <w:lang w:eastAsia="en-US"/>
        </w:rPr>
      </w:pPr>
    </w:p>
    <w:p w14:paraId="44BC72D2" w14:textId="4DD027D3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Приложение 10</w:t>
      </w:r>
    </w:p>
    <w:p w14:paraId="0C8DC340" w14:textId="1EBDB308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к </w:t>
      </w:r>
      <w:r w:rsidR="00281DA6" w:rsidRPr="001114BB">
        <w:rPr>
          <w:szCs w:val="28"/>
          <w:lang w:eastAsia="en-US"/>
        </w:rPr>
        <w:t>З</w:t>
      </w:r>
      <w:r w:rsidRPr="001114BB">
        <w:rPr>
          <w:szCs w:val="28"/>
          <w:lang w:eastAsia="en-US"/>
        </w:rPr>
        <w:t>акону</w:t>
      </w:r>
    </w:p>
    <w:p w14:paraId="35882360" w14:textId="77777777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Ярославской области</w:t>
      </w:r>
    </w:p>
    <w:p w14:paraId="42C1EB66" w14:textId="77777777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от 06.05.2010 № 11-з</w:t>
      </w:r>
    </w:p>
    <w:p w14:paraId="6EFCAE55" w14:textId="43B3C8E6" w:rsidR="00675928" w:rsidRPr="001114BB" w:rsidRDefault="00675928" w:rsidP="00CE0C12">
      <w:pPr>
        <w:ind w:firstLine="709"/>
        <w:jc w:val="right"/>
        <w:rPr>
          <w:szCs w:val="28"/>
          <w:lang w:eastAsia="en-US"/>
        </w:rPr>
      </w:pPr>
    </w:p>
    <w:p w14:paraId="08DCA89F" w14:textId="77777777" w:rsidR="00D0299B" w:rsidRPr="001114BB" w:rsidRDefault="00D0299B" w:rsidP="00EF4DB6">
      <w:pPr>
        <w:ind w:firstLine="0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>Положение</w:t>
      </w:r>
    </w:p>
    <w:p w14:paraId="74774B40" w14:textId="77777777" w:rsidR="00EF4DB6" w:rsidRPr="001114BB" w:rsidRDefault="00D0299B" w:rsidP="00EF4DB6">
      <w:pPr>
        <w:ind w:firstLine="0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 xml:space="preserve">о почетном звании </w:t>
      </w:r>
      <w:r w:rsidR="00E25605" w:rsidRPr="001114BB">
        <w:rPr>
          <w:b/>
          <w:szCs w:val="28"/>
          <w:lang w:eastAsia="en-US"/>
        </w:rPr>
        <w:t>«</w:t>
      </w:r>
      <w:r w:rsidRPr="001114BB">
        <w:rPr>
          <w:b/>
          <w:szCs w:val="28"/>
          <w:lang w:eastAsia="en-US"/>
        </w:rPr>
        <w:t xml:space="preserve">Почетный работник здравоохранения </w:t>
      </w:r>
    </w:p>
    <w:p w14:paraId="143D8DE4" w14:textId="7CED2AFC" w:rsidR="00D0299B" w:rsidRPr="001114BB" w:rsidRDefault="00D0299B" w:rsidP="00EF4DB6">
      <w:pPr>
        <w:ind w:firstLine="0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>Ярославской области</w:t>
      </w:r>
      <w:r w:rsidR="00E25605" w:rsidRPr="001114BB">
        <w:rPr>
          <w:b/>
          <w:szCs w:val="28"/>
          <w:lang w:eastAsia="en-US"/>
        </w:rPr>
        <w:t>»</w:t>
      </w:r>
    </w:p>
    <w:p w14:paraId="319706B9" w14:textId="77777777" w:rsidR="00EF4DB6" w:rsidRPr="001114BB" w:rsidRDefault="00EF4DB6" w:rsidP="00EF4DB6">
      <w:pPr>
        <w:ind w:firstLine="0"/>
        <w:jc w:val="center"/>
        <w:rPr>
          <w:b/>
          <w:szCs w:val="28"/>
          <w:lang w:eastAsia="en-US"/>
        </w:rPr>
      </w:pPr>
    </w:p>
    <w:p w14:paraId="18792B2A" w14:textId="6693E5B4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1. Почетное звание </w:t>
      </w:r>
      <w:r w:rsidR="00E25605" w:rsidRPr="001114BB">
        <w:rPr>
          <w:szCs w:val="28"/>
          <w:lang w:eastAsia="en-US"/>
        </w:rPr>
        <w:t>«</w:t>
      </w:r>
      <w:r w:rsidRPr="001114BB">
        <w:rPr>
          <w:szCs w:val="28"/>
          <w:lang w:eastAsia="en-US"/>
        </w:rPr>
        <w:t>Почетный работник здравоохранения Ярославской области</w:t>
      </w:r>
      <w:r w:rsidR="00E25605" w:rsidRPr="001114BB">
        <w:rPr>
          <w:szCs w:val="28"/>
          <w:lang w:eastAsia="en-US"/>
        </w:rPr>
        <w:t>»</w:t>
      </w:r>
      <w:r w:rsidRPr="001114BB">
        <w:rPr>
          <w:szCs w:val="28"/>
          <w:lang w:eastAsia="en-US"/>
        </w:rPr>
        <w:t xml:space="preserve"> </w:t>
      </w:r>
      <w:bookmarkStart w:id="14" w:name="_Hlk212406572"/>
      <w:r w:rsidR="00332B8E" w:rsidRPr="001114BB">
        <w:rPr>
          <w:szCs w:val="28"/>
          <w:lang w:eastAsia="en-US"/>
        </w:rPr>
        <w:t>(далее</w:t>
      </w:r>
      <w:r w:rsidR="00FE393E" w:rsidRPr="001114BB">
        <w:rPr>
          <w:szCs w:val="28"/>
          <w:lang w:eastAsia="en-US"/>
        </w:rPr>
        <w:t xml:space="preserve"> </w:t>
      </w:r>
      <w:r w:rsidR="00E619BF">
        <w:rPr>
          <w:szCs w:val="28"/>
          <w:lang w:eastAsia="en-US"/>
        </w:rPr>
        <w:t>–</w:t>
      </w:r>
      <w:r w:rsidRPr="001114BB">
        <w:rPr>
          <w:szCs w:val="28"/>
          <w:lang w:eastAsia="en-US"/>
        </w:rPr>
        <w:t xml:space="preserve"> Почетное звание)</w:t>
      </w:r>
      <w:bookmarkEnd w:id="14"/>
      <w:r w:rsidRPr="001114BB">
        <w:rPr>
          <w:szCs w:val="28"/>
          <w:lang w:eastAsia="en-US"/>
        </w:rPr>
        <w:t xml:space="preserve"> присваивается высокопрофессиональным работникам клинических, лечебно-профилактических, санитарно-профилактических, санаторно-курортных, инженерно-технических, научных, фармацевтических и других медицинских организаций</w:t>
      </w:r>
      <w:r w:rsidR="00B66DCA" w:rsidRPr="001114BB">
        <w:rPr>
          <w:szCs w:val="28"/>
          <w:lang w:eastAsia="en-US"/>
        </w:rPr>
        <w:t xml:space="preserve"> </w:t>
      </w:r>
      <w:r w:rsidRPr="001114BB">
        <w:rPr>
          <w:szCs w:val="28"/>
          <w:lang w:eastAsia="en-US"/>
        </w:rPr>
        <w:t>за личные заслуги:</w:t>
      </w:r>
    </w:p>
    <w:p w14:paraId="7B799ABC" w14:textId="652F393A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1) </w:t>
      </w:r>
      <w:r w:rsidR="00D0299B" w:rsidRPr="001114BB">
        <w:rPr>
          <w:szCs w:val="28"/>
          <w:lang w:eastAsia="en-US"/>
        </w:rPr>
        <w:t>в организации высококачественного медицинского обслуживания населения, основанного на применении новейших достижений медицинской науки и техники и позволяющего существенно снизить уровень смертности населения от наиболее распространенных и особо опасных заболеваний;</w:t>
      </w:r>
    </w:p>
    <w:p w14:paraId="03320C25" w14:textId="2D3AAF80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2) </w:t>
      </w:r>
      <w:r w:rsidR="00D0299B" w:rsidRPr="001114BB">
        <w:rPr>
          <w:szCs w:val="28"/>
          <w:lang w:eastAsia="en-US"/>
        </w:rPr>
        <w:t>в предоставлении высококачественных услуг по оперативному оказанию скорой медицинской помощи, а также по высококвалифицированному стационарному уходу за пациентами;</w:t>
      </w:r>
    </w:p>
    <w:p w14:paraId="3208A602" w14:textId="2EE13E8E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3) </w:t>
      </w:r>
      <w:r w:rsidR="00D0299B" w:rsidRPr="001114BB">
        <w:rPr>
          <w:szCs w:val="28"/>
          <w:lang w:eastAsia="en-US"/>
        </w:rPr>
        <w:t>в успешном осуществлении комплекса мер по профилактике социально значимых заболеваний и борьбе с привычками, негативным образом влияющими на здоровье людей;</w:t>
      </w:r>
    </w:p>
    <w:p w14:paraId="10D567E9" w14:textId="798C387B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4) </w:t>
      </w:r>
      <w:r w:rsidR="00D0299B" w:rsidRPr="001114BB">
        <w:rPr>
          <w:szCs w:val="28"/>
          <w:lang w:eastAsia="en-US"/>
        </w:rPr>
        <w:t>в обеспечении населения качественными лекарственными препаратами, изготовлении конкурентоспособных инновационных лекарственных препаратов, позволяющих удовлетворять потребности населения и российских организаций здравоохранения, а также замещать импорт аналогичной продукции из-за рубежа;</w:t>
      </w:r>
    </w:p>
    <w:p w14:paraId="65FFFD34" w14:textId="791CC853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5) </w:t>
      </w:r>
      <w:r w:rsidR="00D0299B" w:rsidRPr="001114BB">
        <w:rPr>
          <w:szCs w:val="28"/>
          <w:lang w:eastAsia="en-US"/>
        </w:rPr>
        <w:t>по внедрению в медицинских учреждениях современного высокотехнологичного медицинского оборудования, позволяющего своевременно диагностировать и лечить заболевания на ранних стадиях развития;</w:t>
      </w:r>
    </w:p>
    <w:p w14:paraId="28A1B080" w14:textId="077C786D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lastRenderedPageBreak/>
        <w:t xml:space="preserve">6) </w:t>
      </w:r>
      <w:r w:rsidR="00D0299B" w:rsidRPr="001114BB">
        <w:rPr>
          <w:szCs w:val="28"/>
          <w:lang w:eastAsia="en-US"/>
        </w:rPr>
        <w:t>в подготовке квалифицированных кадров для российских медицинских организаций;</w:t>
      </w:r>
    </w:p>
    <w:p w14:paraId="5DFCD499" w14:textId="5D1221B3" w:rsidR="00D0299B" w:rsidRPr="001114BB" w:rsidRDefault="00332B8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7) </w:t>
      </w:r>
      <w:r w:rsidR="00D0299B" w:rsidRPr="001114BB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4774D0F7" w14:textId="067F82F7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2. Почетное звание присваивается лицам, </w:t>
      </w:r>
      <w:r w:rsidR="00031876" w:rsidRPr="001114BB">
        <w:rPr>
          <w:szCs w:val="28"/>
          <w:lang w:eastAsia="en-US"/>
        </w:rPr>
        <w:t>имеющим стаж работы</w:t>
      </w:r>
      <w:r w:rsidRPr="001114BB">
        <w:rPr>
          <w:szCs w:val="28"/>
          <w:lang w:eastAsia="en-US"/>
        </w:rPr>
        <w:t xml:space="preserve"> в сфере здравоохранения в Ярославской области </w:t>
      </w:r>
      <w:r w:rsidR="00031876" w:rsidRPr="001114BB">
        <w:rPr>
          <w:szCs w:val="28"/>
          <w:lang w:eastAsia="en-US"/>
        </w:rPr>
        <w:t xml:space="preserve">не менее </w:t>
      </w:r>
      <w:r w:rsidR="00FE393E" w:rsidRPr="001114BB">
        <w:rPr>
          <w:szCs w:val="28"/>
          <w:lang w:eastAsia="en-US"/>
        </w:rPr>
        <w:t>пятнадцати лет, в том числе не менее трех</w:t>
      </w:r>
      <w:r w:rsidRPr="001114BB">
        <w:rPr>
          <w:szCs w:val="28"/>
          <w:lang w:eastAsia="en-US"/>
        </w:rPr>
        <w:t xml:space="preserve"> лет по последнему месту работы.</w:t>
      </w:r>
    </w:p>
    <w:p w14:paraId="269742FA" w14:textId="4A883DD9" w:rsidR="00FE393E" w:rsidRPr="001114BB" w:rsidRDefault="00FE393E" w:rsidP="00FE393E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3233AC" w:rsidRPr="00EB258E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1114BB">
        <w:rPr>
          <w:szCs w:val="28"/>
          <w:lang w:eastAsia="en-US"/>
        </w:rPr>
        <w:t>.</w:t>
      </w:r>
    </w:p>
    <w:p w14:paraId="259D4C1D" w14:textId="77777777" w:rsidR="007950F7" w:rsidRPr="001114BB" w:rsidRDefault="007950F7" w:rsidP="007950F7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1E7DC1B7" w14:textId="77777777" w:rsidR="007950F7" w:rsidRPr="001114BB" w:rsidRDefault="007950F7" w:rsidP="007950F7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597D4067" w14:textId="77777777" w:rsidR="007950F7" w:rsidRPr="001114BB" w:rsidRDefault="007950F7" w:rsidP="007950F7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351C8EBA" w14:textId="77777777" w:rsidR="007950F7" w:rsidRPr="001114BB" w:rsidRDefault="007950F7" w:rsidP="007950F7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239C5136" w14:textId="77777777" w:rsidR="007950F7" w:rsidRPr="001114BB" w:rsidRDefault="007950F7" w:rsidP="007950F7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0720C415" w14:textId="42619F1B" w:rsidR="00EA1ECC" w:rsidRPr="001114BB" w:rsidRDefault="00EF4DB6" w:rsidP="00281DA6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5. Гражданину, которому присвоено Почетное звание, вручается удостоверение почетного работника здравоохранения Ярославской области и </w:t>
      </w:r>
      <w:r w:rsidR="000569CE" w:rsidRPr="001114BB">
        <w:rPr>
          <w:szCs w:val="28"/>
          <w:lang w:eastAsia="en-US"/>
        </w:rPr>
        <w:t xml:space="preserve">нагрудный </w:t>
      </w:r>
      <w:r w:rsidRPr="001114BB">
        <w:rPr>
          <w:szCs w:val="28"/>
          <w:lang w:eastAsia="en-US"/>
        </w:rPr>
        <w:t>знак к Почетному званию.</w:t>
      </w:r>
    </w:p>
    <w:p w14:paraId="69CA1923" w14:textId="382CD52E" w:rsidR="00281DA6" w:rsidRDefault="00281DA6" w:rsidP="00281DA6">
      <w:pPr>
        <w:ind w:firstLine="709"/>
        <w:rPr>
          <w:szCs w:val="28"/>
          <w:lang w:eastAsia="en-US"/>
        </w:rPr>
      </w:pPr>
    </w:p>
    <w:p w14:paraId="50819995" w14:textId="30FB6B04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bookmarkStart w:id="15" w:name="_Hlk212401036"/>
      <w:r w:rsidRPr="001114BB">
        <w:rPr>
          <w:szCs w:val="28"/>
          <w:lang w:eastAsia="en-US"/>
        </w:rPr>
        <w:t>Приложение 11</w:t>
      </w:r>
    </w:p>
    <w:p w14:paraId="16EDD554" w14:textId="123CDBA8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к </w:t>
      </w:r>
      <w:r w:rsidR="00457668" w:rsidRPr="001114BB">
        <w:rPr>
          <w:szCs w:val="28"/>
          <w:lang w:eastAsia="en-US"/>
        </w:rPr>
        <w:t>З</w:t>
      </w:r>
      <w:r w:rsidRPr="001114BB">
        <w:rPr>
          <w:szCs w:val="28"/>
          <w:lang w:eastAsia="en-US"/>
        </w:rPr>
        <w:t>акону</w:t>
      </w:r>
    </w:p>
    <w:p w14:paraId="3D1DB615" w14:textId="77777777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Ярославской области</w:t>
      </w:r>
    </w:p>
    <w:p w14:paraId="37DF10CE" w14:textId="77777777" w:rsidR="00002F3A" w:rsidRPr="001114BB" w:rsidRDefault="00002F3A" w:rsidP="00002F3A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от 06.05.2010 № 11-з</w:t>
      </w:r>
    </w:p>
    <w:p w14:paraId="4EF3BF06" w14:textId="538E6432" w:rsidR="00002F3A" w:rsidRPr="001114BB" w:rsidRDefault="00002F3A" w:rsidP="00CE0C12">
      <w:pPr>
        <w:ind w:firstLine="709"/>
        <w:jc w:val="right"/>
        <w:rPr>
          <w:szCs w:val="28"/>
          <w:lang w:eastAsia="en-US"/>
        </w:rPr>
      </w:pPr>
    </w:p>
    <w:p w14:paraId="6F1B99F5" w14:textId="77777777" w:rsidR="00D0299B" w:rsidRPr="001114BB" w:rsidRDefault="00D0299B" w:rsidP="0065202F">
      <w:pPr>
        <w:ind w:firstLine="709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>Положение</w:t>
      </w:r>
    </w:p>
    <w:p w14:paraId="7DCBE9AD" w14:textId="77777777" w:rsidR="00002F3A" w:rsidRPr="001114BB" w:rsidRDefault="00D0299B" w:rsidP="0065202F">
      <w:pPr>
        <w:ind w:firstLine="709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 xml:space="preserve">о почетном звании </w:t>
      </w:r>
      <w:r w:rsidR="0065202F" w:rsidRPr="001114BB">
        <w:rPr>
          <w:b/>
          <w:szCs w:val="28"/>
          <w:lang w:eastAsia="en-US"/>
        </w:rPr>
        <w:t>«</w:t>
      </w:r>
      <w:r w:rsidRPr="001114BB">
        <w:rPr>
          <w:b/>
          <w:szCs w:val="28"/>
          <w:lang w:eastAsia="en-US"/>
        </w:rPr>
        <w:t xml:space="preserve">Почетный работник культуры </w:t>
      </w:r>
    </w:p>
    <w:p w14:paraId="10EE3CD9" w14:textId="495C87A0" w:rsidR="00D0299B" w:rsidRPr="001114BB" w:rsidRDefault="00D0299B" w:rsidP="0065202F">
      <w:pPr>
        <w:ind w:firstLine="709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>Ярославской области</w:t>
      </w:r>
      <w:r w:rsidR="0065202F" w:rsidRPr="001114BB">
        <w:rPr>
          <w:b/>
          <w:szCs w:val="28"/>
          <w:lang w:eastAsia="en-US"/>
        </w:rPr>
        <w:t>»</w:t>
      </w:r>
    </w:p>
    <w:p w14:paraId="5121092C" w14:textId="77777777" w:rsidR="00002F3A" w:rsidRPr="001114BB" w:rsidRDefault="00002F3A" w:rsidP="0065202F">
      <w:pPr>
        <w:ind w:firstLine="709"/>
        <w:jc w:val="center"/>
        <w:rPr>
          <w:b/>
          <w:szCs w:val="28"/>
          <w:lang w:eastAsia="en-US"/>
        </w:rPr>
      </w:pPr>
    </w:p>
    <w:p w14:paraId="1EA11997" w14:textId="070F3C15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1. Почетное звание </w:t>
      </w:r>
      <w:r w:rsidR="0065202F" w:rsidRPr="001114BB">
        <w:rPr>
          <w:szCs w:val="28"/>
          <w:lang w:eastAsia="en-US"/>
        </w:rPr>
        <w:t>«</w:t>
      </w:r>
      <w:r w:rsidRPr="001114BB">
        <w:rPr>
          <w:szCs w:val="28"/>
          <w:lang w:eastAsia="en-US"/>
        </w:rPr>
        <w:t>Почетный работник культуры Ярославской области</w:t>
      </w:r>
      <w:r w:rsidR="0065202F" w:rsidRPr="001114BB">
        <w:rPr>
          <w:szCs w:val="28"/>
          <w:lang w:eastAsia="en-US"/>
        </w:rPr>
        <w:t>»</w:t>
      </w:r>
      <w:r w:rsidR="00E619BF">
        <w:rPr>
          <w:szCs w:val="28"/>
          <w:lang w:eastAsia="en-US"/>
        </w:rPr>
        <w:t xml:space="preserve"> (далее</w:t>
      </w:r>
      <w:r w:rsidR="006B03CD" w:rsidRPr="001114BB">
        <w:rPr>
          <w:szCs w:val="28"/>
          <w:lang w:eastAsia="en-US"/>
        </w:rPr>
        <w:t xml:space="preserve"> </w:t>
      </w:r>
      <w:r w:rsidR="006B03CD" w:rsidRPr="001114BB">
        <w:rPr>
          <w:rFonts w:cs="Calibri"/>
          <w:szCs w:val="22"/>
          <w:lang w:eastAsia="en-US"/>
        </w:rPr>
        <w:t>–</w:t>
      </w:r>
      <w:r w:rsidR="006B03CD" w:rsidRPr="001114BB">
        <w:rPr>
          <w:szCs w:val="28"/>
          <w:lang w:eastAsia="en-US"/>
        </w:rPr>
        <w:t xml:space="preserve"> Почетное звание)</w:t>
      </w:r>
      <w:r w:rsidRPr="001114BB">
        <w:rPr>
          <w:szCs w:val="28"/>
          <w:lang w:eastAsia="en-US"/>
        </w:rPr>
        <w:t xml:space="preserve"> присваивается высокопрофессиональным работникам организаций, работающих в области культуры, искусства, образования, полиграфии, печати, кинематографии, радио и телевидения, а также участникам самодеятельного творчества и лицам, участвующим в работе организаций культуры и искусства на общественных началах, за личные заслуги:</w:t>
      </w:r>
    </w:p>
    <w:p w14:paraId="255F77A5" w14:textId="6B26B3A7" w:rsidR="00D0299B" w:rsidRPr="001114BB" w:rsidRDefault="00FE393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1) </w:t>
      </w:r>
      <w:r w:rsidR="00D0299B" w:rsidRPr="001114BB">
        <w:rPr>
          <w:szCs w:val="28"/>
          <w:lang w:eastAsia="en-US"/>
        </w:rPr>
        <w:t>в развитии и широкой популяризации российской культуры, проведении на территории Ярославской области и за ее пределами общественно значимых социальных и культурных мероприятий, направленных на духовно-нравственное и гражданско-патриотическое воспитание детей и молодежи;</w:t>
      </w:r>
    </w:p>
    <w:p w14:paraId="5A7DBAD9" w14:textId="3C01D23A" w:rsidR="00D0299B" w:rsidRPr="001114BB" w:rsidRDefault="00FE393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2) </w:t>
      </w:r>
      <w:r w:rsidR="00D0299B" w:rsidRPr="001114BB">
        <w:rPr>
          <w:szCs w:val="28"/>
          <w:lang w:eastAsia="en-US"/>
        </w:rPr>
        <w:t>в разработке и принятии комплексных мер по сохранению и приумножению многонационального культурного и исторического наследия России;</w:t>
      </w:r>
    </w:p>
    <w:p w14:paraId="247602BB" w14:textId="197522BB" w:rsidR="00D0299B" w:rsidRPr="001114BB" w:rsidRDefault="00FE393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lastRenderedPageBreak/>
        <w:t xml:space="preserve">3) </w:t>
      </w:r>
      <w:r w:rsidR="00D0299B" w:rsidRPr="001114BB">
        <w:rPr>
          <w:szCs w:val="28"/>
          <w:lang w:eastAsia="en-US"/>
        </w:rPr>
        <w:t>в подготовке квалифицированных кадров для российских организаций, работающих в области культуры, искусства</w:t>
      </w:r>
      <w:r w:rsidR="002433ED" w:rsidRPr="001114BB">
        <w:rPr>
          <w:szCs w:val="28"/>
          <w:lang w:eastAsia="en-US"/>
        </w:rPr>
        <w:t>;</w:t>
      </w:r>
    </w:p>
    <w:p w14:paraId="4832C66D" w14:textId="4EB7BD96" w:rsidR="002433ED" w:rsidRPr="001114BB" w:rsidRDefault="00FE393E" w:rsidP="002433ED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4) </w:t>
      </w:r>
      <w:r w:rsidR="002433ED" w:rsidRPr="001114BB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5E5388FD" w14:textId="4178A946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2. Почетное звание присваивается лицам, </w:t>
      </w:r>
      <w:r w:rsidR="00031876" w:rsidRPr="001114BB">
        <w:rPr>
          <w:szCs w:val="28"/>
          <w:lang w:eastAsia="en-US"/>
        </w:rPr>
        <w:t>имеющим стаж работы</w:t>
      </w:r>
      <w:r w:rsidRPr="001114BB">
        <w:rPr>
          <w:szCs w:val="28"/>
          <w:lang w:eastAsia="en-US"/>
        </w:rPr>
        <w:t xml:space="preserve"> и (или) осуществляющим общественную деятельность в области культуры в</w:t>
      </w:r>
      <w:r w:rsidR="00FE393E" w:rsidRPr="001114BB">
        <w:rPr>
          <w:szCs w:val="28"/>
          <w:lang w:eastAsia="en-US"/>
        </w:rPr>
        <w:t xml:space="preserve"> Ярославской области не менее пятнадцати лет, в том числе не менее трех</w:t>
      </w:r>
      <w:r w:rsidRPr="001114BB">
        <w:rPr>
          <w:szCs w:val="28"/>
          <w:lang w:eastAsia="en-US"/>
        </w:rPr>
        <w:t xml:space="preserve"> лет по последнему месту работы (общественной деятельности).</w:t>
      </w:r>
    </w:p>
    <w:bookmarkEnd w:id="15"/>
    <w:p w14:paraId="5CCD73E5" w14:textId="78BF5F6C" w:rsidR="00FE393E" w:rsidRPr="001114BB" w:rsidRDefault="00FE393E" w:rsidP="00FE393E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3233AC" w:rsidRPr="00107BEE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1114BB">
        <w:rPr>
          <w:szCs w:val="28"/>
          <w:lang w:eastAsia="en-US"/>
        </w:rPr>
        <w:t>.</w:t>
      </w:r>
    </w:p>
    <w:p w14:paraId="6956EBB1" w14:textId="77777777" w:rsidR="007950F7" w:rsidRPr="001114BB" w:rsidRDefault="007950F7" w:rsidP="007950F7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469CE6DA" w14:textId="77777777" w:rsidR="007950F7" w:rsidRPr="001114BB" w:rsidRDefault="007950F7" w:rsidP="007950F7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0C511536" w14:textId="77777777" w:rsidR="007950F7" w:rsidRPr="001114BB" w:rsidRDefault="007950F7" w:rsidP="007950F7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1DA76E31" w14:textId="77777777" w:rsidR="007950F7" w:rsidRPr="001114BB" w:rsidRDefault="007950F7" w:rsidP="007950F7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3B3B22C5" w14:textId="77777777" w:rsidR="007950F7" w:rsidRPr="001114BB" w:rsidRDefault="007950F7" w:rsidP="007950F7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3DE9409D" w14:textId="36030A81" w:rsidR="00EF4DB6" w:rsidRPr="001114BB" w:rsidRDefault="00EF4DB6" w:rsidP="00A466EA">
      <w:pPr>
        <w:ind w:firstLine="709"/>
        <w:rPr>
          <w:szCs w:val="28"/>
          <w:lang w:eastAsia="en-US"/>
        </w:rPr>
      </w:pPr>
      <w:bookmarkStart w:id="16" w:name="_Hlk212401220"/>
      <w:r w:rsidRPr="001114BB">
        <w:rPr>
          <w:szCs w:val="28"/>
          <w:lang w:eastAsia="en-US"/>
        </w:rPr>
        <w:t xml:space="preserve">5. Гражданину, которому присвоено Почетное звание, вручается удостоверение почетного работника культуры Ярославской области и </w:t>
      </w:r>
      <w:r w:rsidR="000569CE" w:rsidRPr="001114BB">
        <w:rPr>
          <w:szCs w:val="28"/>
          <w:lang w:eastAsia="en-US"/>
        </w:rPr>
        <w:t xml:space="preserve">нагрудный </w:t>
      </w:r>
      <w:r w:rsidRPr="001114BB">
        <w:rPr>
          <w:szCs w:val="28"/>
          <w:lang w:eastAsia="en-US"/>
        </w:rPr>
        <w:t>знак к Почетному званию.</w:t>
      </w:r>
    </w:p>
    <w:p w14:paraId="5EEA518D" w14:textId="20900B81" w:rsidR="00CE0C12" w:rsidRDefault="00CE0C12" w:rsidP="00D0299B">
      <w:pPr>
        <w:ind w:firstLine="709"/>
        <w:rPr>
          <w:szCs w:val="28"/>
          <w:lang w:eastAsia="en-US"/>
        </w:rPr>
      </w:pPr>
    </w:p>
    <w:p w14:paraId="10F3ACF8" w14:textId="5ADE78FB" w:rsidR="00FC5374" w:rsidRPr="001114BB" w:rsidRDefault="00FC5374" w:rsidP="00FC5374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Приложение 12</w:t>
      </w:r>
    </w:p>
    <w:p w14:paraId="6F3F542C" w14:textId="1A610A4D" w:rsidR="00FC5374" w:rsidRPr="001114BB" w:rsidRDefault="00FC5374" w:rsidP="00FC5374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к </w:t>
      </w:r>
      <w:r w:rsidR="00D735D3" w:rsidRPr="001114BB">
        <w:rPr>
          <w:szCs w:val="28"/>
          <w:lang w:eastAsia="en-US"/>
        </w:rPr>
        <w:t>З</w:t>
      </w:r>
      <w:r w:rsidRPr="001114BB">
        <w:rPr>
          <w:szCs w:val="28"/>
          <w:lang w:eastAsia="en-US"/>
        </w:rPr>
        <w:t>акону</w:t>
      </w:r>
    </w:p>
    <w:p w14:paraId="6B8D1105" w14:textId="77777777" w:rsidR="00FC5374" w:rsidRPr="001114BB" w:rsidRDefault="00FC5374" w:rsidP="00FC5374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Ярославской области</w:t>
      </w:r>
    </w:p>
    <w:p w14:paraId="1DD2E288" w14:textId="77777777" w:rsidR="00FC5374" w:rsidRPr="001114BB" w:rsidRDefault="00FC5374" w:rsidP="00FC5374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от 06.05.2010 № 11-з</w:t>
      </w:r>
    </w:p>
    <w:p w14:paraId="41756E74" w14:textId="77777777" w:rsidR="00FC5374" w:rsidRPr="001114BB" w:rsidRDefault="00FC5374" w:rsidP="00CE0C12">
      <w:pPr>
        <w:ind w:firstLine="709"/>
        <w:jc w:val="right"/>
        <w:rPr>
          <w:szCs w:val="28"/>
          <w:lang w:eastAsia="en-US"/>
        </w:rPr>
      </w:pPr>
    </w:p>
    <w:p w14:paraId="1D466D2C" w14:textId="77777777" w:rsidR="00D0299B" w:rsidRPr="001114BB" w:rsidRDefault="00D0299B" w:rsidP="00EF4DB6">
      <w:pPr>
        <w:ind w:firstLine="0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>Положение</w:t>
      </w:r>
    </w:p>
    <w:p w14:paraId="31D6FBC4" w14:textId="629E032A" w:rsidR="00D0299B" w:rsidRPr="001114BB" w:rsidRDefault="00D0299B" w:rsidP="00EF4DB6">
      <w:pPr>
        <w:ind w:firstLine="0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 xml:space="preserve">о почетном звании </w:t>
      </w:r>
      <w:r w:rsidR="0065202F" w:rsidRPr="001114BB">
        <w:rPr>
          <w:b/>
          <w:szCs w:val="28"/>
          <w:lang w:eastAsia="en-US"/>
        </w:rPr>
        <w:t>«</w:t>
      </w:r>
      <w:r w:rsidRPr="001114BB">
        <w:rPr>
          <w:b/>
          <w:szCs w:val="28"/>
          <w:lang w:eastAsia="en-US"/>
        </w:rPr>
        <w:t xml:space="preserve">Почетный работник лесной промышленности </w:t>
      </w:r>
      <w:r w:rsidR="00D735D3" w:rsidRPr="001114BB">
        <w:rPr>
          <w:b/>
          <w:szCs w:val="28"/>
          <w:lang w:eastAsia="en-US"/>
        </w:rPr>
        <w:br/>
      </w:r>
      <w:r w:rsidRPr="001114BB">
        <w:rPr>
          <w:b/>
          <w:szCs w:val="28"/>
          <w:lang w:eastAsia="en-US"/>
        </w:rPr>
        <w:t>Ярославской области</w:t>
      </w:r>
      <w:r w:rsidR="0065202F" w:rsidRPr="001114BB">
        <w:rPr>
          <w:b/>
          <w:szCs w:val="28"/>
          <w:lang w:eastAsia="en-US"/>
        </w:rPr>
        <w:t>»</w:t>
      </w:r>
    </w:p>
    <w:p w14:paraId="254330ED" w14:textId="77777777" w:rsidR="00EF4DB6" w:rsidRPr="001114BB" w:rsidRDefault="00EF4DB6" w:rsidP="00EF4DB6">
      <w:pPr>
        <w:ind w:firstLine="0"/>
        <w:jc w:val="center"/>
        <w:rPr>
          <w:b/>
          <w:szCs w:val="28"/>
          <w:lang w:eastAsia="en-US"/>
        </w:rPr>
      </w:pPr>
    </w:p>
    <w:p w14:paraId="1F854C52" w14:textId="57E4EC7E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1. Почетное звание </w:t>
      </w:r>
      <w:r w:rsidR="0065202F" w:rsidRPr="001114BB">
        <w:rPr>
          <w:szCs w:val="28"/>
          <w:lang w:eastAsia="en-US"/>
        </w:rPr>
        <w:t>«</w:t>
      </w:r>
      <w:r w:rsidRPr="001114BB">
        <w:rPr>
          <w:szCs w:val="28"/>
          <w:lang w:eastAsia="en-US"/>
        </w:rPr>
        <w:t>Почетный работник лесной промышленности Ярославской области</w:t>
      </w:r>
      <w:r w:rsidR="0065202F" w:rsidRPr="001114BB">
        <w:rPr>
          <w:szCs w:val="28"/>
          <w:lang w:eastAsia="en-US"/>
        </w:rPr>
        <w:t>»</w:t>
      </w:r>
      <w:r w:rsidRPr="001114BB">
        <w:rPr>
          <w:szCs w:val="28"/>
          <w:lang w:eastAsia="en-US"/>
        </w:rPr>
        <w:t xml:space="preserve"> </w:t>
      </w:r>
      <w:r w:rsidR="006B03CD" w:rsidRPr="001114BB">
        <w:rPr>
          <w:szCs w:val="28"/>
          <w:lang w:eastAsia="en-US"/>
        </w:rPr>
        <w:t xml:space="preserve">(далее </w:t>
      </w:r>
      <w:bookmarkStart w:id="17" w:name="_Hlk212406613"/>
      <w:r w:rsidR="006B03CD" w:rsidRPr="001114BB">
        <w:rPr>
          <w:rFonts w:cs="Calibri"/>
          <w:szCs w:val="22"/>
          <w:lang w:eastAsia="en-US"/>
        </w:rPr>
        <w:t>–</w:t>
      </w:r>
      <w:bookmarkEnd w:id="17"/>
      <w:r w:rsidR="006B03CD" w:rsidRPr="001114BB">
        <w:rPr>
          <w:szCs w:val="28"/>
          <w:lang w:eastAsia="en-US"/>
        </w:rPr>
        <w:t xml:space="preserve"> Почетное звание) </w:t>
      </w:r>
      <w:r w:rsidRPr="001114BB">
        <w:rPr>
          <w:szCs w:val="28"/>
          <w:lang w:eastAsia="en-US"/>
        </w:rPr>
        <w:t>присваивается высокопрофессиональным работникам лесной, целлюлозно-бумажной и деревообрабатывающей промышленности</w:t>
      </w:r>
      <w:r w:rsidR="00124407" w:rsidRPr="001114BB">
        <w:rPr>
          <w:szCs w:val="28"/>
          <w:lang w:eastAsia="en-US"/>
        </w:rPr>
        <w:t xml:space="preserve"> </w:t>
      </w:r>
      <w:r w:rsidRPr="001114BB">
        <w:rPr>
          <w:szCs w:val="28"/>
          <w:lang w:eastAsia="en-US"/>
        </w:rPr>
        <w:t>за личные заслуги:</w:t>
      </w:r>
    </w:p>
    <w:p w14:paraId="57CDAF84" w14:textId="50A11693" w:rsidR="00D0299B" w:rsidRPr="001114BB" w:rsidRDefault="00FE393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1) </w:t>
      </w:r>
      <w:r w:rsidR="00D0299B" w:rsidRPr="001114BB">
        <w:rPr>
          <w:szCs w:val="28"/>
          <w:lang w:eastAsia="en-US"/>
        </w:rPr>
        <w:t xml:space="preserve">в развитии лесной, целлюлозно-бумажной и деревообрабатывающей промышленности с применением современного высокотехнологичного оборудования, позволяющего повысить эффективность производства, существенно снизить уровень </w:t>
      </w:r>
      <w:proofErr w:type="spellStart"/>
      <w:r w:rsidR="00D0299B" w:rsidRPr="001114BB">
        <w:rPr>
          <w:szCs w:val="28"/>
          <w:lang w:eastAsia="en-US"/>
        </w:rPr>
        <w:t>энергозатрат</w:t>
      </w:r>
      <w:proofErr w:type="spellEnd"/>
      <w:r w:rsidR="00D0299B" w:rsidRPr="001114BB">
        <w:rPr>
          <w:szCs w:val="28"/>
          <w:lang w:eastAsia="en-US"/>
        </w:rPr>
        <w:t xml:space="preserve"> и поднять производительность труда;</w:t>
      </w:r>
    </w:p>
    <w:p w14:paraId="08D350F8" w14:textId="448A36DF" w:rsidR="00D0299B" w:rsidRPr="001114BB" w:rsidRDefault="00FE393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lastRenderedPageBreak/>
        <w:t xml:space="preserve">2) </w:t>
      </w:r>
      <w:r w:rsidR="00D0299B" w:rsidRPr="001114BB">
        <w:rPr>
          <w:szCs w:val="28"/>
          <w:lang w:eastAsia="en-US"/>
        </w:rPr>
        <w:t>в осуществлении рационализаторской и инновационной деятельности, способствующей существенному повышению качества производимой продукции, а также уменьшению количества отходов от лесозаготовки и деревообработки;</w:t>
      </w:r>
    </w:p>
    <w:p w14:paraId="2DD5F0CB" w14:textId="3A3457AB" w:rsidR="00D0299B" w:rsidRPr="001114BB" w:rsidRDefault="00FE393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3) </w:t>
      </w:r>
      <w:r w:rsidR="00D0299B" w:rsidRPr="001114BB">
        <w:rPr>
          <w:szCs w:val="28"/>
          <w:lang w:eastAsia="en-US"/>
        </w:rPr>
        <w:t>в восполнении лесного фонда Ярославской области;</w:t>
      </w:r>
    </w:p>
    <w:p w14:paraId="03836627" w14:textId="086F2237" w:rsidR="00D0299B" w:rsidRPr="001114BB" w:rsidRDefault="00FE393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4) </w:t>
      </w:r>
      <w:r w:rsidR="00D0299B" w:rsidRPr="001114BB">
        <w:rPr>
          <w:szCs w:val="28"/>
          <w:lang w:eastAsia="en-US"/>
        </w:rPr>
        <w:t>в создании на территории Ярославской области инновационных деревообрабатывающих производств, способствующих удовлетворению спроса населения и организаций различных отраслей промышленности в высококачественной современной продукции, содержащей древесину, и существенному замещению ее импорта;</w:t>
      </w:r>
    </w:p>
    <w:p w14:paraId="62F2A7CE" w14:textId="52132095" w:rsidR="00D0299B" w:rsidRPr="001114BB" w:rsidRDefault="00FE393E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5) </w:t>
      </w:r>
      <w:r w:rsidR="00D0299B" w:rsidRPr="001114BB">
        <w:rPr>
          <w:szCs w:val="28"/>
          <w:lang w:eastAsia="en-US"/>
        </w:rPr>
        <w:t>в подготовке квалифицированных кадров для лесной, целлюлозно-бумажной и деревообрабатывающей промышленности</w:t>
      </w:r>
      <w:r w:rsidR="00124407" w:rsidRPr="001114BB">
        <w:rPr>
          <w:szCs w:val="28"/>
          <w:lang w:eastAsia="en-US"/>
        </w:rPr>
        <w:t>;</w:t>
      </w:r>
    </w:p>
    <w:p w14:paraId="5464AB6B" w14:textId="0CBDCC1B" w:rsidR="00124407" w:rsidRPr="001114BB" w:rsidRDefault="00FE393E" w:rsidP="00124407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6) </w:t>
      </w:r>
      <w:r w:rsidR="00124407" w:rsidRPr="001114BB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121C682C" w14:textId="46A57FE5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2. Почетное звание присваивается лицам, </w:t>
      </w:r>
      <w:r w:rsidR="00031876" w:rsidRPr="001114BB">
        <w:rPr>
          <w:szCs w:val="28"/>
          <w:lang w:eastAsia="en-US"/>
        </w:rPr>
        <w:t>имеющим стаж работы</w:t>
      </w:r>
      <w:r w:rsidRPr="001114BB">
        <w:rPr>
          <w:szCs w:val="28"/>
          <w:lang w:eastAsia="en-US"/>
        </w:rPr>
        <w:t xml:space="preserve"> в отрасли лесной промышленности в</w:t>
      </w:r>
      <w:r w:rsidR="00E7616B" w:rsidRPr="001114BB">
        <w:rPr>
          <w:szCs w:val="28"/>
          <w:lang w:eastAsia="en-US"/>
        </w:rPr>
        <w:t xml:space="preserve"> Ярославской области не менее пятнадцати лет, в том числе не менее трех</w:t>
      </w:r>
      <w:r w:rsidRPr="001114BB">
        <w:rPr>
          <w:szCs w:val="28"/>
          <w:lang w:eastAsia="en-US"/>
        </w:rPr>
        <w:t xml:space="preserve"> лет по последнему месту работы.</w:t>
      </w:r>
    </w:p>
    <w:bookmarkEnd w:id="16"/>
    <w:p w14:paraId="194A183B" w14:textId="377E3D6E" w:rsidR="00E7616B" w:rsidRPr="001114BB" w:rsidRDefault="00E7616B" w:rsidP="00E7616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3233AC" w:rsidRPr="00107BEE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1114BB">
        <w:rPr>
          <w:szCs w:val="28"/>
          <w:lang w:eastAsia="en-US"/>
        </w:rPr>
        <w:t>.</w:t>
      </w:r>
    </w:p>
    <w:p w14:paraId="3437314E" w14:textId="77777777" w:rsidR="007950F7" w:rsidRPr="001114BB" w:rsidRDefault="007950F7" w:rsidP="007950F7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446B5AC6" w14:textId="77777777" w:rsidR="007950F7" w:rsidRPr="001114BB" w:rsidRDefault="007950F7" w:rsidP="007950F7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658624CF" w14:textId="77777777" w:rsidR="007950F7" w:rsidRPr="001114BB" w:rsidRDefault="007950F7" w:rsidP="007950F7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663F12F5" w14:textId="77777777" w:rsidR="007950F7" w:rsidRPr="001114BB" w:rsidRDefault="007950F7" w:rsidP="007950F7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1CC72137" w14:textId="653A7127" w:rsidR="007950F7" w:rsidRPr="001114BB" w:rsidRDefault="007950F7" w:rsidP="007950F7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5511F88A" w14:textId="17482AA9" w:rsidR="00EF4DB6" w:rsidRPr="001114BB" w:rsidRDefault="00EF4DB6" w:rsidP="00A466EA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5. Гражданину, которому присвоено Почетное звание, вручается удостоверение почетного работника лесной промышленности Ярославской области и </w:t>
      </w:r>
      <w:r w:rsidR="000569CE" w:rsidRPr="001114BB">
        <w:rPr>
          <w:szCs w:val="28"/>
          <w:lang w:eastAsia="en-US"/>
        </w:rPr>
        <w:t xml:space="preserve">нагрудный </w:t>
      </w:r>
      <w:r w:rsidRPr="001114BB">
        <w:rPr>
          <w:szCs w:val="28"/>
          <w:lang w:eastAsia="en-US"/>
        </w:rPr>
        <w:t>знак к Почетному званию.</w:t>
      </w:r>
    </w:p>
    <w:p w14:paraId="703C7F46" w14:textId="7504F283" w:rsidR="00675928" w:rsidRPr="001114BB" w:rsidRDefault="00675928" w:rsidP="007950F7">
      <w:pPr>
        <w:ind w:firstLine="709"/>
        <w:rPr>
          <w:szCs w:val="28"/>
          <w:lang w:eastAsia="en-US"/>
        </w:rPr>
      </w:pPr>
    </w:p>
    <w:p w14:paraId="3289E6B8" w14:textId="6B150672" w:rsidR="00FC5374" w:rsidRPr="001114BB" w:rsidRDefault="00FC5374" w:rsidP="00FC5374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Приложение 13</w:t>
      </w:r>
    </w:p>
    <w:p w14:paraId="6F64F044" w14:textId="402E1536" w:rsidR="00FC5374" w:rsidRPr="001114BB" w:rsidRDefault="00FC5374" w:rsidP="00FC5374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к </w:t>
      </w:r>
      <w:r w:rsidR="00D56323" w:rsidRPr="001114BB">
        <w:rPr>
          <w:szCs w:val="28"/>
          <w:lang w:eastAsia="en-US"/>
        </w:rPr>
        <w:t>З</w:t>
      </w:r>
      <w:r w:rsidRPr="001114BB">
        <w:rPr>
          <w:szCs w:val="28"/>
          <w:lang w:eastAsia="en-US"/>
        </w:rPr>
        <w:t>акону</w:t>
      </w:r>
    </w:p>
    <w:p w14:paraId="0E624F3A" w14:textId="77777777" w:rsidR="00FC5374" w:rsidRPr="001114BB" w:rsidRDefault="00FC5374" w:rsidP="00FC5374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Ярославской области</w:t>
      </w:r>
    </w:p>
    <w:p w14:paraId="6C86148C" w14:textId="77777777" w:rsidR="00FC5374" w:rsidRPr="001114BB" w:rsidRDefault="00FC5374" w:rsidP="00FC5374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от 06.05.2010 № 11-з</w:t>
      </w:r>
    </w:p>
    <w:p w14:paraId="0D22D1DC" w14:textId="68186656" w:rsidR="00FC5374" w:rsidRPr="001114BB" w:rsidRDefault="00FC5374" w:rsidP="00CE0C12">
      <w:pPr>
        <w:ind w:firstLine="709"/>
        <w:jc w:val="right"/>
        <w:rPr>
          <w:szCs w:val="28"/>
          <w:lang w:eastAsia="en-US"/>
        </w:rPr>
      </w:pPr>
    </w:p>
    <w:p w14:paraId="3E85A66F" w14:textId="348331E8" w:rsidR="00D0299B" w:rsidRPr="001114BB" w:rsidRDefault="00D0299B" w:rsidP="00EF4DB6">
      <w:pPr>
        <w:ind w:firstLine="0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>Положение</w:t>
      </w:r>
    </w:p>
    <w:p w14:paraId="284ECB97" w14:textId="7D454F79" w:rsidR="00D0299B" w:rsidRPr="001114BB" w:rsidRDefault="00D0299B" w:rsidP="00EF4DB6">
      <w:pPr>
        <w:ind w:firstLine="0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 xml:space="preserve">о почетном звании </w:t>
      </w:r>
      <w:r w:rsidR="00C06776" w:rsidRPr="001114BB">
        <w:rPr>
          <w:b/>
          <w:szCs w:val="28"/>
          <w:lang w:eastAsia="en-US"/>
        </w:rPr>
        <w:t>«</w:t>
      </w:r>
      <w:r w:rsidRPr="001114BB">
        <w:rPr>
          <w:b/>
          <w:szCs w:val="28"/>
          <w:lang w:eastAsia="en-US"/>
        </w:rPr>
        <w:t xml:space="preserve">Почетный работник местного самоуправления </w:t>
      </w:r>
      <w:r w:rsidR="00397245" w:rsidRPr="001114BB">
        <w:rPr>
          <w:b/>
          <w:szCs w:val="28"/>
          <w:lang w:eastAsia="en-US"/>
        </w:rPr>
        <w:br/>
      </w:r>
      <w:r w:rsidRPr="001114BB">
        <w:rPr>
          <w:b/>
          <w:szCs w:val="28"/>
          <w:lang w:eastAsia="en-US"/>
        </w:rPr>
        <w:t>Ярославской области</w:t>
      </w:r>
      <w:r w:rsidR="00C06776" w:rsidRPr="001114BB">
        <w:rPr>
          <w:b/>
          <w:szCs w:val="28"/>
          <w:lang w:eastAsia="en-US"/>
        </w:rPr>
        <w:t>»</w:t>
      </w:r>
    </w:p>
    <w:p w14:paraId="3CF46DF2" w14:textId="77777777" w:rsidR="00F00C8C" w:rsidRPr="001114BB" w:rsidRDefault="00F00C8C" w:rsidP="00EF4DB6">
      <w:pPr>
        <w:ind w:firstLine="0"/>
        <w:jc w:val="center"/>
        <w:rPr>
          <w:b/>
          <w:szCs w:val="28"/>
          <w:lang w:eastAsia="en-US"/>
        </w:rPr>
      </w:pPr>
    </w:p>
    <w:p w14:paraId="71E51C78" w14:textId="4F542FE3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lastRenderedPageBreak/>
        <w:t xml:space="preserve">1. Почетное звание </w:t>
      </w:r>
      <w:r w:rsidR="00C06776" w:rsidRPr="001114BB">
        <w:rPr>
          <w:szCs w:val="28"/>
          <w:lang w:eastAsia="en-US"/>
        </w:rPr>
        <w:t>«</w:t>
      </w:r>
      <w:r w:rsidRPr="001114BB">
        <w:rPr>
          <w:szCs w:val="28"/>
          <w:lang w:eastAsia="en-US"/>
        </w:rPr>
        <w:t>Почетный работник местного самоуправления Ярославской области</w:t>
      </w:r>
      <w:r w:rsidR="00C06776" w:rsidRPr="001114BB">
        <w:rPr>
          <w:szCs w:val="28"/>
          <w:lang w:eastAsia="en-US"/>
        </w:rPr>
        <w:t>»</w:t>
      </w:r>
      <w:r w:rsidRPr="001114BB">
        <w:rPr>
          <w:szCs w:val="28"/>
          <w:lang w:eastAsia="en-US"/>
        </w:rPr>
        <w:t xml:space="preserve"> (далее </w:t>
      </w:r>
      <w:r w:rsidR="006B03CD" w:rsidRPr="001114BB">
        <w:rPr>
          <w:rFonts w:cs="Calibri"/>
          <w:szCs w:val="22"/>
          <w:lang w:eastAsia="en-US"/>
        </w:rPr>
        <w:t>–</w:t>
      </w:r>
      <w:r w:rsidRPr="001114BB">
        <w:rPr>
          <w:szCs w:val="28"/>
          <w:lang w:eastAsia="en-US"/>
        </w:rPr>
        <w:t xml:space="preserve"> Почетное звание) присваивается высокопрофессиональным должностным лицам местного самоуправления, иным лицам, замещающим муниципальные должности и должности муниципальной службы, работникам органов местного самоуправления, работникам органов управления </w:t>
      </w:r>
      <w:r w:rsidR="00DF2F41">
        <w:rPr>
          <w:szCs w:val="28"/>
          <w:lang w:eastAsia="en-US"/>
        </w:rPr>
        <w:t>С</w:t>
      </w:r>
      <w:r w:rsidRPr="001114BB">
        <w:rPr>
          <w:szCs w:val="28"/>
          <w:lang w:eastAsia="en-US"/>
        </w:rPr>
        <w:t>овет</w:t>
      </w:r>
      <w:r w:rsidR="00031876" w:rsidRPr="001114BB">
        <w:rPr>
          <w:szCs w:val="28"/>
          <w:lang w:eastAsia="en-US"/>
        </w:rPr>
        <w:t>а</w:t>
      </w:r>
      <w:r w:rsidRPr="001114BB">
        <w:rPr>
          <w:szCs w:val="28"/>
          <w:lang w:eastAsia="en-US"/>
        </w:rPr>
        <w:t xml:space="preserve"> муниципальных образований Ярославской области, иных объединений муниципальных образований</w:t>
      </w:r>
      <w:r w:rsidR="00D56323" w:rsidRPr="001114BB">
        <w:rPr>
          <w:szCs w:val="28"/>
          <w:lang w:eastAsia="en-US"/>
        </w:rPr>
        <w:t xml:space="preserve"> Ярославской области</w:t>
      </w:r>
      <w:r w:rsidRPr="001114BB">
        <w:rPr>
          <w:szCs w:val="28"/>
          <w:lang w:eastAsia="en-US"/>
        </w:rPr>
        <w:t>, а также некоммерческих организаций, основными целями деятельности которых являются развитие местного самоуправления, обеспечение реализации конституционных прав граждан Российской Федерации на осуществление местного самоуправления, консолидация муниципального сообщества</w:t>
      </w:r>
      <w:r w:rsidR="001C5579">
        <w:rPr>
          <w:szCs w:val="28"/>
          <w:lang w:eastAsia="en-US"/>
        </w:rPr>
        <w:t>,</w:t>
      </w:r>
      <w:r w:rsidR="00CF01EF" w:rsidRPr="001114BB">
        <w:rPr>
          <w:szCs w:val="28"/>
          <w:lang w:eastAsia="en-US"/>
        </w:rPr>
        <w:t xml:space="preserve"> </w:t>
      </w:r>
      <w:r w:rsidRPr="001114BB">
        <w:rPr>
          <w:szCs w:val="28"/>
          <w:lang w:eastAsia="en-US"/>
        </w:rPr>
        <w:t>за личные заслуги:</w:t>
      </w:r>
    </w:p>
    <w:p w14:paraId="7D8225C5" w14:textId="7AACB159" w:rsidR="00D0299B" w:rsidRPr="001114BB" w:rsidRDefault="00E7616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1) </w:t>
      </w:r>
      <w:r w:rsidR="00D0299B" w:rsidRPr="001114BB">
        <w:rPr>
          <w:szCs w:val="28"/>
          <w:lang w:eastAsia="en-US"/>
        </w:rPr>
        <w:t>в решении вопросов непосредственного обеспечения жизнедеятельности населения муниципальных образований</w:t>
      </w:r>
      <w:r w:rsidR="00E61461" w:rsidRPr="001114BB">
        <w:rPr>
          <w:szCs w:val="28"/>
          <w:lang w:eastAsia="en-US"/>
        </w:rPr>
        <w:t xml:space="preserve"> Ярославской области</w:t>
      </w:r>
      <w:r w:rsidR="00D0299B" w:rsidRPr="001114BB">
        <w:rPr>
          <w:szCs w:val="28"/>
          <w:lang w:eastAsia="en-US"/>
        </w:rPr>
        <w:t>;</w:t>
      </w:r>
    </w:p>
    <w:p w14:paraId="04EFF247" w14:textId="73E9B119" w:rsidR="00D0299B" w:rsidRPr="001114BB" w:rsidRDefault="00E7616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2) </w:t>
      </w:r>
      <w:r w:rsidR="00D0299B" w:rsidRPr="001114BB">
        <w:rPr>
          <w:szCs w:val="28"/>
          <w:lang w:eastAsia="en-US"/>
        </w:rPr>
        <w:t xml:space="preserve">в реализации отдельных государственных полномочий, переданных для осуществления органам местного самоуправления </w:t>
      </w:r>
      <w:r w:rsidR="00E61461" w:rsidRPr="001114BB">
        <w:rPr>
          <w:szCs w:val="28"/>
          <w:lang w:eastAsia="en-US"/>
        </w:rPr>
        <w:t xml:space="preserve">Ярославской области </w:t>
      </w:r>
      <w:r w:rsidR="00D0299B" w:rsidRPr="001114BB">
        <w:rPr>
          <w:szCs w:val="28"/>
          <w:lang w:eastAsia="en-US"/>
        </w:rPr>
        <w:t>федеральными законами и законами Ярославской области;</w:t>
      </w:r>
    </w:p>
    <w:p w14:paraId="042E3D14" w14:textId="737467C8" w:rsidR="00D0299B" w:rsidRPr="001114BB" w:rsidRDefault="00E7616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3) </w:t>
      </w:r>
      <w:r w:rsidR="00D0299B" w:rsidRPr="001114BB">
        <w:rPr>
          <w:szCs w:val="28"/>
          <w:lang w:eastAsia="en-US"/>
        </w:rPr>
        <w:t>в развитии местного самоуправления в Ярославской области;</w:t>
      </w:r>
    </w:p>
    <w:p w14:paraId="7CE9CCFA" w14:textId="069B7A5F" w:rsidR="00D0299B" w:rsidRPr="001114BB" w:rsidRDefault="00E7616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4) </w:t>
      </w:r>
      <w:r w:rsidR="00D0299B" w:rsidRPr="001114BB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3069932C" w14:textId="7F4EE090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2. Почетное звание присваивается лицам, </w:t>
      </w:r>
      <w:r w:rsidR="00031876" w:rsidRPr="001114BB">
        <w:rPr>
          <w:szCs w:val="28"/>
          <w:lang w:eastAsia="en-US"/>
        </w:rPr>
        <w:t>имеющим стаж работы</w:t>
      </w:r>
      <w:r w:rsidRPr="001114BB">
        <w:rPr>
          <w:szCs w:val="28"/>
          <w:lang w:eastAsia="en-US"/>
        </w:rPr>
        <w:t xml:space="preserve"> в сфере местного самоуправления в</w:t>
      </w:r>
      <w:r w:rsidR="00E7616B" w:rsidRPr="001114BB">
        <w:rPr>
          <w:szCs w:val="28"/>
          <w:lang w:eastAsia="en-US"/>
        </w:rPr>
        <w:t xml:space="preserve"> Ярославской области не менее пятнадцати</w:t>
      </w:r>
      <w:r w:rsidRPr="001114BB">
        <w:rPr>
          <w:szCs w:val="28"/>
          <w:lang w:eastAsia="en-US"/>
        </w:rPr>
        <w:t xml:space="preserve"> лет, в том числе не менее</w:t>
      </w:r>
      <w:r w:rsidR="00E7616B" w:rsidRPr="001114BB">
        <w:rPr>
          <w:szCs w:val="28"/>
          <w:lang w:eastAsia="en-US"/>
        </w:rPr>
        <w:t xml:space="preserve"> трех</w:t>
      </w:r>
      <w:r w:rsidRPr="001114BB">
        <w:rPr>
          <w:szCs w:val="28"/>
          <w:lang w:eastAsia="en-US"/>
        </w:rPr>
        <w:t xml:space="preserve"> лет по последнему месту работы.</w:t>
      </w:r>
    </w:p>
    <w:p w14:paraId="5A3FBE6C" w14:textId="4F5DDB01" w:rsidR="00E7616B" w:rsidRPr="001114BB" w:rsidRDefault="00E7616B" w:rsidP="00E7616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9B598B" w:rsidRPr="00606B70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1114BB">
        <w:rPr>
          <w:szCs w:val="28"/>
          <w:lang w:eastAsia="en-US"/>
        </w:rPr>
        <w:t>.</w:t>
      </w:r>
    </w:p>
    <w:p w14:paraId="2C769487" w14:textId="77777777" w:rsidR="002F7724" w:rsidRPr="001114BB" w:rsidRDefault="002F7724" w:rsidP="002F7724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5C2CD390" w14:textId="77777777" w:rsidR="002F7724" w:rsidRPr="001114BB" w:rsidRDefault="002F7724" w:rsidP="002F7724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3EBD10F5" w14:textId="77777777" w:rsidR="002F7724" w:rsidRPr="001114BB" w:rsidRDefault="002F7724" w:rsidP="002F7724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76405214" w14:textId="77777777" w:rsidR="002F7724" w:rsidRPr="001114BB" w:rsidRDefault="002F7724" w:rsidP="002F7724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1C99C99F" w14:textId="77777777" w:rsidR="002F7724" w:rsidRPr="001114BB" w:rsidRDefault="002F7724" w:rsidP="002F7724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2B14E47C" w14:textId="5F962620" w:rsidR="00F00C8C" w:rsidRPr="001114BB" w:rsidRDefault="00F00C8C" w:rsidP="00A466EA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5. Гражданину, которому присвоено Почетное звание, вручается удостоверение почетного работника местного самоуправления Ярославской области и </w:t>
      </w:r>
      <w:r w:rsidR="000569CE" w:rsidRPr="001114BB">
        <w:rPr>
          <w:szCs w:val="28"/>
          <w:lang w:eastAsia="en-US"/>
        </w:rPr>
        <w:t>нагрудный</w:t>
      </w:r>
      <w:r w:rsidR="00D474DD" w:rsidRPr="001114BB">
        <w:rPr>
          <w:szCs w:val="28"/>
          <w:lang w:eastAsia="en-US"/>
        </w:rPr>
        <w:t xml:space="preserve"> </w:t>
      </w:r>
      <w:r w:rsidRPr="001114BB">
        <w:rPr>
          <w:szCs w:val="28"/>
          <w:lang w:eastAsia="en-US"/>
        </w:rPr>
        <w:t>знак к Почетному званию.</w:t>
      </w:r>
    </w:p>
    <w:p w14:paraId="7A8EFD15" w14:textId="77777777" w:rsidR="00505C0C" w:rsidRPr="001114BB" w:rsidRDefault="00505C0C" w:rsidP="00FC5374">
      <w:pPr>
        <w:ind w:firstLine="709"/>
        <w:jc w:val="right"/>
        <w:rPr>
          <w:szCs w:val="28"/>
          <w:lang w:eastAsia="en-US"/>
        </w:rPr>
      </w:pPr>
      <w:bookmarkStart w:id="18" w:name="_Hlk212401555"/>
    </w:p>
    <w:p w14:paraId="21832045" w14:textId="6283D2A3" w:rsidR="00FC5374" w:rsidRPr="001114BB" w:rsidRDefault="00FC5374" w:rsidP="00FC5374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Приложение 14</w:t>
      </w:r>
    </w:p>
    <w:p w14:paraId="3E79CAC3" w14:textId="02882FCE" w:rsidR="00FC5374" w:rsidRPr="001114BB" w:rsidRDefault="00FC5374" w:rsidP="00FC5374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к </w:t>
      </w:r>
      <w:r w:rsidR="00505C0C" w:rsidRPr="001114BB">
        <w:rPr>
          <w:szCs w:val="28"/>
          <w:lang w:eastAsia="en-US"/>
        </w:rPr>
        <w:t>З</w:t>
      </w:r>
      <w:r w:rsidRPr="001114BB">
        <w:rPr>
          <w:szCs w:val="28"/>
          <w:lang w:eastAsia="en-US"/>
        </w:rPr>
        <w:t>акону</w:t>
      </w:r>
    </w:p>
    <w:p w14:paraId="6164708E" w14:textId="77777777" w:rsidR="00FC5374" w:rsidRPr="001114BB" w:rsidRDefault="00FC5374" w:rsidP="00FC5374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Ярославской области</w:t>
      </w:r>
    </w:p>
    <w:p w14:paraId="653EEFFE" w14:textId="77777777" w:rsidR="00FC5374" w:rsidRPr="001114BB" w:rsidRDefault="00FC5374" w:rsidP="00FC5374">
      <w:pPr>
        <w:ind w:firstLine="709"/>
        <w:jc w:val="right"/>
        <w:rPr>
          <w:szCs w:val="28"/>
          <w:lang w:eastAsia="en-US"/>
        </w:rPr>
      </w:pPr>
      <w:r w:rsidRPr="001114BB">
        <w:rPr>
          <w:szCs w:val="28"/>
          <w:lang w:eastAsia="en-US"/>
        </w:rPr>
        <w:t>от 06.05.2010 № 11-з</w:t>
      </w:r>
    </w:p>
    <w:p w14:paraId="2D9420FF" w14:textId="20608A61" w:rsidR="0032397F" w:rsidRDefault="0032397F" w:rsidP="00F00C8C">
      <w:pPr>
        <w:ind w:firstLine="0"/>
        <w:jc w:val="center"/>
        <w:rPr>
          <w:b/>
          <w:szCs w:val="28"/>
          <w:lang w:eastAsia="en-US"/>
        </w:rPr>
      </w:pPr>
    </w:p>
    <w:p w14:paraId="32A96A8E" w14:textId="77777777" w:rsidR="009B598B" w:rsidRPr="001114BB" w:rsidRDefault="009B598B" w:rsidP="00F00C8C">
      <w:pPr>
        <w:ind w:firstLine="0"/>
        <w:jc w:val="center"/>
        <w:rPr>
          <w:b/>
          <w:szCs w:val="28"/>
          <w:lang w:eastAsia="en-US"/>
        </w:rPr>
      </w:pPr>
    </w:p>
    <w:p w14:paraId="0A1BC697" w14:textId="7809DDEF" w:rsidR="00D0299B" w:rsidRPr="001114BB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lastRenderedPageBreak/>
        <w:t>Положение</w:t>
      </w:r>
    </w:p>
    <w:p w14:paraId="3B499DB0" w14:textId="77777777" w:rsidR="00F00C8C" w:rsidRPr="001114BB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 xml:space="preserve">о почетном звании </w:t>
      </w:r>
      <w:r w:rsidR="00C06776" w:rsidRPr="001114BB">
        <w:rPr>
          <w:b/>
          <w:szCs w:val="28"/>
          <w:lang w:eastAsia="en-US"/>
        </w:rPr>
        <w:t>«</w:t>
      </w:r>
      <w:r w:rsidRPr="001114BB">
        <w:rPr>
          <w:b/>
          <w:szCs w:val="28"/>
          <w:lang w:eastAsia="en-US"/>
        </w:rPr>
        <w:t xml:space="preserve">Почетный работник пожарной охраны </w:t>
      </w:r>
    </w:p>
    <w:p w14:paraId="669E38D0" w14:textId="3B4270B5" w:rsidR="00D0299B" w:rsidRPr="001114BB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1114BB">
        <w:rPr>
          <w:b/>
          <w:szCs w:val="28"/>
          <w:lang w:eastAsia="en-US"/>
        </w:rPr>
        <w:t>Ярославской области</w:t>
      </w:r>
      <w:r w:rsidR="00C06776" w:rsidRPr="001114BB">
        <w:rPr>
          <w:b/>
          <w:szCs w:val="28"/>
          <w:lang w:eastAsia="en-US"/>
        </w:rPr>
        <w:t>»</w:t>
      </w:r>
    </w:p>
    <w:p w14:paraId="7EEA9223" w14:textId="77777777" w:rsidR="00F00C8C" w:rsidRPr="001114BB" w:rsidRDefault="00F00C8C" w:rsidP="00F00C8C">
      <w:pPr>
        <w:ind w:firstLine="0"/>
        <w:jc w:val="center"/>
        <w:rPr>
          <w:b/>
          <w:szCs w:val="28"/>
          <w:lang w:eastAsia="en-US"/>
        </w:rPr>
      </w:pPr>
    </w:p>
    <w:p w14:paraId="5EF678F9" w14:textId="1D5B89ED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1. Почетное звание </w:t>
      </w:r>
      <w:r w:rsidR="00C06776" w:rsidRPr="001114BB">
        <w:rPr>
          <w:szCs w:val="28"/>
          <w:lang w:eastAsia="en-US"/>
        </w:rPr>
        <w:t>«</w:t>
      </w:r>
      <w:r w:rsidRPr="001114BB">
        <w:rPr>
          <w:szCs w:val="28"/>
          <w:lang w:eastAsia="en-US"/>
        </w:rPr>
        <w:t>Почетный работник пожарной охраны Ярославской области</w:t>
      </w:r>
      <w:r w:rsidR="00C06776" w:rsidRPr="001114BB">
        <w:rPr>
          <w:szCs w:val="28"/>
          <w:lang w:eastAsia="en-US"/>
        </w:rPr>
        <w:t>»</w:t>
      </w:r>
      <w:r w:rsidRPr="001114BB">
        <w:rPr>
          <w:szCs w:val="28"/>
          <w:lang w:eastAsia="en-US"/>
        </w:rPr>
        <w:t xml:space="preserve"> (далее </w:t>
      </w:r>
      <w:r w:rsidR="006B03CD" w:rsidRPr="001114BB">
        <w:rPr>
          <w:rFonts w:cs="Calibri"/>
          <w:szCs w:val="22"/>
          <w:lang w:eastAsia="en-US"/>
        </w:rPr>
        <w:t>–</w:t>
      </w:r>
      <w:r w:rsidRPr="001114BB">
        <w:rPr>
          <w:szCs w:val="28"/>
          <w:lang w:eastAsia="en-US"/>
        </w:rPr>
        <w:t xml:space="preserve"> Почетное звание) присваивается высокопрофессиональным работникам пожарной охраны</w:t>
      </w:r>
      <w:r w:rsidR="00031876" w:rsidRPr="001114BB">
        <w:rPr>
          <w:szCs w:val="28"/>
          <w:lang w:eastAsia="en-US"/>
        </w:rPr>
        <w:t xml:space="preserve"> </w:t>
      </w:r>
      <w:r w:rsidRPr="001114BB">
        <w:rPr>
          <w:szCs w:val="28"/>
          <w:lang w:eastAsia="en-US"/>
        </w:rPr>
        <w:t>за личные заслуги:</w:t>
      </w:r>
    </w:p>
    <w:p w14:paraId="308BDA80" w14:textId="12875334" w:rsidR="00D0299B" w:rsidRPr="001114BB" w:rsidRDefault="00E7616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1) </w:t>
      </w:r>
      <w:r w:rsidR="00D0299B" w:rsidRPr="001114BB">
        <w:rPr>
          <w:szCs w:val="28"/>
          <w:lang w:eastAsia="en-US"/>
        </w:rPr>
        <w:t>в организации и осуществлении государственного пожарного надзора и выполнении других контрольных функций, связанных с обеспечением пожарной безопасности на территории Ярославской области;</w:t>
      </w:r>
    </w:p>
    <w:p w14:paraId="004A2583" w14:textId="6154E0B3" w:rsidR="00D0299B" w:rsidRPr="001114BB" w:rsidRDefault="00E7616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2) </w:t>
      </w:r>
      <w:r w:rsidR="00D0299B" w:rsidRPr="001114BB">
        <w:rPr>
          <w:szCs w:val="28"/>
          <w:lang w:eastAsia="en-US"/>
        </w:rPr>
        <w:t>в организации и осуществлении деятельности по профилактике пожаров;</w:t>
      </w:r>
    </w:p>
    <w:p w14:paraId="378DD13B" w14:textId="350AF9AA" w:rsidR="00D0299B" w:rsidRPr="001114BB" w:rsidRDefault="00E7616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3) </w:t>
      </w:r>
      <w:r w:rsidR="00D0299B" w:rsidRPr="001114BB">
        <w:rPr>
          <w:szCs w:val="28"/>
          <w:lang w:eastAsia="en-US"/>
        </w:rPr>
        <w:t>в организации тушения пожаров особой сложности и непосредственно в тушении таких пожаров;</w:t>
      </w:r>
    </w:p>
    <w:p w14:paraId="56A09894" w14:textId="32D28C93" w:rsidR="00D0299B" w:rsidRPr="001114BB" w:rsidRDefault="00E7616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4) </w:t>
      </w:r>
      <w:r w:rsidR="00D0299B" w:rsidRPr="001114BB">
        <w:rPr>
          <w:szCs w:val="28"/>
          <w:lang w:eastAsia="en-US"/>
        </w:rPr>
        <w:t xml:space="preserve">в осуществлении научно-технического обеспечения пожарной безопасности, проведении научных исследований и разработок в области пожарной </w:t>
      </w:r>
      <w:r w:rsidR="002216B8">
        <w:rPr>
          <w:szCs w:val="28"/>
          <w:lang w:eastAsia="en-US"/>
        </w:rPr>
        <w:br/>
      </w:r>
      <w:r w:rsidR="00D0299B" w:rsidRPr="001114BB">
        <w:rPr>
          <w:szCs w:val="28"/>
          <w:lang w:eastAsia="en-US"/>
        </w:rPr>
        <w:t>безопасности, создании новых видов огнетушащих средств, оборудования и пожарно-технического имущества;</w:t>
      </w:r>
    </w:p>
    <w:p w14:paraId="6A0A4D50" w14:textId="5B113983" w:rsidR="00D0299B" w:rsidRPr="001114BB" w:rsidRDefault="00E7616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5) </w:t>
      </w:r>
      <w:r w:rsidR="00D0299B" w:rsidRPr="001114BB">
        <w:rPr>
          <w:szCs w:val="28"/>
          <w:lang w:eastAsia="en-US"/>
        </w:rPr>
        <w:t>в подготовке квалифицированных кадров для нужд пожарной охраны</w:t>
      </w:r>
      <w:r w:rsidR="00505C0C" w:rsidRPr="001114BB">
        <w:rPr>
          <w:szCs w:val="28"/>
          <w:lang w:eastAsia="en-US"/>
        </w:rPr>
        <w:t>;</w:t>
      </w:r>
    </w:p>
    <w:p w14:paraId="2AC276C8" w14:textId="447EF237" w:rsidR="00505C0C" w:rsidRPr="001114BB" w:rsidRDefault="00E7616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6) </w:t>
      </w:r>
      <w:r w:rsidR="00505C0C" w:rsidRPr="001114BB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2844F751" w14:textId="7EE94FFE" w:rsidR="00D0299B" w:rsidRPr="001114BB" w:rsidRDefault="00D0299B" w:rsidP="00D0299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2. Почетное звание присваивается лицам, </w:t>
      </w:r>
      <w:r w:rsidR="00031876" w:rsidRPr="001114BB">
        <w:rPr>
          <w:szCs w:val="28"/>
          <w:lang w:eastAsia="en-US"/>
        </w:rPr>
        <w:t>имеющим стаж работы</w:t>
      </w:r>
      <w:r w:rsidRPr="001114BB">
        <w:rPr>
          <w:szCs w:val="28"/>
          <w:lang w:eastAsia="en-US"/>
        </w:rPr>
        <w:t xml:space="preserve"> в пожарной охране в</w:t>
      </w:r>
      <w:r w:rsidR="00E7616B" w:rsidRPr="001114BB">
        <w:rPr>
          <w:szCs w:val="28"/>
          <w:lang w:eastAsia="en-US"/>
        </w:rPr>
        <w:t xml:space="preserve"> Ярославской области не менее пятнадцати лет, в том числе не менее трех</w:t>
      </w:r>
      <w:r w:rsidRPr="001114BB">
        <w:rPr>
          <w:szCs w:val="28"/>
          <w:lang w:eastAsia="en-US"/>
        </w:rPr>
        <w:t xml:space="preserve"> лет по последнему месту работы.</w:t>
      </w:r>
    </w:p>
    <w:bookmarkEnd w:id="18"/>
    <w:p w14:paraId="07F853F8" w14:textId="429944F3" w:rsidR="00E7616B" w:rsidRPr="001114BB" w:rsidRDefault="00E7616B" w:rsidP="00E7616B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020137" w:rsidRPr="00606B70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1114BB">
        <w:rPr>
          <w:szCs w:val="28"/>
          <w:lang w:eastAsia="en-US"/>
        </w:rPr>
        <w:t>.</w:t>
      </w:r>
    </w:p>
    <w:p w14:paraId="39D239A2" w14:textId="77777777" w:rsidR="002F7724" w:rsidRPr="001114BB" w:rsidRDefault="002F7724" w:rsidP="002F7724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50F9C0DC" w14:textId="77777777" w:rsidR="002F7724" w:rsidRPr="001114BB" w:rsidRDefault="002F7724" w:rsidP="002F7724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18689CEE" w14:textId="77777777" w:rsidR="002F7724" w:rsidRPr="001114BB" w:rsidRDefault="002F7724" w:rsidP="002F7724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0059043F" w14:textId="77777777" w:rsidR="002F7724" w:rsidRPr="001114BB" w:rsidRDefault="002F7724" w:rsidP="002F7724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720497AF" w14:textId="77777777" w:rsidR="002F7724" w:rsidRPr="001114BB" w:rsidRDefault="002F7724" w:rsidP="002F7724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382B6826" w14:textId="28C8C996" w:rsidR="006C0FC2" w:rsidRPr="00231A6E" w:rsidRDefault="00F00C8C" w:rsidP="006A49AC">
      <w:pPr>
        <w:ind w:firstLine="709"/>
        <w:rPr>
          <w:szCs w:val="28"/>
          <w:lang w:eastAsia="en-US"/>
        </w:rPr>
      </w:pPr>
      <w:r w:rsidRPr="001114BB">
        <w:rPr>
          <w:szCs w:val="28"/>
          <w:lang w:eastAsia="en-US"/>
        </w:rPr>
        <w:t xml:space="preserve">5. Гражданину, которому присвоено Почетное звание, вручается удостоверение почетного работника пожарной охраны Ярославской области и </w:t>
      </w:r>
      <w:r w:rsidR="000569CE" w:rsidRPr="001114BB">
        <w:rPr>
          <w:szCs w:val="28"/>
          <w:lang w:eastAsia="en-US"/>
        </w:rPr>
        <w:t>нагрудный</w:t>
      </w:r>
      <w:r w:rsidR="00E2737E" w:rsidRPr="001114BB">
        <w:rPr>
          <w:szCs w:val="28"/>
          <w:lang w:eastAsia="en-US"/>
        </w:rPr>
        <w:t xml:space="preserve"> </w:t>
      </w:r>
      <w:r w:rsidRPr="001114BB">
        <w:rPr>
          <w:szCs w:val="28"/>
          <w:lang w:eastAsia="en-US"/>
        </w:rPr>
        <w:t>знак к Почетному званию.</w:t>
      </w:r>
    </w:p>
    <w:p w14:paraId="39EA3B6F" w14:textId="77777777" w:rsidR="004C558A" w:rsidRPr="00231A6E" w:rsidRDefault="004C558A" w:rsidP="006A49AC">
      <w:pPr>
        <w:ind w:firstLine="709"/>
        <w:rPr>
          <w:szCs w:val="28"/>
          <w:lang w:eastAsia="en-US"/>
        </w:rPr>
      </w:pPr>
    </w:p>
    <w:p w14:paraId="4769A32C" w14:textId="77777777" w:rsidR="00020137" w:rsidRDefault="00020137" w:rsidP="00FC5374">
      <w:pPr>
        <w:ind w:firstLine="709"/>
        <w:jc w:val="right"/>
        <w:rPr>
          <w:szCs w:val="28"/>
          <w:lang w:eastAsia="en-US"/>
        </w:rPr>
      </w:pPr>
    </w:p>
    <w:p w14:paraId="25628162" w14:textId="77777777" w:rsidR="00020137" w:rsidRDefault="00020137" w:rsidP="00FC5374">
      <w:pPr>
        <w:ind w:firstLine="709"/>
        <w:jc w:val="right"/>
        <w:rPr>
          <w:szCs w:val="28"/>
          <w:lang w:eastAsia="en-US"/>
        </w:rPr>
      </w:pPr>
    </w:p>
    <w:p w14:paraId="4E75011C" w14:textId="77777777" w:rsidR="00020137" w:rsidRDefault="00020137" w:rsidP="00FC5374">
      <w:pPr>
        <w:ind w:firstLine="709"/>
        <w:jc w:val="right"/>
        <w:rPr>
          <w:szCs w:val="28"/>
          <w:lang w:eastAsia="en-US"/>
        </w:rPr>
      </w:pPr>
    </w:p>
    <w:p w14:paraId="320234C4" w14:textId="77777777" w:rsidR="00020137" w:rsidRDefault="00020137" w:rsidP="00FC5374">
      <w:pPr>
        <w:ind w:firstLine="709"/>
        <w:jc w:val="right"/>
        <w:rPr>
          <w:szCs w:val="28"/>
          <w:lang w:eastAsia="en-US"/>
        </w:rPr>
      </w:pPr>
    </w:p>
    <w:p w14:paraId="53C23060" w14:textId="6A9A06C2" w:rsidR="00FC5374" w:rsidRPr="00E619BF" w:rsidRDefault="00FC5374" w:rsidP="00FC5374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lastRenderedPageBreak/>
        <w:t>Приложение 15</w:t>
      </w:r>
    </w:p>
    <w:p w14:paraId="5BC6BFAB" w14:textId="10378D85" w:rsidR="00FC5374" w:rsidRPr="00E619BF" w:rsidRDefault="00FC5374" w:rsidP="00FC5374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к </w:t>
      </w:r>
      <w:r w:rsidR="00F74626" w:rsidRPr="00E619BF">
        <w:rPr>
          <w:szCs w:val="28"/>
          <w:lang w:eastAsia="en-US"/>
        </w:rPr>
        <w:t>З</w:t>
      </w:r>
      <w:r w:rsidRPr="00E619BF">
        <w:rPr>
          <w:szCs w:val="28"/>
          <w:lang w:eastAsia="en-US"/>
        </w:rPr>
        <w:t>акону</w:t>
      </w:r>
    </w:p>
    <w:p w14:paraId="72B3F96E" w14:textId="77777777" w:rsidR="00FC5374" w:rsidRPr="00E619BF" w:rsidRDefault="00FC5374" w:rsidP="00FC5374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Ярославской области</w:t>
      </w:r>
    </w:p>
    <w:p w14:paraId="7D74E9E4" w14:textId="77777777" w:rsidR="00FC5374" w:rsidRPr="00E619BF" w:rsidRDefault="00FC5374" w:rsidP="00FC5374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от 06.05.2010 № 11-з</w:t>
      </w:r>
    </w:p>
    <w:p w14:paraId="04C4DA18" w14:textId="77777777" w:rsidR="00FC5374" w:rsidRPr="00E619BF" w:rsidRDefault="00FC5374" w:rsidP="001979ED">
      <w:pPr>
        <w:ind w:firstLine="709"/>
        <w:jc w:val="right"/>
        <w:rPr>
          <w:szCs w:val="28"/>
          <w:lang w:eastAsia="en-US"/>
        </w:rPr>
      </w:pPr>
    </w:p>
    <w:p w14:paraId="57740D99" w14:textId="77777777" w:rsidR="00D0299B" w:rsidRPr="00E619BF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E619BF">
        <w:rPr>
          <w:b/>
          <w:szCs w:val="28"/>
          <w:lang w:eastAsia="en-US"/>
        </w:rPr>
        <w:t>Положение</w:t>
      </w:r>
    </w:p>
    <w:p w14:paraId="3C41EC48" w14:textId="77777777" w:rsidR="00F00C8C" w:rsidRPr="00E619BF" w:rsidRDefault="00D0299B" w:rsidP="00F00C8C">
      <w:pPr>
        <w:ind w:firstLine="0"/>
        <w:jc w:val="center"/>
        <w:rPr>
          <w:b/>
          <w:bCs/>
          <w:szCs w:val="28"/>
          <w:lang w:eastAsia="en-US"/>
        </w:rPr>
      </w:pPr>
      <w:r w:rsidRPr="00E619BF">
        <w:rPr>
          <w:b/>
          <w:bCs/>
          <w:szCs w:val="28"/>
          <w:lang w:eastAsia="en-US"/>
        </w:rPr>
        <w:t xml:space="preserve">о почетном звании </w:t>
      </w:r>
      <w:r w:rsidR="00A43F5B" w:rsidRPr="00E619BF">
        <w:rPr>
          <w:b/>
          <w:bCs/>
          <w:szCs w:val="28"/>
          <w:lang w:eastAsia="en-US"/>
        </w:rPr>
        <w:t>«</w:t>
      </w:r>
      <w:r w:rsidRPr="00E619BF">
        <w:rPr>
          <w:b/>
          <w:bCs/>
          <w:szCs w:val="28"/>
          <w:lang w:eastAsia="en-US"/>
        </w:rPr>
        <w:t xml:space="preserve">Почетный работник промышленности </w:t>
      </w:r>
    </w:p>
    <w:p w14:paraId="1A3A7D94" w14:textId="6A78E84A" w:rsidR="00D0299B" w:rsidRPr="00E619BF" w:rsidRDefault="00D0299B" w:rsidP="00F00C8C">
      <w:pPr>
        <w:ind w:firstLine="0"/>
        <w:jc w:val="center"/>
        <w:rPr>
          <w:b/>
          <w:bCs/>
          <w:szCs w:val="28"/>
          <w:lang w:eastAsia="en-US"/>
        </w:rPr>
      </w:pPr>
      <w:r w:rsidRPr="00E619BF">
        <w:rPr>
          <w:b/>
          <w:bCs/>
          <w:szCs w:val="28"/>
          <w:lang w:eastAsia="en-US"/>
        </w:rPr>
        <w:t>Ярославской области</w:t>
      </w:r>
      <w:r w:rsidR="00A43F5B" w:rsidRPr="00E619BF">
        <w:rPr>
          <w:b/>
          <w:bCs/>
          <w:szCs w:val="28"/>
          <w:lang w:eastAsia="en-US"/>
        </w:rPr>
        <w:t>»</w:t>
      </w:r>
    </w:p>
    <w:p w14:paraId="3B745B6A" w14:textId="77777777" w:rsidR="00F00C8C" w:rsidRPr="00E619BF" w:rsidRDefault="00F00C8C" w:rsidP="00F00C8C">
      <w:pPr>
        <w:ind w:firstLine="0"/>
        <w:jc w:val="center"/>
        <w:rPr>
          <w:b/>
          <w:bCs/>
          <w:szCs w:val="28"/>
          <w:lang w:eastAsia="en-US"/>
        </w:rPr>
      </w:pPr>
    </w:p>
    <w:p w14:paraId="75AF054D" w14:textId="1D2B9D6A" w:rsidR="00581FB1" w:rsidRPr="00E619BF" w:rsidRDefault="00D0299B" w:rsidP="00581FB1">
      <w:pPr>
        <w:ind w:firstLine="709"/>
        <w:rPr>
          <w:bCs/>
          <w:szCs w:val="28"/>
          <w:lang w:eastAsia="en-US"/>
        </w:rPr>
      </w:pPr>
      <w:r w:rsidRPr="00E619BF">
        <w:rPr>
          <w:szCs w:val="28"/>
          <w:lang w:eastAsia="en-US"/>
        </w:rPr>
        <w:t>1. </w:t>
      </w:r>
      <w:r w:rsidRPr="00E619BF">
        <w:rPr>
          <w:bCs/>
          <w:szCs w:val="28"/>
          <w:lang w:eastAsia="en-US"/>
        </w:rPr>
        <w:t xml:space="preserve">Почетное звание </w:t>
      </w:r>
      <w:r w:rsidR="00A43F5B" w:rsidRPr="00E619BF">
        <w:rPr>
          <w:bCs/>
          <w:szCs w:val="28"/>
          <w:lang w:eastAsia="en-US"/>
        </w:rPr>
        <w:t>«</w:t>
      </w:r>
      <w:r w:rsidRPr="00E619BF">
        <w:rPr>
          <w:bCs/>
          <w:szCs w:val="28"/>
          <w:lang w:eastAsia="en-US"/>
        </w:rPr>
        <w:t>Почетный работник промышленности Ярославской области</w:t>
      </w:r>
      <w:r w:rsidR="00A43F5B" w:rsidRPr="00E619BF">
        <w:rPr>
          <w:bCs/>
          <w:szCs w:val="28"/>
          <w:lang w:eastAsia="en-US"/>
        </w:rPr>
        <w:t>»</w:t>
      </w:r>
      <w:r w:rsidRPr="00E619BF">
        <w:rPr>
          <w:bCs/>
          <w:szCs w:val="28"/>
          <w:lang w:eastAsia="en-US"/>
        </w:rPr>
        <w:t xml:space="preserve"> (далее </w:t>
      </w:r>
      <w:r w:rsidR="006B03CD" w:rsidRPr="00E619BF">
        <w:rPr>
          <w:rFonts w:cs="Calibri"/>
          <w:szCs w:val="22"/>
          <w:lang w:eastAsia="en-US"/>
        </w:rPr>
        <w:t>–</w:t>
      </w:r>
      <w:r w:rsidRPr="00E619BF">
        <w:rPr>
          <w:bCs/>
          <w:szCs w:val="28"/>
          <w:lang w:eastAsia="en-US"/>
        </w:rPr>
        <w:t xml:space="preserve"> Почетное звание) присваивается высокопрофессиональным </w:t>
      </w:r>
      <w:r w:rsidRPr="00CF24C4">
        <w:rPr>
          <w:bCs/>
          <w:szCs w:val="28"/>
          <w:lang w:eastAsia="en-US"/>
        </w:rPr>
        <w:t>работникам</w:t>
      </w:r>
      <w:r w:rsidR="0083521D" w:rsidRPr="00CF24C4">
        <w:rPr>
          <w:bCs/>
          <w:szCs w:val="28"/>
          <w:lang w:eastAsia="en-US"/>
        </w:rPr>
        <w:t>, осуществляющим</w:t>
      </w:r>
      <w:r w:rsidRPr="00CF24C4">
        <w:rPr>
          <w:bCs/>
          <w:szCs w:val="28"/>
          <w:lang w:eastAsia="en-US"/>
        </w:rPr>
        <w:t xml:space="preserve"> деятельность </w:t>
      </w:r>
      <w:r w:rsidR="00651D29" w:rsidRPr="00CF24C4">
        <w:rPr>
          <w:bCs/>
          <w:szCs w:val="28"/>
          <w:lang w:eastAsia="en-US"/>
        </w:rPr>
        <w:t xml:space="preserve">в организациях всех форм собственности </w:t>
      </w:r>
      <w:r w:rsidRPr="00CF24C4">
        <w:rPr>
          <w:bCs/>
          <w:szCs w:val="28"/>
          <w:lang w:eastAsia="en-US"/>
        </w:rPr>
        <w:t>в сфере промышленности Ярославской области</w:t>
      </w:r>
      <w:r w:rsidR="0083521D" w:rsidRPr="00CF24C4">
        <w:rPr>
          <w:bCs/>
          <w:szCs w:val="28"/>
          <w:lang w:eastAsia="en-US"/>
        </w:rPr>
        <w:t xml:space="preserve">, </w:t>
      </w:r>
      <w:r w:rsidRPr="00CF24C4">
        <w:rPr>
          <w:bCs/>
          <w:szCs w:val="28"/>
          <w:lang w:eastAsia="en-US"/>
        </w:rPr>
        <w:t>в том числе научно-исследовательских, технологических, проектно-конструкторск</w:t>
      </w:r>
      <w:r w:rsidR="0083521D" w:rsidRPr="00CF24C4">
        <w:rPr>
          <w:bCs/>
          <w:szCs w:val="28"/>
          <w:lang w:eastAsia="en-US"/>
        </w:rPr>
        <w:t>их и образовательных организациях</w:t>
      </w:r>
      <w:r w:rsidRPr="00CF24C4">
        <w:rPr>
          <w:bCs/>
          <w:szCs w:val="28"/>
          <w:lang w:eastAsia="en-US"/>
        </w:rPr>
        <w:t xml:space="preserve"> </w:t>
      </w:r>
      <w:r w:rsidR="00651D29" w:rsidRPr="00CF24C4">
        <w:rPr>
          <w:bCs/>
          <w:szCs w:val="28"/>
          <w:lang w:eastAsia="en-US"/>
        </w:rPr>
        <w:t xml:space="preserve">указанной </w:t>
      </w:r>
      <w:r w:rsidRPr="00CF24C4">
        <w:rPr>
          <w:bCs/>
          <w:szCs w:val="28"/>
          <w:lang w:eastAsia="en-US"/>
        </w:rPr>
        <w:t xml:space="preserve">отрасли, </w:t>
      </w:r>
      <w:r w:rsidRPr="00E619BF">
        <w:rPr>
          <w:bCs/>
          <w:szCs w:val="28"/>
          <w:lang w:eastAsia="en-US"/>
        </w:rPr>
        <w:t>работникам органов государственной власти, местного самоуправления</w:t>
      </w:r>
      <w:r w:rsidR="00581FB1" w:rsidRPr="00E619BF">
        <w:rPr>
          <w:bCs/>
          <w:szCs w:val="28"/>
          <w:lang w:eastAsia="en-US"/>
        </w:rPr>
        <w:t xml:space="preserve"> за личные заслуги:</w:t>
      </w:r>
    </w:p>
    <w:p w14:paraId="37603AFE" w14:textId="37D4A59A" w:rsidR="00581FB1" w:rsidRPr="00E619BF" w:rsidRDefault="00E7616B" w:rsidP="00581FB1">
      <w:pPr>
        <w:ind w:firstLine="709"/>
        <w:rPr>
          <w:bCs/>
          <w:szCs w:val="28"/>
          <w:lang w:eastAsia="en-US"/>
        </w:rPr>
      </w:pPr>
      <w:r w:rsidRPr="00E619BF">
        <w:rPr>
          <w:bCs/>
          <w:szCs w:val="28"/>
          <w:lang w:eastAsia="en-US"/>
        </w:rPr>
        <w:t xml:space="preserve">1) </w:t>
      </w:r>
      <w:r w:rsidR="00581FB1" w:rsidRPr="00E619BF">
        <w:rPr>
          <w:bCs/>
          <w:szCs w:val="28"/>
          <w:lang w:eastAsia="en-US"/>
        </w:rPr>
        <w:t>в повышении эффективности производства, качества и конкурентоспособности выпускаемой продукции;</w:t>
      </w:r>
    </w:p>
    <w:p w14:paraId="326B6201" w14:textId="170257AC" w:rsidR="00581FB1" w:rsidRPr="00E619BF" w:rsidRDefault="00E7616B" w:rsidP="00581FB1">
      <w:pPr>
        <w:ind w:firstLine="709"/>
        <w:rPr>
          <w:bCs/>
          <w:szCs w:val="28"/>
          <w:lang w:eastAsia="en-US"/>
        </w:rPr>
      </w:pPr>
      <w:r w:rsidRPr="00E619BF">
        <w:rPr>
          <w:bCs/>
          <w:szCs w:val="28"/>
          <w:lang w:eastAsia="en-US"/>
        </w:rPr>
        <w:t xml:space="preserve">2) </w:t>
      </w:r>
      <w:r w:rsidR="00581FB1" w:rsidRPr="00E619BF">
        <w:rPr>
          <w:bCs/>
          <w:szCs w:val="28"/>
          <w:lang w:eastAsia="en-US"/>
        </w:rPr>
        <w:t>в выполнении с существенным опережением графика про</w:t>
      </w:r>
      <w:r w:rsidRPr="00E619BF">
        <w:rPr>
          <w:bCs/>
          <w:szCs w:val="28"/>
          <w:lang w:eastAsia="en-US"/>
        </w:rPr>
        <w:t>изводственных заданий, досрочном</w:t>
      </w:r>
      <w:r w:rsidR="00581FB1" w:rsidRPr="00E619BF">
        <w:rPr>
          <w:bCs/>
          <w:szCs w:val="28"/>
          <w:lang w:eastAsia="en-US"/>
        </w:rPr>
        <w:t xml:space="preserve"> ввод</w:t>
      </w:r>
      <w:r w:rsidRPr="00E619BF">
        <w:rPr>
          <w:bCs/>
          <w:szCs w:val="28"/>
          <w:lang w:eastAsia="en-US"/>
        </w:rPr>
        <w:t>е</w:t>
      </w:r>
      <w:r w:rsidR="00581FB1" w:rsidRPr="00E619BF">
        <w:rPr>
          <w:bCs/>
          <w:szCs w:val="28"/>
          <w:lang w:eastAsia="en-US"/>
        </w:rPr>
        <w:t xml:space="preserve"> в эксплуатацию новых производственных мощностей;</w:t>
      </w:r>
    </w:p>
    <w:p w14:paraId="5C9B8B71" w14:textId="439FD4FF" w:rsidR="00581FB1" w:rsidRPr="00E619BF" w:rsidRDefault="00E7616B" w:rsidP="00581FB1">
      <w:pPr>
        <w:ind w:firstLine="709"/>
        <w:rPr>
          <w:bCs/>
          <w:szCs w:val="28"/>
          <w:lang w:eastAsia="en-US"/>
        </w:rPr>
      </w:pPr>
      <w:r w:rsidRPr="00E619BF">
        <w:rPr>
          <w:bCs/>
          <w:szCs w:val="28"/>
          <w:lang w:eastAsia="en-US"/>
        </w:rPr>
        <w:t xml:space="preserve">3) </w:t>
      </w:r>
      <w:r w:rsidR="00581FB1" w:rsidRPr="00E619BF">
        <w:rPr>
          <w:bCs/>
          <w:szCs w:val="28"/>
          <w:lang w:eastAsia="en-US"/>
        </w:rPr>
        <w:t>в успешном внедрении в производство новейшей техники и технологий, их быстром освоении и оказании содействия в обучении других рабочих;</w:t>
      </w:r>
    </w:p>
    <w:p w14:paraId="5641480A" w14:textId="56F7DC61" w:rsidR="00581FB1" w:rsidRPr="00E619BF" w:rsidRDefault="00E7616B" w:rsidP="00581FB1">
      <w:pPr>
        <w:ind w:firstLine="709"/>
        <w:rPr>
          <w:bCs/>
          <w:szCs w:val="28"/>
          <w:lang w:eastAsia="en-US"/>
        </w:rPr>
      </w:pPr>
      <w:r w:rsidRPr="00E619BF">
        <w:rPr>
          <w:bCs/>
          <w:szCs w:val="28"/>
          <w:lang w:eastAsia="en-US"/>
        </w:rPr>
        <w:t xml:space="preserve">4) </w:t>
      </w:r>
      <w:r w:rsidR="00581FB1" w:rsidRPr="00E619BF">
        <w:rPr>
          <w:bCs/>
          <w:szCs w:val="28"/>
          <w:lang w:eastAsia="en-US"/>
        </w:rPr>
        <w:t xml:space="preserve">в осуществлении рационализаторской и инновационной деятельности, способствующей высокоэффективному функционированию производства, с существенным понижением </w:t>
      </w:r>
      <w:proofErr w:type="spellStart"/>
      <w:r w:rsidR="00581FB1" w:rsidRPr="00E619BF">
        <w:rPr>
          <w:bCs/>
          <w:szCs w:val="28"/>
          <w:lang w:eastAsia="en-US"/>
        </w:rPr>
        <w:t>энергозатрат</w:t>
      </w:r>
      <w:proofErr w:type="spellEnd"/>
      <w:r w:rsidR="00581FB1" w:rsidRPr="00E619BF">
        <w:rPr>
          <w:bCs/>
          <w:szCs w:val="28"/>
          <w:lang w:eastAsia="en-US"/>
        </w:rPr>
        <w:t xml:space="preserve">, повышением производительности труда и уровня </w:t>
      </w:r>
      <w:proofErr w:type="spellStart"/>
      <w:r w:rsidR="00581FB1" w:rsidRPr="00E619BF">
        <w:rPr>
          <w:bCs/>
          <w:szCs w:val="28"/>
          <w:lang w:eastAsia="en-US"/>
        </w:rPr>
        <w:t>экологичности</w:t>
      </w:r>
      <w:proofErr w:type="spellEnd"/>
      <w:r w:rsidR="00581FB1" w:rsidRPr="00E619BF">
        <w:rPr>
          <w:bCs/>
          <w:szCs w:val="28"/>
          <w:lang w:eastAsia="en-US"/>
        </w:rPr>
        <w:t>;</w:t>
      </w:r>
    </w:p>
    <w:p w14:paraId="2175873E" w14:textId="3CF6B82C" w:rsidR="00581FB1" w:rsidRPr="00E619BF" w:rsidRDefault="00E7616B" w:rsidP="00581FB1">
      <w:pPr>
        <w:ind w:firstLine="709"/>
        <w:rPr>
          <w:bCs/>
          <w:szCs w:val="28"/>
          <w:lang w:eastAsia="en-US"/>
        </w:rPr>
      </w:pPr>
      <w:r w:rsidRPr="00E619BF">
        <w:rPr>
          <w:bCs/>
          <w:szCs w:val="28"/>
          <w:lang w:eastAsia="en-US"/>
        </w:rPr>
        <w:t xml:space="preserve">5) </w:t>
      </w:r>
      <w:r w:rsidR="00581FB1" w:rsidRPr="00E619BF">
        <w:rPr>
          <w:bCs/>
          <w:szCs w:val="28"/>
          <w:lang w:eastAsia="en-US"/>
        </w:rPr>
        <w:t>в создании на территории Ярославской области инновационных производств, способствующих удовлетворению спроса населения и организаций различных отраслей экономики в высококачественной современной продукции и существенному замещению ее импорта;</w:t>
      </w:r>
    </w:p>
    <w:p w14:paraId="34D226AC" w14:textId="1C8C949D" w:rsidR="00581FB1" w:rsidRPr="00E619BF" w:rsidRDefault="00E7616B" w:rsidP="00581FB1">
      <w:pPr>
        <w:ind w:firstLine="709"/>
        <w:rPr>
          <w:bCs/>
          <w:szCs w:val="28"/>
          <w:lang w:eastAsia="en-US"/>
        </w:rPr>
      </w:pPr>
      <w:r w:rsidRPr="00E619BF">
        <w:rPr>
          <w:bCs/>
          <w:szCs w:val="28"/>
          <w:lang w:eastAsia="en-US"/>
        </w:rPr>
        <w:t xml:space="preserve">6) </w:t>
      </w:r>
      <w:r w:rsidR="00581FB1" w:rsidRPr="00E619BF">
        <w:rPr>
          <w:bCs/>
          <w:szCs w:val="28"/>
          <w:lang w:eastAsia="en-US"/>
        </w:rPr>
        <w:t>в подготовке квалифицированных инженерно-технических кадров;</w:t>
      </w:r>
    </w:p>
    <w:p w14:paraId="398F3A06" w14:textId="4C901011" w:rsidR="00581FB1" w:rsidRPr="00E619BF" w:rsidRDefault="00E7616B" w:rsidP="00581FB1">
      <w:pPr>
        <w:ind w:firstLine="709"/>
        <w:rPr>
          <w:bCs/>
          <w:szCs w:val="28"/>
          <w:lang w:eastAsia="en-US"/>
        </w:rPr>
      </w:pPr>
      <w:r w:rsidRPr="00E619BF">
        <w:rPr>
          <w:bCs/>
          <w:szCs w:val="28"/>
          <w:lang w:eastAsia="en-US"/>
        </w:rPr>
        <w:t xml:space="preserve">7) </w:t>
      </w:r>
      <w:r w:rsidR="00581FB1" w:rsidRPr="00E619BF">
        <w:rPr>
          <w:bCs/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07203F24" w14:textId="1AEBC24D" w:rsidR="004C27BF" w:rsidRPr="00E619BF" w:rsidRDefault="00723973" w:rsidP="00581FB1">
      <w:pPr>
        <w:ind w:firstLine="709"/>
        <w:rPr>
          <w:szCs w:val="28"/>
          <w:lang w:eastAsia="en-US"/>
        </w:rPr>
      </w:pPr>
      <w:r w:rsidRPr="00E619BF">
        <w:rPr>
          <w:bCs/>
          <w:szCs w:val="28"/>
          <w:lang w:eastAsia="en-US"/>
        </w:rPr>
        <w:t xml:space="preserve">2. </w:t>
      </w:r>
      <w:r w:rsidR="00D0299B" w:rsidRPr="00E619BF">
        <w:rPr>
          <w:bCs/>
          <w:szCs w:val="28"/>
          <w:lang w:eastAsia="en-US"/>
        </w:rPr>
        <w:t xml:space="preserve">Почетное звание присваивается лицам, </w:t>
      </w:r>
      <w:r w:rsidR="00581FB1" w:rsidRPr="00E619BF">
        <w:rPr>
          <w:bCs/>
          <w:szCs w:val="28"/>
          <w:lang w:eastAsia="en-US"/>
        </w:rPr>
        <w:t xml:space="preserve">имеющим стаж работы </w:t>
      </w:r>
      <w:r w:rsidR="00D0299B" w:rsidRPr="00E619BF">
        <w:rPr>
          <w:bCs/>
          <w:szCs w:val="28"/>
          <w:lang w:eastAsia="en-US"/>
        </w:rPr>
        <w:t>в сфере промышленности в Ярославской области не менее</w:t>
      </w:r>
      <w:r w:rsidR="00E7616B" w:rsidRPr="00E619BF">
        <w:rPr>
          <w:bCs/>
          <w:szCs w:val="28"/>
          <w:lang w:eastAsia="en-US"/>
        </w:rPr>
        <w:t xml:space="preserve"> пятнадцати лет, в том числе не менее трех</w:t>
      </w:r>
      <w:r w:rsidR="00581FB1" w:rsidRPr="00E619BF">
        <w:rPr>
          <w:bCs/>
          <w:szCs w:val="28"/>
          <w:lang w:eastAsia="en-US"/>
        </w:rPr>
        <w:t> </w:t>
      </w:r>
      <w:r w:rsidR="00D0299B" w:rsidRPr="00E619BF">
        <w:rPr>
          <w:bCs/>
          <w:szCs w:val="28"/>
          <w:lang w:eastAsia="en-US"/>
        </w:rPr>
        <w:t xml:space="preserve">лет </w:t>
      </w:r>
      <w:r w:rsidR="00581FB1" w:rsidRPr="00E619BF">
        <w:rPr>
          <w:bCs/>
          <w:szCs w:val="28"/>
          <w:lang w:eastAsia="en-US"/>
        </w:rPr>
        <w:t>по последнему месту работы.</w:t>
      </w:r>
    </w:p>
    <w:p w14:paraId="6722F99A" w14:textId="4152BE56" w:rsidR="00E7616B" w:rsidRPr="00E619BF" w:rsidRDefault="00E7616B" w:rsidP="00E7616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020137" w:rsidRPr="00606B70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E619BF">
        <w:rPr>
          <w:szCs w:val="28"/>
          <w:lang w:eastAsia="en-US"/>
        </w:rPr>
        <w:t>.</w:t>
      </w:r>
    </w:p>
    <w:p w14:paraId="6CD1CD39" w14:textId="19D6D2E8" w:rsidR="002F7724" w:rsidRPr="00E619BF" w:rsidRDefault="00723973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4</w:t>
      </w:r>
      <w:r w:rsidR="002F7724" w:rsidRPr="00E619BF">
        <w:rPr>
          <w:szCs w:val="28"/>
          <w:lang w:eastAsia="en-US"/>
        </w:rPr>
        <w:t>. Ходатайства о присвоении Почетного звания могут возбуждать:</w:t>
      </w:r>
    </w:p>
    <w:p w14:paraId="47BAEBDB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68F71CFA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lastRenderedPageBreak/>
        <w:t>2) органы местного самоуправления муниципальных образований Ярославской области;</w:t>
      </w:r>
    </w:p>
    <w:p w14:paraId="6B1F9CA7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36C999D8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6C849E2F" w14:textId="61DA8C84" w:rsidR="00F00C8C" w:rsidRPr="00E619BF" w:rsidRDefault="00723973" w:rsidP="00A466EA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5</w:t>
      </w:r>
      <w:r w:rsidR="00F00C8C" w:rsidRPr="00E619BF">
        <w:rPr>
          <w:szCs w:val="28"/>
          <w:lang w:eastAsia="en-US"/>
        </w:rPr>
        <w:t xml:space="preserve">. Гражданину, которому присвоено Почетное звание, вручается удостоверение почетного работника промышленности Ярославской области и </w:t>
      </w:r>
      <w:r w:rsidR="000569CE" w:rsidRPr="00E619BF">
        <w:rPr>
          <w:szCs w:val="28"/>
          <w:lang w:eastAsia="en-US"/>
        </w:rPr>
        <w:t xml:space="preserve">нагрудный </w:t>
      </w:r>
      <w:r w:rsidR="00F00C8C" w:rsidRPr="00E619BF">
        <w:rPr>
          <w:szCs w:val="28"/>
          <w:lang w:eastAsia="en-US"/>
        </w:rPr>
        <w:t>знак к Почетному званию.</w:t>
      </w:r>
    </w:p>
    <w:p w14:paraId="56F6E19B" w14:textId="77777777" w:rsidR="00D02318" w:rsidRDefault="00D02318" w:rsidP="00FC5374">
      <w:pPr>
        <w:ind w:firstLine="709"/>
        <w:jc w:val="right"/>
        <w:rPr>
          <w:szCs w:val="28"/>
          <w:lang w:eastAsia="en-US"/>
        </w:rPr>
      </w:pPr>
      <w:bookmarkStart w:id="19" w:name="_Hlk212402117"/>
    </w:p>
    <w:p w14:paraId="3DF07D3C" w14:textId="4CF465EC" w:rsidR="00FC5374" w:rsidRPr="00E619BF" w:rsidRDefault="00FC5374" w:rsidP="00FC5374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Приложение 16</w:t>
      </w:r>
    </w:p>
    <w:p w14:paraId="4E0143C9" w14:textId="01F88EFE" w:rsidR="00FC5374" w:rsidRPr="00E619BF" w:rsidRDefault="00FC5374" w:rsidP="00FC5374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к </w:t>
      </w:r>
      <w:r w:rsidR="00675E42" w:rsidRPr="00E619BF">
        <w:rPr>
          <w:szCs w:val="28"/>
          <w:lang w:eastAsia="en-US"/>
        </w:rPr>
        <w:t>З</w:t>
      </w:r>
      <w:r w:rsidRPr="00E619BF">
        <w:rPr>
          <w:szCs w:val="28"/>
          <w:lang w:eastAsia="en-US"/>
        </w:rPr>
        <w:t>акону</w:t>
      </w:r>
    </w:p>
    <w:p w14:paraId="219244EC" w14:textId="77777777" w:rsidR="00FC5374" w:rsidRPr="00E619BF" w:rsidRDefault="00FC5374" w:rsidP="00FC5374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Ярославской области</w:t>
      </w:r>
    </w:p>
    <w:p w14:paraId="036ACF7B" w14:textId="77777777" w:rsidR="00FC5374" w:rsidRPr="00E619BF" w:rsidRDefault="00FC5374" w:rsidP="00FC5374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от 06.05.2010 № 11-з</w:t>
      </w:r>
    </w:p>
    <w:p w14:paraId="25E792BB" w14:textId="77777777" w:rsidR="00FC5374" w:rsidRPr="00E619BF" w:rsidRDefault="00FC5374" w:rsidP="001979ED">
      <w:pPr>
        <w:ind w:firstLine="709"/>
        <w:jc w:val="right"/>
        <w:rPr>
          <w:szCs w:val="28"/>
          <w:lang w:eastAsia="en-US"/>
        </w:rPr>
      </w:pPr>
    </w:p>
    <w:p w14:paraId="70E246B2" w14:textId="77777777" w:rsidR="00D0299B" w:rsidRPr="00E619BF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E619BF">
        <w:rPr>
          <w:b/>
          <w:szCs w:val="28"/>
          <w:lang w:eastAsia="en-US"/>
        </w:rPr>
        <w:t>Положение</w:t>
      </w:r>
    </w:p>
    <w:p w14:paraId="33BEFFBE" w14:textId="1D4C401F" w:rsidR="00D0299B" w:rsidRPr="00E619BF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E619BF">
        <w:rPr>
          <w:b/>
          <w:szCs w:val="28"/>
          <w:lang w:eastAsia="en-US"/>
        </w:rPr>
        <w:t xml:space="preserve">о почетном звании </w:t>
      </w:r>
      <w:r w:rsidR="00A43F5B" w:rsidRPr="00E619BF">
        <w:rPr>
          <w:b/>
          <w:szCs w:val="28"/>
          <w:lang w:eastAsia="en-US"/>
        </w:rPr>
        <w:t>«</w:t>
      </w:r>
      <w:r w:rsidRPr="00E619BF">
        <w:rPr>
          <w:b/>
          <w:szCs w:val="28"/>
          <w:lang w:eastAsia="en-US"/>
        </w:rPr>
        <w:t xml:space="preserve">Почетный работник связи и информации </w:t>
      </w:r>
      <w:r w:rsidR="00675E42" w:rsidRPr="00E619BF">
        <w:rPr>
          <w:b/>
          <w:szCs w:val="28"/>
          <w:lang w:eastAsia="en-US"/>
        </w:rPr>
        <w:br/>
      </w:r>
      <w:r w:rsidRPr="00E619BF">
        <w:rPr>
          <w:b/>
          <w:szCs w:val="28"/>
          <w:lang w:eastAsia="en-US"/>
        </w:rPr>
        <w:t>Ярославской области</w:t>
      </w:r>
      <w:r w:rsidR="00A43F5B" w:rsidRPr="00E619BF">
        <w:rPr>
          <w:b/>
          <w:szCs w:val="28"/>
          <w:lang w:eastAsia="en-US"/>
        </w:rPr>
        <w:t>»</w:t>
      </w:r>
    </w:p>
    <w:p w14:paraId="1381CE4E" w14:textId="77777777" w:rsidR="00F00C8C" w:rsidRPr="00E619BF" w:rsidRDefault="00F00C8C" w:rsidP="00F00C8C">
      <w:pPr>
        <w:ind w:firstLine="0"/>
        <w:jc w:val="center"/>
        <w:rPr>
          <w:b/>
          <w:szCs w:val="28"/>
          <w:lang w:eastAsia="en-US"/>
        </w:rPr>
      </w:pPr>
    </w:p>
    <w:p w14:paraId="4165F736" w14:textId="1E62362B" w:rsidR="00D0299B" w:rsidRPr="00E619BF" w:rsidRDefault="00D0299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1. Почетное звание </w:t>
      </w:r>
      <w:r w:rsidR="00A43F5B" w:rsidRPr="00E619BF">
        <w:rPr>
          <w:szCs w:val="28"/>
          <w:lang w:eastAsia="en-US"/>
        </w:rPr>
        <w:t>«</w:t>
      </w:r>
      <w:r w:rsidRPr="00E619BF">
        <w:rPr>
          <w:szCs w:val="28"/>
          <w:lang w:eastAsia="en-US"/>
        </w:rPr>
        <w:t>Почетный работник связи и информации Ярославской области</w:t>
      </w:r>
      <w:r w:rsidR="00A43F5B" w:rsidRPr="00E619BF">
        <w:rPr>
          <w:szCs w:val="28"/>
          <w:lang w:eastAsia="en-US"/>
        </w:rPr>
        <w:t>»</w:t>
      </w:r>
      <w:r w:rsidRPr="00E619BF">
        <w:rPr>
          <w:szCs w:val="28"/>
          <w:lang w:eastAsia="en-US"/>
        </w:rPr>
        <w:t xml:space="preserve"> (далее </w:t>
      </w:r>
      <w:r w:rsidR="006B03CD" w:rsidRPr="00E619BF">
        <w:rPr>
          <w:rFonts w:cs="Calibri"/>
          <w:szCs w:val="22"/>
          <w:lang w:eastAsia="en-US"/>
        </w:rPr>
        <w:t>–</w:t>
      </w:r>
      <w:r w:rsidRPr="00E619BF">
        <w:rPr>
          <w:szCs w:val="28"/>
          <w:lang w:eastAsia="en-US"/>
        </w:rPr>
        <w:t xml:space="preserve"> Почетное звание) присваивается высокопрофессиональным работникам связи, средств массовой информации и массовых коммуникаций</w:t>
      </w:r>
      <w:r w:rsidR="0080268C" w:rsidRPr="00E619BF">
        <w:rPr>
          <w:bCs/>
          <w:szCs w:val="28"/>
          <w:lang w:eastAsia="en-US"/>
        </w:rPr>
        <w:t xml:space="preserve"> </w:t>
      </w:r>
      <w:r w:rsidRPr="00E619BF">
        <w:rPr>
          <w:szCs w:val="28"/>
          <w:lang w:eastAsia="en-US"/>
        </w:rPr>
        <w:t>за личные заслуги:</w:t>
      </w:r>
    </w:p>
    <w:p w14:paraId="7FC9AEA0" w14:textId="06D852B9" w:rsidR="00D0299B" w:rsidRPr="00E619BF" w:rsidRDefault="00E7616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1) </w:t>
      </w:r>
      <w:r w:rsidR="00D0299B" w:rsidRPr="00E619BF">
        <w:rPr>
          <w:szCs w:val="28"/>
          <w:lang w:eastAsia="en-US"/>
        </w:rPr>
        <w:t>в развитии и совершенствовании современных средств связи, средств передачи и приема информации, основанных на внедрении высокопроизводительного цифрового телекоммуникационного оборудования;</w:t>
      </w:r>
    </w:p>
    <w:p w14:paraId="773D326C" w14:textId="1578A1AD" w:rsidR="00D0299B" w:rsidRPr="00E619BF" w:rsidRDefault="00E7616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2) </w:t>
      </w:r>
      <w:r w:rsidR="00D0299B" w:rsidRPr="00E619BF">
        <w:rPr>
          <w:szCs w:val="28"/>
          <w:lang w:eastAsia="en-US"/>
        </w:rPr>
        <w:t>в развитии региональных средств массовой информации и массовых коммуникаций;</w:t>
      </w:r>
    </w:p>
    <w:p w14:paraId="01C454A5" w14:textId="60784449" w:rsidR="00D0299B" w:rsidRPr="00E619BF" w:rsidRDefault="00E7616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3) </w:t>
      </w:r>
      <w:r w:rsidR="00D0299B" w:rsidRPr="00E619BF">
        <w:rPr>
          <w:szCs w:val="28"/>
          <w:lang w:eastAsia="en-US"/>
        </w:rPr>
        <w:t>в создании в сфере средств массовой информации и массовых коммуникаций социально значимых проектов, получивших широкое признание общественности и профессионального сообщества;</w:t>
      </w:r>
    </w:p>
    <w:p w14:paraId="63EFF7B6" w14:textId="546336EC" w:rsidR="00D0299B" w:rsidRPr="00E619BF" w:rsidRDefault="00E7616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4) </w:t>
      </w:r>
      <w:r w:rsidR="00D0299B" w:rsidRPr="00E619BF">
        <w:rPr>
          <w:szCs w:val="28"/>
          <w:lang w:eastAsia="en-US"/>
        </w:rPr>
        <w:t>в разработке и внедрении принципиально новой высокоэффективной коммуникационной техники и видов связи нового поколения, позволяющих предоставлять потребителю широкий спектр телекоммуникационных услуг;</w:t>
      </w:r>
    </w:p>
    <w:p w14:paraId="07FEDCB0" w14:textId="6A479257" w:rsidR="00D0299B" w:rsidRPr="00E619BF" w:rsidRDefault="00E7616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5) </w:t>
      </w:r>
      <w:r w:rsidR="00D0299B" w:rsidRPr="00E619BF">
        <w:rPr>
          <w:szCs w:val="28"/>
          <w:lang w:eastAsia="en-US"/>
        </w:rPr>
        <w:t>в развитии и внедрении современных информационных технологий и инженерных решений, используемых в производстве и распространении массовой информации;</w:t>
      </w:r>
    </w:p>
    <w:p w14:paraId="5764EEB4" w14:textId="410CBA86" w:rsidR="00D0299B" w:rsidRPr="00E619BF" w:rsidRDefault="00E7616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6) </w:t>
      </w:r>
      <w:r w:rsidR="00D0299B" w:rsidRPr="00E619BF">
        <w:rPr>
          <w:szCs w:val="28"/>
          <w:lang w:eastAsia="en-US"/>
        </w:rPr>
        <w:t>в улучшении качества телекоммуникационного обслуживания населения и организаций;</w:t>
      </w:r>
    </w:p>
    <w:p w14:paraId="56265405" w14:textId="6881FC41" w:rsidR="00D0299B" w:rsidRPr="00E619BF" w:rsidRDefault="00E7616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7) </w:t>
      </w:r>
      <w:r w:rsidR="00D0299B" w:rsidRPr="00E619BF">
        <w:rPr>
          <w:szCs w:val="28"/>
          <w:lang w:eastAsia="en-US"/>
        </w:rPr>
        <w:t xml:space="preserve">в своевременном обеспечении населения </w:t>
      </w:r>
      <w:r w:rsidR="0070563F" w:rsidRPr="00E619BF">
        <w:rPr>
          <w:szCs w:val="28"/>
          <w:lang w:eastAsia="en-US"/>
        </w:rPr>
        <w:t xml:space="preserve">Ярославской области </w:t>
      </w:r>
      <w:r w:rsidR="00D0299B" w:rsidRPr="00E619BF">
        <w:rPr>
          <w:szCs w:val="28"/>
          <w:lang w:eastAsia="en-US"/>
        </w:rPr>
        <w:t xml:space="preserve">и организаций </w:t>
      </w:r>
      <w:r w:rsidR="0070563F" w:rsidRPr="00E619BF">
        <w:rPr>
          <w:szCs w:val="28"/>
          <w:lang w:eastAsia="en-US"/>
        </w:rPr>
        <w:t xml:space="preserve">Ярославской области </w:t>
      </w:r>
      <w:r w:rsidR="00D0299B" w:rsidRPr="00E619BF">
        <w:rPr>
          <w:szCs w:val="28"/>
          <w:lang w:eastAsia="en-US"/>
        </w:rPr>
        <w:t>объективной информацией;</w:t>
      </w:r>
    </w:p>
    <w:p w14:paraId="17721B7C" w14:textId="54692FC1" w:rsidR="00D0299B" w:rsidRPr="00E619BF" w:rsidRDefault="00E7616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8) </w:t>
      </w:r>
      <w:r w:rsidR="00D0299B" w:rsidRPr="00E619BF">
        <w:rPr>
          <w:szCs w:val="28"/>
          <w:lang w:eastAsia="en-US"/>
        </w:rPr>
        <w:t>в подготовке квалифицированных кадров для организаций, осуществляющих деятельность в области связи, информации, технологий и массовых коммуникаций</w:t>
      </w:r>
      <w:r w:rsidR="0070563F" w:rsidRPr="00E619BF">
        <w:rPr>
          <w:szCs w:val="28"/>
          <w:lang w:eastAsia="en-US"/>
        </w:rPr>
        <w:t>;</w:t>
      </w:r>
    </w:p>
    <w:p w14:paraId="2E5DFB22" w14:textId="1D71565D" w:rsidR="0070563F" w:rsidRPr="00E619BF" w:rsidRDefault="00E7616B" w:rsidP="0070563F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9) </w:t>
      </w:r>
      <w:r w:rsidR="0070563F" w:rsidRPr="00E619BF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0F952B75" w14:textId="4456F264" w:rsidR="00D0299B" w:rsidRPr="00E619BF" w:rsidRDefault="00D0299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lastRenderedPageBreak/>
        <w:t xml:space="preserve">2. Почетное звание присваивается лицам, </w:t>
      </w:r>
      <w:r w:rsidR="0080268C" w:rsidRPr="00E619BF">
        <w:rPr>
          <w:szCs w:val="28"/>
          <w:lang w:eastAsia="en-US"/>
        </w:rPr>
        <w:t>имеющим стаж работы</w:t>
      </w:r>
      <w:r w:rsidRPr="00E619BF">
        <w:rPr>
          <w:szCs w:val="28"/>
          <w:lang w:eastAsia="en-US"/>
        </w:rPr>
        <w:t xml:space="preserve"> в области связи и сфере информационных технологий в</w:t>
      </w:r>
      <w:r w:rsidR="008559C7" w:rsidRPr="00E619BF">
        <w:rPr>
          <w:szCs w:val="28"/>
          <w:lang w:eastAsia="en-US"/>
        </w:rPr>
        <w:t xml:space="preserve"> Ярославской области не менее пятнадцати лет, в том числе не менее трех</w:t>
      </w:r>
      <w:r w:rsidRPr="00E619BF">
        <w:rPr>
          <w:szCs w:val="28"/>
          <w:lang w:eastAsia="en-US"/>
        </w:rPr>
        <w:t xml:space="preserve"> лет по последнему месту работы.</w:t>
      </w:r>
    </w:p>
    <w:bookmarkEnd w:id="19"/>
    <w:p w14:paraId="45CF4BD4" w14:textId="1E537010" w:rsidR="008559C7" w:rsidRPr="00E619BF" w:rsidRDefault="008559C7" w:rsidP="008559C7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721AB3" w:rsidRPr="00606B70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E619BF">
        <w:rPr>
          <w:szCs w:val="28"/>
          <w:lang w:eastAsia="en-US"/>
        </w:rPr>
        <w:t>.</w:t>
      </w:r>
    </w:p>
    <w:p w14:paraId="35292E91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07EC4BF1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0F2A192C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5D145E70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7177C407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75087388" w14:textId="59199D5C" w:rsidR="00F00C8C" w:rsidRPr="00E619BF" w:rsidRDefault="00F00C8C" w:rsidP="00A466EA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5. Гражданину, которому присвоено Почетное звание, вручается удостоверение почетного работника связи и информации Ярославской области и </w:t>
      </w:r>
      <w:r w:rsidR="000569CE" w:rsidRPr="00E619BF">
        <w:rPr>
          <w:szCs w:val="28"/>
          <w:lang w:eastAsia="en-US"/>
        </w:rPr>
        <w:t xml:space="preserve">нагрудный </w:t>
      </w:r>
      <w:r w:rsidRPr="00E619BF">
        <w:rPr>
          <w:szCs w:val="28"/>
          <w:lang w:eastAsia="en-US"/>
        </w:rPr>
        <w:t>знак к Почетному званию.</w:t>
      </w:r>
    </w:p>
    <w:p w14:paraId="46B6AE49" w14:textId="25653F2F" w:rsidR="00581FB1" w:rsidRDefault="00581FB1" w:rsidP="00581FB1">
      <w:pPr>
        <w:ind w:firstLine="0"/>
        <w:rPr>
          <w:szCs w:val="28"/>
          <w:lang w:eastAsia="en-US"/>
        </w:rPr>
      </w:pPr>
    </w:p>
    <w:p w14:paraId="658AA85B" w14:textId="3F486781" w:rsidR="00FC5374" w:rsidRPr="00E619BF" w:rsidRDefault="00FC5374" w:rsidP="00FC5374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Приложение 17</w:t>
      </w:r>
    </w:p>
    <w:p w14:paraId="13699469" w14:textId="69A56573" w:rsidR="00FC5374" w:rsidRPr="00E619BF" w:rsidRDefault="00FC5374" w:rsidP="00FC5374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к </w:t>
      </w:r>
      <w:r w:rsidR="001058E5" w:rsidRPr="00E619BF">
        <w:rPr>
          <w:szCs w:val="28"/>
          <w:lang w:eastAsia="en-US"/>
        </w:rPr>
        <w:t>З</w:t>
      </w:r>
      <w:r w:rsidRPr="00E619BF">
        <w:rPr>
          <w:szCs w:val="28"/>
          <w:lang w:eastAsia="en-US"/>
        </w:rPr>
        <w:t>акону</w:t>
      </w:r>
    </w:p>
    <w:p w14:paraId="546F4275" w14:textId="77777777" w:rsidR="00FC5374" w:rsidRPr="00E619BF" w:rsidRDefault="00FC5374" w:rsidP="00FC5374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Ярославской области</w:t>
      </w:r>
    </w:p>
    <w:p w14:paraId="4B5552D4" w14:textId="77777777" w:rsidR="00FC5374" w:rsidRPr="00E619BF" w:rsidRDefault="00FC5374" w:rsidP="00FC5374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от 06.05.2010 № 11-з</w:t>
      </w:r>
    </w:p>
    <w:p w14:paraId="209593EB" w14:textId="77777777" w:rsidR="00FC5374" w:rsidRPr="00E619BF" w:rsidRDefault="00FC5374" w:rsidP="001979ED">
      <w:pPr>
        <w:ind w:firstLine="709"/>
        <w:jc w:val="right"/>
        <w:rPr>
          <w:szCs w:val="28"/>
          <w:lang w:eastAsia="en-US"/>
        </w:rPr>
      </w:pPr>
    </w:p>
    <w:p w14:paraId="0449E556" w14:textId="77777777" w:rsidR="00D0299B" w:rsidRPr="00E619BF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E619BF">
        <w:rPr>
          <w:b/>
          <w:szCs w:val="28"/>
          <w:lang w:eastAsia="en-US"/>
        </w:rPr>
        <w:t>Положение</w:t>
      </w:r>
    </w:p>
    <w:p w14:paraId="21EFCB8B" w14:textId="09EDAC37" w:rsidR="00D0299B" w:rsidRPr="00E619BF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E619BF">
        <w:rPr>
          <w:b/>
          <w:szCs w:val="28"/>
          <w:lang w:eastAsia="en-US"/>
        </w:rPr>
        <w:t xml:space="preserve">о почетном звании </w:t>
      </w:r>
      <w:r w:rsidR="00A43F5B" w:rsidRPr="00E619BF">
        <w:rPr>
          <w:b/>
          <w:szCs w:val="28"/>
          <w:lang w:eastAsia="en-US"/>
        </w:rPr>
        <w:t>«</w:t>
      </w:r>
      <w:r w:rsidRPr="00E619BF">
        <w:rPr>
          <w:b/>
          <w:szCs w:val="28"/>
          <w:lang w:eastAsia="en-US"/>
        </w:rPr>
        <w:t xml:space="preserve">Почетный работник сельского хозяйства </w:t>
      </w:r>
      <w:r w:rsidR="001058E5" w:rsidRPr="00E619BF">
        <w:rPr>
          <w:b/>
          <w:szCs w:val="28"/>
          <w:lang w:eastAsia="en-US"/>
        </w:rPr>
        <w:br/>
      </w:r>
      <w:r w:rsidRPr="00E619BF">
        <w:rPr>
          <w:b/>
          <w:szCs w:val="28"/>
          <w:lang w:eastAsia="en-US"/>
        </w:rPr>
        <w:t>Ярославской области</w:t>
      </w:r>
      <w:r w:rsidR="00A43F5B" w:rsidRPr="00E619BF">
        <w:rPr>
          <w:b/>
          <w:szCs w:val="28"/>
          <w:lang w:eastAsia="en-US"/>
        </w:rPr>
        <w:t>»</w:t>
      </w:r>
    </w:p>
    <w:p w14:paraId="3B67E8F8" w14:textId="77777777" w:rsidR="00F00C8C" w:rsidRPr="00E619BF" w:rsidRDefault="00F00C8C" w:rsidP="00F00C8C">
      <w:pPr>
        <w:ind w:firstLine="0"/>
        <w:jc w:val="center"/>
        <w:rPr>
          <w:b/>
          <w:szCs w:val="28"/>
          <w:lang w:eastAsia="en-US"/>
        </w:rPr>
      </w:pPr>
    </w:p>
    <w:p w14:paraId="076048EC" w14:textId="66AA7864" w:rsidR="00D0299B" w:rsidRPr="00E619BF" w:rsidRDefault="00D0299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1. Почетное звание </w:t>
      </w:r>
      <w:r w:rsidR="00A43F5B" w:rsidRPr="00E619BF">
        <w:rPr>
          <w:szCs w:val="28"/>
          <w:lang w:eastAsia="en-US"/>
        </w:rPr>
        <w:t>«</w:t>
      </w:r>
      <w:r w:rsidRPr="00E619BF">
        <w:rPr>
          <w:szCs w:val="28"/>
          <w:lang w:eastAsia="en-US"/>
        </w:rPr>
        <w:t>Почетный работник сельского хозяйства Ярославской области</w:t>
      </w:r>
      <w:r w:rsidR="00A43F5B" w:rsidRPr="00E619BF">
        <w:rPr>
          <w:szCs w:val="28"/>
          <w:lang w:eastAsia="en-US"/>
        </w:rPr>
        <w:t>»</w:t>
      </w:r>
      <w:r w:rsidRPr="00E619BF">
        <w:rPr>
          <w:szCs w:val="28"/>
          <w:lang w:eastAsia="en-US"/>
        </w:rPr>
        <w:t xml:space="preserve"> (далее </w:t>
      </w:r>
      <w:r w:rsidR="006B03CD" w:rsidRPr="00E619BF">
        <w:rPr>
          <w:rFonts w:cs="Calibri"/>
          <w:szCs w:val="22"/>
          <w:lang w:eastAsia="en-US"/>
        </w:rPr>
        <w:t>–</w:t>
      </w:r>
      <w:r w:rsidRPr="00E619BF">
        <w:rPr>
          <w:szCs w:val="28"/>
          <w:lang w:eastAsia="en-US"/>
        </w:rPr>
        <w:t xml:space="preserve"> Почетное звание) присваивается высокопрофессиональным работникам агропромышленного комплекса, в том числе работникам крестьянских, фермерских хозяйств, научно-исследовательских учреждений, организаторам сельскохозяйственного производства, механизаторам, техникам-механикам, зоотехникам, агрономам, рабочим, инженерно-техническим и научным работникам</w:t>
      </w:r>
      <w:r w:rsidR="0082328F" w:rsidRPr="00E619BF">
        <w:rPr>
          <w:bCs/>
          <w:szCs w:val="28"/>
          <w:lang w:eastAsia="en-US"/>
        </w:rPr>
        <w:t xml:space="preserve"> </w:t>
      </w:r>
      <w:r w:rsidRPr="00E619BF">
        <w:rPr>
          <w:szCs w:val="28"/>
          <w:lang w:eastAsia="en-US"/>
        </w:rPr>
        <w:t>за личные заслуги:</w:t>
      </w:r>
    </w:p>
    <w:p w14:paraId="13DA4CC5" w14:textId="2A9F233A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1) </w:t>
      </w:r>
      <w:r w:rsidR="00D0299B" w:rsidRPr="00E619BF">
        <w:rPr>
          <w:szCs w:val="28"/>
          <w:lang w:eastAsia="en-US"/>
        </w:rPr>
        <w:t>в существенном увеличении урожайности и сбора сельскохозяйственных культур, повышении плодородия земель, продуктивности скота и птицы;</w:t>
      </w:r>
    </w:p>
    <w:p w14:paraId="38BFDC89" w14:textId="3E108345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2) </w:t>
      </w:r>
      <w:r w:rsidR="00D0299B" w:rsidRPr="00E619BF">
        <w:rPr>
          <w:szCs w:val="28"/>
          <w:lang w:eastAsia="en-US"/>
        </w:rPr>
        <w:t>в создании на территории Ярославской области нового производства высококачественной, экологически чистой сельскохозяйственной, животноводческой, птицеводческой и молочной продукции с применением современного высокотехнологичного оборудования, способствующего повышению качества производимой продукции, улучшению ее потребительских свойств, в целях существенного замещения импорта продукции;</w:t>
      </w:r>
    </w:p>
    <w:p w14:paraId="337C4BBD" w14:textId="34B3BA4D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lastRenderedPageBreak/>
        <w:t xml:space="preserve">3) </w:t>
      </w:r>
      <w:r w:rsidR="00D0299B" w:rsidRPr="00E619BF">
        <w:rPr>
          <w:szCs w:val="28"/>
          <w:lang w:eastAsia="en-US"/>
        </w:rPr>
        <w:t xml:space="preserve">в осуществлении рационализаторской и инновационной деятельности, способствующей улучшению натурального качественного состава и иммуностимулирующих свойств сельскохозяйственной, животноводческой, птицеводческой и молочной продукции, высокоэффективному функционированию производства с существенным понижением </w:t>
      </w:r>
      <w:proofErr w:type="spellStart"/>
      <w:r w:rsidR="00D0299B" w:rsidRPr="00E619BF">
        <w:rPr>
          <w:szCs w:val="28"/>
          <w:lang w:eastAsia="en-US"/>
        </w:rPr>
        <w:t>энергозатрат</w:t>
      </w:r>
      <w:proofErr w:type="spellEnd"/>
      <w:r w:rsidR="00D0299B" w:rsidRPr="00E619BF">
        <w:rPr>
          <w:szCs w:val="28"/>
          <w:lang w:eastAsia="en-US"/>
        </w:rPr>
        <w:t xml:space="preserve">, повышением производительности труда и уровня </w:t>
      </w:r>
      <w:proofErr w:type="spellStart"/>
      <w:r w:rsidR="00D0299B" w:rsidRPr="00E619BF">
        <w:rPr>
          <w:szCs w:val="28"/>
          <w:lang w:eastAsia="en-US"/>
        </w:rPr>
        <w:t>экологичности</w:t>
      </w:r>
      <w:proofErr w:type="spellEnd"/>
      <w:r w:rsidR="00D0299B" w:rsidRPr="00E619BF">
        <w:rPr>
          <w:szCs w:val="28"/>
          <w:lang w:eastAsia="en-US"/>
        </w:rPr>
        <w:t>;</w:t>
      </w:r>
    </w:p>
    <w:p w14:paraId="42724E94" w14:textId="2AD12D33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4) </w:t>
      </w:r>
      <w:r w:rsidR="00D0299B" w:rsidRPr="00E619BF">
        <w:rPr>
          <w:szCs w:val="28"/>
          <w:lang w:eastAsia="en-US"/>
        </w:rPr>
        <w:t>в повышении обеспеченности населения высококачественной, экологически чистой сельскохозяйственной, животноводческой, птицеводческой и молочной продукцией российского производства;</w:t>
      </w:r>
    </w:p>
    <w:p w14:paraId="363D5118" w14:textId="0F2F3949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5) </w:t>
      </w:r>
      <w:r w:rsidR="00D0299B" w:rsidRPr="00E619BF">
        <w:rPr>
          <w:szCs w:val="28"/>
          <w:lang w:eastAsia="en-US"/>
        </w:rPr>
        <w:t>в развитии экспорта высококачественной сельскохозяйственной, животноводческой, птицеводческой и молочной продукции российского производства;</w:t>
      </w:r>
    </w:p>
    <w:p w14:paraId="695CCA93" w14:textId="4CF71D3A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6) </w:t>
      </w:r>
      <w:r w:rsidR="00D0299B" w:rsidRPr="00E619BF">
        <w:rPr>
          <w:szCs w:val="28"/>
          <w:lang w:eastAsia="en-US"/>
        </w:rPr>
        <w:t>в принятии своевременных профилактических мер, направленных на борьбу с распространенными заболеваниями растительных культур, плодовых деревьев, животных и птиц и на повышение количественных и качественных показателей производимой продукции;</w:t>
      </w:r>
    </w:p>
    <w:p w14:paraId="27D466D6" w14:textId="11BAEA8F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7) </w:t>
      </w:r>
      <w:r w:rsidR="00D0299B" w:rsidRPr="00E619BF">
        <w:rPr>
          <w:szCs w:val="28"/>
          <w:lang w:eastAsia="en-US"/>
        </w:rPr>
        <w:t>в проведении научно-практических исследований, результаты которых позволили существенно повысить производительность агропромышленного комплекса;</w:t>
      </w:r>
    </w:p>
    <w:p w14:paraId="1A79D5C5" w14:textId="40886180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8) </w:t>
      </w:r>
      <w:r w:rsidR="00D0299B" w:rsidRPr="00E619BF">
        <w:rPr>
          <w:szCs w:val="28"/>
          <w:lang w:eastAsia="en-US"/>
        </w:rPr>
        <w:t>в подготовке квалифицированных кадров для аграрно-промышленного комплекса;</w:t>
      </w:r>
    </w:p>
    <w:p w14:paraId="4F0A989E" w14:textId="41A3ECDF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9) </w:t>
      </w:r>
      <w:r w:rsidR="00D0299B" w:rsidRPr="00E619BF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648DCC20" w14:textId="1F045638" w:rsidR="00D0299B" w:rsidRPr="00E619BF" w:rsidRDefault="00D0299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2. Почетное звание присваивается лицам, </w:t>
      </w:r>
      <w:r w:rsidR="0080268C" w:rsidRPr="00E619BF">
        <w:rPr>
          <w:szCs w:val="28"/>
          <w:lang w:eastAsia="en-US"/>
        </w:rPr>
        <w:t>имеющим стаж работы</w:t>
      </w:r>
      <w:r w:rsidRPr="00E619BF">
        <w:rPr>
          <w:szCs w:val="28"/>
          <w:lang w:eastAsia="en-US"/>
        </w:rPr>
        <w:t xml:space="preserve"> в отрасли сельского хозяйства Ярославской области </w:t>
      </w:r>
      <w:r w:rsidR="008559C7" w:rsidRPr="00E619BF">
        <w:rPr>
          <w:szCs w:val="28"/>
          <w:lang w:eastAsia="en-US"/>
        </w:rPr>
        <w:t>не менее пятнадцати</w:t>
      </w:r>
      <w:r w:rsidR="00D169AF" w:rsidRPr="00E619BF">
        <w:rPr>
          <w:szCs w:val="28"/>
          <w:lang w:eastAsia="en-US"/>
        </w:rPr>
        <w:t xml:space="preserve"> лет, в том числе не </w:t>
      </w:r>
      <w:r w:rsidR="008559C7" w:rsidRPr="00E619BF">
        <w:rPr>
          <w:szCs w:val="28"/>
          <w:lang w:eastAsia="en-US"/>
        </w:rPr>
        <w:t>менее трех</w:t>
      </w:r>
      <w:r w:rsidRPr="00E619BF">
        <w:rPr>
          <w:szCs w:val="28"/>
          <w:lang w:eastAsia="en-US"/>
        </w:rPr>
        <w:t xml:space="preserve"> лет по последнему месту работы.</w:t>
      </w:r>
    </w:p>
    <w:p w14:paraId="00F21096" w14:textId="019154CD" w:rsidR="008559C7" w:rsidRPr="00E619BF" w:rsidRDefault="008559C7" w:rsidP="008559C7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721AB3" w:rsidRPr="006F2341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E619BF">
        <w:rPr>
          <w:szCs w:val="28"/>
          <w:lang w:eastAsia="en-US"/>
        </w:rPr>
        <w:t>.</w:t>
      </w:r>
    </w:p>
    <w:p w14:paraId="0E45D10F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2771EF49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58F59E42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61C5228A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62CAFCCB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4C201C01" w14:textId="2BD9C334" w:rsidR="000569CE" w:rsidRPr="00E619BF" w:rsidRDefault="00F00C8C" w:rsidP="00A466EA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5. Гражданину, которому присвоено Почетное звание, вручается удостоверение почетного работника сельского хозяйства Ярославской области и</w:t>
      </w:r>
      <w:r w:rsidR="000569CE" w:rsidRPr="00E619BF">
        <w:rPr>
          <w:szCs w:val="28"/>
          <w:lang w:eastAsia="en-US"/>
        </w:rPr>
        <w:t xml:space="preserve"> нагрудный</w:t>
      </w:r>
      <w:r w:rsidRPr="00E619BF">
        <w:rPr>
          <w:szCs w:val="28"/>
          <w:lang w:eastAsia="en-US"/>
        </w:rPr>
        <w:t xml:space="preserve"> знак к Почетному званию.</w:t>
      </w:r>
    </w:p>
    <w:p w14:paraId="5B9F3945" w14:textId="4AB5C91D" w:rsidR="00A466EA" w:rsidRDefault="00A466EA" w:rsidP="001979ED">
      <w:pPr>
        <w:ind w:firstLine="709"/>
        <w:jc w:val="right"/>
        <w:rPr>
          <w:szCs w:val="28"/>
          <w:lang w:eastAsia="en-US"/>
        </w:rPr>
      </w:pPr>
    </w:p>
    <w:p w14:paraId="3AF13E91" w14:textId="54570C1B" w:rsidR="00721AB3" w:rsidRDefault="00721AB3" w:rsidP="001979ED">
      <w:pPr>
        <w:ind w:firstLine="709"/>
        <w:jc w:val="right"/>
        <w:rPr>
          <w:szCs w:val="28"/>
          <w:lang w:eastAsia="en-US"/>
        </w:rPr>
      </w:pPr>
    </w:p>
    <w:p w14:paraId="2A7847A5" w14:textId="77777777" w:rsidR="00721AB3" w:rsidRPr="00E619BF" w:rsidRDefault="00721AB3" w:rsidP="001979ED">
      <w:pPr>
        <w:ind w:firstLine="709"/>
        <w:jc w:val="right"/>
        <w:rPr>
          <w:szCs w:val="28"/>
          <w:lang w:eastAsia="en-US"/>
        </w:rPr>
      </w:pPr>
    </w:p>
    <w:p w14:paraId="551D9408" w14:textId="6BF9BE8E" w:rsidR="00FC5374" w:rsidRPr="00E619BF" w:rsidRDefault="00FC5374" w:rsidP="00FC5374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lastRenderedPageBreak/>
        <w:t xml:space="preserve">Приложение </w:t>
      </w:r>
      <w:r w:rsidR="009D28B2" w:rsidRPr="00E619BF">
        <w:rPr>
          <w:szCs w:val="28"/>
          <w:lang w:eastAsia="en-US"/>
        </w:rPr>
        <w:t>18</w:t>
      </w:r>
    </w:p>
    <w:p w14:paraId="6AC4CE6C" w14:textId="50E9C16A" w:rsidR="00FC5374" w:rsidRPr="00E619BF" w:rsidRDefault="00FC5374" w:rsidP="00FC5374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к </w:t>
      </w:r>
      <w:r w:rsidR="00D766BC" w:rsidRPr="00E619BF">
        <w:rPr>
          <w:szCs w:val="28"/>
          <w:lang w:eastAsia="en-US"/>
        </w:rPr>
        <w:t>З</w:t>
      </w:r>
      <w:r w:rsidRPr="00E619BF">
        <w:rPr>
          <w:szCs w:val="28"/>
          <w:lang w:eastAsia="en-US"/>
        </w:rPr>
        <w:t>акону</w:t>
      </w:r>
    </w:p>
    <w:p w14:paraId="1B2FE512" w14:textId="77777777" w:rsidR="00FC5374" w:rsidRPr="00E619BF" w:rsidRDefault="00FC5374" w:rsidP="00FC5374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Ярославской области</w:t>
      </w:r>
    </w:p>
    <w:p w14:paraId="1773A34E" w14:textId="77777777" w:rsidR="00FC5374" w:rsidRPr="00E619BF" w:rsidRDefault="00FC5374" w:rsidP="00FC5374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от 06.05.2010 № 11-з</w:t>
      </w:r>
    </w:p>
    <w:p w14:paraId="29407170" w14:textId="77777777" w:rsidR="00FC5374" w:rsidRPr="00E619BF" w:rsidRDefault="00FC5374" w:rsidP="001979ED">
      <w:pPr>
        <w:ind w:firstLine="709"/>
        <w:jc w:val="right"/>
        <w:rPr>
          <w:szCs w:val="28"/>
          <w:lang w:eastAsia="en-US"/>
        </w:rPr>
      </w:pPr>
    </w:p>
    <w:p w14:paraId="5FA67E6D" w14:textId="77777777" w:rsidR="00D0299B" w:rsidRPr="00E619BF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E619BF">
        <w:rPr>
          <w:b/>
          <w:szCs w:val="28"/>
          <w:lang w:eastAsia="en-US"/>
        </w:rPr>
        <w:t>Положение</w:t>
      </w:r>
    </w:p>
    <w:p w14:paraId="114CF5E4" w14:textId="63DD92FD" w:rsidR="00D0299B" w:rsidRPr="00E619BF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E619BF">
        <w:rPr>
          <w:b/>
          <w:szCs w:val="28"/>
          <w:lang w:eastAsia="en-US"/>
        </w:rPr>
        <w:t xml:space="preserve">о почетном звании </w:t>
      </w:r>
      <w:r w:rsidR="00A43F5B" w:rsidRPr="00E619BF">
        <w:rPr>
          <w:b/>
          <w:szCs w:val="28"/>
          <w:lang w:eastAsia="en-US"/>
        </w:rPr>
        <w:t>«</w:t>
      </w:r>
      <w:r w:rsidRPr="00E619BF">
        <w:rPr>
          <w:b/>
          <w:szCs w:val="28"/>
          <w:lang w:eastAsia="en-US"/>
        </w:rPr>
        <w:t>Почетный работник социальной защиты населения Ярославской области</w:t>
      </w:r>
      <w:r w:rsidR="00A43F5B" w:rsidRPr="00E619BF">
        <w:rPr>
          <w:b/>
          <w:szCs w:val="28"/>
          <w:lang w:eastAsia="en-US"/>
        </w:rPr>
        <w:t>»</w:t>
      </w:r>
    </w:p>
    <w:p w14:paraId="465CEB6C" w14:textId="77777777" w:rsidR="00F00C8C" w:rsidRPr="00E619BF" w:rsidRDefault="00F00C8C" w:rsidP="00A43F5B">
      <w:pPr>
        <w:ind w:firstLine="709"/>
        <w:jc w:val="center"/>
        <w:rPr>
          <w:b/>
          <w:szCs w:val="28"/>
          <w:lang w:eastAsia="en-US"/>
        </w:rPr>
      </w:pPr>
    </w:p>
    <w:p w14:paraId="5081DA95" w14:textId="63C4A80C" w:rsidR="00D0299B" w:rsidRPr="00E619BF" w:rsidRDefault="00D0299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1. Почетное звание</w:t>
      </w:r>
      <w:r w:rsidR="00A43F5B" w:rsidRPr="00E619BF">
        <w:rPr>
          <w:szCs w:val="28"/>
          <w:lang w:eastAsia="en-US"/>
        </w:rPr>
        <w:t xml:space="preserve"> «</w:t>
      </w:r>
      <w:r w:rsidRPr="00E619BF">
        <w:rPr>
          <w:szCs w:val="28"/>
          <w:lang w:eastAsia="en-US"/>
        </w:rPr>
        <w:t>Почетный работник социальной защиты населения Ярославской области</w:t>
      </w:r>
      <w:r w:rsidR="00A43F5B" w:rsidRPr="00E619BF">
        <w:rPr>
          <w:szCs w:val="28"/>
          <w:lang w:eastAsia="en-US"/>
        </w:rPr>
        <w:t>»</w:t>
      </w:r>
      <w:r w:rsidRPr="00E619BF">
        <w:rPr>
          <w:szCs w:val="28"/>
          <w:lang w:eastAsia="en-US"/>
        </w:rPr>
        <w:t xml:space="preserve"> (далее </w:t>
      </w:r>
      <w:r w:rsidR="006B03CD" w:rsidRPr="00E619BF">
        <w:rPr>
          <w:rFonts w:cs="Calibri"/>
          <w:szCs w:val="22"/>
          <w:lang w:eastAsia="en-US"/>
        </w:rPr>
        <w:t>–</w:t>
      </w:r>
      <w:r w:rsidRPr="00E619BF">
        <w:rPr>
          <w:szCs w:val="28"/>
          <w:lang w:eastAsia="en-US"/>
        </w:rPr>
        <w:t xml:space="preserve"> Почетное звание) присваивается высокопрофессиональным работникам органов и учреждений социальной защиты населения</w:t>
      </w:r>
      <w:r w:rsidR="0080268C" w:rsidRPr="00E619BF">
        <w:rPr>
          <w:szCs w:val="28"/>
          <w:lang w:eastAsia="en-US"/>
        </w:rPr>
        <w:t xml:space="preserve"> Ярославской области</w:t>
      </w:r>
      <w:r w:rsidR="00D766BC" w:rsidRPr="00E619BF">
        <w:rPr>
          <w:bCs/>
          <w:szCs w:val="28"/>
          <w:lang w:eastAsia="en-US"/>
        </w:rPr>
        <w:t xml:space="preserve"> </w:t>
      </w:r>
      <w:r w:rsidRPr="00E619BF">
        <w:rPr>
          <w:szCs w:val="28"/>
          <w:lang w:eastAsia="en-US"/>
        </w:rPr>
        <w:t>за личные заслуги:</w:t>
      </w:r>
    </w:p>
    <w:p w14:paraId="20AB6D28" w14:textId="5D14E9AF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1) </w:t>
      </w:r>
      <w:r w:rsidR="00D0299B" w:rsidRPr="00E619BF">
        <w:rPr>
          <w:szCs w:val="28"/>
          <w:lang w:eastAsia="en-US"/>
        </w:rPr>
        <w:t xml:space="preserve">в организации своевременного и постоянного оказания </w:t>
      </w:r>
      <w:r w:rsidR="009C4AE7" w:rsidRPr="00E619BF">
        <w:rPr>
          <w:szCs w:val="28"/>
          <w:lang w:eastAsia="en-US"/>
        </w:rPr>
        <w:t>жителям</w:t>
      </w:r>
      <w:r w:rsidR="00D0299B" w:rsidRPr="00E619BF">
        <w:rPr>
          <w:szCs w:val="28"/>
          <w:lang w:eastAsia="en-US"/>
        </w:rPr>
        <w:t xml:space="preserve"> </w:t>
      </w:r>
      <w:r w:rsidR="00A70746" w:rsidRPr="00E619BF">
        <w:rPr>
          <w:szCs w:val="28"/>
          <w:lang w:eastAsia="en-US"/>
        </w:rPr>
        <w:t xml:space="preserve">Ярославской области </w:t>
      </w:r>
      <w:r w:rsidR="00D0299B" w:rsidRPr="00E619BF">
        <w:rPr>
          <w:szCs w:val="28"/>
          <w:lang w:eastAsia="en-US"/>
        </w:rPr>
        <w:t>социальной помощи, а также в организации их пенсионного обеспечения;</w:t>
      </w:r>
    </w:p>
    <w:p w14:paraId="6B876800" w14:textId="2F7C2C65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2) </w:t>
      </w:r>
      <w:r w:rsidR="00D0299B" w:rsidRPr="00E619BF">
        <w:rPr>
          <w:szCs w:val="28"/>
          <w:lang w:eastAsia="en-US"/>
        </w:rPr>
        <w:t>в поддержании в актуальном состоянии баз данных, содержащих информацию о лицах, нуждающихся в оказании социальной помощи со стороны государства;</w:t>
      </w:r>
    </w:p>
    <w:p w14:paraId="44ADCB59" w14:textId="4129395E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3) </w:t>
      </w:r>
      <w:r w:rsidR="00D0299B" w:rsidRPr="00E619BF">
        <w:rPr>
          <w:szCs w:val="28"/>
          <w:lang w:eastAsia="en-US"/>
        </w:rPr>
        <w:t>в разработке и внедрении современных информационных технологий, позволяющих существенно упростить процедуру оформления документов, необходимых для получения социальной помощи, и ускорить ее оказание населению;</w:t>
      </w:r>
    </w:p>
    <w:p w14:paraId="5A5EFF34" w14:textId="00656BC5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4) </w:t>
      </w:r>
      <w:r w:rsidR="00D0299B" w:rsidRPr="00E619BF">
        <w:rPr>
          <w:szCs w:val="28"/>
          <w:lang w:eastAsia="en-US"/>
        </w:rPr>
        <w:t>в защите прав детей, содействии их социальной адаптации и вовлечению в общественно полезную деятельность;</w:t>
      </w:r>
    </w:p>
    <w:p w14:paraId="097160FC" w14:textId="57E9CCD4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5) </w:t>
      </w:r>
      <w:r w:rsidR="00D0299B" w:rsidRPr="00E619BF">
        <w:rPr>
          <w:szCs w:val="28"/>
          <w:lang w:eastAsia="en-US"/>
        </w:rPr>
        <w:t>в защите прав работников организаций и проведении мероприятий по соблюдению норм трудового права и охране труда;</w:t>
      </w:r>
    </w:p>
    <w:p w14:paraId="5DA25705" w14:textId="0CA31A2A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6) </w:t>
      </w:r>
      <w:r w:rsidR="00D0299B" w:rsidRPr="00E619BF">
        <w:rPr>
          <w:szCs w:val="28"/>
          <w:lang w:eastAsia="en-US"/>
        </w:rPr>
        <w:t>в подготовке квалифицированных кадров для органов и учреждений социальной защиты населения Ярославской области;</w:t>
      </w:r>
    </w:p>
    <w:p w14:paraId="37F152DA" w14:textId="325EE45C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7) </w:t>
      </w:r>
      <w:r w:rsidR="00D0299B" w:rsidRPr="00E619BF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40044E96" w14:textId="62A988B7" w:rsidR="00D0299B" w:rsidRPr="00E619BF" w:rsidRDefault="00D0299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2. Почетное звание присваивается лицам, </w:t>
      </w:r>
      <w:r w:rsidR="0080268C" w:rsidRPr="00E619BF">
        <w:rPr>
          <w:szCs w:val="28"/>
          <w:lang w:eastAsia="en-US"/>
        </w:rPr>
        <w:t>имеющим стаж работы</w:t>
      </w:r>
      <w:r w:rsidRPr="00E619BF">
        <w:rPr>
          <w:szCs w:val="28"/>
          <w:lang w:eastAsia="en-US"/>
        </w:rPr>
        <w:t xml:space="preserve"> в отрасли социальной защиты населения в Ярославской облас</w:t>
      </w:r>
      <w:r w:rsidR="008559C7" w:rsidRPr="00E619BF">
        <w:rPr>
          <w:szCs w:val="28"/>
          <w:lang w:eastAsia="en-US"/>
        </w:rPr>
        <w:t>ти не менее пятнадцати</w:t>
      </w:r>
      <w:r w:rsidR="00D169AF" w:rsidRPr="00E619BF">
        <w:rPr>
          <w:szCs w:val="28"/>
          <w:lang w:eastAsia="en-US"/>
        </w:rPr>
        <w:t xml:space="preserve"> лет, в </w:t>
      </w:r>
      <w:r w:rsidR="008559C7" w:rsidRPr="00E619BF">
        <w:rPr>
          <w:szCs w:val="28"/>
          <w:lang w:eastAsia="en-US"/>
        </w:rPr>
        <w:t>том числе не менее трех</w:t>
      </w:r>
      <w:r w:rsidRPr="00E619BF">
        <w:rPr>
          <w:szCs w:val="28"/>
          <w:lang w:eastAsia="en-US"/>
        </w:rPr>
        <w:t xml:space="preserve"> лет по последнему месту работы.</w:t>
      </w:r>
    </w:p>
    <w:p w14:paraId="074A1AC0" w14:textId="02B38C35" w:rsidR="008559C7" w:rsidRPr="00E619BF" w:rsidRDefault="008559C7" w:rsidP="008559C7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896C38" w:rsidRPr="006E60DD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E619BF">
        <w:rPr>
          <w:szCs w:val="28"/>
          <w:lang w:eastAsia="en-US"/>
        </w:rPr>
        <w:t>.</w:t>
      </w:r>
    </w:p>
    <w:p w14:paraId="2946C8A7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1B8C8630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790498E8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406AE255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5F79C000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lastRenderedPageBreak/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161D061B" w14:textId="6270E34F" w:rsidR="00F00C8C" w:rsidRPr="00E619BF" w:rsidRDefault="00F00C8C" w:rsidP="00A466EA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5. Гражданину, которому присвоено Почетное звание, вручается удостоверение почетного работника социальной защиты населения Ярославской области и </w:t>
      </w:r>
      <w:r w:rsidR="000569CE" w:rsidRPr="00E619BF">
        <w:rPr>
          <w:szCs w:val="28"/>
          <w:lang w:eastAsia="en-US"/>
        </w:rPr>
        <w:t xml:space="preserve">нагрудный </w:t>
      </w:r>
      <w:r w:rsidRPr="00E619BF">
        <w:rPr>
          <w:szCs w:val="28"/>
          <w:lang w:eastAsia="en-US"/>
        </w:rPr>
        <w:t>знак к Почетному званию.</w:t>
      </w:r>
    </w:p>
    <w:p w14:paraId="08317E02" w14:textId="77777777" w:rsidR="00CF0B07" w:rsidRDefault="00CF0B07" w:rsidP="009D28B2">
      <w:pPr>
        <w:ind w:firstLine="709"/>
        <w:jc w:val="right"/>
        <w:rPr>
          <w:szCs w:val="28"/>
          <w:lang w:eastAsia="en-US"/>
        </w:rPr>
      </w:pPr>
    </w:p>
    <w:p w14:paraId="576B4F5A" w14:textId="1D0FF4DD" w:rsidR="009D28B2" w:rsidRPr="00E619BF" w:rsidRDefault="009D28B2" w:rsidP="009D28B2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Приложение 19</w:t>
      </w:r>
    </w:p>
    <w:p w14:paraId="4AD02449" w14:textId="30232FBA" w:rsidR="009D28B2" w:rsidRPr="00E619BF" w:rsidRDefault="009D28B2" w:rsidP="009D28B2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к </w:t>
      </w:r>
      <w:r w:rsidR="00630EE3" w:rsidRPr="00E619BF">
        <w:rPr>
          <w:szCs w:val="28"/>
          <w:lang w:eastAsia="en-US"/>
        </w:rPr>
        <w:t>З</w:t>
      </w:r>
      <w:r w:rsidRPr="00E619BF">
        <w:rPr>
          <w:szCs w:val="28"/>
          <w:lang w:eastAsia="en-US"/>
        </w:rPr>
        <w:t>акону</w:t>
      </w:r>
    </w:p>
    <w:p w14:paraId="2E0CD046" w14:textId="77777777" w:rsidR="009D28B2" w:rsidRPr="00E619BF" w:rsidRDefault="009D28B2" w:rsidP="009D28B2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Ярославской области</w:t>
      </w:r>
    </w:p>
    <w:p w14:paraId="3C9ED968" w14:textId="77777777" w:rsidR="009D28B2" w:rsidRPr="00E619BF" w:rsidRDefault="009D28B2" w:rsidP="009D28B2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от 06.05.2010 № 11-з</w:t>
      </w:r>
    </w:p>
    <w:p w14:paraId="726B97F1" w14:textId="4594093F" w:rsidR="00D0299B" w:rsidRPr="00E619BF" w:rsidRDefault="00D0299B" w:rsidP="00D0299B">
      <w:pPr>
        <w:ind w:firstLine="709"/>
        <w:rPr>
          <w:szCs w:val="28"/>
          <w:lang w:eastAsia="en-US"/>
        </w:rPr>
      </w:pPr>
    </w:p>
    <w:p w14:paraId="24B0F71B" w14:textId="77777777" w:rsidR="00D0299B" w:rsidRPr="00E619BF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E619BF">
        <w:rPr>
          <w:b/>
          <w:szCs w:val="28"/>
          <w:lang w:eastAsia="en-US"/>
        </w:rPr>
        <w:t>Положение</w:t>
      </w:r>
    </w:p>
    <w:p w14:paraId="644F19F3" w14:textId="77777777" w:rsidR="00F00C8C" w:rsidRPr="00E619BF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E619BF">
        <w:rPr>
          <w:b/>
          <w:szCs w:val="28"/>
          <w:lang w:eastAsia="en-US"/>
        </w:rPr>
        <w:t xml:space="preserve">о почетном звании </w:t>
      </w:r>
      <w:r w:rsidR="00A43F5B" w:rsidRPr="00E619BF">
        <w:rPr>
          <w:b/>
          <w:szCs w:val="28"/>
          <w:lang w:eastAsia="en-US"/>
        </w:rPr>
        <w:t>«</w:t>
      </w:r>
      <w:r w:rsidRPr="00E619BF">
        <w:rPr>
          <w:b/>
          <w:szCs w:val="28"/>
          <w:lang w:eastAsia="en-US"/>
        </w:rPr>
        <w:t xml:space="preserve">Почетный работник транспорта </w:t>
      </w:r>
    </w:p>
    <w:p w14:paraId="340498B5" w14:textId="45E35AEC" w:rsidR="00D0299B" w:rsidRPr="00E619BF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E619BF">
        <w:rPr>
          <w:b/>
          <w:szCs w:val="28"/>
          <w:lang w:eastAsia="en-US"/>
        </w:rPr>
        <w:t>Ярославской области</w:t>
      </w:r>
      <w:r w:rsidR="00A43F5B" w:rsidRPr="00E619BF">
        <w:rPr>
          <w:b/>
          <w:szCs w:val="28"/>
          <w:lang w:eastAsia="en-US"/>
        </w:rPr>
        <w:t>»</w:t>
      </w:r>
    </w:p>
    <w:p w14:paraId="3E23F44A" w14:textId="77777777" w:rsidR="00F00C8C" w:rsidRPr="00E619BF" w:rsidRDefault="00F00C8C" w:rsidP="00F00C8C">
      <w:pPr>
        <w:ind w:firstLine="0"/>
        <w:jc w:val="center"/>
        <w:rPr>
          <w:b/>
          <w:szCs w:val="28"/>
          <w:lang w:eastAsia="en-US"/>
        </w:rPr>
      </w:pPr>
    </w:p>
    <w:p w14:paraId="2F631FB0" w14:textId="0E569BD8" w:rsidR="00D0299B" w:rsidRPr="00E619BF" w:rsidRDefault="00D0299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1. Почетное звание </w:t>
      </w:r>
      <w:r w:rsidR="00A43F5B" w:rsidRPr="00E619BF">
        <w:rPr>
          <w:szCs w:val="28"/>
          <w:lang w:eastAsia="en-US"/>
        </w:rPr>
        <w:t>«</w:t>
      </w:r>
      <w:r w:rsidRPr="00E619BF">
        <w:rPr>
          <w:szCs w:val="28"/>
          <w:lang w:eastAsia="en-US"/>
        </w:rPr>
        <w:t>Почетный работник транспорта Ярославской области</w:t>
      </w:r>
      <w:r w:rsidR="00A43F5B" w:rsidRPr="00E619BF">
        <w:rPr>
          <w:szCs w:val="28"/>
          <w:lang w:eastAsia="en-US"/>
        </w:rPr>
        <w:t>»</w:t>
      </w:r>
      <w:r w:rsidRPr="00E619BF">
        <w:rPr>
          <w:szCs w:val="28"/>
          <w:lang w:eastAsia="en-US"/>
        </w:rPr>
        <w:t xml:space="preserve"> </w:t>
      </w:r>
      <w:bookmarkStart w:id="20" w:name="_Hlk212406753"/>
      <w:r w:rsidRPr="00E619BF">
        <w:rPr>
          <w:szCs w:val="28"/>
          <w:lang w:eastAsia="en-US"/>
        </w:rPr>
        <w:t xml:space="preserve">(далее </w:t>
      </w:r>
      <w:r w:rsidR="006B03CD" w:rsidRPr="00E619BF">
        <w:rPr>
          <w:rFonts w:cs="Calibri"/>
          <w:szCs w:val="22"/>
          <w:lang w:eastAsia="en-US"/>
        </w:rPr>
        <w:t>–</w:t>
      </w:r>
      <w:r w:rsidRPr="00E619BF">
        <w:rPr>
          <w:szCs w:val="28"/>
          <w:lang w:eastAsia="en-US"/>
        </w:rPr>
        <w:t xml:space="preserve"> Почетное звание)</w:t>
      </w:r>
      <w:bookmarkEnd w:id="20"/>
      <w:r w:rsidRPr="00E619BF">
        <w:rPr>
          <w:szCs w:val="28"/>
          <w:lang w:eastAsia="en-US"/>
        </w:rPr>
        <w:t xml:space="preserve"> присваивается высокопрофессиональным работникам железнодорожного, воздушного, водного, автомобильного и других видов транспорта</w:t>
      </w:r>
      <w:r w:rsidR="00630EE3" w:rsidRPr="00E619BF">
        <w:rPr>
          <w:szCs w:val="28"/>
          <w:lang w:eastAsia="en-US"/>
        </w:rPr>
        <w:t xml:space="preserve"> </w:t>
      </w:r>
      <w:r w:rsidRPr="00E619BF">
        <w:rPr>
          <w:szCs w:val="28"/>
          <w:lang w:eastAsia="en-US"/>
        </w:rPr>
        <w:t>за личные заслуги:</w:t>
      </w:r>
    </w:p>
    <w:p w14:paraId="08C364CE" w14:textId="5373E6A0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1) </w:t>
      </w:r>
      <w:r w:rsidR="00D0299B" w:rsidRPr="00E619BF">
        <w:rPr>
          <w:szCs w:val="28"/>
          <w:lang w:eastAsia="en-US"/>
        </w:rPr>
        <w:t>в организации современного производства различных видов транспорта, высококачественных дорожно-строительных материалов;</w:t>
      </w:r>
    </w:p>
    <w:p w14:paraId="4AFED959" w14:textId="6260563C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2) </w:t>
      </w:r>
      <w:r w:rsidR="00D0299B" w:rsidRPr="00E619BF">
        <w:rPr>
          <w:szCs w:val="28"/>
          <w:lang w:eastAsia="en-US"/>
        </w:rPr>
        <w:t>в развитии на территории Ярославской области современной транспортной системы с применением новейших технологий и средств транспортного сообщения, позволяющих повысить качество транспортных услуг и снизить себестоимость перевозок;</w:t>
      </w:r>
    </w:p>
    <w:p w14:paraId="2DE5131C" w14:textId="47CFE62E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3) </w:t>
      </w:r>
      <w:r w:rsidR="00D0299B" w:rsidRPr="00E619BF">
        <w:rPr>
          <w:szCs w:val="28"/>
          <w:lang w:eastAsia="en-US"/>
        </w:rPr>
        <w:t>в обеспечении безопасности движения и охраны окружающей среды;</w:t>
      </w:r>
    </w:p>
    <w:p w14:paraId="481AE29A" w14:textId="4117F730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4) </w:t>
      </w:r>
      <w:r w:rsidR="00D0299B" w:rsidRPr="00E619BF">
        <w:rPr>
          <w:szCs w:val="28"/>
          <w:lang w:eastAsia="en-US"/>
        </w:rPr>
        <w:t>в улучшении организации транспортного сообщения, осуществлении строительства новых путей сообщения и реконструкции действующей транспортной инфраструктуры;</w:t>
      </w:r>
    </w:p>
    <w:p w14:paraId="4A740815" w14:textId="7DA44D1B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5) </w:t>
      </w:r>
      <w:r w:rsidR="00D0299B" w:rsidRPr="00E619BF">
        <w:rPr>
          <w:szCs w:val="28"/>
          <w:lang w:eastAsia="en-US"/>
        </w:rPr>
        <w:t>в подготовке квалифицированных кадров для транспортного комплекса;</w:t>
      </w:r>
    </w:p>
    <w:p w14:paraId="6066FB2C" w14:textId="780567F1" w:rsidR="00D0299B" w:rsidRPr="00E619BF" w:rsidRDefault="008559C7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6) </w:t>
      </w:r>
      <w:r w:rsidR="00D0299B" w:rsidRPr="00E619BF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69BEB640" w14:textId="1205BA77" w:rsidR="00D0299B" w:rsidRPr="00E619BF" w:rsidRDefault="00D0299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2. Почетное звание присваивается лицам, имеющим стаж работы в транспортной отрасли в Ярославской облас</w:t>
      </w:r>
      <w:r w:rsidR="00C82AAC" w:rsidRPr="00E619BF">
        <w:rPr>
          <w:szCs w:val="28"/>
          <w:lang w:eastAsia="en-US"/>
        </w:rPr>
        <w:t>ти не менее пятнадцати лет, в том числе не менее трех</w:t>
      </w:r>
      <w:r w:rsidRPr="00E619BF">
        <w:rPr>
          <w:szCs w:val="28"/>
          <w:lang w:eastAsia="en-US"/>
        </w:rPr>
        <w:t xml:space="preserve"> лет по последнему месту работы.</w:t>
      </w:r>
    </w:p>
    <w:p w14:paraId="36462BC0" w14:textId="48B0DE75" w:rsidR="00C82AAC" w:rsidRPr="00E619BF" w:rsidRDefault="00C82AAC" w:rsidP="00C82AAC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896C38" w:rsidRPr="00A52680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E619BF">
        <w:rPr>
          <w:szCs w:val="28"/>
          <w:lang w:eastAsia="en-US"/>
        </w:rPr>
        <w:t>.</w:t>
      </w:r>
    </w:p>
    <w:p w14:paraId="427A89E1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7208486A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42CEF5E1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18BB9DD2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lastRenderedPageBreak/>
        <w:t>3) общественные объединения, действующие на территории Ярославской области (в отношении своих членов);</w:t>
      </w:r>
    </w:p>
    <w:p w14:paraId="70A23609" w14:textId="6D98D6C2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47AD0B17" w14:textId="2D187D73" w:rsidR="00A466EA" w:rsidRPr="00E619BF" w:rsidRDefault="00F00C8C" w:rsidP="00A466EA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5. Гражданину, которому присвоено Почетное звание, вручается удостоверение почетного работника транспорта Ярославской области и </w:t>
      </w:r>
      <w:r w:rsidR="000569CE" w:rsidRPr="00E619BF">
        <w:rPr>
          <w:szCs w:val="28"/>
          <w:lang w:eastAsia="en-US"/>
        </w:rPr>
        <w:t xml:space="preserve">нагрудный </w:t>
      </w:r>
      <w:r w:rsidRPr="00E619BF">
        <w:rPr>
          <w:szCs w:val="28"/>
          <w:lang w:eastAsia="en-US"/>
        </w:rPr>
        <w:t>знак к Почетному званию.</w:t>
      </w:r>
    </w:p>
    <w:p w14:paraId="5E777E0C" w14:textId="77777777" w:rsidR="002C0A34" w:rsidRDefault="002C0A34" w:rsidP="009D28B2">
      <w:pPr>
        <w:ind w:firstLine="709"/>
        <w:jc w:val="right"/>
        <w:rPr>
          <w:szCs w:val="28"/>
          <w:lang w:eastAsia="en-US"/>
        </w:rPr>
      </w:pPr>
      <w:bookmarkStart w:id="21" w:name="_Hlk212403648"/>
    </w:p>
    <w:p w14:paraId="0FBB242A" w14:textId="097812D7" w:rsidR="009D28B2" w:rsidRPr="00E619BF" w:rsidRDefault="009D28B2" w:rsidP="009D28B2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Приложение 20</w:t>
      </w:r>
    </w:p>
    <w:p w14:paraId="19671A27" w14:textId="0AEE6EB8" w:rsidR="009D28B2" w:rsidRPr="00E619BF" w:rsidRDefault="009D28B2" w:rsidP="009D28B2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к </w:t>
      </w:r>
      <w:r w:rsidR="004579F7" w:rsidRPr="00E619BF">
        <w:rPr>
          <w:szCs w:val="28"/>
          <w:lang w:eastAsia="en-US"/>
        </w:rPr>
        <w:t>З</w:t>
      </w:r>
      <w:r w:rsidRPr="00E619BF">
        <w:rPr>
          <w:szCs w:val="28"/>
          <w:lang w:eastAsia="en-US"/>
        </w:rPr>
        <w:t>акону</w:t>
      </w:r>
    </w:p>
    <w:p w14:paraId="23631B2B" w14:textId="77777777" w:rsidR="009D28B2" w:rsidRPr="00E619BF" w:rsidRDefault="009D28B2" w:rsidP="009D28B2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Ярославской области</w:t>
      </w:r>
    </w:p>
    <w:p w14:paraId="2C1601A9" w14:textId="77777777" w:rsidR="009D28B2" w:rsidRPr="00E619BF" w:rsidRDefault="009D28B2" w:rsidP="009D28B2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от 06.05.2010 № 11-з</w:t>
      </w:r>
    </w:p>
    <w:p w14:paraId="1559A7F9" w14:textId="35EF773B" w:rsidR="00D0299B" w:rsidRPr="00E619BF" w:rsidRDefault="00D0299B" w:rsidP="00D0299B">
      <w:pPr>
        <w:ind w:firstLine="709"/>
        <w:rPr>
          <w:szCs w:val="28"/>
          <w:lang w:eastAsia="en-US"/>
        </w:rPr>
      </w:pPr>
    </w:p>
    <w:p w14:paraId="76A7CB0B" w14:textId="77777777" w:rsidR="00D0299B" w:rsidRPr="00E619BF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E619BF">
        <w:rPr>
          <w:b/>
          <w:szCs w:val="28"/>
          <w:lang w:eastAsia="en-US"/>
        </w:rPr>
        <w:t>Положение</w:t>
      </w:r>
    </w:p>
    <w:p w14:paraId="1E255E28" w14:textId="1F3DC962" w:rsidR="00D0299B" w:rsidRPr="00E619BF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E619BF">
        <w:rPr>
          <w:b/>
          <w:szCs w:val="28"/>
          <w:lang w:eastAsia="en-US"/>
        </w:rPr>
        <w:t xml:space="preserve">о почетном звании </w:t>
      </w:r>
      <w:r w:rsidR="00E35E5B" w:rsidRPr="00E619BF">
        <w:rPr>
          <w:b/>
          <w:szCs w:val="28"/>
          <w:lang w:eastAsia="en-US"/>
        </w:rPr>
        <w:t>«</w:t>
      </w:r>
      <w:r w:rsidRPr="00E619BF">
        <w:rPr>
          <w:b/>
          <w:szCs w:val="28"/>
          <w:lang w:eastAsia="en-US"/>
        </w:rPr>
        <w:t xml:space="preserve">Почетный работник физической культуры </w:t>
      </w:r>
      <w:r w:rsidR="004579F7" w:rsidRPr="00E619BF">
        <w:rPr>
          <w:b/>
          <w:szCs w:val="28"/>
          <w:lang w:eastAsia="en-US"/>
        </w:rPr>
        <w:br/>
      </w:r>
      <w:r w:rsidRPr="00E619BF">
        <w:rPr>
          <w:b/>
          <w:szCs w:val="28"/>
          <w:lang w:eastAsia="en-US"/>
        </w:rPr>
        <w:t>Ярославской области</w:t>
      </w:r>
      <w:r w:rsidR="00E35E5B" w:rsidRPr="00E619BF">
        <w:rPr>
          <w:b/>
          <w:szCs w:val="28"/>
          <w:lang w:eastAsia="en-US"/>
        </w:rPr>
        <w:t>»</w:t>
      </w:r>
    </w:p>
    <w:p w14:paraId="47D5CDCD" w14:textId="77777777" w:rsidR="00F00C8C" w:rsidRPr="00E619BF" w:rsidRDefault="00F00C8C" w:rsidP="00E35E5B">
      <w:pPr>
        <w:ind w:firstLine="709"/>
        <w:jc w:val="center"/>
        <w:rPr>
          <w:b/>
          <w:szCs w:val="28"/>
          <w:lang w:eastAsia="en-US"/>
        </w:rPr>
      </w:pPr>
    </w:p>
    <w:p w14:paraId="1A99F36F" w14:textId="5F65C51F" w:rsidR="00D0299B" w:rsidRPr="00E619BF" w:rsidRDefault="00D0299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1. Почетное звание </w:t>
      </w:r>
      <w:r w:rsidR="00E35E5B" w:rsidRPr="00E619BF">
        <w:rPr>
          <w:szCs w:val="28"/>
          <w:lang w:eastAsia="en-US"/>
        </w:rPr>
        <w:t>«</w:t>
      </w:r>
      <w:r w:rsidRPr="00E619BF">
        <w:rPr>
          <w:szCs w:val="28"/>
          <w:lang w:eastAsia="en-US"/>
        </w:rPr>
        <w:t>Почетный работник физической культуры Ярославской области</w:t>
      </w:r>
      <w:r w:rsidR="00E35E5B" w:rsidRPr="00E619BF">
        <w:rPr>
          <w:szCs w:val="28"/>
          <w:lang w:eastAsia="en-US"/>
        </w:rPr>
        <w:t>»</w:t>
      </w:r>
      <w:r w:rsidR="006B03CD" w:rsidRPr="00E619BF">
        <w:rPr>
          <w:szCs w:val="28"/>
          <w:lang w:eastAsia="en-US"/>
        </w:rPr>
        <w:t xml:space="preserve"> (далее </w:t>
      </w:r>
      <w:r w:rsidR="006B03CD" w:rsidRPr="00E619BF">
        <w:rPr>
          <w:rFonts w:cs="Calibri"/>
          <w:szCs w:val="22"/>
          <w:lang w:eastAsia="en-US"/>
        </w:rPr>
        <w:t>–</w:t>
      </w:r>
      <w:r w:rsidR="006B03CD" w:rsidRPr="00E619BF">
        <w:rPr>
          <w:szCs w:val="28"/>
          <w:lang w:eastAsia="en-US"/>
        </w:rPr>
        <w:t xml:space="preserve"> Почетное звание)</w:t>
      </w:r>
      <w:r w:rsidRPr="00E619BF">
        <w:rPr>
          <w:szCs w:val="28"/>
          <w:lang w:eastAsia="en-US"/>
        </w:rPr>
        <w:t xml:space="preserve"> присваивается организаторам физкультурного движения, ученым и тренерам, работникам спортивных организаций</w:t>
      </w:r>
      <w:r w:rsidR="004579F7" w:rsidRPr="00E619BF">
        <w:rPr>
          <w:szCs w:val="28"/>
          <w:lang w:eastAsia="en-US"/>
        </w:rPr>
        <w:t xml:space="preserve"> </w:t>
      </w:r>
      <w:r w:rsidRPr="00E619BF">
        <w:rPr>
          <w:szCs w:val="28"/>
          <w:lang w:eastAsia="en-US"/>
        </w:rPr>
        <w:t>за личные заслуги:</w:t>
      </w:r>
    </w:p>
    <w:p w14:paraId="1F1CA711" w14:textId="216240EF" w:rsidR="00D0299B" w:rsidRPr="00E619BF" w:rsidRDefault="00C82AAC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1) </w:t>
      </w:r>
      <w:r w:rsidR="00D0299B" w:rsidRPr="00E619BF">
        <w:rPr>
          <w:szCs w:val="28"/>
          <w:lang w:eastAsia="en-US"/>
        </w:rPr>
        <w:t xml:space="preserve">в создании условий для привлечения населения </w:t>
      </w:r>
      <w:r w:rsidR="004579F7" w:rsidRPr="00E619BF">
        <w:rPr>
          <w:szCs w:val="28"/>
          <w:lang w:eastAsia="en-US"/>
        </w:rPr>
        <w:t xml:space="preserve">Ярославской области </w:t>
      </w:r>
      <w:r w:rsidR="00D0299B" w:rsidRPr="00E619BF">
        <w:rPr>
          <w:szCs w:val="28"/>
          <w:lang w:eastAsia="en-US"/>
        </w:rPr>
        <w:t>к занятиям физической культурой и спортом;</w:t>
      </w:r>
    </w:p>
    <w:p w14:paraId="2942046E" w14:textId="58D967A7" w:rsidR="00D0299B" w:rsidRPr="00E619BF" w:rsidRDefault="00C82AAC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2) </w:t>
      </w:r>
      <w:r w:rsidR="00D0299B" w:rsidRPr="00E619BF">
        <w:rPr>
          <w:szCs w:val="28"/>
          <w:lang w:eastAsia="en-US"/>
        </w:rPr>
        <w:t>в пропаганде физической культуры, спорта и здорового образа жизни;</w:t>
      </w:r>
    </w:p>
    <w:p w14:paraId="64B0ADDA" w14:textId="60940267" w:rsidR="00D0299B" w:rsidRPr="00E619BF" w:rsidRDefault="00C82AAC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3) </w:t>
      </w:r>
      <w:r w:rsidR="00D0299B" w:rsidRPr="00E619BF">
        <w:rPr>
          <w:szCs w:val="28"/>
          <w:lang w:eastAsia="en-US"/>
        </w:rPr>
        <w:t>в развитии детско-юношеского спорта и спорта высших достижений на базе специализированных спортивных школ;</w:t>
      </w:r>
    </w:p>
    <w:p w14:paraId="690A5F62" w14:textId="5EE7F267" w:rsidR="00D0299B" w:rsidRPr="00C7115D" w:rsidRDefault="00C82AAC" w:rsidP="00D0299B">
      <w:pPr>
        <w:ind w:firstLine="709"/>
        <w:rPr>
          <w:szCs w:val="28"/>
          <w:lang w:eastAsia="en-US"/>
        </w:rPr>
      </w:pPr>
      <w:r w:rsidRPr="00C7115D">
        <w:rPr>
          <w:szCs w:val="28"/>
          <w:lang w:eastAsia="en-US"/>
        </w:rPr>
        <w:t xml:space="preserve">4) </w:t>
      </w:r>
      <w:r w:rsidR="00D0299B" w:rsidRPr="00C7115D">
        <w:rPr>
          <w:szCs w:val="28"/>
          <w:lang w:eastAsia="en-US"/>
        </w:rPr>
        <w:t xml:space="preserve">в создании </w:t>
      </w:r>
      <w:r w:rsidR="0098640A" w:rsidRPr="00C7115D">
        <w:rPr>
          <w:szCs w:val="28"/>
          <w:lang w:eastAsia="en-US"/>
        </w:rPr>
        <w:t xml:space="preserve">объектов </w:t>
      </w:r>
      <w:r w:rsidR="00D0299B" w:rsidRPr="00C7115D">
        <w:rPr>
          <w:szCs w:val="28"/>
          <w:lang w:eastAsia="en-US"/>
        </w:rPr>
        <w:t>спортивной инфраструктуры организаций, осуществляющих деятельность в области физической культуры и спорта;</w:t>
      </w:r>
    </w:p>
    <w:p w14:paraId="4DFA0E9D" w14:textId="2DB4A8AB" w:rsidR="00D0299B" w:rsidRPr="00E619BF" w:rsidRDefault="00C82AAC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5) </w:t>
      </w:r>
      <w:r w:rsidR="00D0299B" w:rsidRPr="00E619BF">
        <w:rPr>
          <w:szCs w:val="28"/>
          <w:lang w:eastAsia="en-US"/>
        </w:rPr>
        <w:t>в подготовке спортивных сборных команд и спортивных клубных команд по различным видам спорта для участия в региональных, внутрироссийских и международных официальных спортивных мероприятиях;</w:t>
      </w:r>
    </w:p>
    <w:p w14:paraId="0D0F78FA" w14:textId="34BF38B1" w:rsidR="00D0299B" w:rsidRPr="00E619BF" w:rsidRDefault="00C82AAC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6) </w:t>
      </w:r>
      <w:r w:rsidR="00D0299B" w:rsidRPr="00E619BF">
        <w:rPr>
          <w:szCs w:val="28"/>
          <w:lang w:eastAsia="en-US"/>
        </w:rPr>
        <w:t>в подготовке квалифицированных кадров для организаций, осуществляющих деятельность в области физической культуры и спорта</w:t>
      </w:r>
      <w:r w:rsidR="004579F7" w:rsidRPr="00E619BF">
        <w:rPr>
          <w:szCs w:val="28"/>
          <w:lang w:eastAsia="en-US"/>
        </w:rPr>
        <w:t>;</w:t>
      </w:r>
    </w:p>
    <w:p w14:paraId="2A87EA8F" w14:textId="1D0AFB45" w:rsidR="004579F7" w:rsidRPr="00E619BF" w:rsidRDefault="00C82AAC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7) </w:t>
      </w:r>
      <w:r w:rsidR="004579F7" w:rsidRPr="00E619BF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25A0BD6D" w14:textId="496E0AD6" w:rsidR="00D0299B" w:rsidRPr="00E619BF" w:rsidRDefault="00D0299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2. Почетное звание присваивается лицам, </w:t>
      </w:r>
      <w:r w:rsidR="0080268C" w:rsidRPr="00E619BF">
        <w:rPr>
          <w:szCs w:val="28"/>
          <w:lang w:eastAsia="en-US"/>
        </w:rPr>
        <w:t>имеющим стаж работы</w:t>
      </w:r>
      <w:r w:rsidRPr="00E619BF">
        <w:rPr>
          <w:szCs w:val="28"/>
          <w:lang w:eastAsia="en-US"/>
        </w:rPr>
        <w:t xml:space="preserve"> в отрасли физической культуры и спорта в Ярослав</w:t>
      </w:r>
      <w:r w:rsidR="00C82AAC" w:rsidRPr="00E619BF">
        <w:rPr>
          <w:szCs w:val="28"/>
          <w:lang w:eastAsia="en-US"/>
        </w:rPr>
        <w:t>ской области не менее пятнадцати</w:t>
      </w:r>
      <w:r w:rsidR="00D169AF" w:rsidRPr="00E619BF">
        <w:rPr>
          <w:szCs w:val="28"/>
          <w:lang w:eastAsia="en-US"/>
        </w:rPr>
        <w:t xml:space="preserve"> лет, в </w:t>
      </w:r>
      <w:r w:rsidR="00C82AAC" w:rsidRPr="00E619BF">
        <w:rPr>
          <w:szCs w:val="28"/>
          <w:lang w:eastAsia="en-US"/>
        </w:rPr>
        <w:t>том числе не менее трех</w:t>
      </w:r>
      <w:r w:rsidRPr="00E619BF">
        <w:rPr>
          <w:szCs w:val="28"/>
          <w:lang w:eastAsia="en-US"/>
        </w:rPr>
        <w:t xml:space="preserve"> лет по последнему месту работы.</w:t>
      </w:r>
    </w:p>
    <w:bookmarkEnd w:id="21"/>
    <w:p w14:paraId="2FF22ED8" w14:textId="1A2DA5FD" w:rsidR="00C82AAC" w:rsidRPr="00E619BF" w:rsidRDefault="00C82AAC" w:rsidP="00C82AAC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896C38" w:rsidRPr="00EC71FD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E619BF">
        <w:rPr>
          <w:szCs w:val="28"/>
          <w:lang w:eastAsia="en-US"/>
        </w:rPr>
        <w:t>.</w:t>
      </w:r>
    </w:p>
    <w:p w14:paraId="737AC60F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480D26FC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3B9D5D00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lastRenderedPageBreak/>
        <w:t>2) органы местного самоуправления муниципальных образований Ярославской области;</w:t>
      </w:r>
    </w:p>
    <w:p w14:paraId="1F059F78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35C38999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461ACA15" w14:textId="6F3A5C56" w:rsidR="006C0FC2" w:rsidRPr="00E619BF" w:rsidRDefault="00F00C8C" w:rsidP="000579C0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5. Гражданину, которому присвоено Почетное звание, вручается удостоверение почетного работника физической культуры Ярославской области и</w:t>
      </w:r>
      <w:r w:rsidR="000569CE" w:rsidRPr="00E619BF">
        <w:rPr>
          <w:szCs w:val="28"/>
          <w:lang w:eastAsia="en-US"/>
        </w:rPr>
        <w:t xml:space="preserve"> нагрудный</w:t>
      </w:r>
      <w:r w:rsidRPr="00E619BF">
        <w:rPr>
          <w:szCs w:val="28"/>
          <w:lang w:eastAsia="en-US"/>
        </w:rPr>
        <w:t xml:space="preserve"> знак к Почетному званию.</w:t>
      </w:r>
    </w:p>
    <w:p w14:paraId="2CF54269" w14:textId="77777777" w:rsidR="000579C0" w:rsidRPr="00E619BF" w:rsidRDefault="000579C0" w:rsidP="000579C0">
      <w:pPr>
        <w:ind w:firstLine="709"/>
        <w:rPr>
          <w:szCs w:val="28"/>
          <w:lang w:eastAsia="en-US"/>
        </w:rPr>
      </w:pPr>
    </w:p>
    <w:p w14:paraId="5961198A" w14:textId="17BC4105" w:rsidR="009D28B2" w:rsidRPr="00E619BF" w:rsidRDefault="009D28B2" w:rsidP="009D28B2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Приложение 21</w:t>
      </w:r>
    </w:p>
    <w:p w14:paraId="7D1DA297" w14:textId="491D47EA" w:rsidR="009D28B2" w:rsidRPr="00E619BF" w:rsidRDefault="009D28B2" w:rsidP="009D28B2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к </w:t>
      </w:r>
      <w:r w:rsidR="004E600E" w:rsidRPr="00E619BF">
        <w:rPr>
          <w:szCs w:val="28"/>
          <w:lang w:eastAsia="en-US"/>
        </w:rPr>
        <w:t>З</w:t>
      </w:r>
      <w:r w:rsidRPr="00E619BF">
        <w:rPr>
          <w:szCs w:val="28"/>
          <w:lang w:eastAsia="en-US"/>
        </w:rPr>
        <w:t>акону</w:t>
      </w:r>
    </w:p>
    <w:p w14:paraId="74F3646D" w14:textId="77777777" w:rsidR="009D28B2" w:rsidRPr="00E619BF" w:rsidRDefault="009D28B2" w:rsidP="009D28B2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Ярославской области</w:t>
      </w:r>
    </w:p>
    <w:p w14:paraId="3860A741" w14:textId="77777777" w:rsidR="009D28B2" w:rsidRPr="00E619BF" w:rsidRDefault="009D28B2" w:rsidP="009D28B2">
      <w:pPr>
        <w:ind w:firstLine="709"/>
        <w:jc w:val="right"/>
        <w:rPr>
          <w:szCs w:val="28"/>
          <w:lang w:eastAsia="en-US"/>
        </w:rPr>
      </w:pPr>
      <w:r w:rsidRPr="00E619BF">
        <w:rPr>
          <w:szCs w:val="28"/>
          <w:lang w:eastAsia="en-US"/>
        </w:rPr>
        <w:t>от 06.05.2010 № 11-з</w:t>
      </w:r>
    </w:p>
    <w:p w14:paraId="5D9387E8" w14:textId="77777777" w:rsidR="009D28B2" w:rsidRPr="00E619BF" w:rsidRDefault="009D28B2" w:rsidP="001979ED">
      <w:pPr>
        <w:ind w:firstLine="709"/>
        <w:jc w:val="right"/>
        <w:rPr>
          <w:szCs w:val="28"/>
          <w:lang w:eastAsia="en-US"/>
        </w:rPr>
      </w:pPr>
    </w:p>
    <w:p w14:paraId="7CF64B60" w14:textId="77777777" w:rsidR="00D0299B" w:rsidRPr="00E619BF" w:rsidRDefault="00D0299B" w:rsidP="006C0FC2">
      <w:pPr>
        <w:ind w:firstLine="0"/>
        <w:jc w:val="center"/>
        <w:rPr>
          <w:b/>
          <w:szCs w:val="28"/>
          <w:lang w:eastAsia="en-US"/>
        </w:rPr>
      </w:pPr>
      <w:r w:rsidRPr="00E619BF">
        <w:rPr>
          <w:b/>
          <w:szCs w:val="28"/>
          <w:lang w:eastAsia="en-US"/>
        </w:rPr>
        <w:t>Положение</w:t>
      </w:r>
    </w:p>
    <w:p w14:paraId="0FB68E13" w14:textId="28D2C4BA" w:rsidR="00D0299B" w:rsidRPr="00E619BF" w:rsidRDefault="00D0299B" w:rsidP="006C0FC2">
      <w:pPr>
        <w:ind w:firstLine="0"/>
        <w:jc w:val="center"/>
        <w:rPr>
          <w:b/>
          <w:szCs w:val="28"/>
          <w:lang w:eastAsia="en-US"/>
        </w:rPr>
      </w:pPr>
      <w:r w:rsidRPr="00E619BF">
        <w:rPr>
          <w:b/>
          <w:szCs w:val="28"/>
          <w:lang w:eastAsia="en-US"/>
        </w:rPr>
        <w:t xml:space="preserve">о почетном звании </w:t>
      </w:r>
      <w:r w:rsidR="00E35E5B" w:rsidRPr="00E619BF">
        <w:rPr>
          <w:b/>
          <w:szCs w:val="28"/>
          <w:lang w:eastAsia="en-US"/>
        </w:rPr>
        <w:t>«</w:t>
      </w:r>
      <w:r w:rsidRPr="00E619BF">
        <w:rPr>
          <w:b/>
          <w:szCs w:val="28"/>
          <w:lang w:eastAsia="en-US"/>
        </w:rPr>
        <w:t>Почетный строитель Ярославской области</w:t>
      </w:r>
      <w:r w:rsidR="00E35E5B" w:rsidRPr="00E619BF">
        <w:rPr>
          <w:b/>
          <w:szCs w:val="28"/>
          <w:lang w:eastAsia="en-US"/>
        </w:rPr>
        <w:t>»</w:t>
      </w:r>
    </w:p>
    <w:p w14:paraId="38D1D223" w14:textId="77777777" w:rsidR="00F00C8C" w:rsidRPr="00E619BF" w:rsidRDefault="00F00C8C" w:rsidP="006C0FC2">
      <w:pPr>
        <w:ind w:firstLine="0"/>
        <w:jc w:val="center"/>
        <w:rPr>
          <w:b/>
          <w:szCs w:val="28"/>
          <w:lang w:eastAsia="en-US"/>
        </w:rPr>
      </w:pPr>
    </w:p>
    <w:p w14:paraId="69752D77" w14:textId="4AC04DC4" w:rsidR="00D0299B" w:rsidRPr="00E619BF" w:rsidRDefault="00D0299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1. Почетное звание </w:t>
      </w:r>
      <w:r w:rsidR="00E35E5B" w:rsidRPr="00E619BF">
        <w:rPr>
          <w:szCs w:val="28"/>
          <w:lang w:eastAsia="en-US"/>
        </w:rPr>
        <w:t>«</w:t>
      </w:r>
      <w:r w:rsidRPr="00E619BF">
        <w:rPr>
          <w:szCs w:val="28"/>
          <w:lang w:eastAsia="en-US"/>
        </w:rPr>
        <w:t>Почетный строитель Ярославской области</w:t>
      </w:r>
      <w:r w:rsidR="00E35E5B" w:rsidRPr="00E619BF">
        <w:rPr>
          <w:szCs w:val="28"/>
          <w:lang w:eastAsia="en-US"/>
        </w:rPr>
        <w:t>»</w:t>
      </w:r>
      <w:r w:rsidR="006B03CD" w:rsidRPr="00E619BF">
        <w:rPr>
          <w:szCs w:val="28"/>
          <w:lang w:eastAsia="en-US"/>
        </w:rPr>
        <w:t xml:space="preserve"> </w:t>
      </w:r>
      <w:r w:rsidR="004E600E" w:rsidRPr="00E619BF">
        <w:rPr>
          <w:szCs w:val="28"/>
          <w:lang w:eastAsia="en-US"/>
        </w:rPr>
        <w:br/>
      </w:r>
      <w:r w:rsidR="006B03CD" w:rsidRPr="00E619BF">
        <w:rPr>
          <w:szCs w:val="28"/>
          <w:lang w:eastAsia="en-US"/>
        </w:rPr>
        <w:t xml:space="preserve">(далее </w:t>
      </w:r>
      <w:bookmarkStart w:id="22" w:name="_Hlk212406790"/>
      <w:r w:rsidR="006B03CD" w:rsidRPr="00E619BF">
        <w:rPr>
          <w:rFonts w:cs="Calibri"/>
          <w:szCs w:val="22"/>
          <w:lang w:eastAsia="en-US"/>
        </w:rPr>
        <w:t>–</w:t>
      </w:r>
      <w:bookmarkEnd w:id="22"/>
      <w:r w:rsidR="006B03CD" w:rsidRPr="00E619BF">
        <w:rPr>
          <w:szCs w:val="28"/>
          <w:lang w:eastAsia="en-US"/>
        </w:rPr>
        <w:t xml:space="preserve"> Почетное звание)</w:t>
      </w:r>
      <w:r w:rsidRPr="00E619BF">
        <w:rPr>
          <w:szCs w:val="28"/>
          <w:lang w:eastAsia="en-US"/>
        </w:rPr>
        <w:t xml:space="preserve"> присваивается высокопрофессиональным инженерно-техническим работникам и рабочим строительных специальностей строительных, производственных, конструкторских и научно-исследовательских организаций, а также организаций промышленности строительных материалов</w:t>
      </w:r>
      <w:r w:rsidR="004E600E" w:rsidRPr="00E619BF">
        <w:rPr>
          <w:szCs w:val="28"/>
          <w:lang w:eastAsia="en-US"/>
        </w:rPr>
        <w:t xml:space="preserve"> </w:t>
      </w:r>
      <w:r w:rsidRPr="00E619BF">
        <w:rPr>
          <w:szCs w:val="28"/>
          <w:lang w:eastAsia="en-US"/>
        </w:rPr>
        <w:t>за личные заслуги:</w:t>
      </w:r>
    </w:p>
    <w:p w14:paraId="4F5E21C5" w14:textId="047AA72F" w:rsidR="00D0299B" w:rsidRPr="00231A6E" w:rsidRDefault="00C82AAC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1) </w:t>
      </w:r>
      <w:r w:rsidR="00D0299B" w:rsidRPr="00E619BF">
        <w:rPr>
          <w:szCs w:val="28"/>
          <w:lang w:eastAsia="en-US"/>
        </w:rPr>
        <w:t>в строительстве высококачественных зданий и сооружений, имеющих большую архитектурную ценность, соответствующих сложившемуся в районе застройки архитектурно-строительному ансамблю, при строительстве которых использовались современные высококачественные энерго</w:t>
      </w:r>
      <w:r w:rsidR="00D0299B" w:rsidRPr="00231A6E">
        <w:rPr>
          <w:szCs w:val="28"/>
          <w:lang w:eastAsia="en-US"/>
        </w:rPr>
        <w:t>сберегающие и экологически чистые материалы;</w:t>
      </w:r>
    </w:p>
    <w:p w14:paraId="69425FDA" w14:textId="00067C31" w:rsidR="00D0299B" w:rsidRPr="00231A6E" w:rsidRDefault="00C82AAC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2) </w:t>
      </w:r>
      <w:r w:rsidR="00D0299B" w:rsidRPr="00231A6E">
        <w:rPr>
          <w:szCs w:val="28"/>
          <w:lang w:eastAsia="en-US"/>
        </w:rPr>
        <w:t xml:space="preserve">в разработке, внедрении и применении новых строительных технологий и материалов, позволяющих существенно повысить качество, долговечность и </w:t>
      </w:r>
      <w:proofErr w:type="spellStart"/>
      <w:r w:rsidR="00D0299B" w:rsidRPr="00231A6E">
        <w:rPr>
          <w:szCs w:val="28"/>
          <w:lang w:eastAsia="en-US"/>
        </w:rPr>
        <w:t>экологичность</w:t>
      </w:r>
      <w:proofErr w:type="spellEnd"/>
      <w:r w:rsidR="00D0299B" w:rsidRPr="00231A6E">
        <w:rPr>
          <w:szCs w:val="28"/>
          <w:lang w:eastAsia="en-US"/>
        </w:rPr>
        <w:t xml:space="preserve"> возводимых объектов при снижении себестоимости их строительства;</w:t>
      </w:r>
    </w:p>
    <w:p w14:paraId="32640D81" w14:textId="6DA3E3B7" w:rsidR="00D0299B" w:rsidRPr="00E619BF" w:rsidRDefault="00C82AAC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3) </w:t>
      </w:r>
      <w:r w:rsidR="00D0299B" w:rsidRPr="00231A6E">
        <w:rPr>
          <w:szCs w:val="28"/>
          <w:lang w:eastAsia="en-US"/>
        </w:rPr>
        <w:t xml:space="preserve">в реализации крупных проектов по строительству высококачественного </w:t>
      </w:r>
      <w:r w:rsidR="00D0299B" w:rsidRPr="00E619BF">
        <w:rPr>
          <w:szCs w:val="28"/>
          <w:lang w:eastAsia="en-US"/>
        </w:rPr>
        <w:t>социального жилья и реконструкции ветхого жилищного фонда;</w:t>
      </w:r>
    </w:p>
    <w:p w14:paraId="4366E980" w14:textId="2FB19D3A" w:rsidR="00D0299B" w:rsidRPr="00E619BF" w:rsidRDefault="00C82AAC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4) </w:t>
      </w:r>
      <w:r w:rsidR="00D0299B" w:rsidRPr="00E619BF">
        <w:rPr>
          <w:szCs w:val="28"/>
          <w:lang w:eastAsia="en-US"/>
        </w:rPr>
        <w:t>в создании на территории Ярославской области нового производства высококачественных, экологически чистых строительных материалов с применением современного высокотехнологичного оборудования, способствующего повышению качества и конкурентоспособности производимой продукции, улучшению ее потребительских свойств;</w:t>
      </w:r>
    </w:p>
    <w:p w14:paraId="5E18B2F5" w14:textId="58D33D06" w:rsidR="00D0299B" w:rsidRPr="00E619BF" w:rsidRDefault="00C82AAC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5) </w:t>
      </w:r>
      <w:r w:rsidR="00D0299B" w:rsidRPr="00E619BF">
        <w:rPr>
          <w:szCs w:val="28"/>
          <w:lang w:eastAsia="en-US"/>
        </w:rPr>
        <w:t>в подготовке квалифицированных кадров для строительной промышленности и промышленности строительных материалов</w:t>
      </w:r>
      <w:r w:rsidR="004E600E" w:rsidRPr="00E619BF">
        <w:rPr>
          <w:szCs w:val="28"/>
          <w:lang w:eastAsia="en-US"/>
        </w:rPr>
        <w:t>;</w:t>
      </w:r>
    </w:p>
    <w:p w14:paraId="4A12DFD8" w14:textId="67DDFE42" w:rsidR="004E600E" w:rsidRPr="00E619BF" w:rsidRDefault="00C82AAC" w:rsidP="004E600E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 xml:space="preserve">6) </w:t>
      </w:r>
      <w:r w:rsidR="004E600E" w:rsidRPr="00E619BF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74964A93" w14:textId="22B3D030" w:rsidR="00D0299B" w:rsidRPr="00E619BF" w:rsidRDefault="00D0299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lastRenderedPageBreak/>
        <w:t>2. Почетное звание присваивается лицам, имеющим стаж работы в строительной отрасли</w:t>
      </w:r>
      <w:r w:rsidR="00C82AAC" w:rsidRPr="00E619BF">
        <w:rPr>
          <w:szCs w:val="28"/>
          <w:lang w:eastAsia="en-US"/>
        </w:rPr>
        <w:t xml:space="preserve"> Ярославской области не менее пятнадцати</w:t>
      </w:r>
      <w:r w:rsidRPr="00E619BF">
        <w:rPr>
          <w:szCs w:val="28"/>
          <w:lang w:eastAsia="en-US"/>
        </w:rPr>
        <w:t xml:space="preserve"> лет, в том числе не менее </w:t>
      </w:r>
      <w:r w:rsidR="00C82AAC" w:rsidRPr="00E619BF">
        <w:rPr>
          <w:szCs w:val="28"/>
          <w:lang w:eastAsia="en-US"/>
        </w:rPr>
        <w:t>трех</w:t>
      </w:r>
      <w:r w:rsidR="00D169AF" w:rsidRPr="00E619BF">
        <w:rPr>
          <w:szCs w:val="28"/>
          <w:lang w:eastAsia="en-US"/>
        </w:rPr>
        <w:t> </w:t>
      </w:r>
      <w:r w:rsidRPr="00E619BF">
        <w:rPr>
          <w:szCs w:val="28"/>
          <w:lang w:eastAsia="en-US"/>
        </w:rPr>
        <w:t xml:space="preserve">лет по последнему месту работы. </w:t>
      </w:r>
    </w:p>
    <w:p w14:paraId="16F5B486" w14:textId="4AE0C842" w:rsidR="00C82AAC" w:rsidRPr="00E619BF" w:rsidRDefault="00C82AAC" w:rsidP="00C82AAC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F22043" w:rsidRPr="00EC71FD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E619BF">
        <w:rPr>
          <w:szCs w:val="28"/>
          <w:lang w:eastAsia="en-US"/>
        </w:rPr>
        <w:t>.</w:t>
      </w:r>
    </w:p>
    <w:p w14:paraId="6B8E04D8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425CD12C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7DD164D0" w14:textId="77777777" w:rsidR="002F7724" w:rsidRPr="00231A6E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2) органы</w:t>
      </w:r>
      <w:r w:rsidRPr="00231A6E">
        <w:rPr>
          <w:szCs w:val="28"/>
          <w:lang w:eastAsia="en-US"/>
        </w:rPr>
        <w:t xml:space="preserve"> местного самоуправления муниципальных образований Ярославской области;</w:t>
      </w:r>
    </w:p>
    <w:p w14:paraId="65158BFA" w14:textId="77777777" w:rsidR="002F7724" w:rsidRPr="00231A6E" w:rsidRDefault="002F7724" w:rsidP="002F7724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06A7DEF3" w14:textId="37BE02A7" w:rsidR="002F7724" w:rsidRPr="00231A6E" w:rsidRDefault="002F7724" w:rsidP="002F7724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696705DE" w14:textId="7702000A" w:rsidR="00F00C8C" w:rsidRPr="00231A6E" w:rsidRDefault="00F00C8C" w:rsidP="00A466EA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5. Гражданину, которому присвоено Почетное звание, вручается удостоверение почетного строителя Ярославской области и </w:t>
      </w:r>
      <w:r w:rsidR="000569CE" w:rsidRPr="00231A6E">
        <w:rPr>
          <w:szCs w:val="28"/>
          <w:lang w:eastAsia="en-US"/>
        </w:rPr>
        <w:t xml:space="preserve">нагрудный </w:t>
      </w:r>
      <w:r w:rsidRPr="00231A6E">
        <w:rPr>
          <w:szCs w:val="28"/>
          <w:lang w:eastAsia="en-US"/>
        </w:rPr>
        <w:t>знак к Почетному званию.</w:t>
      </w:r>
    </w:p>
    <w:p w14:paraId="08533881" w14:textId="3B60882E" w:rsidR="001979ED" w:rsidRDefault="001979ED" w:rsidP="00D0299B">
      <w:pPr>
        <w:ind w:firstLine="709"/>
        <w:rPr>
          <w:szCs w:val="28"/>
          <w:lang w:eastAsia="en-US"/>
        </w:rPr>
      </w:pPr>
      <w:bookmarkStart w:id="23" w:name="_Hlk212403982"/>
    </w:p>
    <w:p w14:paraId="165176A7" w14:textId="50913541" w:rsidR="009D28B2" w:rsidRPr="00231A6E" w:rsidRDefault="009D28B2" w:rsidP="009D28B2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Приложение 22</w:t>
      </w:r>
    </w:p>
    <w:p w14:paraId="4E419DEA" w14:textId="1DFB5AEA" w:rsidR="009D28B2" w:rsidRPr="00231A6E" w:rsidRDefault="009D28B2" w:rsidP="009D28B2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к </w:t>
      </w:r>
      <w:r w:rsidR="00E35D4B" w:rsidRPr="00231A6E">
        <w:rPr>
          <w:szCs w:val="28"/>
          <w:lang w:eastAsia="en-US"/>
        </w:rPr>
        <w:t>З</w:t>
      </w:r>
      <w:r w:rsidRPr="00231A6E">
        <w:rPr>
          <w:szCs w:val="28"/>
          <w:lang w:eastAsia="en-US"/>
        </w:rPr>
        <w:t>акону</w:t>
      </w:r>
    </w:p>
    <w:p w14:paraId="4653EB28" w14:textId="77777777" w:rsidR="009D28B2" w:rsidRPr="00231A6E" w:rsidRDefault="009D28B2" w:rsidP="009D28B2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Ярославской области</w:t>
      </w:r>
    </w:p>
    <w:p w14:paraId="1C712C82" w14:textId="77777777" w:rsidR="009D28B2" w:rsidRPr="00231A6E" w:rsidRDefault="009D28B2" w:rsidP="009D28B2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от 06.05.2010 № 11-з</w:t>
      </w:r>
    </w:p>
    <w:p w14:paraId="7C1645C8" w14:textId="77777777" w:rsidR="009D28B2" w:rsidRPr="00231A6E" w:rsidRDefault="009D28B2" w:rsidP="001979ED">
      <w:pPr>
        <w:ind w:firstLine="709"/>
        <w:jc w:val="right"/>
        <w:rPr>
          <w:szCs w:val="28"/>
          <w:lang w:eastAsia="en-US"/>
        </w:rPr>
      </w:pPr>
    </w:p>
    <w:p w14:paraId="4035B74C" w14:textId="77777777" w:rsidR="00D0299B" w:rsidRPr="00231A6E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231A6E">
        <w:rPr>
          <w:b/>
          <w:szCs w:val="28"/>
          <w:lang w:eastAsia="en-US"/>
        </w:rPr>
        <w:t>Положение</w:t>
      </w:r>
    </w:p>
    <w:p w14:paraId="67C5C748" w14:textId="3886FFAB" w:rsidR="00D0299B" w:rsidRPr="00231A6E" w:rsidRDefault="00D0299B" w:rsidP="00F00C8C">
      <w:pPr>
        <w:ind w:firstLine="0"/>
        <w:jc w:val="center"/>
        <w:rPr>
          <w:b/>
          <w:bCs/>
          <w:szCs w:val="28"/>
          <w:lang w:eastAsia="en-US"/>
        </w:rPr>
      </w:pPr>
      <w:r w:rsidRPr="00231A6E">
        <w:rPr>
          <w:b/>
          <w:bCs/>
          <w:szCs w:val="28"/>
          <w:lang w:eastAsia="en-US"/>
        </w:rPr>
        <w:t xml:space="preserve">о почетном звании </w:t>
      </w:r>
      <w:r w:rsidR="004D6006" w:rsidRPr="00231A6E">
        <w:rPr>
          <w:b/>
          <w:bCs/>
          <w:szCs w:val="28"/>
          <w:lang w:eastAsia="en-US"/>
        </w:rPr>
        <w:t>«</w:t>
      </w:r>
      <w:r w:rsidRPr="00231A6E">
        <w:rPr>
          <w:b/>
          <w:bCs/>
          <w:szCs w:val="28"/>
          <w:lang w:eastAsia="en-US"/>
        </w:rPr>
        <w:t>Почетный учитель Ярославской области</w:t>
      </w:r>
      <w:r w:rsidR="004D6006" w:rsidRPr="00231A6E">
        <w:rPr>
          <w:b/>
          <w:bCs/>
          <w:szCs w:val="28"/>
          <w:lang w:eastAsia="en-US"/>
        </w:rPr>
        <w:t>»</w:t>
      </w:r>
    </w:p>
    <w:p w14:paraId="2E0B1E03" w14:textId="77777777" w:rsidR="00F00C8C" w:rsidRPr="00231A6E" w:rsidRDefault="00F00C8C" w:rsidP="00F00C8C">
      <w:pPr>
        <w:ind w:firstLine="0"/>
        <w:jc w:val="center"/>
        <w:rPr>
          <w:b/>
          <w:bCs/>
          <w:szCs w:val="28"/>
          <w:lang w:eastAsia="en-US"/>
        </w:rPr>
      </w:pPr>
    </w:p>
    <w:p w14:paraId="297B0BD8" w14:textId="31E91BE0" w:rsidR="00D0299B" w:rsidRPr="00231A6E" w:rsidRDefault="00D0299B" w:rsidP="00D0299B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1. </w:t>
      </w:r>
      <w:r w:rsidRPr="00231A6E">
        <w:rPr>
          <w:bCs/>
          <w:szCs w:val="28"/>
          <w:lang w:eastAsia="en-US"/>
        </w:rPr>
        <w:t xml:space="preserve">Почетное звание </w:t>
      </w:r>
      <w:r w:rsidR="004D6006" w:rsidRPr="00231A6E">
        <w:rPr>
          <w:bCs/>
          <w:szCs w:val="28"/>
          <w:lang w:eastAsia="en-US"/>
        </w:rPr>
        <w:t>«</w:t>
      </w:r>
      <w:r w:rsidRPr="00231A6E">
        <w:rPr>
          <w:bCs/>
          <w:szCs w:val="28"/>
          <w:lang w:eastAsia="en-US"/>
        </w:rPr>
        <w:t>Почетный учитель Ярославской области</w:t>
      </w:r>
      <w:r w:rsidR="004D6006" w:rsidRPr="00231A6E">
        <w:rPr>
          <w:bCs/>
          <w:szCs w:val="28"/>
          <w:lang w:eastAsia="en-US"/>
        </w:rPr>
        <w:t>»</w:t>
      </w:r>
      <w:r w:rsidRPr="00231A6E">
        <w:rPr>
          <w:bCs/>
          <w:szCs w:val="28"/>
          <w:lang w:eastAsia="en-US"/>
        </w:rPr>
        <w:t xml:space="preserve"> </w:t>
      </w:r>
      <w:bookmarkStart w:id="24" w:name="_Hlk212406820"/>
      <w:r w:rsidR="00DE1112" w:rsidRPr="00231A6E">
        <w:rPr>
          <w:bCs/>
          <w:szCs w:val="28"/>
          <w:lang w:eastAsia="en-US"/>
        </w:rPr>
        <w:br/>
      </w:r>
      <w:r w:rsidRPr="00231A6E">
        <w:rPr>
          <w:bCs/>
          <w:szCs w:val="28"/>
          <w:lang w:eastAsia="en-US"/>
        </w:rPr>
        <w:t xml:space="preserve">(далее </w:t>
      </w:r>
      <w:r w:rsidR="006B03CD" w:rsidRPr="00231A6E">
        <w:rPr>
          <w:rFonts w:cs="Calibri"/>
          <w:szCs w:val="22"/>
          <w:lang w:eastAsia="en-US"/>
        </w:rPr>
        <w:t>–</w:t>
      </w:r>
      <w:r w:rsidRPr="00231A6E">
        <w:rPr>
          <w:bCs/>
          <w:szCs w:val="28"/>
          <w:lang w:eastAsia="en-US"/>
        </w:rPr>
        <w:t xml:space="preserve"> Почетное звание)</w:t>
      </w:r>
      <w:bookmarkEnd w:id="24"/>
      <w:r w:rsidRPr="00231A6E">
        <w:rPr>
          <w:bCs/>
          <w:szCs w:val="28"/>
          <w:lang w:eastAsia="en-US"/>
        </w:rPr>
        <w:t xml:space="preserve"> </w:t>
      </w:r>
      <w:r w:rsidRPr="00231A6E">
        <w:rPr>
          <w:szCs w:val="28"/>
          <w:lang w:eastAsia="en-US"/>
        </w:rPr>
        <w:t>присваивается высокопрофессиональным учителям и преподавателям общеобразовательных, профессиональных образовательных организаций и организаций дополнительного профессионального образования работников образования</w:t>
      </w:r>
      <w:r w:rsidR="00D666FC" w:rsidRPr="00231A6E">
        <w:rPr>
          <w:szCs w:val="28"/>
          <w:lang w:eastAsia="en-US"/>
        </w:rPr>
        <w:t xml:space="preserve"> </w:t>
      </w:r>
      <w:r w:rsidRPr="00231A6E">
        <w:rPr>
          <w:szCs w:val="28"/>
          <w:lang w:eastAsia="en-US"/>
        </w:rPr>
        <w:t>за личные заслуги:</w:t>
      </w:r>
    </w:p>
    <w:p w14:paraId="70822C84" w14:textId="34679E5C" w:rsidR="00D0299B" w:rsidRPr="00231A6E" w:rsidRDefault="00C82AAC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</w:t>
      </w:r>
      <w:r w:rsidR="00D0299B" w:rsidRPr="00231A6E">
        <w:rPr>
          <w:szCs w:val="28"/>
          <w:lang w:eastAsia="en-US"/>
        </w:rPr>
        <w:t>в педагогической деятельности, обеспечивающей получение обучающимися высококачественного общего образования;</w:t>
      </w:r>
    </w:p>
    <w:p w14:paraId="4CF2B5FE" w14:textId="47F970FC" w:rsidR="00D0299B" w:rsidRPr="00231A6E" w:rsidRDefault="00C82AAC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2) </w:t>
      </w:r>
      <w:r w:rsidR="00D0299B" w:rsidRPr="00231A6E">
        <w:rPr>
          <w:szCs w:val="28"/>
          <w:lang w:eastAsia="en-US"/>
        </w:rPr>
        <w:t>в выявлении и развитии индивидуальных способностей обучающихся, раскрытии их научного и творческого потенциала;</w:t>
      </w:r>
    </w:p>
    <w:p w14:paraId="163CBCCC" w14:textId="212E6C36" w:rsidR="00D0299B" w:rsidRPr="00231A6E" w:rsidRDefault="00C82AAC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3) </w:t>
      </w:r>
      <w:r w:rsidR="00D0299B" w:rsidRPr="00231A6E">
        <w:rPr>
          <w:szCs w:val="28"/>
          <w:lang w:eastAsia="en-US"/>
        </w:rPr>
        <w:t>в подготовке победителей региональных, всероссийских и международных олимпиад;</w:t>
      </w:r>
    </w:p>
    <w:p w14:paraId="3323AAB0" w14:textId="32EDA6D9" w:rsidR="00D0299B" w:rsidRPr="00231A6E" w:rsidRDefault="00C82AAC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4) </w:t>
      </w:r>
      <w:r w:rsidR="00D0299B" w:rsidRPr="00231A6E">
        <w:rPr>
          <w:szCs w:val="28"/>
          <w:lang w:eastAsia="en-US"/>
        </w:rPr>
        <w:t>в научно-методическом и методологическом совершенствовании образовательного процесса и образовательных стандартов, в создании инновационных учебно-методических пособий, программ и авторских методик;</w:t>
      </w:r>
    </w:p>
    <w:p w14:paraId="7A57EDD6" w14:textId="3F3B8833" w:rsidR="00D0299B" w:rsidRPr="00231A6E" w:rsidRDefault="00C82AAC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5) </w:t>
      </w:r>
      <w:r w:rsidR="001C5579">
        <w:rPr>
          <w:szCs w:val="28"/>
          <w:lang w:eastAsia="en-US"/>
        </w:rPr>
        <w:t xml:space="preserve">в </w:t>
      </w:r>
      <w:r w:rsidR="00D0299B" w:rsidRPr="00231A6E">
        <w:rPr>
          <w:szCs w:val="28"/>
          <w:lang w:eastAsia="en-US"/>
        </w:rPr>
        <w:t>подготовке и профессиональной переподготовке педагогических кадров</w:t>
      </w:r>
      <w:r w:rsidR="00DE1112" w:rsidRPr="00231A6E">
        <w:rPr>
          <w:szCs w:val="28"/>
          <w:lang w:eastAsia="en-US"/>
        </w:rPr>
        <w:t>;</w:t>
      </w:r>
    </w:p>
    <w:p w14:paraId="36A756A8" w14:textId="326A6E2D" w:rsidR="00DE1112" w:rsidRPr="00231A6E" w:rsidRDefault="00C82AAC" w:rsidP="00DE1112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 xml:space="preserve">6) </w:t>
      </w:r>
      <w:r w:rsidR="00DE1112" w:rsidRPr="00231A6E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1A4C2B06" w14:textId="4279A08F" w:rsidR="00D0299B" w:rsidRPr="00E619BF" w:rsidRDefault="00D0299B" w:rsidP="00D0299B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2. Почетное звание присваивается лицам, имеющим стаж работы в отрасли образования в Ярославской области не менее </w:t>
      </w:r>
      <w:r w:rsidR="00C82AAC">
        <w:rPr>
          <w:szCs w:val="28"/>
          <w:lang w:eastAsia="en-US"/>
        </w:rPr>
        <w:t xml:space="preserve">пятнадцати лет, в том </w:t>
      </w:r>
      <w:r w:rsidR="00C82AAC" w:rsidRPr="00E619BF">
        <w:rPr>
          <w:szCs w:val="28"/>
          <w:lang w:eastAsia="en-US"/>
        </w:rPr>
        <w:t>числе не менее трех</w:t>
      </w:r>
      <w:r w:rsidRPr="00E619BF">
        <w:rPr>
          <w:szCs w:val="28"/>
          <w:lang w:eastAsia="en-US"/>
        </w:rPr>
        <w:t xml:space="preserve"> лет по последнему месту работы.</w:t>
      </w:r>
    </w:p>
    <w:bookmarkEnd w:id="23"/>
    <w:p w14:paraId="78F3D6CD" w14:textId="2E5A787C" w:rsidR="00C82AAC" w:rsidRPr="00E619BF" w:rsidRDefault="00C82AAC" w:rsidP="00C82AAC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F22043" w:rsidRPr="00EC71FD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E619BF">
        <w:rPr>
          <w:szCs w:val="28"/>
          <w:lang w:eastAsia="en-US"/>
        </w:rPr>
        <w:t>.</w:t>
      </w:r>
    </w:p>
    <w:p w14:paraId="0F0922EB" w14:textId="77777777" w:rsidR="002F7724" w:rsidRPr="00E619BF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6C8D37E2" w14:textId="77777777" w:rsidR="002F7724" w:rsidRPr="00231A6E" w:rsidRDefault="002F7724" w:rsidP="002F7724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00A5C0E2" w14:textId="77777777" w:rsidR="002F7724" w:rsidRPr="00231A6E" w:rsidRDefault="002F7724" w:rsidP="002F7724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71E5413D" w14:textId="77777777" w:rsidR="002F7724" w:rsidRPr="00231A6E" w:rsidRDefault="002F7724" w:rsidP="002F7724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0304C8A3" w14:textId="77777777" w:rsidR="002F7724" w:rsidRPr="00231A6E" w:rsidRDefault="002F7724" w:rsidP="002F7724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55159A43" w14:textId="2E628142" w:rsidR="00F00C8C" w:rsidRPr="00231A6E" w:rsidRDefault="00F00C8C" w:rsidP="00A466EA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5. Гражданину, которому присвоено Почетное звание, вручается удостоверение почетного учителя Ярославской области и </w:t>
      </w:r>
      <w:r w:rsidR="000569CE" w:rsidRPr="00231A6E">
        <w:rPr>
          <w:szCs w:val="28"/>
          <w:lang w:eastAsia="en-US"/>
        </w:rPr>
        <w:t xml:space="preserve">нагрудный </w:t>
      </w:r>
      <w:r w:rsidRPr="00231A6E">
        <w:rPr>
          <w:szCs w:val="28"/>
          <w:lang w:eastAsia="en-US"/>
        </w:rPr>
        <w:t>знак к Почетному званию.</w:t>
      </w:r>
    </w:p>
    <w:p w14:paraId="6E696DB6" w14:textId="77777777" w:rsidR="008620E6" w:rsidRDefault="008620E6" w:rsidP="009D28B2">
      <w:pPr>
        <w:ind w:firstLine="709"/>
        <w:jc w:val="right"/>
        <w:rPr>
          <w:szCs w:val="28"/>
          <w:lang w:eastAsia="en-US"/>
        </w:rPr>
      </w:pPr>
    </w:p>
    <w:p w14:paraId="60566A1D" w14:textId="03B9150E" w:rsidR="009D28B2" w:rsidRPr="00231A6E" w:rsidRDefault="009D28B2" w:rsidP="009D28B2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Приложение 23</w:t>
      </w:r>
    </w:p>
    <w:p w14:paraId="6E31BFB0" w14:textId="1ABBE8C8" w:rsidR="009D28B2" w:rsidRPr="00231A6E" w:rsidRDefault="009D28B2" w:rsidP="009D28B2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к </w:t>
      </w:r>
      <w:r w:rsidR="001A51E3" w:rsidRPr="00231A6E">
        <w:rPr>
          <w:szCs w:val="28"/>
          <w:lang w:eastAsia="en-US"/>
        </w:rPr>
        <w:t>З</w:t>
      </w:r>
      <w:r w:rsidRPr="00231A6E">
        <w:rPr>
          <w:szCs w:val="28"/>
          <w:lang w:eastAsia="en-US"/>
        </w:rPr>
        <w:t>акону</w:t>
      </w:r>
    </w:p>
    <w:p w14:paraId="0593A506" w14:textId="77777777" w:rsidR="009D28B2" w:rsidRPr="00231A6E" w:rsidRDefault="009D28B2" w:rsidP="009D28B2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Ярославской области</w:t>
      </w:r>
    </w:p>
    <w:p w14:paraId="0C2E81D1" w14:textId="77777777" w:rsidR="009D28B2" w:rsidRPr="00231A6E" w:rsidRDefault="009D28B2" w:rsidP="009D28B2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от 06.05.2010 № 11-з</w:t>
      </w:r>
    </w:p>
    <w:p w14:paraId="5D11C0C3" w14:textId="77777777" w:rsidR="009D28B2" w:rsidRPr="00231A6E" w:rsidRDefault="009D28B2" w:rsidP="001979ED">
      <w:pPr>
        <w:ind w:firstLine="709"/>
        <w:jc w:val="right"/>
        <w:rPr>
          <w:szCs w:val="28"/>
          <w:lang w:eastAsia="en-US"/>
        </w:rPr>
      </w:pPr>
    </w:p>
    <w:p w14:paraId="4032CA32" w14:textId="77777777" w:rsidR="00D0299B" w:rsidRPr="00231A6E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231A6E">
        <w:rPr>
          <w:b/>
          <w:szCs w:val="28"/>
          <w:lang w:eastAsia="en-US"/>
        </w:rPr>
        <w:t>Положение</w:t>
      </w:r>
    </w:p>
    <w:p w14:paraId="7783A9F7" w14:textId="01F06C0F" w:rsidR="00D0299B" w:rsidRPr="00231A6E" w:rsidRDefault="00D0299B" w:rsidP="00F00C8C">
      <w:pPr>
        <w:ind w:firstLine="0"/>
        <w:jc w:val="center"/>
        <w:rPr>
          <w:b/>
          <w:bCs/>
          <w:szCs w:val="28"/>
          <w:lang w:eastAsia="en-US"/>
        </w:rPr>
      </w:pPr>
      <w:r w:rsidRPr="00231A6E">
        <w:rPr>
          <w:b/>
          <w:bCs/>
          <w:szCs w:val="28"/>
          <w:lang w:eastAsia="en-US"/>
        </w:rPr>
        <w:t xml:space="preserve">о почетном звании </w:t>
      </w:r>
      <w:r w:rsidR="003E05A4" w:rsidRPr="00231A6E">
        <w:rPr>
          <w:b/>
          <w:bCs/>
          <w:szCs w:val="28"/>
          <w:lang w:eastAsia="en-US"/>
        </w:rPr>
        <w:t>«</w:t>
      </w:r>
      <w:r w:rsidRPr="00231A6E">
        <w:rPr>
          <w:b/>
          <w:bCs/>
          <w:szCs w:val="28"/>
          <w:lang w:eastAsia="en-US"/>
        </w:rPr>
        <w:t>Почетный экономист Ярославской области</w:t>
      </w:r>
      <w:r w:rsidR="003E05A4" w:rsidRPr="00231A6E">
        <w:rPr>
          <w:b/>
          <w:bCs/>
          <w:szCs w:val="28"/>
          <w:lang w:eastAsia="en-US"/>
        </w:rPr>
        <w:t>»</w:t>
      </w:r>
    </w:p>
    <w:p w14:paraId="7F6E22EF" w14:textId="77777777" w:rsidR="00F00C8C" w:rsidRPr="00231A6E" w:rsidRDefault="00F00C8C" w:rsidP="00F00C8C">
      <w:pPr>
        <w:ind w:firstLine="0"/>
        <w:jc w:val="center"/>
        <w:rPr>
          <w:b/>
          <w:bCs/>
          <w:szCs w:val="28"/>
          <w:lang w:eastAsia="en-US"/>
        </w:rPr>
      </w:pPr>
    </w:p>
    <w:p w14:paraId="111C65B7" w14:textId="3FCA2810" w:rsidR="00D0299B" w:rsidRPr="00231A6E" w:rsidRDefault="00D0299B" w:rsidP="00D0299B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1. Почетное звание </w:t>
      </w:r>
      <w:r w:rsidR="003E05A4" w:rsidRPr="00231A6E">
        <w:rPr>
          <w:szCs w:val="28"/>
          <w:lang w:eastAsia="en-US"/>
        </w:rPr>
        <w:t>«</w:t>
      </w:r>
      <w:r w:rsidRPr="00231A6E">
        <w:rPr>
          <w:szCs w:val="28"/>
          <w:lang w:eastAsia="en-US"/>
        </w:rPr>
        <w:t>Почетный экономист Ярославской области</w:t>
      </w:r>
      <w:r w:rsidR="003E05A4" w:rsidRPr="00231A6E">
        <w:rPr>
          <w:szCs w:val="28"/>
          <w:lang w:eastAsia="en-US"/>
        </w:rPr>
        <w:t>»</w:t>
      </w:r>
      <w:r w:rsidR="006B03CD" w:rsidRPr="00231A6E">
        <w:rPr>
          <w:bCs/>
          <w:szCs w:val="28"/>
          <w:lang w:eastAsia="en-US"/>
        </w:rPr>
        <w:t xml:space="preserve"> </w:t>
      </w:r>
      <w:r w:rsidR="00C45A23" w:rsidRPr="00231A6E">
        <w:rPr>
          <w:bCs/>
          <w:szCs w:val="28"/>
          <w:lang w:eastAsia="en-US"/>
        </w:rPr>
        <w:br/>
      </w:r>
      <w:r w:rsidR="006B03CD" w:rsidRPr="00231A6E">
        <w:rPr>
          <w:bCs/>
          <w:szCs w:val="28"/>
          <w:lang w:eastAsia="en-US"/>
        </w:rPr>
        <w:t xml:space="preserve">(далее </w:t>
      </w:r>
      <w:r w:rsidR="006B03CD" w:rsidRPr="00231A6E">
        <w:rPr>
          <w:rFonts w:cs="Calibri"/>
          <w:szCs w:val="22"/>
          <w:lang w:eastAsia="en-US"/>
        </w:rPr>
        <w:t>–</w:t>
      </w:r>
      <w:r w:rsidR="006B03CD" w:rsidRPr="00231A6E">
        <w:rPr>
          <w:bCs/>
          <w:szCs w:val="28"/>
          <w:lang w:eastAsia="en-US"/>
        </w:rPr>
        <w:t xml:space="preserve"> Почетное звание)</w:t>
      </w:r>
      <w:r w:rsidRPr="00231A6E">
        <w:rPr>
          <w:szCs w:val="28"/>
          <w:lang w:eastAsia="en-US"/>
        </w:rPr>
        <w:t xml:space="preserve"> присваивается высокопрофессиональным специалистам в области экономики и финансов за личные заслуги:</w:t>
      </w:r>
    </w:p>
    <w:p w14:paraId="0976D010" w14:textId="064D0B73" w:rsidR="00D0299B" w:rsidRPr="00231A6E" w:rsidRDefault="00950DA0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</w:t>
      </w:r>
      <w:r w:rsidR="00D0299B" w:rsidRPr="00231A6E">
        <w:rPr>
          <w:szCs w:val="28"/>
          <w:lang w:eastAsia="en-US"/>
        </w:rPr>
        <w:t>в совершенствовании финансовой системы Ярославской области, формировании и развитии ее отдельных институтов;</w:t>
      </w:r>
    </w:p>
    <w:p w14:paraId="2E189A3B" w14:textId="0724AE67" w:rsidR="00D0299B" w:rsidRPr="00231A6E" w:rsidRDefault="00950DA0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2) </w:t>
      </w:r>
      <w:r w:rsidR="00D0299B" w:rsidRPr="00231A6E">
        <w:rPr>
          <w:szCs w:val="28"/>
          <w:lang w:eastAsia="en-US"/>
        </w:rPr>
        <w:t>в оптимизации использования государственных финансов и средств государственных внебюджетных фондов;</w:t>
      </w:r>
    </w:p>
    <w:p w14:paraId="00E1878E" w14:textId="3AAFC5DC" w:rsidR="00D0299B" w:rsidRPr="00231A6E" w:rsidRDefault="00950DA0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3) </w:t>
      </w:r>
      <w:r w:rsidR="00D0299B" w:rsidRPr="00231A6E">
        <w:rPr>
          <w:szCs w:val="28"/>
          <w:lang w:eastAsia="en-US"/>
        </w:rPr>
        <w:t>в укреплении доверия к национальной российской валюте внутри страны и за рубежом;</w:t>
      </w:r>
    </w:p>
    <w:p w14:paraId="6719F5F3" w14:textId="0EBBD540" w:rsidR="00D0299B" w:rsidRPr="00231A6E" w:rsidRDefault="00950DA0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4) </w:t>
      </w:r>
      <w:r w:rsidR="00D0299B" w:rsidRPr="00231A6E">
        <w:rPr>
          <w:szCs w:val="28"/>
          <w:lang w:eastAsia="en-US"/>
        </w:rPr>
        <w:t>в повышении финансовой грамотности в обществе и привлечении свободных денежных средств граждан для развития региональной экономики;</w:t>
      </w:r>
    </w:p>
    <w:p w14:paraId="69FD614A" w14:textId="4D1D1FCB" w:rsidR="00D0299B" w:rsidRPr="00231A6E" w:rsidRDefault="00950DA0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5) </w:t>
      </w:r>
      <w:r w:rsidR="00D0299B" w:rsidRPr="00231A6E">
        <w:rPr>
          <w:szCs w:val="28"/>
          <w:lang w:eastAsia="en-US"/>
        </w:rPr>
        <w:t>в подготовке квалифицированных кадров в области экономики и финансов</w:t>
      </w:r>
      <w:r w:rsidR="001A51E3" w:rsidRPr="00231A6E">
        <w:rPr>
          <w:szCs w:val="28"/>
          <w:lang w:eastAsia="en-US"/>
        </w:rPr>
        <w:t>;</w:t>
      </w:r>
    </w:p>
    <w:p w14:paraId="04F884B5" w14:textId="72534667" w:rsidR="001A51E3" w:rsidRPr="00E619BF" w:rsidRDefault="00950DA0" w:rsidP="001A51E3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6) </w:t>
      </w:r>
      <w:r w:rsidR="001A51E3" w:rsidRPr="00231A6E">
        <w:rPr>
          <w:szCs w:val="28"/>
          <w:lang w:eastAsia="en-US"/>
        </w:rPr>
        <w:t xml:space="preserve">в достижении иных значимых результатов профессиональной </w:t>
      </w:r>
      <w:r w:rsidR="001A51E3" w:rsidRPr="00E619BF">
        <w:rPr>
          <w:szCs w:val="28"/>
          <w:lang w:eastAsia="en-US"/>
        </w:rPr>
        <w:t>деятельности.</w:t>
      </w:r>
    </w:p>
    <w:p w14:paraId="388A3C69" w14:textId="0B1420EA" w:rsidR="00D0299B" w:rsidRPr="00E619BF" w:rsidRDefault="00D0299B" w:rsidP="00D0299B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lastRenderedPageBreak/>
        <w:t xml:space="preserve">2. Почетное звание присваивается лицам, </w:t>
      </w:r>
      <w:r w:rsidR="00D666FC" w:rsidRPr="00E619BF">
        <w:rPr>
          <w:szCs w:val="28"/>
          <w:lang w:eastAsia="en-US"/>
        </w:rPr>
        <w:t>имеющим стаж работы</w:t>
      </w:r>
      <w:r w:rsidRPr="00E619BF">
        <w:rPr>
          <w:szCs w:val="28"/>
          <w:lang w:eastAsia="en-US"/>
        </w:rPr>
        <w:t xml:space="preserve"> в области экономики и финансов в Ярославской области </w:t>
      </w:r>
      <w:r w:rsidR="00950DA0" w:rsidRPr="00E619BF">
        <w:rPr>
          <w:szCs w:val="28"/>
          <w:lang w:eastAsia="en-US"/>
        </w:rPr>
        <w:t>не менее пятнадцати лет</w:t>
      </w:r>
      <w:r w:rsidRPr="00E619BF">
        <w:rPr>
          <w:szCs w:val="28"/>
          <w:lang w:eastAsia="en-US"/>
        </w:rPr>
        <w:t>, в том чис</w:t>
      </w:r>
      <w:r w:rsidR="00950DA0" w:rsidRPr="00E619BF">
        <w:rPr>
          <w:szCs w:val="28"/>
          <w:lang w:eastAsia="en-US"/>
        </w:rPr>
        <w:t>ле не менее трех</w:t>
      </w:r>
      <w:r w:rsidRPr="00E619BF">
        <w:rPr>
          <w:szCs w:val="28"/>
          <w:lang w:eastAsia="en-US"/>
        </w:rPr>
        <w:t xml:space="preserve"> лет по последнему месту работы.</w:t>
      </w:r>
    </w:p>
    <w:p w14:paraId="5A742040" w14:textId="4F3F33B4" w:rsidR="00950DA0" w:rsidRPr="00E619BF" w:rsidRDefault="00950DA0" w:rsidP="00950DA0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F22043" w:rsidRPr="00401864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E619BF">
        <w:rPr>
          <w:szCs w:val="28"/>
          <w:lang w:eastAsia="en-US"/>
        </w:rPr>
        <w:t>.</w:t>
      </w:r>
    </w:p>
    <w:p w14:paraId="0F51E3D2" w14:textId="77777777" w:rsidR="00915A25" w:rsidRPr="00231A6E" w:rsidRDefault="00915A25" w:rsidP="00915A25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4. Ходатайства о присвоении Почетного звания могут</w:t>
      </w:r>
      <w:r w:rsidRPr="00231A6E">
        <w:rPr>
          <w:szCs w:val="28"/>
          <w:lang w:eastAsia="en-US"/>
        </w:rPr>
        <w:t xml:space="preserve"> возбуждать:</w:t>
      </w:r>
    </w:p>
    <w:p w14:paraId="539DB9EB" w14:textId="77777777" w:rsidR="00915A25" w:rsidRPr="00231A6E" w:rsidRDefault="00915A25" w:rsidP="00915A25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64F242E9" w14:textId="77777777" w:rsidR="00915A25" w:rsidRPr="00231A6E" w:rsidRDefault="00915A25" w:rsidP="00915A25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3CFDDCFB" w14:textId="77777777" w:rsidR="00915A25" w:rsidRPr="00231A6E" w:rsidRDefault="00915A25" w:rsidP="00915A25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3) общественные объединения, действующие на территории Ярославской области (в отношении своих членов);</w:t>
      </w:r>
    </w:p>
    <w:p w14:paraId="72135815" w14:textId="38830ACC" w:rsidR="00915A25" w:rsidRPr="00231A6E" w:rsidRDefault="00915A25" w:rsidP="00915A25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1498F068" w14:textId="0E3E8867" w:rsidR="0041726A" w:rsidRPr="00231A6E" w:rsidRDefault="0041726A" w:rsidP="00A466EA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5. Гражданину, которому присвоено Почетное звание, вручается удостоверение почетного экономиста Ярославской области и </w:t>
      </w:r>
      <w:r w:rsidR="000569CE" w:rsidRPr="00231A6E">
        <w:rPr>
          <w:szCs w:val="28"/>
          <w:lang w:eastAsia="en-US"/>
        </w:rPr>
        <w:t xml:space="preserve">нагрудный </w:t>
      </w:r>
      <w:r w:rsidRPr="00231A6E">
        <w:rPr>
          <w:szCs w:val="28"/>
          <w:lang w:eastAsia="en-US"/>
        </w:rPr>
        <w:t>знак к Почетному званию.</w:t>
      </w:r>
    </w:p>
    <w:p w14:paraId="5765DC2B" w14:textId="598E928D" w:rsidR="009D28B2" w:rsidRDefault="009D28B2" w:rsidP="00915A25">
      <w:pPr>
        <w:ind w:firstLine="709"/>
        <w:rPr>
          <w:szCs w:val="28"/>
          <w:lang w:eastAsia="en-US"/>
        </w:rPr>
      </w:pPr>
    </w:p>
    <w:p w14:paraId="6500CBDF" w14:textId="109DA812" w:rsidR="009D28B2" w:rsidRPr="00231A6E" w:rsidRDefault="009D28B2" w:rsidP="009D28B2">
      <w:pPr>
        <w:ind w:firstLine="709"/>
        <w:jc w:val="right"/>
        <w:rPr>
          <w:szCs w:val="28"/>
          <w:lang w:eastAsia="en-US"/>
        </w:rPr>
      </w:pPr>
      <w:bookmarkStart w:id="25" w:name="_Hlk212404341"/>
      <w:r w:rsidRPr="00231A6E">
        <w:rPr>
          <w:szCs w:val="28"/>
          <w:lang w:eastAsia="en-US"/>
        </w:rPr>
        <w:t xml:space="preserve">Приложение </w:t>
      </w:r>
      <w:r w:rsidR="0041726A" w:rsidRPr="00231A6E">
        <w:rPr>
          <w:szCs w:val="28"/>
          <w:lang w:eastAsia="en-US"/>
        </w:rPr>
        <w:t>24</w:t>
      </w:r>
    </w:p>
    <w:p w14:paraId="6A9A20EC" w14:textId="0CE04289" w:rsidR="009D28B2" w:rsidRPr="00231A6E" w:rsidRDefault="009D28B2" w:rsidP="009D28B2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к </w:t>
      </w:r>
      <w:r w:rsidR="00A22145" w:rsidRPr="00231A6E">
        <w:rPr>
          <w:szCs w:val="28"/>
          <w:lang w:eastAsia="en-US"/>
        </w:rPr>
        <w:t>З</w:t>
      </w:r>
      <w:r w:rsidRPr="00231A6E">
        <w:rPr>
          <w:szCs w:val="28"/>
          <w:lang w:eastAsia="en-US"/>
        </w:rPr>
        <w:t>акону</w:t>
      </w:r>
    </w:p>
    <w:p w14:paraId="35EDE1B1" w14:textId="77777777" w:rsidR="009D28B2" w:rsidRPr="00231A6E" w:rsidRDefault="009D28B2" w:rsidP="009D28B2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Ярославской области</w:t>
      </w:r>
    </w:p>
    <w:p w14:paraId="01F8029F" w14:textId="77777777" w:rsidR="009D28B2" w:rsidRPr="00231A6E" w:rsidRDefault="009D28B2" w:rsidP="009D28B2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от 06.05.2010 № 11-з</w:t>
      </w:r>
    </w:p>
    <w:p w14:paraId="41952535" w14:textId="77777777" w:rsidR="009D28B2" w:rsidRPr="00231A6E" w:rsidRDefault="009D28B2" w:rsidP="001979ED">
      <w:pPr>
        <w:ind w:firstLine="709"/>
        <w:jc w:val="right"/>
        <w:rPr>
          <w:szCs w:val="28"/>
          <w:lang w:eastAsia="en-US"/>
        </w:rPr>
      </w:pPr>
    </w:p>
    <w:p w14:paraId="559FECF9" w14:textId="2109A166" w:rsidR="00D0299B" w:rsidRPr="00231A6E" w:rsidRDefault="00D0299B" w:rsidP="00F00C8C">
      <w:pPr>
        <w:ind w:firstLine="0"/>
        <w:jc w:val="center"/>
        <w:rPr>
          <w:b/>
          <w:szCs w:val="28"/>
          <w:lang w:eastAsia="en-US"/>
        </w:rPr>
      </w:pPr>
      <w:r w:rsidRPr="00231A6E">
        <w:rPr>
          <w:b/>
          <w:szCs w:val="28"/>
          <w:lang w:eastAsia="en-US"/>
        </w:rPr>
        <w:t>Положение</w:t>
      </w:r>
    </w:p>
    <w:p w14:paraId="7352F13C" w14:textId="73C2E1D4" w:rsidR="00D0299B" w:rsidRPr="00231A6E" w:rsidRDefault="00D0299B" w:rsidP="00F00C8C">
      <w:pPr>
        <w:ind w:firstLine="0"/>
        <w:jc w:val="center"/>
        <w:rPr>
          <w:b/>
          <w:bCs/>
          <w:szCs w:val="28"/>
          <w:lang w:eastAsia="en-US"/>
        </w:rPr>
      </w:pPr>
      <w:r w:rsidRPr="00231A6E">
        <w:rPr>
          <w:b/>
          <w:bCs/>
          <w:szCs w:val="28"/>
          <w:lang w:eastAsia="en-US"/>
        </w:rPr>
        <w:t xml:space="preserve">о почетном звании </w:t>
      </w:r>
      <w:r w:rsidR="00C019FD" w:rsidRPr="00231A6E">
        <w:rPr>
          <w:b/>
          <w:bCs/>
          <w:szCs w:val="28"/>
          <w:lang w:eastAsia="en-US"/>
        </w:rPr>
        <w:t>«</w:t>
      </w:r>
      <w:r w:rsidRPr="00231A6E">
        <w:rPr>
          <w:b/>
          <w:bCs/>
          <w:szCs w:val="28"/>
          <w:lang w:eastAsia="en-US"/>
        </w:rPr>
        <w:t>Почетный энергетик Ярославской области</w:t>
      </w:r>
      <w:r w:rsidR="00C019FD" w:rsidRPr="00231A6E">
        <w:rPr>
          <w:b/>
          <w:bCs/>
          <w:szCs w:val="28"/>
          <w:lang w:eastAsia="en-US"/>
        </w:rPr>
        <w:t>»</w:t>
      </w:r>
    </w:p>
    <w:p w14:paraId="165E80F2" w14:textId="77777777" w:rsidR="00840E6C" w:rsidRPr="00231A6E" w:rsidRDefault="00840E6C" w:rsidP="00F00C8C">
      <w:pPr>
        <w:ind w:firstLine="0"/>
        <w:jc w:val="center"/>
        <w:rPr>
          <w:b/>
          <w:bCs/>
          <w:szCs w:val="28"/>
          <w:lang w:eastAsia="en-US"/>
        </w:rPr>
      </w:pPr>
    </w:p>
    <w:p w14:paraId="4FFD7066" w14:textId="5B140FE5" w:rsidR="00D0299B" w:rsidRPr="00231A6E" w:rsidRDefault="00D0299B" w:rsidP="00D0299B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1. Почетное звание </w:t>
      </w:r>
      <w:r w:rsidR="00C019FD" w:rsidRPr="00231A6E">
        <w:rPr>
          <w:szCs w:val="28"/>
          <w:lang w:eastAsia="en-US"/>
        </w:rPr>
        <w:t>«</w:t>
      </w:r>
      <w:r w:rsidRPr="00231A6E">
        <w:rPr>
          <w:szCs w:val="28"/>
          <w:lang w:eastAsia="en-US"/>
        </w:rPr>
        <w:t>Почетный энергетик Ярославской области</w:t>
      </w:r>
      <w:r w:rsidR="00C019FD" w:rsidRPr="00231A6E">
        <w:rPr>
          <w:szCs w:val="28"/>
          <w:lang w:eastAsia="en-US"/>
        </w:rPr>
        <w:t>»</w:t>
      </w:r>
      <w:r w:rsidRPr="00231A6E">
        <w:rPr>
          <w:szCs w:val="28"/>
          <w:lang w:eastAsia="en-US"/>
        </w:rPr>
        <w:t xml:space="preserve"> </w:t>
      </w:r>
      <w:r w:rsidR="0011336E" w:rsidRPr="00231A6E">
        <w:rPr>
          <w:szCs w:val="28"/>
          <w:lang w:eastAsia="en-US"/>
        </w:rPr>
        <w:br/>
      </w:r>
      <w:r w:rsidR="001B2C23" w:rsidRPr="00231A6E">
        <w:rPr>
          <w:bCs/>
          <w:szCs w:val="28"/>
          <w:lang w:eastAsia="en-US"/>
        </w:rPr>
        <w:t xml:space="preserve">(далее </w:t>
      </w:r>
      <w:bookmarkStart w:id="26" w:name="_Hlk212406879"/>
      <w:r w:rsidR="001B2C23" w:rsidRPr="00231A6E">
        <w:rPr>
          <w:rFonts w:cs="Calibri"/>
          <w:szCs w:val="22"/>
          <w:lang w:eastAsia="en-US"/>
        </w:rPr>
        <w:t>–</w:t>
      </w:r>
      <w:bookmarkEnd w:id="26"/>
      <w:r w:rsidR="001B2C23" w:rsidRPr="00231A6E">
        <w:rPr>
          <w:bCs/>
          <w:szCs w:val="28"/>
          <w:lang w:eastAsia="en-US"/>
        </w:rPr>
        <w:t xml:space="preserve"> Почетное звание) </w:t>
      </w:r>
      <w:r w:rsidRPr="00231A6E">
        <w:rPr>
          <w:szCs w:val="28"/>
          <w:lang w:eastAsia="en-US"/>
        </w:rPr>
        <w:t>присваивается высокопрофессиональным специалистам организаций энергетического комплекса</w:t>
      </w:r>
      <w:r w:rsidR="0011336E" w:rsidRPr="00231A6E">
        <w:rPr>
          <w:szCs w:val="28"/>
          <w:lang w:eastAsia="en-US"/>
        </w:rPr>
        <w:t xml:space="preserve"> </w:t>
      </w:r>
      <w:r w:rsidRPr="00231A6E">
        <w:rPr>
          <w:szCs w:val="28"/>
          <w:lang w:eastAsia="en-US"/>
        </w:rPr>
        <w:t>за личные заслуги:</w:t>
      </w:r>
    </w:p>
    <w:p w14:paraId="48CDDE95" w14:textId="43E05BAB" w:rsidR="00D0299B" w:rsidRPr="00231A6E" w:rsidRDefault="00950DA0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</w:t>
      </w:r>
      <w:r w:rsidR="00D0299B" w:rsidRPr="00231A6E">
        <w:rPr>
          <w:szCs w:val="28"/>
          <w:lang w:eastAsia="en-US"/>
        </w:rPr>
        <w:t xml:space="preserve">в проектировании, строительстве, вводе в эксплуатацию </w:t>
      </w:r>
      <w:r w:rsidR="00D666FC" w:rsidRPr="00231A6E">
        <w:rPr>
          <w:szCs w:val="28"/>
          <w:lang w:eastAsia="en-US"/>
        </w:rPr>
        <w:t xml:space="preserve">на территории Ярославской области </w:t>
      </w:r>
      <w:r w:rsidR="00D0299B" w:rsidRPr="00231A6E">
        <w:rPr>
          <w:szCs w:val="28"/>
          <w:lang w:eastAsia="en-US"/>
        </w:rPr>
        <w:t>новых высокотехнологичных и реконструкции действующих объектов энергетики;</w:t>
      </w:r>
    </w:p>
    <w:p w14:paraId="1CE0D8B1" w14:textId="19692704" w:rsidR="00D0299B" w:rsidRPr="00231A6E" w:rsidRDefault="00950DA0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2) </w:t>
      </w:r>
      <w:r w:rsidR="00D0299B" w:rsidRPr="00231A6E">
        <w:rPr>
          <w:szCs w:val="28"/>
          <w:lang w:eastAsia="en-US"/>
        </w:rPr>
        <w:t xml:space="preserve">в разработке, создании и внедрении новых образцов </w:t>
      </w:r>
      <w:proofErr w:type="spellStart"/>
      <w:r w:rsidR="00D0299B" w:rsidRPr="00231A6E">
        <w:rPr>
          <w:szCs w:val="28"/>
          <w:lang w:eastAsia="en-US"/>
        </w:rPr>
        <w:t>энергогенерирующих</w:t>
      </w:r>
      <w:proofErr w:type="spellEnd"/>
      <w:r w:rsidR="00D0299B" w:rsidRPr="00231A6E">
        <w:rPr>
          <w:szCs w:val="28"/>
          <w:lang w:eastAsia="en-US"/>
        </w:rPr>
        <w:t xml:space="preserve"> установок, позволяющих сократить использование природных (</w:t>
      </w:r>
      <w:proofErr w:type="spellStart"/>
      <w:r w:rsidR="00D0299B" w:rsidRPr="00231A6E">
        <w:rPr>
          <w:szCs w:val="28"/>
          <w:lang w:eastAsia="en-US"/>
        </w:rPr>
        <w:t>невозобновляемых</w:t>
      </w:r>
      <w:proofErr w:type="spellEnd"/>
      <w:r w:rsidR="00D0299B" w:rsidRPr="00231A6E">
        <w:rPr>
          <w:szCs w:val="28"/>
          <w:lang w:eastAsia="en-US"/>
        </w:rPr>
        <w:t>) ресурсов и уменьшить выбросы токсичных соединений в окружающую среду при производстве энергии, а также использующих альтернативное (возобновляемое) и экологически чистое топливо;</w:t>
      </w:r>
    </w:p>
    <w:p w14:paraId="78E5BA9D" w14:textId="5018DC42" w:rsidR="00D0299B" w:rsidRPr="00231A6E" w:rsidRDefault="00950DA0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3) </w:t>
      </w:r>
      <w:r w:rsidR="00D0299B" w:rsidRPr="00231A6E">
        <w:rPr>
          <w:szCs w:val="28"/>
          <w:lang w:eastAsia="en-US"/>
        </w:rPr>
        <w:t>в подготовке квалифицированных кадров для энергетической отрасли</w:t>
      </w:r>
      <w:r w:rsidR="0011336E" w:rsidRPr="00231A6E">
        <w:rPr>
          <w:szCs w:val="28"/>
          <w:lang w:eastAsia="en-US"/>
        </w:rPr>
        <w:t>;</w:t>
      </w:r>
    </w:p>
    <w:p w14:paraId="79DA8A32" w14:textId="68247A6D" w:rsidR="0011336E" w:rsidRPr="00231A6E" w:rsidRDefault="00950DA0" w:rsidP="0011336E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4) </w:t>
      </w:r>
      <w:r w:rsidR="0011336E" w:rsidRPr="00231A6E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203521B5" w14:textId="61192EF2" w:rsidR="00D0299B" w:rsidRPr="00E619BF" w:rsidRDefault="00D0299B" w:rsidP="00D0299B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2. Почетное звание присваивается лицам, </w:t>
      </w:r>
      <w:r w:rsidR="00D666FC" w:rsidRPr="00231A6E">
        <w:rPr>
          <w:szCs w:val="28"/>
          <w:lang w:eastAsia="en-US"/>
        </w:rPr>
        <w:t>имеющим стаж работы</w:t>
      </w:r>
      <w:r w:rsidRPr="00231A6E">
        <w:rPr>
          <w:szCs w:val="28"/>
          <w:lang w:eastAsia="en-US"/>
        </w:rPr>
        <w:t xml:space="preserve"> в </w:t>
      </w:r>
      <w:r w:rsidRPr="00E619BF">
        <w:rPr>
          <w:szCs w:val="28"/>
          <w:lang w:eastAsia="en-US"/>
        </w:rPr>
        <w:t>энергетическом комплексе</w:t>
      </w:r>
      <w:r w:rsidR="00950DA0" w:rsidRPr="00E619BF">
        <w:rPr>
          <w:szCs w:val="28"/>
          <w:lang w:eastAsia="en-US"/>
        </w:rPr>
        <w:t xml:space="preserve"> Ярославской области не менее пятнадцати</w:t>
      </w:r>
      <w:r w:rsidRPr="00E619BF">
        <w:rPr>
          <w:szCs w:val="28"/>
          <w:lang w:eastAsia="en-US"/>
        </w:rPr>
        <w:t xml:space="preserve"> лет, </w:t>
      </w:r>
      <w:bookmarkStart w:id="27" w:name="_Hlk212404499"/>
      <w:r w:rsidR="00950DA0" w:rsidRPr="00E619BF">
        <w:rPr>
          <w:szCs w:val="28"/>
          <w:lang w:eastAsia="en-US"/>
        </w:rPr>
        <w:t>в том числе не менее трех</w:t>
      </w:r>
      <w:r w:rsidRPr="00E619BF">
        <w:rPr>
          <w:szCs w:val="28"/>
          <w:lang w:eastAsia="en-US"/>
        </w:rPr>
        <w:t xml:space="preserve"> лет по последнему месту работы.</w:t>
      </w:r>
    </w:p>
    <w:bookmarkEnd w:id="25"/>
    <w:bookmarkEnd w:id="27"/>
    <w:p w14:paraId="0C59E0B8" w14:textId="662B5DDA" w:rsidR="00950DA0" w:rsidRPr="00E619BF" w:rsidRDefault="00950DA0" w:rsidP="00950DA0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lastRenderedPageBreak/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F22043" w:rsidRPr="00401864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E619BF">
        <w:rPr>
          <w:szCs w:val="28"/>
          <w:lang w:eastAsia="en-US"/>
        </w:rPr>
        <w:t>.</w:t>
      </w:r>
    </w:p>
    <w:p w14:paraId="12D0233E" w14:textId="77777777" w:rsidR="00915A25" w:rsidRPr="00E619BF" w:rsidRDefault="00915A25" w:rsidP="00915A25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4. Ходатайства о присвоении Почетного звания могут возбуждать:</w:t>
      </w:r>
    </w:p>
    <w:p w14:paraId="55E4AF14" w14:textId="77777777" w:rsidR="00915A25" w:rsidRPr="00E619BF" w:rsidRDefault="00915A25" w:rsidP="00915A25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1) органы государственной власти Российской Федерации и Ярославской области;</w:t>
      </w:r>
    </w:p>
    <w:p w14:paraId="411D7CE4" w14:textId="77777777" w:rsidR="00915A25" w:rsidRPr="00E619BF" w:rsidRDefault="00915A25" w:rsidP="00915A25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2) органы местного самоуправления муниципальных образований Ярославской области;</w:t>
      </w:r>
    </w:p>
    <w:p w14:paraId="234CFC83" w14:textId="77777777" w:rsidR="00915A25" w:rsidRPr="00231A6E" w:rsidRDefault="00915A25" w:rsidP="00915A25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3) общественные объединения</w:t>
      </w:r>
      <w:r w:rsidRPr="00231A6E">
        <w:rPr>
          <w:szCs w:val="28"/>
          <w:lang w:eastAsia="en-US"/>
        </w:rPr>
        <w:t>, действующие на территории Ярославской области (в отношении своих членов);</w:t>
      </w:r>
    </w:p>
    <w:p w14:paraId="5B800495" w14:textId="2344F75E" w:rsidR="00915A25" w:rsidRPr="00231A6E" w:rsidRDefault="00915A25" w:rsidP="00915A25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58A06BBE" w14:textId="70E033D0" w:rsidR="0041726A" w:rsidRPr="00231A6E" w:rsidRDefault="0041726A" w:rsidP="00A466EA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5. Гражданину, которому присвоено Почетное звание, вручается удостоверение почетного энергетика Ярославской области и</w:t>
      </w:r>
      <w:r w:rsidR="003F6CDE" w:rsidRPr="00231A6E">
        <w:rPr>
          <w:szCs w:val="28"/>
          <w:lang w:eastAsia="en-US"/>
        </w:rPr>
        <w:t xml:space="preserve"> нагрудный</w:t>
      </w:r>
      <w:r w:rsidRPr="00231A6E">
        <w:rPr>
          <w:szCs w:val="28"/>
          <w:lang w:eastAsia="en-US"/>
        </w:rPr>
        <w:t xml:space="preserve"> знак к Почетному званию.</w:t>
      </w:r>
    </w:p>
    <w:p w14:paraId="5350E7B9" w14:textId="75E84A48" w:rsidR="00A466EA" w:rsidRDefault="00A466EA" w:rsidP="001979ED">
      <w:pPr>
        <w:ind w:firstLine="709"/>
        <w:jc w:val="right"/>
        <w:rPr>
          <w:szCs w:val="28"/>
          <w:lang w:eastAsia="en-US"/>
        </w:rPr>
      </w:pPr>
    </w:p>
    <w:p w14:paraId="7768DFF4" w14:textId="78BAF613" w:rsidR="0041726A" w:rsidRPr="00231A6E" w:rsidRDefault="0041726A" w:rsidP="0041726A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Приложение 25</w:t>
      </w:r>
    </w:p>
    <w:p w14:paraId="0D648EE7" w14:textId="564C9C1E" w:rsidR="0041726A" w:rsidRPr="00231A6E" w:rsidRDefault="0041726A" w:rsidP="0041726A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к </w:t>
      </w:r>
      <w:r w:rsidR="00C3183E" w:rsidRPr="00231A6E">
        <w:rPr>
          <w:szCs w:val="28"/>
          <w:lang w:eastAsia="en-US"/>
        </w:rPr>
        <w:t>З</w:t>
      </w:r>
      <w:r w:rsidRPr="00231A6E">
        <w:rPr>
          <w:szCs w:val="28"/>
          <w:lang w:eastAsia="en-US"/>
        </w:rPr>
        <w:t>акону</w:t>
      </w:r>
    </w:p>
    <w:p w14:paraId="65CADFC0" w14:textId="77777777" w:rsidR="0041726A" w:rsidRPr="00231A6E" w:rsidRDefault="0041726A" w:rsidP="0041726A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Ярославской области</w:t>
      </w:r>
    </w:p>
    <w:p w14:paraId="32F6AC8E" w14:textId="77777777" w:rsidR="0041726A" w:rsidRPr="00231A6E" w:rsidRDefault="0041726A" w:rsidP="0041726A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от 06.05.2010 № 11-з</w:t>
      </w:r>
    </w:p>
    <w:p w14:paraId="63AC02B8" w14:textId="77777777" w:rsidR="00D0299B" w:rsidRPr="00231A6E" w:rsidRDefault="00D0299B" w:rsidP="00D0299B">
      <w:pPr>
        <w:ind w:firstLine="709"/>
        <w:rPr>
          <w:szCs w:val="28"/>
          <w:lang w:eastAsia="en-US"/>
        </w:rPr>
      </w:pPr>
    </w:p>
    <w:p w14:paraId="58F13179" w14:textId="77777777" w:rsidR="00D0299B" w:rsidRPr="00231A6E" w:rsidRDefault="00D0299B" w:rsidP="00C019FD">
      <w:pPr>
        <w:ind w:firstLine="709"/>
        <w:jc w:val="center"/>
        <w:rPr>
          <w:b/>
          <w:szCs w:val="28"/>
          <w:lang w:eastAsia="en-US"/>
        </w:rPr>
      </w:pPr>
      <w:r w:rsidRPr="00231A6E">
        <w:rPr>
          <w:b/>
          <w:szCs w:val="28"/>
          <w:lang w:eastAsia="en-US"/>
        </w:rPr>
        <w:t>Положение</w:t>
      </w:r>
    </w:p>
    <w:p w14:paraId="3803C6A0" w14:textId="18B532C2" w:rsidR="00D0299B" w:rsidRPr="00231A6E" w:rsidRDefault="00D0299B" w:rsidP="00C019FD">
      <w:pPr>
        <w:ind w:firstLine="709"/>
        <w:jc w:val="center"/>
        <w:rPr>
          <w:b/>
          <w:bCs/>
          <w:szCs w:val="28"/>
          <w:lang w:eastAsia="en-US"/>
        </w:rPr>
      </w:pPr>
      <w:r w:rsidRPr="00231A6E">
        <w:rPr>
          <w:b/>
          <w:bCs/>
          <w:szCs w:val="28"/>
          <w:lang w:eastAsia="en-US"/>
        </w:rPr>
        <w:t xml:space="preserve">о почетном звании </w:t>
      </w:r>
      <w:r w:rsidR="00C019FD" w:rsidRPr="00231A6E">
        <w:rPr>
          <w:b/>
          <w:bCs/>
          <w:szCs w:val="28"/>
          <w:lang w:eastAsia="en-US"/>
        </w:rPr>
        <w:t>«</w:t>
      </w:r>
      <w:r w:rsidRPr="00231A6E">
        <w:rPr>
          <w:b/>
          <w:bCs/>
          <w:szCs w:val="28"/>
          <w:lang w:eastAsia="en-US"/>
        </w:rPr>
        <w:t>Почетный юрист Ярославской области</w:t>
      </w:r>
      <w:r w:rsidR="00C019FD" w:rsidRPr="00231A6E">
        <w:rPr>
          <w:b/>
          <w:bCs/>
          <w:szCs w:val="28"/>
          <w:lang w:eastAsia="en-US"/>
        </w:rPr>
        <w:t>»</w:t>
      </w:r>
    </w:p>
    <w:p w14:paraId="7A690AEC" w14:textId="77777777" w:rsidR="0041726A" w:rsidRPr="00231A6E" w:rsidRDefault="0041726A" w:rsidP="00C019FD">
      <w:pPr>
        <w:ind w:firstLine="709"/>
        <w:jc w:val="center"/>
        <w:rPr>
          <w:b/>
          <w:bCs/>
          <w:szCs w:val="28"/>
          <w:lang w:eastAsia="en-US"/>
        </w:rPr>
      </w:pPr>
    </w:p>
    <w:p w14:paraId="03E7AF89" w14:textId="5B23F894" w:rsidR="00D0299B" w:rsidRPr="00231A6E" w:rsidRDefault="00D0299B" w:rsidP="00D0299B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1. </w:t>
      </w:r>
      <w:r w:rsidRPr="00231A6E">
        <w:rPr>
          <w:bCs/>
          <w:szCs w:val="28"/>
          <w:lang w:eastAsia="en-US"/>
        </w:rPr>
        <w:t xml:space="preserve">Почетное звание </w:t>
      </w:r>
      <w:r w:rsidR="00C019FD" w:rsidRPr="00231A6E">
        <w:rPr>
          <w:bCs/>
          <w:szCs w:val="28"/>
          <w:lang w:eastAsia="en-US"/>
        </w:rPr>
        <w:t>«</w:t>
      </w:r>
      <w:r w:rsidRPr="00231A6E">
        <w:rPr>
          <w:bCs/>
          <w:szCs w:val="28"/>
          <w:lang w:eastAsia="en-US"/>
        </w:rPr>
        <w:t>Почетный юрист Ярославской области</w:t>
      </w:r>
      <w:r w:rsidR="00C019FD" w:rsidRPr="00231A6E">
        <w:rPr>
          <w:bCs/>
          <w:szCs w:val="28"/>
          <w:lang w:eastAsia="en-US"/>
        </w:rPr>
        <w:t>»</w:t>
      </w:r>
      <w:r w:rsidRPr="00231A6E">
        <w:rPr>
          <w:bCs/>
          <w:szCs w:val="28"/>
          <w:lang w:eastAsia="en-US"/>
        </w:rPr>
        <w:t xml:space="preserve"> </w:t>
      </w:r>
      <w:r w:rsidR="00C3183E" w:rsidRPr="00231A6E">
        <w:rPr>
          <w:bCs/>
          <w:szCs w:val="28"/>
          <w:lang w:eastAsia="en-US"/>
        </w:rPr>
        <w:br/>
      </w:r>
      <w:r w:rsidRPr="00231A6E">
        <w:rPr>
          <w:bCs/>
          <w:szCs w:val="28"/>
          <w:lang w:eastAsia="en-US"/>
        </w:rPr>
        <w:t xml:space="preserve">(далее </w:t>
      </w:r>
      <w:r w:rsidR="001B2C23" w:rsidRPr="00231A6E">
        <w:rPr>
          <w:rFonts w:cs="Calibri"/>
          <w:szCs w:val="22"/>
          <w:lang w:eastAsia="en-US"/>
        </w:rPr>
        <w:t>–</w:t>
      </w:r>
      <w:r w:rsidRPr="00231A6E">
        <w:rPr>
          <w:bCs/>
          <w:szCs w:val="28"/>
          <w:lang w:eastAsia="en-US"/>
        </w:rPr>
        <w:t xml:space="preserve"> Почетное звание) </w:t>
      </w:r>
      <w:r w:rsidRPr="00231A6E">
        <w:rPr>
          <w:szCs w:val="28"/>
          <w:lang w:eastAsia="en-US"/>
        </w:rPr>
        <w:t>присваивается высокопрофессиональным юристам</w:t>
      </w:r>
      <w:r w:rsidR="00C3183E" w:rsidRPr="00231A6E">
        <w:rPr>
          <w:szCs w:val="28"/>
          <w:lang w:eastAsia="en-US"/>
        </w:rPr>
        <w:t xml:space="preserve"> </w:t>
      </w:r>
      <w:r w:rsidRPr="00231A6E">
        <w:rPr>
          <w:szCs w:val="28"/>
          <w:lang w:eastAsia="en-US"/>
        </w:rPr>
        <w:t>за личные заслуги:</w:t>
      </w:r>
    </w:p>
    <w:p w14:paraId="6A45D237" w14:textId="1499CF50" w:rsidR="00D0299B" w:rsidRPr="00231A6E" w:rsidRDefault="00950DA0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</w:t>
      </w:r>
      <w:r w:rsidR="00D0299B" w:rsidRPr="00231A6E">
        <w:rPr>
          <w:szCs w:val="28"/>
          <w:lang w:eastAsia="en-US"/>
        </w:rPr>
        <w:t xml:space="preserve">в формировании правового государства и совершенствовании </w:t>
      </w:r>
      <w:r w:rsidR="00D169AF" w:rsidRPr="00231A6E">
        <w:rPr>
          <w:szCs w:val="28"/>
          <w:lang w:eastAsia="en-US"/>
        </w:rPr>
        <w:t>федерального</w:t>
      </w:r>
      <w:r w:rsidR="00D0299B" w:rsidRPr="00231A6E">
        <w:rPr>
          <w:szCs w:val="28"/>
          <w:lang w:eastAsia="en-US"/>
        </w:rPr>
        <w:t xml:space="preserve"> законодательства</w:t>
      </w:r>
      <w:r w:rsidR="00DB54DA" w:rsidRPr="00231A6E">
        <w:rPr>
          <w:szCs w:val="28"/>
          <w:lang w:eastAsia="en-US"/>
        </w:rPr>
        <w:t>, законодательства Ярославской области</w:t>
      </w:r>
      <w:r w:rsidR="00D169AF" w:rsidRPr="00231A6E">
        <w:rPr>
          <w:szCs w:val="28"/>
          <w:lang w:eastAsia="en-US"/>
        </w:rPr>
        <w:t xml:space="preserve"> с </w:t>
      </w:r>
      <w:r w:rsidR="00D0299B" w:rsidRPr="00231A6E">
        <w:rPr>
          <w:szCs w:val="28"/>
          <w:lang w:eastAsia="en-US"/>
        </w:rPr>
        <w:t>целью создания равных правовых условий для всестороннего развития граждан и организаций;</w:t>
      </w:r>
    </w:p>
    <w:p w14:paraId="139E71B5" w14:textId="62D1693E" w:rsidR="00D0299B" w:rsidRPr="00231A6E" w:rsidRDefault="00950DA0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2) </w:t>
      </w:r>
      <w:r w:rsidR="00D0299B" w:rsidRPr="00231A6E">
        <w:rPr>
          <w:szCs w:val="28"/>
          <w:lang w:eastAsia="en-US"/>
        </w:rPr>
        <w:t>в защите прав, свобод и законных интересов граждан Российской Федерации</w:t>
      </w:r>
      <w:r w:rsidR="00F7096D">
        <w:rPr>
          <w:szCs w:val="28"/>
          <w:lang w:eastAsia="en-US"/>
        </w:rPr>
        <w:t xml:space="preserve">, </w:t>
      </w:r>
      <w:r w:rsidR="00D0299B" w:rsidRPr="00231A6E">
        <w:rPr>
          <w:szCs w:val="28"/>
          <w:lang w:eastAsia="en-US"/>
        </w:rPr>
        <w:t xml:space="preserve">иностранных </w:t>
      </w:r>
      <w:r w:rsidR="00D0299B" w:rsidRPr="00092089">
        <w:rPr>
          <w:szCs w:val="28"/>
          <w:lang w:eastAsia="en-US"/>
        </w:rPr>
        <w:t>граждан</w:t>
      </w:r>
      <w:r w:rsidR="00B3170E" w:rsidRPr="00092089">
        <w:rPr>
          <w:szCs w:val="28"/>
          <w:lang w:eastAsia="en-US"/>
        </w:rPr>
        <w:t xml:space="preserve"> и </w:t>
      </w:r>
      <w:r w:rsidR="00F7096D" w:rsidRPr="00092089">
        <w:rPr>
          <w:szCs w:val="28"/>
          <w:lang w:eastAsia="en-US"/>
        </w:rPr>
        <w:t>лиц без гражданства</w:t>
      </w:r>
      <w:r w:rsidR="00D0299B" w:rsidRPr="00092089">
        <w:rPr>
          <w:szCs w:val="28"/>
          <w:lang w:eastAsia="en-US"/>
        </w:rPr>
        <w:t xml:space="preserve">, находящихся </w:t>
      </w:r>
      <w:r w:rsidR="00D0299B" w:rsidRPr="00231A6E">
        <w:rPr>
          <w:szCs w:val="28"/>
          <w:lang w:eastAsia="en-US"/>
        </w:rPr>
        <w:t>на территории Российской Федерации;</w:t>
      </w:r>
    </w:p>
    <w:p w14:paraId="407CEB8B" w14:textId="6831459F" w:rsidR="00D0299B" w:rsidRPr="00231A6E" w:rsidRDefault="00950DA0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3) </w:t>
      </w:r>
      <w:r w:rsidR="00D0299B" w:rsidRPr="00231A6E">
        <w:rPr>
          <w:szCs w:val="28"/>
          <w:lang w:eastAsia="en-US"/>
        </w:rPr>
        <w:t>в укреплении законности, правопорядка и конституционного строя Российской Федерации;</w:t>
      </w:r>
    </w:p>
    <w:p w14:paraId="7D47AA45" w14:textId="0F9F0842" w:rsidR="001E6965" w:rsidRPr="00231A6E" w:rsidRDefault="00950DA0" w:rsidP="00DB54DA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4) </w:t>
      </w:r>
      <w:r w:rsidR="00D0299B" w:rsidRPr="00231A6E">
        <w:rPr>
          <w:szCs w:val="28"/>
          <w:lang w:eastAsia="en-US"/>
        </w:rPr>
        <w:t xml:space="preserve">в развитии юридических наук на базе отечественных юридических школ, направленном на достижение </w:t>
      </w:r>
      <w:proofErr w:type="spellStart"/>
      <w:r w:rsidR="00D0299B" w:rsidRPr="00231A6E">
        <w:rPr>
          <w:szCs w:val="28"/>
          <w:lang w:eastAsia="en-US"/>
        </w:rPr>
        <w:t>общесоциального</w:t>
      </w:r>
      <w:proofErr w:type="spellEnd"/>
      <w:r w:rsidR="00D0299B" w:rsidRPr="00231A6E">
        <w:rPr>
          <w:szCs w:val="28"/>
          <w:lang w:eastAsia="en-US"/>
        </w:rPr>
        <w:t xml:space="preserve"> прогресса;</w:t>
      </w:r>
    </w:p>
    <w:p w14:paraId="27F99FB1" w14:textId="56DFA8DA" w:rsidR="00D0299B" w:rsidRPr="00231A6E" w:rsidRDefault="00950DA0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5) </w:t>
      </w:r>
      <w:r w:rsidR="00D0299B" w:rsidRPr="00231A6E">
        <w:rPr>
          <w:szCs w:val="28"/>
          <w:lang w:eastAsia="en-US"/>
        </w:rPr>
        <w:t>в повышении правовой культуры в обществе, а также в борьбе с последствиями правового нигилизма, выраженными в незнании, пренебрежении или сознательном отрицании действующих законов и правовых актов, регулирующих все сферы жизнедеятельности граждан;</w:t>
      </w:r>
    </w:p>
    <w:p w14:paraId="2E70035F" w14:textId="4C7A208E" w:rsidR="00D0299B" w:rsidRPr="00231A6E" w:rsidRDefault="00950DA0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6) </w:t>
      </w:r>
      <w:r w:rsidR="00D0299B" w:rsidRPr="00231A6E">
        <w:rPr>
          <w:szCs w:val="28"/>
          <w:lang w:eastAsia="en-US"/>
        </w:rPr>
        <w:t>в подготовке квалифицированных юридических кадров;</w:t>
      </w:r>
    </w:p>
    <w:p w14:paraId="1A3E2496" w14:textId="74A12385" w:rsidR="00D0299B" w:rsidRPr="00231A6E" w:rsidRDefault="00950DA0" w:rsidP="00D0299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 xml:space="preserve">7) </w:t>
      </w:r>
      <w:r w:rsidR="00D0299B" w:rsidRPr="00231A6E">
        <w:rPr>
          <w:szCs w:val="28"/>
          <w:lang w:eastAsia="en-US"/>
        </w:rPr>
        <w:t>в достижении иных значимых результатов профессиональной деятельности.</w:t>
      </w:r>
    </w:p>
    <w:p w14:paraId="5D0E567F" w14:textId="0B02EEE1" w:rsidR="00D0299B" w:rsidRPr="00E619BF" w:rsidRDefault="00D0299B" w:rsidP="00D0299B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2. Почетное звание присваивается лицам,</w:t>
      </w:r>
      <w:r w:rsidRPr="00231A6E">
        <w:rPr>
          <w:bCs/>
          <w:szCs w:val="28"/>
          <w:lang w:eastAsia="en-US"/>
        </w:rPr>
        <w:t xml:space="preserve"> имеющим </w:t>
      </w:r>
      <w:r w:rsidR="00D666FC" w:rsidRPr="00231A6E">
        <w:rPr>
          <w:bCs/>
          <w:szCs w:val="28"/>
          <w:lang w:eastAsia="en-US"/>
        </w:rPr>
        <w:t>стаж работы</w:t>
      </w:r>
      <w:r w:rsidRPr="00231A6E">
        <w:rPr>
          <w:bCs/>
          <w:szCs w:val="28"/>
          <w:lang w:eastAsia="en-US"/>
        </w:rPr>
        <w:t xml:space="preserve"> по юридической </w:t>
      </w:r>
      <w:r w:rsidRPr="00E619BF">
        <w:rPr>
          <w:bCs/>
          <w:szCs w:val="28"/>
          <w:lang w:eastAsia="en-US"/>
        </w:rPr>
        <w:t>специальности на территории</w:t>
      </w:r>
      <w:r w:rsidR="005B78E6">
        <w:rPr>
          <w:bCs/>
          <w:szCs w:val="28"/>
          <w:lang w:eastAsia="en-US"/>
        </w:rPr>
        <w:t xml:space="preserve"> Ярославской области не менее</w:t>
      </w:r>
      <w:r w:rsidRPr="00E619BF">
        <w:rPr>
          <w:bCs/>
          <w:szCs w:val="28"/>
          <w:lang w:eastAsia="en-US"/>
        </w:rPr>
        <w:t xml:space="preserve"> </w:t>
      </w:r>
      <w:r w:rsidR="00950DA0" w:rsidRPr="00E619BF">
        <w:rPr>
          <w:bCs/>
          <w:szCs w:val="28"/>
          <w:lang w:eastAsia="en-US"/>
        </w:rPr>
        <w:t xml:space="preserve">пятнадцати </w:t>
      </w:r>
      <w:r w:rsidRPr="00E619BF">
        <w:rPr>
          <w:bCs/>
          <w:szCs w:val="28"/>
          <w:lang w:eastAsia="en-US"/>
        </w:rPr>
        <w:t xml:space="preserve">лет, </w:t>
      </w:r>
      <w:r w:rsidR="00D169AF" w:rsidRPr="00E619BF">
        <w:rPr>
          <w:szCs w:val="28"/>
          <w:lang w:eastAsia="en-US"/>
        </w:rPr>
        <w:t>в </w:t>
      </w:r>
      <w:r w:rsidR="00950DA0" w:rsidRPr="00E619BF">
        <w:rPr>
          <w:szCs w:val="28"/>
          <w:lang w:eastAsia="en-US"/>
        </w:rPr>
        <w:t>том числе не менее трех</w:t>
      </w:r>
      <w:r w:rsidRPr="00E619BF">
        <w:rPr>
          <w:szCs w:val="28"/>
          <w:lang w:eastAsia="en-US"/>
        </w:rPr>
        <w:t xml:space="preserve"> лет по последнему месту работы.</w:t>
      </w:r>
    </w:p>
    <w:p w14:paraId="71D61177" w14:textId="52F08CFC" w:rsidR="00950DA0" w:rsidRPr="00E619BF" w:rsidRDefault="00950DA0" w:rsidP="00950DA0">
      <w:pPr>
        <w:ind w:firstLine="709"/>
        <w:rPr>
          <w:szCs w:val="28"/>
          <w:lang w:eastAsia="en-US"/>
        </w:rPr>
      </w:pPr>
      <w:r w:rsidRPr="00E619BF">
        <w:rPr>
          <w:szCs w:val="28"/>
          <w:lang w:eastAsia="en-US"/>
        </w:rPr>
        <w:t>3. Почетное звание присваивается при наличии у представленного к присвоению Почетного звания лица наград или поощрений органов государственной власти Российской Федерации, и (или) наград Ярославской области, и (или) наград Ярославской областной Думы, и (или) наград Губернатора Ярославской области</w:t>
      </w:r>
      <w:r w:rsidR="008F67EC" w:rsidRPr="00FB4DCD">
        <w:rPr>
          <w:szCs w:val="28"/>
          <w:lang w:eastAsia="en-US"/>
        </w:rPr>
        <w:t xml:space="preserve"> за заслуги и достижения в соответствующей сфере деятельности</w:t>
      </w:r>
      <w:r w:rsidRPr="00E619BF">
        <w:rPr>
          <w:szCs w:val="28"/>
          <w:lang w:eastAsia="en-US"/>
        </w:rPr>
        <w:t>.</w:t>
      </w:r>
    </w:p>
    <w:p w14:paraId="75D07C4A" w14:textId="77777777" w:rsidR="00915A25" w:rsidRPr="00E619BF" w:rsidRDefault="00915A25" w:rsidP="00915A25">
      <w:pPr>
        <w:tabs>
          <w:tab w:val="left" w:pos="0"/>
        </w:tabs>
        <w:ind w:firstLine="709"/>
        <w:rPr>
          <w:szCs w:val="28"/>
        </w:rPr>
      </w:pPr>
      <w:r w:rsidRPr="00E619BF">
        <w:rPr>
          <w:szCs w:val="28"/>
        </w:rPr>
        <w:t>4. Ходатайства о присвоении Почетного звания могут возбуждать:</w:t>
      </w:r>
    </w:p>
    <w:p w14:paraId="5A3D23FC" w14:textId="77777777" w:rsidR="00915A25" w:rsidRPr="00231A6E" w:rsidRDefault="00915A25" w:rsidP="00915A25">
      <w:pPr>
        <w:tabs>
          <w:tab w:val="left" w:pos="0"/>
        </w:tabs>
        <w:ind w:firstLine="709"/>
        <w:rPr>
          <w:szCs w:val="28"/>
        </w:rPr>
      </w:pPr>
      <w:r w:rsidRPr="00E619BF">
        <w:rPr>
          <w:szCs w:val="28"/>
        </w:rPr>
        <w:t>1) органы государственной власти Российской Федерации и Ярославской области;</w:t>
      </w:r>
      <w:bookmarkStart w:id="28" w:name="_GoBack"/>
      <w:bookmarkEnd w:id="28"/>
    </w:p>
    <w:p w14:paraId="769A532F" w14:textId="77777777" w:rsidR="00915A25" w:rsidRPr="00231A6E" w:rsidRDefault="00915A25" w:rsidP="00915A25">
      <w:pPr>
        <w:tabs>
          <w:tab w:val="left" w:pos="0"/>
        </w:tabs>
        <w:ind w:firstLine="709"/>
        <w:rPr>
          <w:szCs w:val="28"/>
        </w:rPr>
      </w:pPr>
      <w:r w:rsidRPr="00231A6E">
        <w:rPr>
          <w:szCs w:val="28"/>
        </w:rPr>
        <w:t>2) органы местного самоуправления муниципальных образований Ярославской области;</w:t>
      </w:r>
    </w:p>
    <w:p w14:paraId="19762DB5" w14:textId="77777777" w:rsidR="00915A25" w:rsidRPr="00231A6E" w:rsidRDefault="00915A25" w:rsidP="00915A25">
      <w:pPr>
        <w:tabs>
          <w:tab w:val="left" w:pos="0"/>
        </w:tabs>
        <w:ind w:firstLine="709"/>
        <w:rPr>
          <w:szCs w:val="28"/>
        </w:rPr>
      </w:pPr>
      <w:r w:rsidRPr="00231A6E">
        <w:rPr>
          <w:szCs w:val="28"/>
        </w:rPr>
        <w:t>3) общественные объединения, действующие на территории Ярославской области (в отношении своих членов);</w:t>
      </w:r>
    </w:p>
    <w:p w14:paraId="65C44780" w14:textId="77777777" w:rsidR="00915A25" w:rsidRPr="00231A6E" w:rsidRDefault="00915A25" w:rsidP="00915A25">
      <w:pPr>
        <w:tabs>
          <w:tab w:val="left" w:pos="0"/>
        </w:tabs>
        <w:ind w:firstLine="709"/>
        <w:rPr>
          <w:szCs w:val="28"/>
        </w:rPr>
      </w:pPr>
      <w:r w:rsidRPr="00231A6E">
        <w:rPr>
          <w:szCs w:val="28"/>
        </w:rPr>
        <w:t>4) юридические лица, осуществляющие свою деятельность на территории Ярославской области (в отношении своих работников).</w:t>
      </w:r>
    </w:p>
    <w:p w14:paraId="35B79CBE" w14:textId="06915646" w:rsidR="00840E6C" w:rsidRPr="00231A6E" w:rsidRDefault="00840E6C" w:rsidP="00A466EA">
      <w:pPr>
        <w:ind w:firstLine="709"/>
        <w:rPr>
          <w:szCs w:val="28"/>
          <w:lang w:eastAsia="en-US"/>
        </w:rPr>
      </w:pPr>
      <w:r w:rsidRPr="00231A6E">
        <w:rPr>
          <w:szCs w:val="28"/>
          <w:lang w:eastAsia="en-US"/>
        </w:rPr>
        <w:t>5. Гражданину, которому присвоено Почетное звание, вручается удостоверение почетного юриста Ярославской области</w:t>
      </w:r>
      <w:r w:rsidR="003F6CDE" w:rsidRPr="00231A6E">
        <w:rPr>
          <w:szCs w:val="28"/>
          <w:lang w:eastAsia="en-US"/>
        </w:rPr>
        <w:t xml:space="preserve"> и нагрудный знак к Почетному званию.</w:t>
      </w:r>
    </w:p>
    <w:p w14:paraId="10A777FA" w14:textId="77777777" w:rsidR="00C973BD" w:rsidRPr="00231A6E" w:rsidRDefault="00C973BD" w:rsidP="00A466EA">
      <w:pPr>
        <w:ind w:firstLine="709"/>
        <w:rPr>
          <w:szCs w:val="28"/>
          <w:lang w:eastAsia="en-US"/>
        </w:rPr>
      </w:pPr>
    </w:p>
    <w:p w14:paraId="7F756F2F" w14:textId="6AC93554" w:rsidR="0041726A" w:rsidRPr="00231A6E" w:rsidRDefault="0041726A" w:rsidP="0041726A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Приложение 26</w:t>
      </w:r>
    </w:p>
    <w:p w14:paraId="573768C4" w14:textId="35F17258" w:rsidR="0041726A" w:rsidRPr="00231A6E" w:rsidRDefault="0041726A" w:rsidP="0041726A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 xml:space="preserve">к </w:t>
      </w:r>
      <w:r w:rsidR="00C973BD" w:rsidRPr="00231A6E">
        <w:rPr>
          <w:szCs w:val="28"/>
          <w:lang w:eastAsia="en-US"/>
        </w:rPr>
        <w:t>З</w:t>
      </w:r>
      <w:r w:rsidRPr="00231A6E">
        <w:rPr>
          <w:szCs w:val="28"/>
          <w:lang w:eastAsia="en-US"/>
        </w:rPr>
        <w:t>акону</w:t>
      </w:r>
    </w:p>
    <w:p w14:paraId="03BB0970" w14:textId="77777777" w:rsidR="0041726A" w:rsidRPr="00231A6E" w:rsidRDefault="0041726A" w:rsidP="0041726A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Ярославской области</w:t>
      </w:r>
    </w:p>
    <w:p w14:paraId="3965C62F" w14:textId="77777777" w:rsidR="0041726A" w:rsidRPr="00231A6E" w:rsidRDefault="0041726A" w:rsidP="0041726A">
      <w:pPr>
        <w:ind w:firstLine="709"/>
        <w:jc w:val="right"/>
        <w:rPr>
          <w:szCs w:val="28"/>
          <w:lang w:eastAsia="en-US"/>
        </w:rPr>
      </w:pPr>
      <w:r w:rsidRPr="00231A6E">
        <w:rPr>
          <w:szCs w:val="28"/>
          <w:lang w:eastAsia="en-US"/>
        </w:rPr>
        <w:t>от 06.05.2010 № 11-з</w:t>
      </w:r>
    </w:p>
    <w:p w14:paraId="1070D145" w14:textId="77777777" w:rsidR="0041726A" w:rsidRPr="00231A6E" w:rsidRDefault="0041726A" w:rsidP="0041726A">
      <w:pPr>
        <w:ind w:firstLine="709"/>
        <w:jc w:val="right"/>
        <w:rPr>
          <w:szCs w:val="28"/>
          <w:lang w:eastAsia="en-US"/>
        </w:rPr>
      </w:pPr>
    </w:p>
    <w:p w14:paraId="409EFED8" w14:textId="5EEBF4CC" w:rsidR="00D666FC" w:rsidRPr="00231A6E" w:rsidRDefault="0041726A" w:rsidP="00DB54DA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 w:rsidRPr="00231A6E">
        <w:rPr>
          <w:b/>
          <w:bCs/>
          <w:szCs w:val="28"/>
        </w:rPr>
        <w:t xml:space="preserve">Описание </w:t>
      </w:r>
      <w:r w:rsidR="00D666FC" w:rsidRPr="00231A6E">
        <w:rPr>
          <w:b/>
          <w:bCs/>
          <w:szCs w:val="28"/>
        </w:rPr>
        <w:t xml:space="preserve">нагрудного </w:t>
      </w:r>
      <w:r w:rsidRPr="00231A6E">
        <w:rPr>
          <w:b/>
          <w:bCs/>
          <w:szCs w:val="28"/>
        </w:rPr>
        <w:t>знака</w:t>
      </w:r>
      <w:r w:rsidR="00DB54DA" w:rsidRPr="00231A6E">
        <w:rPr>
          <w:b/>
          <w:bCs/>
          <w:szCs w:val="28"/>
        </w:rPr>
        <w:t xml:space="preserve"> </w:t>
      </w:r>
      <w:r w:rsidR="00D666FC" w:rsidRPr="00231A6E">
        <w:rPr>
          <w:b/>
          <w:bCs/>
          <w:szCs w:val="28"/>
        </w:rPr>
        <w:t xml:space="preserve">к </w:t>
      </w:r>
      <w:r w:rsidR="00DB54DA" w:rsidRPr="00231A6E">
        <w:rPr>
          <w:b/>
          <w:bCs/>
          <w:szCs w:val="28"/>
        </w:rPr>
        <w:t>почетны</w:t>
      </w:r>
      <w:r w:rsidR="00D666FC" w:rsidRPr="00231A6E">
        <w:rPr>
          <w:b/>
          <w:bCs/>
          <w:szCs w:val="28"/>
        </w:rPr>
        <w:t>м</w:t>
      </w:r>
      <w:r w:rsidRPr="00231A6E">
        <w:rPr>
          <w:b/>
          <w:bCs/>
          <w:szCs w:val="28"/>
        </w:rPr>
        <w:t xml:space="preserve"> </w:t>
      </w:r>
      <w:r w:rsidR="00DB54DA" w:rsidRPr="00231A6E">
        <w:rPr>
          <w:b/>
          <w:bCs/>
          <w:szCs w:val="28"/>
        </w:rPr>
        <w:t>звани</w:t>
      </w:r>
      <w:r w:rsidR="00D666FC" w:rsidRPr="00231A6E">
        <w:rPr>
          <w:b/>
          <w:bCs/>
          <w:szCs w:val="28"/>
        </w:rPr>
        <w:t>ям</w:t>
      </w:r>
    </w:p>
    <w:p w14:paraId="3BCCD6F7" w14:textId="03146623" w:rsidR="0041726A" w:rsidRPr="00231A6E" w:rsidRDefault="0041726A" w:rsidP="00DB54DA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 w:rsidRPr="00231A6E">
        <w:rPr>
          <w:b/>
          <w:bCs/>
          <w:szCs w:val="28"/>
        </w:rPr>
        <w:t>по сферам деятельности</w:t>
      </w:r>
    </w:p>
    <w:p w14:paraId="3C5FA4B6" w14:textId="77777777" w:rsidR="0041726A" w:rsidRPr="00231A6E" w:rsidRDefault="0041726A" w:rsidP="0041726A">
      <w:pPr>
        <w:autoSpaceDE w:val="0"/>
        <w:autoSpaceDN w:val="0"/>
        <w:adjustRightInd w:val="0"/>
        <w:rPr>
          <w:szCs w:val="28"/>
        </w:rPr>
      </w:pPr>
    </w:p>
    <w:p w14:paraId="5445F209" w14:textId="5879A509" w:rsidR="0041726A" w:rsidRPr="00231A6E" w:rsidRDefault="0041726A" w:rsidP="0041726A">
      <w:pPr>
        <w:autoSpaceDE w:val="0"/>
        <w:autoSpaceDN w:val="0"/>
        <w:adjustRightInd w:val="0"/>
        <w:ind w:firstLine="709"/>
        <w:rPr>
          <w:szCs w:val="28"/>
        </w:rPr>
      </w:pPr>
      <w:r w:rsidRPr="00231A6E">
        <w:rPr>
          <w:bCs/>
          <w:szCs w:val="28"/>
        </w:rPr>
        <w:t>Нагрудный</w:t>
      </w:r>
      <w:r w:rsidR="00DB54DA" w:rsidRPr="00231A6E">
        <w:rPr>
          <w:bCs/>
          <w:szCs w:val="28"/>
        </w:rPr>
        <w:t xml:space="preserve"> </w:t>
      </w:r>
      <w:r w:rsidR="00D666FC" w:rsidRPr="00231A6E">
        <w:rPr>
          <w:bCs/>
          <w:szCs w:val="28"/>
        </w:rPr>
        <w:t>з</w:t>
      </w:r>
      <w:r w:rsidRPr="00231A6E">
        <w:rPr>
          <w:bCs/>
          <w:szCs w:val="28"/>
        </w:rPr>
        <w:t xml:space="preserve">нак </w:t>
      </w:r>
      <w:r w:rsidR="00D666FC" w:rsidRPr="00231A6E">
        <w:rPr>
          <w:bCs/>
          <w:szCs w:val="28"/>
        </w:rPr>
        <w:t xml:space="preserve">к </w:t>
      </w:r>
      <w:r w:rsidR="00DB54DA" w:rsidRPr="00231A6E">
        <w:rPr>
          <w:bCs/>
          <w:szCs w:val="28"/>
        </w:rPr>
        <w:t>почетны</w:t>
      </w:r>
      <w:r w:rsidR="00D666FC" w:rsidRPr="00231A6E">
        <w:rPr>
          <w:bCs/>
          <w:szCs w:val="28"/>
        </w:rPr>
        <w:t>м</w:t>
      </w:r>
      <w:r w:rsidR="00DB54DA" w:rsidRPr="00231A6E">
        <w:rPr>
          <w:bCs/>
          <w:szCs w:val="28"/>
        </w:rPr>
        <w:t xml:space="preserve"> звани</w:t>
      </w:r>
      <w:r w:rsidR="00D666FC" w:rsidRPr="00231A6E">
        <w:rPr>
          <w:bCs/>
          <w:szCs w:val="28"/>
        </w:rPr>
        <w:t>ям</w:t>
      </w:r>
      <w:r w:rsidRPr="00231A6E">
        <w:rPr>
          <w:bCs/>
          <w:szCs w:val="28"/>
        </w:rPr>
        <w:t xml:space="preserve"> по сферам деятельности</w:t>
      </w:r>
      <w:r w:rsidRPr="00231A6E">
        <w:rPr>
          <w:szCs w:val="28"/>
        </w:rPr>
        <w:t xml:space="preserve"> представляет собой изготовленный из серебристого металлического сплава полнотелый медальон диаметром 28 мм</w:t>
      </w:r>
      <w:r w:rsidR="004043E6" w:rsidRPr="00231A6E">
        <w:rPr>
          <w:szCs w:val="28"/>
        </w:rPr>
        <w:t>,</w:t>
      </w:r>
      <w:r w:rsidRPr="00231A6E">
        <w:rPr>
          <w:szCs w:val="28"/>
        </w:rPr>
        <w:t xml:space="preserve"> обрамленный венком из лавровых ветвей, крестообразно перевитых внизу лентой. Вверху между концами венка </w:t>
      </w:r>
      <w:r w:rsidR="00E64AE6" w:rsidRPr="00231A6E">
        <w:rPr>
          <w:szCs w:val="28"/>
        </w:rPr>
        <w:t>–</w:t>
      </w:r>
      <w:r w:rsidRPr="00231A6E">
        <w:rPr>
          <w:szCs w:val="28"/>
        </w:rPr>
        <w:t xml:space="preserve"> княжеский венец герба Ярославской области, шапка которого покрыта вертикальной рельефной штриховкой. </w:t>
      </w:r>
    </w:p>
    <w:p w14:paraId="2C32D3D3" w14:textId="41B4CD78" w:rsidR="0041726A" w:rsidRPr="00231A6E" w:rsidRDefault="0041726A" w:rsidP="0041726A">
      <w:pPr>
        <w:autoSpaceDE w:val="0"/>
        <w:autoSpaceDN w:val="0"/>
        <w:adjustRightInd w:val="0"/>
        <w:ind w:firstLine="709"/>
        <w:rPr>
          <w:szCs w:val="28"/>
        </w:rPr>
      </w:pPr>
      <w:r w:rsidRPr="00231A6E">
        <w:rPr>
          <w:szCs w:val="28"/>
        </w:rPr>
        <w:t xml:space="preserve">На лицевой стороне медальона поверх </w:t>
      </w:r>
      <w:proofErr w:type="spellStart"/>
      <w:r w:rsidRPr="00231A6E">
        <w:rPr>
          <w:szCs w:val="28"/>
        </w:rPr>
        <w:t>шестилапого</w:t>
      </w:r>
      <w:proofErr w:type="spellEnd"/>
      <w:r w:rsidRPr="00231A6E">
        <w:rPr>
          <w:szCs w:val="28"/>
        </w:rPr>
        <w:t xml:space="preserve"> креста, между лучами которого расположены сер</w:t>
      </w:r>
      <w:r w:rsidR="00950DA0">
        <w:rPr>
          <w:szCs w:val="28"/>
        </w:rPr>
        <w:t>д</w:t>
      </w:r>
      <w:r w:rsidRPr="00231A6E">
        <w:rPr>
          <w:szCs w:val="28"/>
        </w:rPr>
        <w:t xml:space="preserve">цевидные листья, в центре наложена главная фигура герба Ярославской области – медведь с секирой на плече. </w:t>
      </w:r>
    </w:p>
    <w:p w14:paraId="3C3EB1EF" w14:textId="4CA0CA83" w:rsidR="0041726A" w:rsidRPr="00231A6E" w:rsidRDefault="0041726A" w:rsidP="0041726A">
      <w:pPr>
        <w:autoSpaceDE w:val="0"/>
        <w:autoSpaceDN w:val="0"/>
        <w:adjustRightInd w:val="0"/>
        <w:ind w:firstLine="709"/>
        <w:rPr>
          <w:szCs w:val="28"/>
        </w:rPr>
      </w:pPr>
      <w:r w:rsidRPr="00231A6E">
        <w:rPr>
          <w:szCs w:val="28"/>
        </w:rPr>
        <w:t>На оборотной стороне медальона имеется приспособление для крепления к одежде.</w:t>
      </w:r>
    </w:p>
    <w:p w14:paraId="4F85ED2A" w14:textId="77777777" w:rsidR="0041726A" w:rsidRPr="00231A6E" w:rsidRDefault="0041726A" w:rsidP="0041726A">
      <w:pPr>
        <w:autoSpaceDE w:val="0"/>
        <w:autoSpaceDN w:val="0"/>
        <w:adjustRightInd w:val="0"/>
        <w:ind w:firstLine="709"/>
        <w:rPr>
          <w:szCs w:val="28"/>
        </w:rPr>
      </w:pPr>
    </w:p>
    <w:p w14:paraId="3316E6BD" w14:textId="77777777" w:rsidR="006367AC" w:rsidRDefault="006367AC" w:rsidP="00857891">
      <w:pPr>
        <w:autoSpaceDE w:val="0"/>
        <w:autoSpaceDN w:val="0"/>
        <w:adjustRightInd w:val="0"/>
        <w:ind w:firstLine="0"/>
        <w:jc w:val="center"/>
        <w:outlineLvl w:val="0"/>
        <w:rPr>
          <w:b/>
          <w:bCs/>
          <w:szCs w:val="28"/>
        </w:rPr>
      </w:pPr>
    </w:p>
    <w:p w14:paraId="08A253C1" w14:textId="77777777" w:rsidR="006367AC" w:rsidRDefault="006367AC" w:rsidP="00857891">
      <w:pPr>
        <w:autoSpaceDE w:val="0"/>
        <w:autoSpaceDN w:val="0"/>
        <w:adjustRightInd w:val="0"/>
        <w:ind w:firstLine="0"/>
        <w:jc w:val="center"/>
        <w:outlineLvl w:val="0"/>
        <w:rPr>
          <w:b/>
          <w:bCs/>
          <w:szCs w:val="28"/>
        </w:rPr>
      </w:pPr>
    </w:p>
    <w:p w14:paraId="2DED4F4F" w14:textId="125A4331" w:rsidR="006367AC" w:rsidRDefault="006367AC" w:rsidP="00857891">
      <w:pPr>
        <w:autoSpaceDE w:val="0"/>
        <w:autoSpaceDN w:val="0"/>
        <w:adjustRightInd w:val="0"/>
        <w:ind w:firstLine="0"/>
        <w:jc w:val="center"/>
        <w:outlineLvl w:val="0"/>
        <w:rPr>
          <w:b/>
          <w:bCs/>
          <w:szCs w:val="28"/>
        </w:rPr>
      </w:pPr>
    </w:p>
    <w:p w14:paraId="5E908BF7" w14:textId="0F68435F" w:rsidR="0041726A" w:rsidRPr="00231A6E" w:rsidRDefault="0041726A" w:rsidP="00857891">
      <w:pPr>
        <w:autoSpaceDE w:val="0"/>
        <w:autoSpaceDN w:val="0"/>
        <w:adjustRightInd w:val="0"/>
        <w:ind w:firstLine="0"/>
        <w:jc w:val="center"/>
        <w:outlineLvl w:val="0"/>
        <w:rPr>
          <w:b/>
          <w:bCs/>
          <w:szCs w:val="28"/>
        </w:rPr>
      </w:pPr>
      <w:r w:rsidRPr="00231A6E">
        <w:rPr>
          <w:b/>
          <w:bCs/>
          <w:szCs w:val="28"/>
        </w:rPr>
        <w:lastRenderedPageBreak/>
        <w:t>Изображение нагрудного знака</w:t>
      </w:r>
    </w:p>
    <w:p w14:paraId="6A566A0E" w14:textId="51827D8E" w:rsidR="0041726A" w:rsidRDefault="0041726A" w:rsidP="00857891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31A6E">
        <w:rPr>
          <w:b/>
          <w:bCs/>
          <w:szCs w:val="28"/>
        </w:rPr>
        <w:t xml:space="preserve">к </w:t>
      </w:r>
      <w:r w:rsidR="00DB54DA" w:rsidRPr="00231A6E">
        <w:rPr>
          <w:b/>
          <w:bCs/>
          <w:szCs w:val="28"/>
        </w:rPr>
        <w:t>почетны</w:t>
      </w:r>
      <w:r w:rsidR="00D666FC" w:rsidRPr="00231A6E">
        <w:rPr>
          <w:b/>
          <w:bCs/>
          <w:szCs w:val="28"/>
        </w:rPr>
        <w:t>м</w:t>
      </w:r>
      <w:r w:rsidR="00DB54DA" w:rsidRPr="00231A6E">
        <w:rPr>
          <w:b/>
          <w:bCs/>
          <w:szCs w:val="28"/>
        </w:rPr>
        <w:t xml:space="preserve"> звани</w:t>
      </w:r>
      <w:r w:rsidR="00D666FC" w:rsidRPr="00231A6E">
        <w:rPr>
          <w:b/>
          <w:bCs/>
          <w:szCs w:val="28"/>
        </w:rPr>
        <w:t>ям</w:t>
      </w:r>
      <w:r w:rsidRPr="00231A6E">
        <w:rPr>
          <w:b/>
          <w:bCs/>
          <w:szCs w:val="28"/>
        </w:rPr>
        <w:t xml:space="preserve"> по сферам деятельности</w:t>
      </w:r>
    </w:p>
    <w:p w14:paraId="161781D9" w14:textId="77777777" w:rsidR="004626A6" w:rsidRDefault="004626A6" w:rsidP="00857891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14:paraId="7D842779" w14:textId="38172B09" w:rsidR="004626A6" w:rsidRPr="004626A6" w:rsidRDefault="004626A6" w:rsidP="00857891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 wp14:anchorId="589C0E58" wp14:editId="6D823AD0">
            <wp:extent cx="1499870" cy="1706880"/>
            <wp:effectExtent l="0" t="0" r="508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1706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064E4D" w14:textId="5FC389A8" w:rsidR="00104F70" w:rsidRPr="00231A6E" w:rsidRDefault="004626A6" w:rsidP="004626A6">
      <w:pPr>
        <w:ind w:firstLine="0"/>
        <w:jc w:val="right"/>
        <w:rPr>
          <w:szCs w:val="28"/>
          <w:lang w:eastAsia="en-US"/>
        </w:rPr>
      </w:pPr>
      <w:r>
        <w:rPr>
          <w:szCs w:val="28"/>
          <w:lang w:eastAsia="en-US"/>
        </w:rPr>
        <w:t>».</w:t>
      </w:r>
    </w:p>
    <w:p w14:paraId="602CE289" w14:textId="77777777" w:rsidR="003255CA" w:rsidRDefault="003255CA" w:rsidP="001076CF">
      <w:pPr>
        <w:ind w:firstLine="709"/>
        <w:rPr>
          <w:b/>
          <w:szCs w:val="28"/>
        </w:rPr>
      </w:pPr>
    </w:p>
    <w:p w14:paraId="1F1D4183" w14:textId="658D71AE" w:rsidR="001076CF" w:rsidRPr="00231A6E" w:rsidRDefault="00F761CF" w:rsidP="001076CF">
      <w:pPr>
        <w:ind w:firstLine="709"/>
        <w:rPr>
          <w:b/>
          <w:szCs w:val="28"/>
        </w:rPr>
      </w:pPr>
      <w:r>
        <w:rPr>
          <w:b/>
          <w:szCs w:val="28"/>
        </w:rPr>
        <w:t xml:space="preserve">Статья </w:t>
      </w:r>
      <w:r w:rsidR="003255CA">
        <w:rPr>
          <w:b/>
          <w:szCs w:val="28"/>
        </w:rPr>
        <w:t>2</w:t>
      </w:r>
    </w:p>
    <w:p w14:paraId="4066F6B6" w14:textId="77777777" w:rsidR="001076CF" w:rsidRPr="00231A6E" w:rsidRDefault="001076CF" w:rsidP="001076CF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contextualSpacing/>
        <w:rPr>
          <w:szCs w:val="28"/>
        </w:rPr>
      </w:pPr>
      <w:r w:rsidRPr="00231A6E">
        <w:rPr>
          <w:szCs w:val="28"/>
        </w:rPr>
        <w:t>Настоящий Закон вступает в силу со дня его официального опубликования.</w:t>
      </w:r>
    </w:p>
    <w:p w14:paraId="724673EF" w14:textId="77777777" w:rsidR="00104F70" w:rsidRPr="00231A6E" w:rsidRDefault="00104F70" w:rsidP="001C612A">
      <w:pPr>
        <w:ind w:firstLine="0"/>
        <w:jc w:val="left"/>
        <w:rPr>
          <w:szCs w:val="28"/>
          <w:lang w:eastAsia="en-US"/>
        </w:rPr>
      </w:pPr>
    </w:p>
    <w:p w14:paraId="76304FC2" w14:textId="0D65B115" w:rsidR="00104F70" w:rsidRPr="00231A6E" w:rsidRDefault="00104F70" w:rsidP="001C612A">
      <w:pPr>
        <w:ind w:firstLine="0"/>
        <w:jc w:val="left"/>
        <w:rPr>
          <w:szCs w:val="28"/>
          <w:lang w:eastAsia="en-US"/>
        </w:rPr>
      </w:pPr>
    </w:p>
    <w:p w14:paraId="11472F79" w14:textId="77777777" w:rsidR="001F060E" w:rsidRPr="00231A6E" w:rsidRDefault="001F060E" w:rsidP="001C612A">
      <w:pPr>
        <w:ind w:firstLine="0"/>
        <w:jc w:val="left"/>
        <w:rPr>
          <w:szCs w:val="28"/>
          <w:lang w:eastAsia="en-US"/>
        </w:rPr>
      </w:pPr>
    </w:p>
    <w:p w14:paraId="73AEF354" w14:textId="606AA45C" w:rsidR="001C612A" w:rsidRPr="00231A6E" w:rsidRDefault="001C612A" w:rsidP="001C612A">
      <w:pPr>
        <w:ind w:firstLine="0"/>
        <w:jc w:val="left"/>
        <w:rPr>
          <w:szCs w:val="28"/>
          <w:lang w:eastAsia="en-US"/>
        </w:rPr>
      </w:pPr>
      <w:r w:rsidRPr="00231A6E">
        <w:rPr>
          <w:szCs w:val="28"/>
          <w:lang w:eastAsia="en-US"/>
        </w:rPr>
        <w:t>Губернатор</w:t>
      </w:r>
    </w:p>
    <w:p w14:paraId="19B9CF8F" w14:textId="04AA1BA5" w:rsidR="001C612A" w:rsidRPr="00231A6E" w:rsidRDefault="001C612A" w:rsidP="001C612A">
      <w:pPr>
        <w:ind w:firstLine="0"/>
        <w:jc w:val="left"/>
        <w:rPr>
          <w:szCs w:val="28"/>
          <w:lang w:eastAsia="en-US"/>
        </w:rPr>
      </w:pPr>
      <w:r w:rsidRPr="00231A6E">
        <w:rPr>
          <w:szCs w:val="28"/>
          <w:lang w:eastAsia="en-US"/>
        </w:rPr>
        <w:t>Ярославской области</w:t>
      </w:r>
      <w:r w:rsidRPr="00231A6E">
        <w:rPr>
          <w:szCs w:val="28"/>
          <w:lang w:eastAsia="en-US"/>
        </w:rPr>
        <w:tab/>
      </w:r>
      <w:r w:rsidRPr="00231A6E">
        <w:rPr>
          <w:szCs w:val="28"/>
          <w:lang w:eastAsia="en-US"/>
        </w:rPr>
        <w:tab/>
      </w:r>
      <w:r w:rsidRPr="00231A6E">
        <w:rPr>
          <w:szCs w:val="28"/>
          <w:lang w:eastAsia="en-US"/>
        </w:rPr>
        <w:tab/>
      </w:r>
      <w:r w:rsidRPr="00231A6E">
        <w:rPr>
          <w:szCs w:val="28"/>
          <w:lang w:eastAsia="en-US"/>
        </w:rPr>
        <w:tab/>
      </w:r>
      <w:r w:rsidRPr="00231A6E">
        <w:rPr>
          <w:szCs w:val="28"/>
          <w:lang w:eastAsia="en-US"/>
        </w:rPr>
        <w:tab/>
      </w:r>
      <w:r w:rsidRPr="00231A6E">
        <w:rPr>
          <w:szCs w:val="28"/>
          <w:lang w:eastAsia="en-US"/>
        </w:rPr>
        <w:tab/>
      </w:r>
      <w:r w:rsidRPr="00231A6E">
        <w:rPr>
          <w:szCs w:val="28"/>
          <w:lang w:eastAsia="en-US"/>
        </w:rPr>
        <w:tab/>
      </w:r>
      <w:r w:rsidRPr="00231A6E">
        <w:rPr>
          <w:szCs w:val="28"/>
          <w:lang w:eastAsia="en-US"/>
        </w:rPr>
        <w:tab/>
        <w:t xml:space="preserve">М.Я. </w:t>
      </w:r>
      <w:proofErr w:type="spellStart"/>
      <w:r w:rsidRPr="00231A6E">
        <w:rPr>
          <w:szCs w:val="28"/>
          <w:lang w:eastAsia="en-US"/>
        </w:rPr>
        <w:t>Евраев</w:t>
      </w:r>
      <w:proofErr w:type="spellEnd"/>
    </w:p>
    <w:p w14:paraId="085C661D" w14:textId="27BFC8EB" w:rsidR="001C612A" w:rsidRDefault="001C612A" w:rsidP="001C612A">
      <w:pPr>
        <w:ind w:firstLine="0"/>
        <w:jc w:val="left"/>
        <w:rPr>
          <w:szCs w:val="28"/>
          <w:lang w:eastAsia="en-US"/>
        </w:rPr>
      </w:pPr>
    </w:p>
    <w:p w14:paraId="038BA535" w14:textId="77777777" w:rsidR="00792827" w:rsidRPr="00231A6E" w:rsidRDefault="00792827" w:rsidP="001C612A">
      <w:pPr>
        <w:ind w:firstLine="0"/>
        <w:jc w:val="left"/>
        <w:rPr>
          <w:szCs w:val="28"/>
          <w:lang w:eastAsia="en-US"/>
        </w:rPr>
      </w:pPr>
    </w:p>
    <w:p w14:paraId="57E3EDA7" w14:textId="31B43F7F" w:rsidR="001C612A" w:rsidRPr="00231A6E" w:rsidRDefault="001C612A" w:rsidP="001C612A">
      <w:pPr>
        <w:ind w:firstLine="0"/>
        <w:jc w:val="left"/>
        <w:rPr>
          <w:szCs w:val="28"/>
          <w:lang w:eastAsia="en-US"/>
        </w:rPr>
      </w:pPr>
      <w:r w:rsidRPr="00231A6E">
        <w:rPr>
          <w:szCs w:val="28"/>
          <w:lang w:eastAsia="en-US"/>
        </w:rPr>
        <w:t>«____</w:t>
      </w:r>
      <w:proofErr w:type="gramStart"/>
      <w:r w:rsidRPr="00231A6E">
        <w:rPr>
          <w:szCs w:val="28"/>
          <w:lang w:eastAsia="en-US"/>
        </w:rPr>
        <w:t>_»_</w:t>
      </w:r>
      <w:proofErr w:type="gramEnd"/>
      <w:r w:rsidRPr="00231A6E">
        <w:rPr>
          <w:szCs w:val="28"/>
          <w:lang w:eastAsia="en-US"/>
        </w:rPr>
        <w:t>____________ 202</w:t>
      </w:r>
      <w:r w:rsidR="001D077E">
        <w:rPr>
          <w:szCs w:val="28"/>
          <w:lang w:eastAsia="en-US"/>
        </w:rPr>
        <w:t>6</w:t>
      </w:r>
      <w:r w:rsidRPr="00231A6E">
        <w:rPr>
          <w:szCs w:val="28"/>
          <w:lang w:eastAsia="en-US"/>
        </w:rPr>
        <w:t xml:space="preserve"> г.</w:t>
      </w:r>
    </w:p>
    <w:p w14:paraId="5E20F995" w14:textId="77777777" w:rsidR="001C612A" w:rsidRPr="00D457F3" w:rsidRDefault="001C612A" w:rsidP="001C612A">
      <w:pPr>
        <w:ind w:firstLine="0"/>
        <w:jc w:val="left"/>
        <w:rPr>
          <w:szCs w:val="28"/>
          <w:lang w:eastAsia="en-US"/>
        </w:rPr>
      </w:pPr>
    </w:p>
    <w:p w14:paraId="3159890B" w14:textId="3213A1C5" w:rsidR="001C612A" w:rsidRPr="00D0299B" w:rsidRDefault="001C612A" w:rsidP="001C612A">
      <w:pPr>
        <w:ind w:firstLine="0"/>
        <w:jc w:val="left"/>
        <w:rPr>
          <w:szCs w:val="28"/>
          <w:lang w:eastAsia="en-US"/>
        </w:rPr>
      </w:pPr>
      <w:r w:rsidRPr="001C612A">
        <w:rPr>
          <w:szCs w:val="28"/>
          <w:lang w:eastAsia="en-US"/>
        </w:rPr>
        <w:t>№ _______</w:t>
      </w:r>
    </w:p>
    <w:sectPr w:rsidR="001C612A" w:rsidRPr="00D0299B" w:rsidSect="00285029">
      <w:headerReference w:type="default" r:id="rId10"/>
      <w:pgSz w:w="11906" w:h="16838" w:code="9"/>
      <w:pgMar w:top="568" w:right="680" w:bottom="851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2C580" w14:textId="77777777" w:rsidR="00020137" w:rsidRDefault="00020137">
      <w:r>
        <w:separator/>
      </w:r>
    </w:p>
    <w:p w14:paraId="14BF797F" w14:textId="77777777" w:rsidR="00020137" w:rsidRDefault="00020137"/>
    <w:p w14:paraId="10A4C73E" w14:textId="77777777" w:rsidR="00020137" w:rsidRDefault="00020137"/>
  </w:endnote>
  <w:endnote w:type="continuationSeparator" w:id="0">
    <w:p w14:paraId="6ABB0C1F" w14:textId="77777777" w:rsidR="00020137" w:rsidRDefault="00020137">
      <w:r>
        <w:continuationSeparator/>
      </w:r>
    </w:p>
    <w:p w14:paraId="24CCF3E7" w14:textId="77777777" w:rsidR="00020137" w:rsidRDefault="00020137"/>
    <w:p w14:paraId="65B5BB4F" w14:textId="77777777" w:rsidR="00020137" w:rsidRDefault="000201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BC822" w14:textId="77777777" w:rsidR="00020137" w:rsidRDefault="00020137">
      <w:r>
        <w:separator/>
      </w:r>
    </w:p>
    <w:p w14:paraId="24698A88" w14:textId="77777777" w:rsidR="00020137" w:rsidRDefault="00020137"/>
    <w:p w14:paraId="7FF45680" w14:textId="77777777" w:rsidR="00020137" w:rsidRDefault="00020137"/>
  </w:footnote>
  <w:footnote w:type="continuationSeparator" w:id="0">
    <w:p w14:paraId="3DC90C2E" w14:textId="77777777" w:rsidR="00020137" w:rsidRDefault="00020137">
      <w:r>
        <w:continuationSeparator/>
      </w:r>
    </w:p>
    <w:p w14:paraId="64E51394" w14:textId="77777777" w:rsidR="00020137" w:rsidRDefault="00020137"/>
    <w:p w14:paraId="432D10EC" w14:textId="77777777" w:rsidR="00020137" w:rsidRDefault="000201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659E0" w14:textId="213BC675" w:rsidR="00020137" w:rsidRDefault="00020137" w:rsidP="00A9669F">
    <w:pPr>
      <w:pStyle w:val="a6"/>
      <w:jc w:val="center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FB4DCD" w:rsidRPr="00FB4DCD">
      <w:rPr>
        <w:noProof/>
        <w:lang w:val="ru-RU"/>
      </w:rPr>
      <w:t>30</w:t>
    </w:r>
    <w:r>
      <w:fldChar w:fldCharType="end"/>
    </w:r>
  </w:p>
  <w:p w14:paraId="6C92C7A1" w14:textId="77777777" w:rsidR="00020137" w:rsidRPr="00280B54" w:rsidRDefault="00020137" w:rsidP="00A9669F">
    <w:pPr>
      <w:pStyle w:val="a6"/>
      <w:jc w:val="center"/>
      <w:rPr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6B3C"/>
    <w:multiLevelType w:val="hybridMultilevel"/>
    <w:tmpl w:val="4508C630"/>
    <w:lvl w:ilvl="0" w:tplc="F94C7372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7DC43F8"/>
    <w:multiLevelType w:val="hybridMultilevel"/>
    <w:tmpl w:val="0616CFF4"/>
    <w:lvl w:ilvl="0" w:tplc="985C7DAE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3A6C67"/>
    <w:multiLevelType w:val="hybridMultilevel"/>
    <w:tmpl w:val="C14290D2"/>
    <w:lvl w:ilvl="0" w:tplc="51905F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795784"/>
    <w:multiLevelType w:val="hybridMultilevel"/>
    <w:tmpl w:val="32DA49B2"/>
    <w:lvl w:ilvl="0" w:tplc="1B54CF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08457B"/>
    <w:multiLevelType w:val="hybridMultilevel"/>
    <w:tmpl w:val="862E1052"/>
    <w:lvl w:ilvl="0" w:tplc="2A1A881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7" w15:restartNumberingAfterBreak="0">
    <w:nsid w:val="23066367"/>
    <w:multiLevelType w:val="hybridMultilevel"/>
    <w:tmpl w:val="646625D6"/>
    <w:lvl w:ilvl="0" w:tplc="65D61D1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5F968F0"/>
    <w:multiLevelType w:val="hybridMultilevel"/>
    <w:tmpl w:val="378C4B1E"/>
    <w:lvl w:ilvl="0" w:tplc="B81EC9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81735D7"/>
    <w:multiLevelType w:val="hybridMultilevel"/>
    <w:tmpl w:val="898C5776"/>
    <w:lvl w:ilvl="0" w:tplc="EC96DE10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B56908"/>
    <w:multiLevelType w:val="hybridMultilevel"/>
    <w:tmpl w:val="AD868040"/>
    <w:lvl w:ilvl="0" w:tplc="23DC0AA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7090222"/>
    <w:multiLevelType w:val="hybridMultilevel"/>
    <w:tmpl w:val="87FC4F58"/>
    <w:lvl w:ilvl="0" w:tplc="F99C67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8100D23"/>
    <w:multiLevelType w:val="multilevel"/>
    <w:tmpl w:val="A992DB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39F956EA"/>
    <w:multiLevelType w:val="hybridMultilevel"/>
    <w:tmpl w:val="7C1CAE48"/>
    <w:lvl w:ilvl="0" w:tplc="C8A27F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1117D23"/>
    <w:multiLevelType w:val="hybridMultilevel"/>
    <w:tmpl w:val="0E88FB3C"/>
    <w:lvl w:ilvl="0" w:tplc="4CBC601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80C4F25"/>
    <w:multiLevelType w:val="hybridMultilevel"/>
    <w:tmpl w:val="4B1279CA"/>
    <w:lvl w:ilvl="0" w:tplc="0AA6E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8A71A8F"/>
    <w:multiLevelType w:val="hybridMultilevel"/>
    <w:tmpl w:val="0D2EDC22"/>
    <w:lvl w:ilvl="0" w:tplc="786EB1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8" w15:restartNumberingAfterBreak="0">
    <w:nsid w:val="71383A99"/>
    <w:multiLevelType w:val="hybridMultilevel"/>
    <w:tmpl w:val="9A846A62"/>
    <w:lvl w:ilvl="0" w:tplc="C3E84F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B01962"/>
    <w:multiLevelType w:val="hybridMultilevel"/>
    <w:tmpl w:val="1078366A"/>
    <w:lvl w:ilvl="0" w:tplc="719C0C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C145473"/>
    <w:multiLevelType w:val="hybridMultilevel"/>
    <w:tmpl w:val="B180F77C"/>
    <w:lvl w:ilvl="0" w:tplc="1CB24D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21"/>
  </w:num>
  <w:num w:numId="3">
    <w:abstractNumId w:val="6"/>
  </w:num>
  <w:num w:numId="4">
    <w:abstractNumId w:val="1"/>
  </w:num>
  <w:num w:numId="5">
    <w:abstractNumId w:val="11"/>
  </w:num>
  <w:num w:numId="6">
    <w:abstractNumId w:val="13"/>
  </w:num>
  <w:num w:numId="7">
    <w:abstractNumId w:val="18"/>
  </w:num>
  <w:num w:numId="8">
    <w:abstractNumId w:val="9"/>
  </w:num>
  <w:num w:numId="9">
    <w:abstractNumId w:val="0"/>
  </w:num>
  <w:num w:numId="10">
    <w:abstractNumId w:val="16"/>
  </w:num>
  <w:num w:numId="11">
    <w:abstractNumId w:val="4"/>
  </w:num>
  <w:num w:numId="12">
    <w:abstractNumId w:val="19"/>
  </w:num>
  <w:num w:numId="13">
    <w:abstractNumId w:val="2"/>
  </w:num>
  <w:num w:numId="14">
    <w:abstractNumId w:val="3"/>
  </w:num>
  <w:num w:numId="15">
    <w:abstractNumId w:val="15"/>
  </w:num>
  <w:num w:numId="16">
    <w:abstractNumId w:val="12"/>
  </w:num>
  <w:num w:numId="17">
    <w:abstractNumId w:val="7"/>
  </w:num>
  <w:num w:numId="18">
    <w:abstractNumId w:val="10"/>
  </w:num>
  <w:num w:numId="19">
    <w:abstractNumId w:val="14"/>
  </w:num>
  <w:num w:numId="20">
    <w:abstractNumId w:val="20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3E3"/>
    <w:rsid w:val="000005F7"/>
    <w:rsid w:val="00001323"/>
    <w:rsid w:val="0000164D"/>
    <w:rsid w:val="00001828"/>
    <w:rsid w:val="00001BD4"/>
    <w:rsid w:val="00001D77"/>
    <w:rsid w:val="00002F3A"/>
    <w:rsid w:val="00002F6F"/>
    <w:rsid w:val="00003B55"/>
    <w:rsid w:val="00003BE5"/>
    <w:rsid w:val="000045B1"/>
    <w:rsid w:val="00004976"/>
    <w:rsid w:val="00004C72"/>
    <w:rsid w:val="00004F5B"/>
    <w:rsid w:val="0000505C"/>
    <w:rsid w:val="00005729"/>
    <w:rsid w:val="00005AE2"/>
    <w:rsid w:val="00005F15"/>
    <w:rsid w:val="000062E8"/>
    <w:rsid w:val="000067BD"/>
    <w:rsid w:val="00006DEC"/>
    <w:rsid w:val="00006FD5"/>
    <w:rsid w:val="00007AE4"/>
    <w:rsid w:val="00007E4B"/>
    <w:rsid w:val="0001164B"/>
    <w:rsid w:val="0001208C"/>
    <w:rsid w:val="000125CC"/>
    <w:rsid w:val="00012662"/>
    <w:rsid w:val="00012F16"/>
    <w:rsid w:val="00012F48"/>
    <w:rsid w:val="000130C6"/>
    <w:rsid w:val="000132D4"/>
    <w:rsid w:val="000133C2"/>
    <w:rsid w:val="000133C7"/>
    <w:rsid w:val="00014BC8"/>
    <w:rsid w:val="00014DFB"/>
    <w:rsid w:val="00014E03"/>
    <w:rsid w:val="00015076"/>
    <w:rsid w:val="0001529D"/>
    <w:rsid w:val="00015A9D"/>
    <w:rsid w:val="00015C0B"/>
    <w:rsid w:val="00020137"/>
    <w:rsid w:val="00021679"/>
    <w:rsid w:val="000218D6"/>
    <w:rsid w:val="00022012"/>
    <w:rsid w:val="00023B93"/>
    <w:rsid w:val="0002491A"/>
    <w:rsid w:val="000252C2"/>
    <w:rsid w:val="0002578A"/>
    <w:rsid w:val="00025C1F"/>
    <w:rsid w:val="00025FC4"/>
    <w:rsid w:val="000266D8"/>
    <w:rsid w:val="00026A8B"/>
    <w:rsid w:val="00027541"/>
    <w:rsid w:val="000277CD"/>
    <w:rsid w:val="00030179"/>
    <w:rsid w:val="00030990"/>
    <w:rsid w:val="00030BA5"/>
    <w:rsid w:val="00030F50"/>
    <w:rsid w:val="00031114"/>
    <w:rsid w:val="00031876"/>
    <w:rsid w:val="000318E7"/>
    <w:rsid w:val="0003208B"/>
    <w:rsid w:val="000344C2"/>
    <w:rsid w:val="00034724"/>
    <w:rsid w:val="00034AD0"/>
    <w:rsid w:val="00034BE8"/>
    <w:rsid w:val="00035327"/>
    <w:rsid w:val="00035690"/>
    <w:rsid w:val="0003640F"/>
    <w:rsid w:val="00037539"/>
    <w:rsid w:val="00037C58"/>
    <w:rsid w:val="00037D6A"/>
    <w:rsid w:val="00037D85"/>
    <w:rsid w:val="00040171"/>
    <w:rsid w:val="00040BDB"/>
    <w:rsid w:val="00041073"/>
    <w:rsid w:val="000416EF"/>
    <w:rsid w:val="00041936"/>
    <w:rsid w:val="00041C96"/>
    <w:rsid w:val="00041E8F"/>
    <w:rsid w:val="00041EA2"/>
    <w:rsid w:val="000426D8"/>
    <w:rsid w:val="000430AB"/>
    <w:rsid w:val="000447E4"/>
    <w:rsid w:val="00044DB5"/>
    <w:rsid w:val="00044F1C"/>
    <w:rsid w:val="00045143"/>
    <w:rsid w:val="00045F94"/>
    <w:rsid w:val="0004622F"/>
    <w:rsid w:val="00046A8D"/>
    <w:rsid w:val="000471EE"/>
    <w:rsid w:val="0004725A"/>
    <w:rsid w:val="000477BE"/>
    <w:rsid w:val="00050727"/>
    <w:rsid w:val="000508B5"/>
    <w:rsid w:val="000509A5"/>
    <w:rsid w:val="00052406"/>
    <w:rsid w:val="00052829"/>
    <w:rsid w:val="000532B6"/>
    <w:rsid w:val="000532FF"/>
    <w:rsid w:val="0005399D"/>
    <w:rsid w:val="00053C14"/>
    <w:rsid w:val="00054564"/>
    <w:rsid w:val="000546ED"/>
    <w:rsid w:val="00054FBB"/>
    <w:rsid w:val="0005523C"/>
    <w:rsid w:val="00055630"/>
    <w:rsid w:val="0005589D"/>
    <w:rsid w:val="00055CBE"/>
    <w:rsid w:val="00055E95"/>
    <w:rsid w:val="00055ED2"/>
    <w:rsid w:val="00055F6F"/>
    <w:rsid w:val="00056106"/>
    <w:rsid w:val="0005631E"/>
    <w:rsid w:val="000565E3"/>
    <w:rsid w:val="000569CE"/>
    <w:rsid w:val="000575E1"/>
    <w:rsid w:val="000577B0"/>
    <w:rsid w:val="00057849"/>
    <w:rsid w:val="000579C0"/>
    <w:rsid w:val="00057AE9"/>
    <w:rsid w:val="000615B5"/>
    <w:rsid w:val="0006180F"/>
    <w:rsid w:val="000622AC"/>
    <w:rsid w:val="00062732"/>
    <w:rsid w:val="00062A65"/>
    <w:rsid w:val="000631F4"/>
    <w:rsid w:val="00063360"/>
    <w:rsid w:val="00064B08"/>
    <w:rsid w:val="00064B92"/>
    <w:rsid w:val="000658BF"/>
    <w:rsid w:val="00065FB2"/>
    <w:rsid w:val="000662E1"/>
    <w:rsid w:val="000668A2"/>
    <w:rsid w:val="00066987"/>
    <w:rsid w:val="00067DA3"/>
    <w:rsid w:val="000702E4"/>
    <w:rsid w:val="00071481"/>
    <w:rsid w:val="000714DD"/>
    <w:rsid w:val="00071841"/>
    <w:rsid w:val="00071926"/>
    <w:rsid w:val="000732F7"/>
    <w:rsid w:val="0007397C"/>
    <w:rsid w:val="00075D48"/>
    <w:rsid w:val="00075EFC"/>
    <w:rsid w:val="00075FF6"/>
    <w:rsid w:val="00076B03"/>
    <w:rsid w:val="00076B9B"/>
    <w:rsid w:val="0007727E"/>
    <w:rsid w:val="000772B0"/>
    <w:rsid w:val="0008078A"/>
    <w:rsid w:val="00081C80"/>
    <w:rsid w:val="00081D97"/>
    <w:rsid w:val="00082258"/>
    <w:rsid w:val="00082764"/>
    <w:rsid w:val="00082C94"/>
    <w:rsid w:val="00082E8D"/>
    <w:rsid w:val="00083ADF"/>
    <w:rsid w:val="00084029"/>
    <w:rsid w:val="000843D0"/>
    <w:rsid w:val="0008493C"/>
    <w:rsid w:val="00084A62"/>
    <w:rsid w:val="00084BD5"/>
    <w:rsid w:val="000855E9"/>
    <w:rsid w:val="00085BCF"/>
    <w:rsid w:val="000868BC"/>
    <w:rsid w:val="000869B3"/>
    <w:rsid w:val="00086DC5"/>
    <w:rsid w:val="00087995"/>
    <w:rsid w:val="00090EC4"/>
    <w:rsid w:val="0009122C"/>
    <w:rsid w:val="000917CF"/>
    <w:rsid w:val="00091F6E"/>
    <w:rsid w:val="00092089"/>
    <w:rsid w:val="0009324F"/>
    <w:rsid w:val="00093B02"/>
    <w:rsid w:val="00093FD0"/>
    <w:rsid w:val="000940F8"/>
    <w:rsid w:val="00094BC5"/>
    <w:rsid w:val="00094F6F"/>
    <w:rsid w:val="000953A6"/>
    <w:rsid w:val="000960A3"/>
    <w:rsid w:val="00096EC9"/>
    <w:rsid w:val="000A01E7"/>
    <w:rsid w:val="000A0776"/>
    <w:rsid w:val="000A081E"/>
    <w:rsid w:val="000A0D51"/>
    <w:rsid w:val="000A0EE9"/>
    <w:rsid w:val="000A0F2E"/>
    <w:rsid w:val="000A0F52"/>
    <w:rsid w:val="000A0FC6"/>
    <w:rsid w:val="000A2D30"/>
    <w:rsid w:val="000A351A"/>
    <w:rsid w:val="000A35A2"/>
    <w:rsid w:val="000A37C4"/>
    <w:rsid w:val="000A383E"/>
    <w:rsid w:val="000A3A72"/>
    <w:rsid w:val="000A4127"/>
    <w:rsid w:val="000A52B3"/>
    <w:rsid w:val="000A58E6"/>
    <w:rsid w:val="000A5F7B"/>
    <w:rsid w:val="000A644D"/>
    <w:rsid w:val="000A6A85"/>
    <w:rsid w:val="000B13F7"/>
    <w:rsid w:val="000B1D51"/>
    <w:rsid w:val="000B23ED"/>
    <w:rsid w:val="000B2B0C"/>
    <w:rsid w:val="000B2F3F"/>
    <w:rsid w:val="000B321A"/>
    <w:rsid w:val="000B388C"/>
    <w:rsid w:val="000B3E6A"/>
    <w:rsid w:val="000B3EA4"/>
    <w:rsid w:val="000B5421"/>
    <w:rsid w:val="000B66EF"/>
    <w:rsid w:val="000B6E65"/>
    <w:rsid w:val="000B7053"/>
    <w:rsid w:val="000B7D2F"/>
    <w:rsid w:val="000B7F34"/>
    <w:rsid w:val="000C1690"/>
    <w:rsid w:val="000C178B"/>
    <w:rsid w:val="000C19CE"/>
    <w:rsid w:val="000C2DDA"/>
    <w:rsid w:val="000C30F9"/>
    <w:rsid w:val="000C36D9"/>
    <w:rsid w:val="000C3854"/>
    <w:rsid w:val="000C41A6"/>
    <w:rsid w:val="000C437C"/>
    <w:rsid w:val="000C4631"/>
    <w:rsid w:val="000C5F39"/>
    <w:rsid w:val="000C661B"/>
    <w:rsid w:val="000C68DC"/>
    <w:rsid w:val="000C77D2"/>
    <w:rsid w:val="000C7F9F"/>
    <w:rsid w:val="000D0FE8"/>
    <w:rsid w:val="000D18DD"/>
    <w:rsid w:val="000D1AA9"/>
    <w:rsid w:val="000D1BAF"/>
    <w:rsid w:val="000D3290"/>
    <w:rsid w:val="000D3612"/>
    <w:rsid w:val="000D3AA2"/>
    <w:rsid w:val="000D49DD"/>
    <w:rsid w:val="000D4A57"/>
    <w:rsid w:val="000D5489"/>
    <w:rsid w:val="000D56DE"/>
    <w:rsid w:val="000D6225"/>
    <w:rsid w:val="000D666A"/>
    <w:rsid w:val="000D6C6B"/>
    <w:rsid w:val="000D6CC6"/>
    <w:rsid w:val="000D7868"/>
    <w:rsid w:val="000D7FBD"/>
    <w:rsid w:val="000E034E"/>
    <w:rsid w:val="000E0C6D"/>
    <w:rsid w:val="000E0D32"/>
    <w:rsid w:val="000E1259"/>
    <w:rsid w:val="000E16D9"/>
    <w:rsid w:val="000E1908"/>
    <w:rsid w:val="000E1D93"/>
    <w:rsid w:val="000E28AD"/>
    <w:rsid w:val="000E2B1C"/>
    <w:rsid w:val="000E31D3"/>
    <w:rsid w:val="000E364C"/>
    <w:rsid w:val="000E424C"/>
    <w:rsid w:val="000E494E"/>
    <w:rsid w:val="000E65AC"/>
    <w:rsid w:val="000E7733"/>
    <w:rsid w:val="000E77FF"/>
    <w:rsid w:val="000E7B9C"/>
    <w:rsid w:val="000E7C24"/>
    <w:rsid w:val="000F016F"/>
    <w:rsid w:val="000F0EBC"/>
    <w:rsid w:val="000F0F65"/>
    <w:rsid w:val="000F10CC"/>
    <w:rsid w:val="000F166E"/>
    <w:rsid w:val="000F1C45"/>
    <w:rsid w:val="000F1C91"/>
    <w:rsid w:val="000F1D54"/>
    <w:rsid w:val="000F30F5"/>
    <w:rsid w:val="000F4451"/>
    <w:rsid w:val="000F44A3"/>
    <w:rsid w:val="000F4663"/>
    <w:rsid w:val="000F51A0"/>
    <w:rsid w:val="000F52EB"/>
    <w:rsid w:val="000F612D"/>
    <w:rsid w:val="000F658E"/>
    <w:rsid w:val="000F65B5"/>
    <w:rsid w:val="000F66CC"/>
    <w:rsid w:val="000F7CFA"/>
    <w:rsid w:val="000F7FD2"/>
    <w:rsid w:val="00100446"/>
    <w:rsid w:val="001007E5"/>
    <w:rsid w:val="00101856"/>
    <w:rsid w:val="00101F7A"/>
    <w:rsid w:val="00102FDF"/>
    <w:rsid w:val="001032B7"/>
    <w:rsid w:val="001038C4"/>
    <w:rsid w:val="00103AEF"/>
    <w:rsid w:val="00103CA8"/>
    <w:rsid w:val="00103F2B"/>
    <w:rsid w:val="001049BB"/>
    <w:rsid w:val="00104C09"/>
    <w:rsid w:val="00104F70"/>
    <w:rsid w:val="001058E5"/>
    <w:rsid w:val="00105CF5"/>
    <w:rsid w:val="00105DDA"/>
    <w:rsid w:val="00106063"/>
    <w:rsid w:val="00106270"/>
    <w:rsid w:val="00106563"/>
    <w:rsid w:val="001071F8"/>
    <w:rsid w:val="001076CF"/>
    <w:rsid w:val="00107BEE"/>
    <w:rsid w:val="00110123"/>
    <w:rsid w:val="001102C9"/>
    <w:rsid w:val="001104B9"/>
    <w:rsid w:val="0011117D"/>
    <w:rsid w:val="00111362"/>
    <w:rsid w:val="001114BB"/>
    <w:rsid w:val="00111926"/>
    <w:rsid w:val="001122D5"/>
    <w:rsid w:val="0011336E"/>
    <w:rsid w:val="001142FD"/>
    <w:rsid w:val="00114792"/>
    <w:rsid w:val="0011479F"/>
    <w:rsid w:val="0011482F"/>
    <w:rsid w:val="0011515B"/>
    <w:rsid w:val="001159A3"/>
    <w:rsid w:val="001163F6"/>
    <w:rsid w:val="00117CD6"/>
    <w:rsid w:val="00120A40"/>
    <w:rsid w:val="00120EFB"/>
    <w:rsid w:val="00122107"/>
    <w:rsid w:val="001221CC"/>
    <w:rsid w:val="001229C4"/>
    <w:rsid w:val="00123DB5"/>
    <w:rsid w:val="00124407"/>
    <w:rsid w:val="001246E7"/>
    <w:rsid w:val="00124BDE"/>
    <w:rsid w:val="001256C4"/>
    <w:rsid w:val="00125912"/>
    <w:rsid w:val="0012620F"/>
    <w:rsid w:val="00126371"/>
    <w:rsid w:val="001263D2"/>
    <w:rsid w:val="00126774"/>
    <w:rsid w:val="00126998"/>
    <w:rsid w:val="00126FE8"/>
    <w:rsid w:val="00127493"/>
    <w:rsid w:val="00127B9F"/>
    <w:rsid w:val="00127C51"/>
    <w:rsid w:val="00130DF9"/>
    <w:rsid w:val="00131E30"/>
    <w:rsid w:val="00131F7A"/>
    <w:rsid w:val="00132321"/>
    <w:rsid w:val="00132BB8"/>
    <w:rsid w:val="00132EE2"/>
    <w:rsid w:val="0013325C"/>
    <w:rsid w:val="001333DB"/>
    <w:rsid w:val="00133834"/>
    <w:rsid w:val="00133F54"/>
    <w:rsid w:val="001348AF"/>
    <w:rsid w:val="00134910"/>
    <w:rsid w:val="001365C6"/>
    <w:rsid w:val="001365E8"/>
    <w:rsid w:val="0013681E"/>
    <w:rsid w:val="00136C9F"/>
    <w:rsid w:val="0013720B"/>
    <w:rsid w:val="00137BA8"/>
    <w:rsid w:val="00137C90"/>
    <w:rsid w:val="00137E2C"/>
    <w:rsid w:val="00140714"/>
    <w:rsid w:val="00140C5C"/>
    <w:rsid w:val="00142BF0"/>
    <w:rsid w:val="001435BA"/>
    <w:rsid w:val="00143E22"/>
    <w:rsid w:val="001442CA"/>
    <w:rsid w:val="00144A87"/>
    <w:rsid w:val="00145211"/>
    <w:rsid w:val="001453DB"/>
    <w:rsid w:val="001464F9"/>
    <w:rsid w:val="00146D18"/>
    <w:rsid w:val="0014722E"/>
    <w:rsid w:val="00147526"/>
    <w:rsid w:val="00147810"/>
    <w:rsid w:val="0015065E"/>
    <w:rsid w:val="0015107F"/>
    <w:rsid w:val="00151178"/>
    <w:rsid w:val="00151CFA"/>
    <w:rsid w:val="00151EF2"/>
    <w:rsid w:val="001531C7"/>
    <w:rsid w:val="001536E4"/>
    <w:rsid w:val="00153E93"/>
    <w:rsid w:val="00154D08"/>
    <w:rsid w:val="0015503C"/>
    <w:rsid w:val="00156226"/>
    <w:rsid w:val="0015679A"/>
    <w:rsid w:val="0015683C"/>
    <w:rsid w:val="0015683F"/>
    <w:rsid w:val="00156A0F"/>
    <w:rsid w:val="00156D18"/>
    <w:rsid w:val="00160292"/>
    <w:rsid w:val="00160B1C"/>
    <w:rsid w:val="0016106B"/>
    <w:rsid w:val="00161E6C"/>
    <w:rsid w:val="0016206B"/>
    <w:rsid w:val="00162103"/>
    <w:rsid w:val="0016252E"/>
    <w:rsid w:val="001625EE"/>
    <w:rsid w:val="00162BF0"/>
    <w:rsid w:val="001642E2"/>
    <w:rsid w:val="00164E53"/>
    <w:rsid w:val="00165638"/>
    <w:rsid w:val="001658CE"/>
    <w:rsid w:val="0016596C"/>
    <w:rsid w:val="001659C9"/>
    <w:rsid w:val="0016612F"/>
    <w:rsid w:val="001669B2"/>
    <w:rsid w:val="00166BBF"/>
    <w:rsid w:val="00167D93"/>
    <w:rsid w:val="001702F8"/>
    <w:rsid w:val="00170685"/>
    <w:rsid w:val="00170C02"/>
    <w:rsid w:val="00171096"/>
    <w:rsid w:val="00171D71"/>
    <w:rsid w:val="00172325"/>
    <w:rsid w:val="0017262A"/>
    <w:rsid w:val="00173209"/>
    <w:rsid w:val="00173AAF"/>
    <w:rsid w:val="00174A93"/>
    <w:rsid w:val="001752F0"/>
    <w:rsid w:val="0017593A"/>
    <w:rsid w:val="00175FBF"/>
    <w:rsid w:val="0017636C"/>
    <w:rsid w:val="001763F9"/>
    <w:rsid w:val="00176CC8"/>
    <w:rsid w:val="00176ECE"/>
    <w:rsid w:val="001774E2"/>
    <w:rsid w:val="001801A1"/>
    <w:rsid w:val="00180341"/>
    <w:rsid w:val="00180937"/>
    <w:rsid w:val="001809B0"/>
    <w:rsid w:val="00180AB6"/>
    <w:rsid w:val="00180DFE"/>
    <w:rsid w:val="001818DC"/>
    <w:rsid w:val="00182512"/>
    <w:rsid w:val="00182ACB"/>
    <w:rsid w:val="00183FDD"/>
    <w:rsid w:val="0018417A"/>
    <w:rsid w:val="0018436B"/>
    <w:rsid w:val="00184778"/>
    <w:rsid w:val="001851E5"/>
    <w:rsid w:val="00185A54"/>
    <w:rsid w:val="00185C32"/>
    <w:rsid w:val="00185EC5"/>
    <w:rsid w:val="00185FC5"/>
    <w:rsid w:val="001860C5"/>
    <w:rsid w:val="00186709"/>
    <w:rsid w:val="00187245"/>
    <w:rsid w:val="001877EA"/>
    <w:rsid w:val="00187B6A"/>
    <w:rsid w:val="0019006D"/>
    <w:rsid w:val="001913FE"/>
    <w:rsid w:val="00191402"/>
    <w:rsid w:val="00191686"/>
    <w:rsid w:val="00191CCD"/>
    <w:rsid w:val="001922B3"/>
    <w:rsid w:val="001922BD"/>
    <w:rsid w:val="00192307"/>
    <w:rsid w:val="00193603"/>
    <w:rsid w:val="001948C0"/>
    <w:rsid w:val="00194A9F"/>
    <w:rsid w:val="001967F6"/>
    <w:rsid w:val="00196C0D"/>
    <w:rsid w:val="001975C1"/>
    <w:rsid w:val="001979ED"/>
    <w:rsid w:val="00197F79"/>
    <w:rsid w:val="001A0D0D"/>
    <w:rsid w:val="001A1A42"/>
    <w:rsid w:val="001A2364"/>
    <w:rsid w:val="001A2E12"/>
    <w:rsid w:val="001A314A"/>
    <w:rsid w:val="001A490A"/>
    <w:rsid w:val="001A4B10"/>
    <w:rsid w:val="001A4FF1"/>
    <w:rsid w:val="001A51E3"/>
    <w:rsid w:val="001A5241"/>
    <w:rsid w:val="001A5403"/>
    <w:rsid w:val="001A54B9"/>
    <w:rsid w:val="001A5599"/>
    <w:rsid w:val="001A5882"/>
    <w:rsid w:val="001A62D8"/>
    <w:rsid w:val="001A720B"/>
    <w:rsid w:val="001A748D"/>
    <w:rsid w:val="001B0629"/>
    <w:rsid w:val="001B1180"/>
    <w:rsid w:val="001B17F4"/>
    <w:rsid w:val="001B1AEA"/>
    <w:rsid w:val="001B28EF"/>
    <w:rsid w:val="001B28F1"/>
    <w:rsid w:val="001B2C23"/>
    <w:rsid w:val="001B3D74"/>
    <w:rsid w:val="001B42E0"/>
    <w:rsid w:val="001B48A9"/>
    <w:rsid w:val="001B4C5C"/>
    <w:rsid w:val="001B4EDD"/>
    <w:rsid w:val="001B4EED"/>
    <w:rsid w:val="001B5127"/>
    <w:rsid w:val="001B5C4A"/>
    <w:rsid w:val="001B6229"/>
    <w:rsid w:val="001B6B74"/>
    <w:rsid w:val="001B74A3"/>
    <w:rsid w:val="001B7C67"/>
    <w:rsid w:val="001C04CB"/>
    <w:rsid w:val="001C07B3"/>
    <w:rsid w:val="001C0E4F"/>
    <w:rsid w:val="001C159F"/>
    <w:rsid w:val="001C2552"/>
    <w:rsid w:val="001C3829"/>
    <w:rsid w:val="001C40D5"/>
    <w:rsid w:val="001C4848"/>
    <w:rsid w:val="001C49ED"/>
    <w:rsid w:val="001C5149"/>
    <w:rsid w:val="001C5579"/>
    <w:rsid w:val="001C612A"/>
    <w:rsid w:val="001C6A67"/>
    <w:rsid w:val="001C707A"/>
    <w:rsid w:val="001C71D2"/>
    <w:rsid w:val="001C71DB"/>
    <w:rsid w:val="001C73F7"/>
    <w:rsid w:val="001C783D"/>
    <w:rsid w:val="001C7CC3"/>
    <w:rsid w:val="001D013D"/>
    <w:rsid w:val="001D0369"/>
    <w:rsid w:val="001D077E"/>
    <w:rsid w:val="001D1204"/>
    <w:rsid w:val="001D2066"/>
    <w:rsid w:val="001D27F4"/>
    <w:rsid w:val="001D2800"/>
    <w:rsid w:val="001D2820"/>
    <w:rsid w:val="001D47D7"/>
    <w:rsid w:val="001D5248"/>
    <w:rsid w:val="001D52A4"/>
    <w:rsid w:val="001D549B"/>
    <w:rsid w:val="001D56E4"/>
    <w:rsid w:val="001D59E8"/>
    <w:rsid w:val="001D5CAB"/>
    <w:rsid w:val="001D657E"/>
    <w:rsid w:val="001D6F93"/>
    <w:rsid w:val="001D7307"/>
    <w:rsid w:val="001D7980"/>
    <w:rsid w:val="001D7B78"/>
    <w:rsid w:val="001E046C"/>
    <w:rsid w:val="001E09BA"/>
    <w:rsid w:val="001E0AF9"/>
    <w:rsid w:val="001E136A"/>
    <w:rsid w:val="001E1488"/>
    <w:rsid w:val="001E26EF"/>
    <w:rsid w:val="001E2B75"/>
    <w:rsid w:val="001E3193"/>
    <w:rsid w:val="001E33B9"/>
    <w:rsid w:val="001E55D6"/>
    <w:rsid w:val="001E5734"/>
    <w:rsid w:val="001E57C7"/>
    <w:rsid w:val="001E6965"/>
    <w:rsid w:val="001E736B"/>
    <w:rsid w:val="001E7754"/>
    <w:rsid w:val="001E7B6A"/>
    <w:rsid w:val="001F056F"/>
    <w:rsid w:val="001F060E"/>
    <w:rsid w:val="001F183D"/>
    <w:rsid w:val="001F1D46"/>
    <w:rsid w:val="001F1FC1"/>
    <w:rsid w:val="001F2407"/>
    <w:rsid w:val="001F2FF1"/>
    <w:rsid w:val="001F340C"/>
    <w:rsid w:val="001F3BDF"/>
    <w:rsid w:val="001F3DCE"/>
    <w:rsid w:val="001F4285"/>
    <w:rsid w:val="001F4E47"/>
    <w:rsid w:val="001F4E7E"/>
    <w:rsid w:val="001F5899"/>
    <w:rsid w:val="001F5F53"/>
    <w:rsid w:val="001F6994"/>
    <w:rsid w:val="001F71D7"/>
    <w:rsid w:val="001F737E"/>
    <w:rsid w:val="001F7393"/>
    <w:rsid w:val="001F7C21"/>
    <w:rsid w:val="001F7D58"/>
    <w:rsid w:val="0020000E"/>
    <w:rsid w:val="002018C1"/>
    <w:rsid w:val="00201916"/>
    <w:rsid w:val="00203C27"/>
    <w:rsid w:val="00203E09"/>
    <w:rsid w:val="002045E2"/>
    <w:rsid w:val="00204DE2"/>
    <w:rsid w:val="00205494"/>
    <w:rsid w:val="0020592D"/>
    <w:rsid w:val="002060DE"/>
    <w:rsid w:val="00206B4F"/>
    <w:rsid w:val="00207D07"/>
    <w:rsid w:val="00207F06"/>
    <w:rsid w:val="00210A98"/>
    <w:rsid w:val="00210C79"/>
    <w:rsid w:val="0021131E"/>
    <w:rsid w:val="002114FE"/>
    <w:rsid w:val="00211762"/>
    <w:rsid w:val="002117F6"/>
    <w:rsid w:val="00212892"/>
    <w:rsid w:val="00212C76"/>
    <w:rsid w:val="00212F80"/>
    <w:rsid w:val="00213857"/>
    <w:rsid w:val="00213FE3"/>
    <w:rsid w:val="00214D12"/>
    <w:rsid w:val="00214DD8"/>
    <w:rsid w:val="0021521F"/>
    <w:rsid w:val="00215419"/>
    <w:rsid w:val="00215474"/>
    <w:rsid w:val="00215571"/>
    <w:rsid w:val="0021624A"/>
    <w:rsid w:val="00220E5C"/>
    <w:rsid w:val="002216B8"/>
    <w:rsid w:val="00221B74"/>
    <w:rsid w:val="00221D15"/>
    <w:rsid w:val="00222354"/>
    <w:rsid w:val="00222C4A"/>
    <w:rsid w:val="00222E71"/>
    <w:rsid w:val="0022313A"/>
    <w:rsid w:val="00223803"/>
    <w:rsid w:val="0022385A"/>
    <w:rsid w:val="00223CA8"/>
    <w:rsid w:val="00225673"/>
    <w:rsid w:val="002260CC"/>
    <w:rsid w:val="002266D2"/>
    <w:rsid w:val="002268D4"/>
    <w:rsid w:val="00226E55"/>
    <w:rsid w:val="00226FBA"/>
    <w:rsid w:val="00227CB9"/>
    <w:rsid w:val="00227E7B"/>
    <w:rsid w:val="002309B4"/>
    <w:rsid w:val="002309CD"/>
    <w:rsid w:val="002316A1"/>
    <w:rsid w:val="002318FF"/>
    <w:rsid w:val="00231A6E"/>
    <w:rsid w:val="0023221A"/>
    <w:rsid w:val="00232708"/>
    <w:rsid w:val="0023286C"/>
    <w:rsid w:val="00232C1C"/>
    <w:rsid w:val="00233530"/>
    <w:rsid w:val="00234237"/>
    <w:rsid w:val="002349DF"/>
    <w:rsid w:val="00234A43"/>
    <w:rsid w:val="00234F77"/>
    <w:rsid w:val="0023507B"/>
    <w:rsid w:val="002353FA"/>
    <w:rsid w:val="00235C13"/>
    <w:rsid w:val="00236A11"/>
    <w:rsid w:val="0023731E"/>
    <w:rsid w:val="002378FE"/>
    <w:rsid w:val="00237DE6"/>
    <w:rsid w:val="002401F3"/>
    <w:rsid w:val="00240B7C"/>
    <w:rsid w:val="00241270"/>
    <w:rsid w:val="00241792"/>
    <w:rsid w:val="00242462"/>
    <w:rsid w:val="0024278E"/>
    <w:rsid w:val="002433ED"/>
    <w:rsid w:val="00243B08"/>
    <w:rsid w:val="00243C99"/>
    <w:rsid w:val="00243CF9"/>
    <w:rsid w:val="0024425B"/>
    <w:rsid w:val="00245CCF"/>
    <w:rsid w:val="00245F59"/>
    <w:rsid w:val="0024600A"/>
    <w:rsid w:val="0024634E"/>
    <w:rsid w:val="00246978"/>
    <w:rsid w:val="00246FAB"/>
    <w:rsid w:val="002473AC"/>
    <w:rsid w:val="00247A96"/>
    <w:rsid w:val="0025166D"/>
    <w:rsid w:val="00251A1F"/>
    <w:rsid w:val="00251DC0"/>
    <w:rsid w:val="00252252"/>
    <w:rsid w:val="002524DC"/>
    <w:rsid w:val="00252A78"/>
    <w:rsid w:val="0025305E"/>
    <w:rsid w:val="002535B4"/>
    <w:rsid w:val="00253F46"/>
    <w:rsid w:val="00256621"/>
    <w:rsid w:val="00256A60"/>
    <w:rsid w:val="00256AF4"/>
    <w:rsid w:val="002574C5"/>
    <w:rsid w:val="002575E8"/>
    <w:rsid w:val="00257B0A"/>
    <w:rsid w:val="00257BC2"/>
    <w:rsid w:val="00260012"/>
    <w:rsid w:val="00262011"/>
    <w:rsid w:val="0026210F"/>
    <w:rsid w:val="0026223E"/>
    <w:rsid w:val="002628AA"/>
    <w:rsid w:val="002631B6"/>
    <w:rsid w:val="00264256"/>
    <w:rsid w:val="002644A3"/>
    <w:rsid w:val="00264CC3"/>
    <w:rsid w:val="00264F0A"/>
    <w:rsid w:val="002656EB"/>
    <w:rsid w:val="00266501"/>
    <w:rsid w:val="00267412"/>
    <w:rsid w:val="0026760A"/>
    <w:rsid w:val="00267F2A"/>
    <w:rsid w:val="0027030E"/>
    <w:rsid w:val="00270ADA"/>
    <w:rsid w:val="00270D00"/>
    <w:rsid w:val="00271356"/>
    <w:rsid w:val="00271712"/>
    <w:rsid w:val="00271A00"/>
    <w:rsid w:val="0027227C"/>
    <w:rsid w:val="00272F33"/>
    <w:rsid w:val="0027388E"/>
    <w:rsid w:val="00273A2C"/>
    <w:rsid w:val="00274882"/>
    <w:rsid w:val="00275529"/>
    <w:rsid w:val="00275780"/>
    <w:rsid w:val="002757BD"/>
    <w:rsid w:val="00275911"/>
    <w:rsid w:val="00275990"/>
    <w:rsid w:val="00275FCF"/>
    <w:rsid w:val="00276373"/>
    <w:rsid w:val="002766F6"/>
    <w:rsid w:val="00276ACE"/>
    <w:rsid w:val="00276C2D"/>
    <w:rsid w:val="002809A9"/>
    <w:rsid w:val="00280B54"/>
    <w:rsid w:val="00281494"/>
    <w:rsid w:val="002814CD"/>
    <w:rsid w:val="002815D1"/>
    <w:rsid w:val="00281CE9"/>
    <w:rsid w:val="00281DA6"/>
    <w:rsid w:val="0028299E"/>
    <w:rsid w:val="00282DBC"/>
    <w:rsid w:val="002838AF"/>
    <w:rsid w:val="00283F9F"/>
    <w:rsid w:val="0028449A"/>
    <w:rsid w:val="002846F6"/>
    <w:rsid w:val="00284F9B"/>
    <w:rsid w:val="00285029"/>
    <w:rsid w:val="002853D7"/>
    <w:rsid w:val="002853E9"/>
    <w:rsid w:val="00286A61"/>
    <w:rsid w:val="00287745"/>
    <w:rsid w:val="002915D0"/>
    <w:rsid w:val="00291F5B"/>
    <w:rsid w:val="00292AFF"/>
    <w:rsid w:val="00292EDE"/>
    <w:rsid w:val="0029329B"/>
    <w:rsid w:val="00294214"/>
    <w:rsid w:val="002944E1"/>
    <w:rsid w:val="00294556"/>
    <w:rsid w:val="00294775"/>
    <w:rsid w:val="00294A0A"/>
    <w:rsid w:val="002950C9"/>
    <w:rsid w:val="0029534A"/>
    <w:rsid w:val="00295B0D"/>
    <w:rsid w:val="00295F8C"/>
    <w:rsid w:val="0029638F"/>
    <w:rsid w:val="0029653E"/>
    <w:rsid w:val="002967FB"/>
    <w:rsid w:val="00296D82"/>
    <w:rsid w:val="0029726C"/>
    <w:rsid w:val="00297565"/>
    <w:rsid w:val="0029795C"/>
    <w:rsid w:val="00297AD3"/>
    <w:rsid w:val="002A172A"/>
    <w:rsid w:val="002A26FB"/>
    <w:rsid w:val="002A2882"/>
    <w:rsid w:val="002A2EEE"/>
    <w:rsid w:val="002A3579"/>
    <w:rsid w:val="002A3FE5"/>
    <w:rsid w:val="002A5152"/>
    <w:rsid w:val="002A51CA"/>
    <w:rsid w:val="002A5598"/>
    <w:rsid w:val="002A7079"/>
    <w:rsid w:val="002A7BA4"/>
    <w:rsid w:val="002B0A4C"/>
    <w:rsid w:val="002B0B42"/>
    <w:rsid w:val="002B16A7"/>
    <w:rsid w:val="002B1A7B"/>
    <w:rsid w:val="002B1C38"/>
    <w:rsid w:val="002B2843"/>
    <w:rsid w:val="002B2AB4"/>
    <w:rsid w:val="002B2D0D"/>
    <w:rsid w:val="002B302A"/>
    <w:rsid w:val="002B395A"/>
    <w:rsid w:val="002B3CDE"/>
    <w:rsid w:val="002B5520"/>
    <w:rsid w:val="002B5751"/>
    <w:rsid w:val="002B582A"/>
    <w:rsid w:val="002B5A80"/>
    <w:rsid w:val="002B5ABE"/>
    <w:rsid w:val="002B648E"/>
    <w:rsid w:val="002B64ED"/>
    <w:rsid w:val="002B6ABB"/>
    <w:rsid w:val="002B6F35"/>
    <w:rsid w:val="002B7300"/>
    <w:rsid w:val="002B7315"/>
    <w:rsid w:val="002B78A1"/>
    <w:rsid w:val="002C00CF"/>
    <w:rsid w:val="002C0704"/>
    <w:rsid w:val="002C0A1C"/>
    <w:rsid w:val="002C0A34"/>
    <w:rsid w:val="002C0F6C"/>
    <w:rsid w:val="002C192E"/>
    <w:rsid w:val="002C1D0A"/>
    <w:rsid w:val="002C236A"/>
    <w:rsid w:val="002C2816"/>
    <w:rsid w:val="002C3506"/>
    <w:rsid w:val="002C3769"/>
    <w:rsid w:val="002C37C6"/>
    <w:rsid w:val="002C4498"/>
    <w:rsid w:val="002C486D"/>
    <w:rsid w:val="002C521D"/>
    <w:rsid w:val="002C557C"/>
    <w:rsid w:val="002C5F47"/>
    <w:rsid w:val="002C61FB"/>
    <w:rsid w:val="002C6685"/>
    <w:rsid w:val="002C6716"/>
    <w:rsid w:val="002C76B6"/>
    <w:rsid w:val="002C778D"/>
    <w:rsid w:val="002C7E66"/>
    <w:rsid w:val="002D0016"/>
    <w:rsid w:val="002D0084"/>
    <w:rsid w:val="002D05A5"/>
    <w:rsid w:val="002D0960"/>
    <w:rsid w:val="002D0B51"/>
    <w:rsid w:val="002D1681"/>
    <w:rsid w:val="002D1780"/>
    <w:rsid w:val="002D192D"/>
    <w:rsid w:val="002D1DD2"/>
    <w:rsid w:val="002D27D2"/>
    <w:rsid w:val="002D2FBA"/>
    <w:rsid w:val="002D3208"/>
    <w:rsid w:val="002D40BA"/>
    <w:rsid w:val="002D46C2"/>
    <w:rsid w:val="002D471C"/>
    <w:rsid w:val="002D5AF2"/>
    <w:rsid w:val="002D5CC2"/>
    <w:rsid w:val="002D5D8A"/>
    <w:rsid w:val="002D5FD0"/>
    <w:rsid w:val="002D6132"/>
    <w:rsid w:val="002D7FEE"/>
    <w:rsid w:val="002E0675"/>
    <w:rsid w:val="002E17B6"/>
    <w:rsid w:val="002E1B4F"/>
    <w:rsid w:val="002E1D34"/>
    <w:rsid w:val="002E2249"/>
    <w:rsid w:val="002E2954"/>
    <w:rsid w:val="002E2A04"/>
    <w:rsid w:val="002E3197"/>
    <w:rsid w:val="002E33F4"/>
    <w:rsid w:val="002E3A65"/>
    <w:rsid w:val="002E5252"/>
    <w:rsid w:val="002E5559"/>
    <w:rsid w:val="002E5AC8"/>
    <w:rsid w:val="002E5DE7"/>
    <w:rsid w:val="002E65B3"/>
    <w:rsid w:val="002E665E"/>
    <w:rsid w:val="002E6A32"/>
    <w:rsid w:val="002E6F27"/>
    <w:rsid w:val="002E7162"/>
    <w:rsid w:val="002E72CC"/>
    <w:rsid w:val="002E7F26"/>
    <w:rsid w:val="002F0C03"/>
    <w:rsid w:val="002F0C8C"/>
    <w:rsid w:val="002F1698"/>
    <w:rsid w:val="002F1ABA"/>
    <w:rsid w:val="002F1E2D"/>
    <w:rsid w:val="002F287F"/>
    <w:rsid w:val="002F37C2"/>
    <w:rsid w:val="002F3939"/>
    <w:rsid w:val="002F3BC3"/>
    <w:rsid w:val="002F3DB5"/>
    <w:rsid w:val="002F3E3F"/>
    <w:rsid w:val="002F4001"/>
    <w:rsid w:val="002F48D2"/>
    <w:rsid w:val="002F4C97"/>
    <w:rsid w:val="002F5C8D"/>
    <w:rsid w:val="002F61A2"/>
    <w:rsid w:val="002F6744"/>
    <w:rsid w:val="002F6F18"/>
    <w:rsid w:val="002F7724"/>
    <w:rsid w:val="002F7B91"/>
    <w:rsid w:val="00300B7B"/>
    <w:rsid w:val="00300D72"/>
    <w:rsid w:val="003010ED"/>
    <w:rsid w:val="00301AEF"/>
    <w:rsid w:val="00301BD4"/>
    <w:rsid w:val="00302557"/>
    <w:rsid w:val="0030273F"/>
    <w:rsid w:val="0030275C"/>
    <w:rsid w:val="00303812"/>
    <w:rsid w:val="003041DE"/>
    <w:rsid w:val="003044DC"/>
    <w:rsid w:val="00304747"/>
    <w:rsid w:val="00304DB1"/>
    <w:rsid w:val="003051A5"/>
    <w:rsid w:val="00305747"/>
    <w:rsid w:val="00305B1A"/>
    <w:rsid w:val="00305C12"/>
    <w:rsid w:val="00306966"/>
    <w:rsid w:val="00306B26"/>
    <w:rsid w:val="00306C19"/>
    <w:rsid w:val="00306F34"/>
    <w:rsid w:val="003073AE"/>
    <w:rsid w:val="00307893"/>
    <w:rsid w:val="00307A5F"/>
    <w:rsid w:val="00307D5E"/>
    <w:rsid w:val="00307DA8"/>
    <w:rsid w:val="00310718"/>
    <w:rsid w:val="00311070"/>
    <w:rsid w:val="003113C3"/>
    <w:rsid w:val="003117A2"/>
    <w:rsid w:val="00311A90"/>
    <w:rsid w:val="00311E72"/>
    <w:rsid w:val="00311E86"/>
    <w:rsid w:val="003122E3"/>
    <w:rsid w:val="003126E5"/>
    <w:rsid w:val="00313341"/>
    <w:rsid w:val="00313719"/>
    <w:rsid w:val="003145B0"/>
    <w:rsid w:val="00314F85"/>
    <w:rsid w:val="0031508C"/>
    <w:rsid w:val="00315702"/>
    <w:rsid w:val="00316A5F"/>
    <w:rsid w:val="00316CAB"/>
    <w:rsid w:val="00316F13"/>
    <w:rsid w:val="003170E4"/>
    <w:rsid w:val="00317257"/>
    <w:rsid w:val="00317A88"/>
    <w:rsid w:val="00320164"/>
    <w:rsid w:val="00320B8A"/>
    <w:rsid w:val="00320C5A"/>
    <w:rsid w:val="00321070"/>
    <w:rsid w:val="003210FA"/>
    <w:rsid w:val="0032160F"/>
    <w:rsid w:val="0032165C"/>
    <w:rsid w:val="003220CD"/>
    <w:rsid w:val="00322711"/>
    <w:rsid w:val="0032330C"/>
    <w:rsid w:val="003233AC"/>
    <w:rsid w:val="0032397F"/>
    <w:rsid w:val="00323F51"/>
    <w:rsid w:val="003241B1"/>
    <w:rsid w:val="0032430F"/>
    <w:rsid w:val="0032442B"/>
    <w:rsid w:val="00324663"/>
    <w:rsid w:val="00325156"/>
    <w:rsid w:val="003255CA"/>
    <w:rsid w:val="00326A3E"/>
    <w:rsid w:val="00326B74"/>
    <w:rsid w:val="00326E8D"/>
    <w:rsid w:val="003308BB"/>
    <w:rsid w:val="00330E98"/>
    <w:rsid w:val="0033216D"/>
    <w:rsid w:val="0033255C"/>
    <w:rsid w:val="00332B8E"/>
    <w:rsid w:val="00332F95"/>
    <w:rsid w:val="00333777"/>
    <w:rsid w:val="00333D31"/>
    <w:rsid w:val="00333FE7"/>
    <w:rsid w:val="003354E4"/>
    <w:rsid w:val="00335DC7"/>
    <w:rsid w:val="00335F32"/>
    <w:rsid w:val="00336B3F"/>
    <w:rsid w:val="0033713D"/>
    <w:rsid w:val="00337204"/>
    <w:rsid w:val="003372B5"/>
    <w:rsid w:val="003409B3"/>
    <w:rsid w:val="00340A31"/>
    <w:rsid w:val="00340B8E"/>
    <w:rsid w:val="00341DA8"/>
    <w:rsid w:val="00343428"/>
    <w:rsid w:val="00343B8C"/>
    <w:rsid w:val="003442D1"/>
    <w:rsid w:val="003446AC"/>
    <w:rsid w:val="00345871"/>
    <w:rsid w:val="00346356"/>
    <w:rsid w:val="00346483"/>
    <w:rsid w:val="00346D0A"/>
    <w:rsid w:val="00346EA8"/>
    <w:rsid w:val="0034708E"/>
    <w:rsid w:val="00347523"/>
    <w:rsid w:val="00347690"/>
    <w:rsid w:val="003506A5"/>
    <w:rsid w:val="00350DEE"/>
    <w:rsid w:val="00350DFF"/>
    <w:rsid w:val="0035102C"/>
    <w:rsid w:val="0035239F"/>
    <w:rsid w:val="0035297C"/>
    <w:rsid w:val="00352995"/>
    <w:rsid w:val="003533D7"/>
    <w:rsid w:val="003539CC"/>
    <w:rsid w:val="00354D97"/>
    <w:rsid w:val="0035610E"/>
    <w:rsid w:val="00356535"/>
    <w:rsid w:val="00357374"/>
    <w:rsid w:val="00357D3B"/>
    <w:rsid w:val="00360311"/>
    <w:rsid w:val="0036035A"/>
    <w:rsid w:val="003608A0"/>
    <w:rsid w:val="0036163A"/>
    <w:rsid w:val="00361A57"/>
    <w:rsid w:val="00361AF1"/>
    <w:rsid w:val="00362304"/>
    <w:rsid w:val="00362C57"/>
    <w:rsid w:val="00364305"/>
    <w:rsid w:val="003648C9"/>
    <w:rsid w:val="00364993"/>
    <w:rsid w:val="003649D9"/>
    <w:rsid w:val="00364F49"/>
    <w:rsid w:val="00365352"/>
    <w:rsid w:val="003657D2"/>
    <w:rsid w:val="00365A11"/>
    <w:rsid w:val="00365D4E"/>
    <w:rsid w:val="00365F48"/>
    <w:rsid w:val="00365F69"/>
    <w:rsid w:val="003662AC"/>
    <w:rsid w:val="003667C7"/>
    <w:rsid w:val="00366AE9"/>
    <w:rsid w:val="003678A5"/>
    <w:rsid w:val="00367A01"/>
    <w:rsid w:val="00367C8C"/>
    <w:rsid w:val="003703CB"/>
    <w:rsid w:val="00370506"/>
    <w:rsid w:val="00370821"/>
    <w:rsid w:val="00370B54"/>
    <w:rsid w:val="00371523"/>
    <w:rsid w:val="00371C04"/>
    <w:rsid w:val="00371D20"/>
    <w:rsid w:val="00372AD3"/>
    <w:rsid w:val="00372F39"/>
    <w:rsid w:val="00373FBC"/>
    <w:rsid w:val="00373FE8"/>
    <w:rsid w:val="003750F7"/>
    <w:rsid w:val="00375EFF"/>
    <w:rsid w:val="00376858"/>
    <w:rsid w:val="003779C2"/>
    <w:rsid w:val="00377C96"/>
    <w:rsid w:val="00377DA0"/>
    <w:rsid w:val="00380C09"/>
    <w:rsid w:val="00380E96"/>
    <w:rsid w:val="003812AC"/>
    <w:rsid w:val="0038177C"/>
    <w:rsid w:val="0038188A"/>
    <w:rsid w:val="00382AB7"/>
    <w:rsid w:val="00383293"/>
    <w:rsid w:val="00383925"/>
    <w:rsid w:val="00383C6E"/>
    <w:rsid w:val="003842E6"/>
    <w:rsid w:val="003847AE"/>
    <w:rsid w:val="00384BEB"/>
    <w:rsid w:val="00385FC7"/>
    <w:rsid w:val="00386D83"/>
    <w:rsid w:val="003870AD"/>
    <w:rsid w:val="00387367"/>
    <w:rsid w:val="003877C3"/>
    <w:rsid w:val="00387E87"/>
    <w:rsid w:val="00390250"/>
    <w:rsid w:val="0039037F"/>
    <w:rsid w:val="0039050B"/>
    <w:rsid w:val="00391AF7"/>
    <w:rsid w:val="00391C90"/>
    <w:rsid w:val="00392464"/>
    <w:rsid w:val="0039249B"/>
    <w:rsid w:val="00392576"/>
    <w:rsid w:val="00392A58"/>
    <w:rsid w:val="00392DE7"/>
    <w:rsid w:val="0039382A"/>
    <w:rsid w:val="00393897"/>
    <w:rsid w:val="003943EC"/>
    <w:rsid w:val="0039457F"/>
    <w:rsid w:val="003949B0"/>
    <w:rsid w:val="003949BA"/>
    <w:rsid w:val="00394A60"/>
    <w:rsid w:val="003952EB"/>
    <w:rsid w:val="0039589E"/>
    <w:rsid w:val="00395B84"/>
    <w:rsid w:val="00395CDD"/>
    <w:rsid w:val="00397245"/>
    <w:rsid w:val="00397508"/>
    <w:rsid w:val="00397A31"/>
    <w:rsid w:val="00397DB3"/>
    <w:rsid w:val="003A025A"/>
    <w:rsid w:val="003A0808"/>
    <w:rsid w:val="003A11E9"/>
    <w:rsid w:val="003A1C65"/>
    <w:rsid w:val="003A255A"/>
    <w:rsid w:val="003A2AFF"/>
    <w:rsid w:val="003A2E80"/>
    <w:rsid w:val="003A2FCE"/>
    <w:rsid w:val="003A336B"/>
    <w:rsid w:val="003A3EB7"/>
    <w:rsid w:val="003A43F5"/>
    <w:rsid w:val="003A5086"/>
    <w:rsid w:val="003A572C"/>
    <w:rsid w:val="003A66EF"/>
    <w:rsid w:val="003A78B3"/>
    <w:rsid w:val="003A7CBB"/>
    <w:rsid w:val="003A7DFC"/>
    <w:rsid w:val="003B0243"/>
    <w:rsid w:val="003B03B7"/>
    <w:rsid w:val="003B03FC"/>
    <w:rsid w:val="003B0843"/>
    <w:rsid w:val="003B1207"/>
    <w:rsid w:val="003B2181"/>
    <w:rsid w:val="003B25A0"/>
    <w:rsid w:val="003B2D1B"/>
    <w:rsid w:val="003B3CFF"/>
    <w:rsid w:val="003B41A8"/>
    <w:rsid w:val="003B5CC8"/>
    <w:rsid w:val="003B62E2"/>
    <w:rsid w:val="003B676E"/>
    <w:rsid w:val="003B6B9D"/>
    <w:rsid w:val="003B7151"/>
    <w:rsid w:val="003C02E5"/>
    <w:rsid w:val="003C14F1"/>
    <w:rsid w:val="003C14F6"/>
    <w:rsid w:val="003C1598"/>
    <w:rsid w:val="003C2474"/>
    <w:rsid w:val="003C2CF3"/>
    <w:rsid w:val="003C35C6"/>
    <w:rsid w:val="003C3BE4"/>
    <w:rsid w:val="003C44BF"/>
    <w:rsid w:val="003C46EB"/>
    <w:rsid w:val="003C5D3D"/>
    <w:rsid w:val="003C6501"/>
    <w:rsid w:val="003C68A9"/>
    <w:rsid w:val="003C7BA9"/>
    <w:rsid w:val="003C7F56"/>
    <w:rsid w:val="003D05CB"/>
    <w:rsid w:val="003D0B2D"/>
    <w:rsid w:val="003D0C1C"/>
    <w:rsid w:val="003D0FB5"/>
    <w:rsid w:val="003D2E00"/>
    <w:rsid w:val="003D2E89"/>
    <w:rsid w:val="003D2FB0"/>
    <w:rsid w:val="003D325F"/>
    <w:rsid w:val="003D3593"/>
    <w:rsid w:val="003D3A0A"/>
    <w:rsid w:val="003D3A44"/>
    <w:rsid w:val="003D40DF"/>
    <w:rsid w:val="003D4D1F"/>
    <w:rsid w:val="003D563C"/>
    <w:rsid w:val="003D5B87"/>
    <w:rsid w:val="003D5BBF"/>
    <w:rsid w:val="003D5CAA"/>
    <w:rsid w:val="003D6082"/>
    <w:rsid w:val="003D6088"/>
    <w:rsid w:val="003D6916"/>
    <w:rsid w:val="003D697F"/>
    <w:rsid w:val="003D6A4D"/>
    <w:rsid w:val="003D7221"/>
    <w:rsid w:val="003D7531"/>
    <w:rsid w:val="003E0362"/>
    <w:rsid w:val="003E0414"/>
    <w:rsid w:val="003E05A4"/>
    <w:rsid w:val="003E0C2D"/>
    <w:rsid w:val="003E15DC"/>
    <w:rsid w:val="003E1DA5"/>
    <w:rsid w:val="003E22FA"/>
    <w:rsid w:val="003E269D"/>
    <w:rsid w:val="003E2A33"/>
    <w:rsid w:val="003E2D04"/>
    <w:rsid w:val="003E3446"/>
    <w:rsid w:val="003E3581"/>
    <w:rsid w:val="003E3747"/>
    <w:rsid w:val="003E3AD4"/>
    <w:rsid w:val="003E4EDE"/>
    <w:rsid w:val="003E516F"/>
    <w:rsid w:val="003E5688"/>
    <w:rsid w:val="003E5BBC"/>
    <w:rsid w:val="003E6A93"/>
    <w:rsid w:val="003E70C5"/>
    <w:rsid w:val="003F03A3"/>
    <w:rsid w:val="003F04B1"/>
    <w:rsid w:val="003F0F5A"/>
    <w:rsid w:val="003F1E13"/>
    <w:rsid w:val="003F2308"/>
    <w:rsid w:val="003F3CCD"/>
    <w:rsid w:val="003F3FFA"/>
    <w:rsid w:val="003F4D93"/>
    <w:rsid w:val="003F5512"/>
    <w:rsid w:val="003F5809"/>
    <w:rsid w:val="003F58CC"/>
    <w:rsid w:val="003F5929"/>
    <w:rsid w:val="003F671C"/>
    <w:rsid w:val="003F679F"/>
    <w:rsid w:val="003F69C9"/>
    <w:rsid w:val="003F6CDE"/>
    <w:rsid w:val="003F719D"/>
    <w:rsid w:val="003F720C"/>
    <w:rsid w:val="004007D3"/>
    <w:rsid w:val="00400BA1"/>
    <w:rsid w:val="00400F0E"/>
    <w:rsid w:val="00400FD1"/>
    <w:rsid w:val="00401864"/>
    <w:rsid w:val="00402A00"/>
    <w:rsid w:val="00403CE4"/>
    <w:rsid w:val="004040BC"/>
    <w:rsid w:val="004043E6"/>
    <w:rsid w:val="00404FCC"/>
    <w:rsid w:val="00405193"/>
    <w:rsid w:val="00406174"/>
    <w:rsid w:val="00406958"/>
    <w:rsid w:val="00407176"/>
    <w:rsid w:val="0041045C"/>
    <w:rsid w:val="00410EEC"/>
    <w:rsid w:val="0041166C"/>
    <w:rsid w:val="00412B8E"/>
    <w:rsid w:val="00413055"/>
    <w:rsid w:val="00413D77"/>
    <w:rsid w:val="004142F0"/>
    <w:rsid w:val="00414637"/>
    <w:rsid w:val="00414DDC"/>
    <w:rsid w:val="00415A9D"/>
    <w:rsid w:val="00415DFD"/>
    <w:rsid w:val="00415E7C"/>
    <w:rsid w:val="00416644"/>
    <w:rsid w:val="00416A32"/>
    <w:rsid w:val="00416E1B"/>
    <w:rsid w:val="0041726A"/>
    <w:rsid w:val="00417D3C"/>
    <w:rsid w:val="004209B7"/>
    <w:rsid w:val="00420B5A"/>
    <w:rsid w:val="00420CD7"/>
    <w:rsid w:val="00421171"/>
    <w:rsid w:val="0042122F"/>
    <w:rsid w:val="00421412"/>
    <w:rsid w:val="0042146B"/>
    <w:rsid w:val="004215EB"/>
    <w:rsid w:val="00421A0C"/>
    <w:rsid w:val="004220BA"/>
    <w:rsid w:val="00422146"/>
    <w:rsid w:val="004222D3"/>
    <w:rsid w:val="004228D5"/>
    <w:rsid w:val="00422D7C"/>
    <w:rsid w:val="0042381D"/>
    <w:rsid w:val="0042396F"/>
    <w:rsid w:val="00423A22"/>
    <w:rsid w:val="0042435F"/>
    <w:rsid w:val="00424435"/>
    <w:rsid w:val="004247B8"/>
    <w:rsid w:val="00424B59"/>
    <w:rsid w:val="00424DEA"/>
    <w:rsid w:val="00424F69"/>
    <w:rsid w:val="00425025"/>
    <w:rsid w:val="004254DA"/>
    <w:rsid w:val="00425F32"/>
    <w:rsid w:val="004261B3"/>
    <w:rsid w:val="00426A04"/>
    <w:rsid w:val="0043170A"/>
    <w:rsid w:val="004321B0"/>
    <w:rsid w:val="00432303"/>
    <w:rsid w:val="00432414"/>
    <w:rsid w:val="004327FF"/>
    <w:rsid w:val="00432E0E"/>
    <w:rsid w:val="0043312D"/>
    <w:rsid w:val="00433621"/>
    <w:rsid w:val="00434175"/>
    <w:rsid w:val="0043434A"/>
    <w:rsid w:val="004344FE"/>
    <w:rsid w:val="00434725"/>
    <w:rsid w:val="00434F63"/>
    <w:rsid w:val="0043568C"/>
    <w:rsid w:val="00436DEF"/>
    <w:rsid w:val="0043731F"/>
    <w:rsid w:val="00437CDD"/>
    <w:rsid w:val="00437DFE"/>
    <w:rsid w:val="00437F5A"/>
    <w:rsid w:val="00440565"/>
    <w:rsid w:val="004413C7"/>
    <w:rsid w:val="00441493"/>
    <w:rsid w:val="0044182A"/>
    <w:rsid w:val="004427A3"/>
    <w:rsid w:val="004429C2"/>
    <w:rsid w:val="00442B50"/>
    <w:rsid w:val="00442E6C"/>
    <w:rsid w:val="00442FB1"/>
    <w:rsid w:val="00443CD7"/>
    <w:rsid w:val="00443D34"/>
    <w:rsid w:val="00444844"/>
    <w:rsid w:val="00444ECF"/>
    <w:rsid w:val="0044509E"/>
    <w:rsid w:val="00445658"/>
    <w:rsid w:val="00445864"/>
    <w:rsid w:val="00445BCF"/>
    <w:rsid w:val="00445CEF"/>
    <w:rsid w:val="00447588"/>
    <w:rsid w:val="00447BEA"/>
    <w:rsid w:val="0045079C"/>
    <w:rsid w:val="00450C19"/>
    <w:rsid w:val="00450C68"/>
    <w:rsid w:val="00451226"/>
    <w:rsid w:val="004518C4"/>
    <w:rsid w:val="004519EA"/>
    <w:rsid w:val="0045203F"/>
    <w:rsid w:val="00452177"/>
    <w:rsid w:val="00452327"/>
    <w:rsid w:val="00452BEB"/>
    <w:rsid w:val="00452D59"/>
    <w:rsid w:val="00453070"/>
    <w:rsid w:val="0045367F"/>
    <w:rsid w:val="00455075"/>
    <w:rsid w:val="0045586E"/>
    <w:rsid w:val="00455BCA"/>
    <w:rsid w:val="004565C3"/>
    <w:rsid w:val="004566A2"/>
    <w:rsid w:val="00456D20"/>
    <w:rsid w:val="004574CA"/>
    <w:rsid w:val="00457668"/>
    <w:rsid w:val="004579F7"/>
    <w:rsid w:val="00457B1E"/>
    <w:rsid w:val="004608E7"/>
    <w:rsid w:val="00460EAE"/>
    <w:rsid w:val="00460ED9"/>
    <w:rsid w:val="004610B1"/>
    <w:rsid w:val="0046216C"/>
    <w:rsid w:val="004626A6"/>
    <w:rsid w:val="00462D31"/>
    <w:rsid w:val="00463B32"/>
    <w:rsid w:val="00464BE7"/>
    <w:rsid w:val="00465D2E"/>
    <w:rsid w:val="0046606A"/>
    <w:rsid w:val="00466A81"/>
    <w:rsid w:val="00467397"/>
    <w:rsid w:val="0046744B"/>
    <w:rsid w:val="00470EEA"/>
    <w:rsid w:val="004711DC"/>
    <w:rsid w:val="004714C5"/>
    <w:rsid w:val="00471AE1"/>
    <w:rsid w:val="00471C59"/>
    <w:rsid w:val="00472846"/>
    <w:rsid w:val="004733EA"/>
    <w:rsid w:val="0047360E"/>
    <w:rsid w:val="00473FC0"/>
    <w:rsid w:val="004741A5"/>
    <w:rsid w:val="004743B1"/>
    <w:rsid w:val="004744A4"/>
    <w:rsid w:val="00474578"/>
    <w:rsid w:val="00474CDF"/>
    <w:rsid w:val="00475069"/>
    <w:rsid w:val="00475708"/>
    <w:rsid w:val="00476D8A"/>
    <w:rsid w:val="00477380"/>
    <w:rsid w:val="00480B1B"/>
    <w:rsid w:val="004814EC"/>
    <w:rsid w:val="00481AFD"/>
    <w:rsid w:val="00481FF6"/>
    <w:rsid w:val="0048249A"/>
    <w:rsid w:val="004826F9"/>
    <w:rsid w:val="004828B2"/>
    <w:rsid w:val="0048291A"/>
    <w:rsid w:val="0048342C"/>
    <w:rsid w:val="00483AE2"/>
    <w:rsid w:val="00485155"/>
    <w:rsid w:val="00485F56"/>
    <w:rsid w:val="004869B5"/>
    <w:rsid w:val="00486D4F"/>
    <w:rsid w:val="0048767D"/>
    <w:rsid w:val="004878F1"/>
    <w:rsid w:val="00490176"/>
    <w:rsid w:val="004903B7"/>
    <w:rsid w:val="004905EB"/>
    <w:rsid w:val="00490D03"/>
    <w:rsid w:val="00490D6F"/>
    <w:rsid w:val="00491A00"/>
    <w:rsid w:val="00492308"/>
    <w:rsid w:val="00492DCD"/>
    <w:rsid w:val="00493E55"/>
    <w:rsid w:val="004941E2"/>
    <w:rsid w:val="0049442C"/>
    <w:rsid w:val="00494B72"/>
    <w:rsid w:val="00494E59"/>
    <w:rsid w:val="00495B74"/>
    <w:rsid w:val="00495F00"/>
    <w:rsid w:val="00496250"/>
    <w:rsid w:val="00497414"/>
    <w:rsid w:val="00497F2D"/>
    <w:rsid w:val="004A0BB9"/>
    <w:rsid w:val="004A1526"/>
    <w:rsid w:val="004A1ADD"/>
    <w:rsid w:val="004A1B58"/>
    <w:rsid w:val="004A1E7B"/>
    <w:rsid w:val="004A2AA7"/>
    <w:rsid w:val="004A2D35"/>
    <w:rsid w:val="004A3550"/>
    <w:rsid w:val="004A3678"/>
    <w:rsid w:val="004A3C7C"/>
    <w:rsid w:val="004A3CE3"/>
    <w:rsid w:val="004A3DF7"/>
    <w:rsid w:val="004A4674"/>
    <w:rsid w:val="004A519D"/>
    <w:rsid w:val="004A534B"/>
    <w:rsid w:val="004A53D2"/>
    <w:rsid w:val="004A549D"/>
    <w:rsid w:val="004A6E0D"/>
    <w:rsid w:val="004A73DE"/>
    <w:rsid w:val="004A763F"/>
    <w:rsid w:val="004A775B"/>
    <w:rsid w:val="004A7B88"/>
    <w:rsid w:val="004A7D8F"/>
    <w:rsid w:val="004A7DF8"/>
    <w:rsid w:val="004B0055"/>
    <w:rsid w:val="004B05EF"/>
    <w:rsid w:val="004B0639"/>
    <w:rsid w:val="004B09FF"/>
    <w:rsid w:val="004B1581"/>
    <w:rsid w:val="004B1814"/>
    <w:rsid w:val="004B1952"/>
    <w:rsid w:val="004B2C40"/>
    <w:rsid w:val="004B3414"/>
    <w:rsid w:val="004B3A60"/>
    <w:rsid w:val="004B4419"/>
    <w:rsid w:val="004B4CE7"/>
    <w:rsid w:val="004B52E9"/>
    <w:rsid w:val="004B5587"/>
    <w:rsid w:val="004B5ADE"/>
    <w:rsid w:val="004B5CA8"/>
    <w:rsid w:val="004B621C"/>
    <w:rsid w:val="004B66D9"/>
    <w:rsid w:val="004B6791"/>
    <w:rsid w:val="004B69D1"/>
    <w:rsid w:val="004B6C39"/>
    <w:rsid w:val="004B6C89"/>
    <w:rsid w:val="004B786E"/>
    <w:rsid w:val="004B7BFE"/>
    <w:rsid w:val="004C0688"/>
    <w:rsid w:val="004C0E9B"/>
    <w:rsid w:val="004C1140"/>
    <w:rsid w:val="004C1823"/>
    <w:rsid w:val="004C2581"/>
    <w:rsid w:val="004C27BF"/>
    <w:rsid w:val="004C304A"/>
    <w:rsid w:val="004C4675"/>
    <w:rsid w:val="004C558A"/>
    <w:rsid w:val="004C5A40"/>
    <w:rsid w:val="004C67DD"/>
    <w:rsid w:val="004C6E81"/>
    <w:rsid w:val="004C7425"/>
    <w:rsid w:val="004C78EE"/>
    <w:rsid w:val="004C797E"/>
    <w:rsid w:val="004D04C0"/>
    <w:rsid w:val="004D0531"/>
    <w:rsid w:val="004D0731"/>
    <w:rsid w:val="004D0BDC"/>
    <w:rsid w:val="004D0DF1"/>
    <w:rsid w:val="004D11B5"/>
    <w:rsid w:val="004D11BB"/>
    <w:rsid w:val="004D15D6"/>
    <w:rsid w:val="004D272A"/>
    <w:rsid w:val="004D2C2D"/>
    <w:rsid w:val="004D3780"/>
    <w:rsid w:val="004D3A5A"/>
    <w:rsid w:val="004D4490"/>
    <w:rsid w:val="004D4A3C"/>
    <w:rsid w:val="004D6006"/>
    <w:rsid w:val="004D6A22"/>
    <w:rsid w:val="004D7E55"/>
    <w:rsid w:val="004E040D"/>
    <w:rsid w:val="004E0F8B"/>
    <w:rsid w:val="004E1649"/>
    <w:rsid w:val="004E1EBB"/>
    <w:rsid w:val="004E20A4"/>
    <w:rsid w:val="004E2130"/>
    <w:rsid w:val="004E2A75"/>
    <w:rsid w:val="004E35A2"/>
    <w:rsid w:val="004E402F"/>
    <w:rsid w:val="004E4E03"/>
    <w:rsid w:val="004E4E73"/>
    <w:rsid w:val="004E600E"/>
    <w:rsid w:val="004E61CD"/>
    <w:rsid w:val="004E63EE"/>
    <w:rsid w:val="004E67B2"/>
    <w:rsid w:val="004E6A3B"/>
    <w:rsid w:val="004E73AA"/>
    <w:rsid w:val="004E790C"/>
    <w:rsid w:val="004E7DC4"/>
    <w:rsid w:val="004F0365"/>
    <w:rsid w:val="004F056B"/>
    <w:rsid w:val="004F0A99"/>
    <w:rsid w:val="004F11C4"/>
    <w:rsid w:val="004F1A2C"/>
    <w:rsid w:val="004F202F"/>
    <w:rsid w:val="004F222A"/>
    <w:rsid w:val="004F2384"/>
    <w:rsid w:val="004F244F"/>
    <w:rsid w:val="004F27C7"/>
    <w:rsid w:val="004F2A69"/>
    <w:rsid w:val="004F2C69"/>
    <w:rsid w:val="004F34AF"/>
    <w:rsid w:val="004F4B70"/>
    <w:rsid w:val="004F4BB0"/>
    <w:rsid w:val="004F4D5D"/>
    <w:rsid w:val="004F4F49"/>
    <w:rsid w:val="004F5133"/>
    <w:rsid w:val="004F5173"/>
    <w:rsid w:val="004F54B0"/>
    <w:rsid w:val="004F5604"/>
    <w:rsid w:val="004F560C"/>
    <w:rsid w:val="004F5685"/>
    <w:rsid w:val="004F568E"/>
    <w:rsid w:val="004F5E1A"/>
    <w:rsid w:val="004F647D"/>
    <w:rsid w:val="004F676F"/>
    <w:rsid w:val="004F6783"/>
    <w:rsid w:val="00500457"/>
    <w:rsid w:val="005005E6"/>
    <w:rsid w:val="0050087D"/>
    <w:rsid w:val="00500DC9"/>
    <w:rsid w:val="00500FD4"/>
    <w:rsid w:val="00501374"/>
    <w:rsid w:val="0050157C"/>
    <w:rsid w:val="00501C19"/>
    <w:rsid w:val="00501C62"/>
    <w:rsid w:val="00501CF6"/>
    <w:rsid w:val="00501DF6"/>
    <w:rsid w:val="00502230"/>
    <w:rsid w:val="00502333"/>
    <w:rsid w:val="005027F8"/>
    <w:rsid w:val="0050344A"/>
    <w:rsid w:val="00504306"/>
    <w:rsid w:val="005054AD"/>
    <w:rsid w:val="00505C0C"/>
    <w:rsid w:val="005069CB"/>
    <w:rsid w:val="005071A3"/>
    <w:rsid w:val="005105BA"/>
    <w:rsid w:val="00510E30"/>
    <w:rsid w:val="0051194A"/>
    <w:rsid w:val="0051212B"/>
    <w:rsid w:val="005124FA"/>
    <w:rsid w:val="00512BDB"/>
    <w:rsid w:val="00513052"/>
    <w:rsid w:val="00513B13"/>
    <w:rsid w:val="00513B8C"/>
    <w:rsid w:val="00513F86"/>
    <w:rsid w:val="00514D43"/>
    <w:rsid w:val="00515823"/>
    <w:rsid w:val="00515DA2"/>
    <w:rsid w:val="00516619"/>
    <w:rsid w:val="00516ADD"/>
    <w:rsid w:val="00516C5C"/>
    <w:rsid w:val="00517468"/>
    <w:rsid w:val="005174D3"/>
    <w:rsid w:val="00517A52"/>
    <w:rsid w:val="00517EDE"/>
    <w:rsid w:val="005201D5"/>
    <w:rsid w:val="00521002"/>
    <w:rsid w:val="00521125"/>
    <w:rsid w:val="00521257"/>
    <w:rsid w:val="0052152E"/>
    <w:rsid w:val="00521786"/>
    <w:rsid w:val="00522ADC"/>
    <w:rsid w:val="00523649"/>
    <w:rsid w:val="00523763"/>
    <w:rsid w:val="00523C21"/>
    <w:rsid w:val="0052418E"/>
    <w:rsid w:val="00524658"/>
    <w:rsid w:val="00525AA9"/>
    <w:rsid w:val="005262CF"/>
    <w:rsid w:val="00526765"/>
    <w:rsid w:val="0052729B"/>
    <w:rsid w:val="00527344"/>
    <w:rsid w:val="00527530"/>
    <w:rsid w:val="005279D3"/>
    <w:rsid w:val="00527A16"/>
    <w:rsid w:val="00530A28"/>
    <w:rsid w:val="0053112C"/>
    <w:rsid w:val="00531545"/>
    <w:rsid w:val="00531601"/>
    <w:rsid w:val="0053174A"/>
    <w:rsid w:val="0053186E"/>
    <w:rsid w:val="00531A10"/>
    <w:rsid w:val="00531BEF"/>
    <w:rsid w:val="0053270A"/>
    <w:rsid w:val="005329D9"/>
    <w:rsid w:val="00532BC2"/>
    <w:rsid w:val="00533355"/>
    <w:rsid w:val="00533732"/>
    <w:rsid w:val="005353B1"/>
    <w:rsid w:val="00535A67"/>
    <w:rsid w:val="0053691A"/>
    <w:rsid w:val="00536A76"/>
    <w:rsid w:val="00536FBB"/>
    <w:rsid w:val="00537426"/>
    <w:rsid w:val="00542944"/>
    <w:rsid w:val="0054299F"/>
    <w:rsid w:val="00542BC1"/>
    <w:rsid w:val="00542C00"/>
    <w:rsid w:val="00543213"/>
    <w:rsid w:val="00543335"/>
    <w:rsid w:val="00543424"/>
    <w:rsid w:val="0054383E"/>
    <w:rsid w:val="00546B0F"/>
    <w:rsid w:val="005472DE"/>
    <w:rsid w:val="00547DA8"/>
    <w:rsid w:val="00547F87"/>
    <w:rsid w:val="00550291"/>
    <w:rsid w:val="00550DCB"/>
    <w:rsid w:val="00550F2A"/>
    <w:rsid w:val="00550F5A"/>
    <w:rsid w:val="0055130C"/>
    <w:rsid w:val="0055177A"/>
    <w:rsid w:val="00551989"/>
    <w:rsid w:val="00551BD1"/>
    <w:rsid w:val="00552FF3"/>
    <w:rsid w:val="00553C83"/>
    <w:rsid w:val="00554076"/>
    <w:rsid w:val="005541F2"/>
    <w:rsid w:val="0055447C"/>
    <w:rsid w:val="00555FA4"/>
    <w:rsid w:val="00556448"/>
    <w:rsid w:val="00556AC6"/>
    <w:rsid w:val="00556BF7"/>
    <w:rsid w:val="00556E4E"/>
    <w:rsid w:val="0055761D"/>
    <w:rsid w:val="00560B81"/>
    <w:rsid w:val="00560C61"/>
    <w:rsid w:val="00560FDE"/>
    <w:rsid w:val="00561B00"/>
    <w:rsid w:val="005627DA"/>
    <w:rsid w:val="00563375"/>
    <w:rsid w:val="005633F3"/>
    <w:rsid w:val="00563596"/>
    <w:rsid w:val="00563855"/>
    <w:rsid w:val="00564DDD"/>
    <w:rsid w:val="0056547F"/>
    <w:rsid w:val="00565536"/>
    <w:rsid w:val="0056554B"/>
    <w:rsid w:val="00565AB0"/>
    <w:rsid w:val="00566EDC"/>
    <w:rsid w:val="005670F5"/>
    <w:rsid w:val="005679C2"/>
    <w:rsid w:val="00567B8A"/>
    <w:rsid w:val="00567CC6"/>
    <w:rsid w:val="0057005B"/>
    <w:rsid w:val="00570278"/>
    <w:rsid w:val="0057064D"/>
    <w:rsid w:val="00571BD6"/>
    <w:rsid w:val="00571C96"/>
    <w:rsid w:val="00571DD8"/>
    <w:rsid w:val="00571E9C"/>
    <w:rsid w:val="00573297"/>
    <w:rsid w:val="0057398B"/>
    <w:rsid w:val="005739B0"/>
    <w:rsid w:val="00574F41"/>
    <w:rsid w:val="00575D14"/>
    <w:rsid w:val="00576999"/>
    <w:rsid w:val="00576C96"/>
    <w:rsid w:val="00577C47"/>
    <w:rsid w:val="00577C98"/>
    <w:rsid w:val="00580497"/>
    <w:rsid w:val="0058132F"/>
    <w:rsid w:val="00581FB1"/>
    <w:rsid w:val="005820A3"/>
    <w:rsid w:val="00583010"/>
    <w:rsid w:val="00583278"/>
    <w:rsid w:val="0058391F"/>
    <w:rsid w:val="005848B2"/>
    <w:rsid w:val="00584CF4"/>
    <w:rsid w:val="00585838"/>
    <w:rsid w:val="0058594E"/>
    <w:rsid w:val="00585CFB"/>
    <w:rsid w:val="00585DA6"/>
    <w:rsid w:val="00585FCC"/>
    <w:rsid w:val="00586327"/>
    <w:rsid w:val="00586A72"/>
    <w:rsid w:val="005872AD"/>
    <w:rsid w:val="00587BB5"/>
    <w:rsid w:val="00590448"/>
    <w:rsid w:val="00590504"/>
    <w:rsid w:val="00590CC3"/>
    <w:rsid w:val="00591A9F"/>
    <w:rsid w:val="00592023"/>
    <w:rsid w:val="0059279B"/>
    <w:rsid w:val="005929D7"/>
    <w:rsid w:val="00592B84"/>
    <w:rsid w:val="0059302D"/>
    <w:rsid w:val="00593331"/>
    <w:rsid w:val="0059659B"/>
    <w:rsid w:val="00596D57"/>
    <w:rsid w:val="005975E3"/>
    <w:rsid w:val="0059790D"/>
    <w:rsid w:val="00597A7E"/>
    <w:rsid w:val="005A0ABD"/>
    <w:rsid w:val="005A14AE"/>
    <w:rsid w:val="005A175A"/>
    <w:rsid w:val="005A189B"/>
    <w:rsid w:val="005A2EA4"/>
    <w:rsid w:val="005A30EE"/>
    <w:rsid w:val="005A314B"/>
    <w:rsid w:val="005A3A99"/>
    <w:rsid w:val="005A3A9F"/>
    <w:rsid w:val="005A3B1A"/>
    <w:rsid w:val="005A3B70"/>
    <w:rsid w:val="005A411E"/>
    <w:rsid w:val="005A4FEE"/>
    <w:rsid w:val="005A5FA8"/>
    <w:rsid w:val="005A6400"/>
    <w:rsid w:val="005A676E"/>
    <w:rsid w:val="005A6EFD"/>
    <w:rsid w:val="005A70CC"/>
    <w:rsid w:val="005A7183"/>
    <w:rsid w:val="005A73BE"/>
    <w:rsid w:val="005A7BF6"/>
    <w:rsid w:val="005B063D"/>
    <w:rsid w:val="005B0E1C"/>
    <w:rsid w:val="005B122E"/>
    <w:rsid w:val="005B14D3"/>
    <w:rsid w:val="005B1AE9"/>
    <w:rsid w:val="005B1D2A"/>
    <w:rsid w:val="005B1EF8"/>
    <w:rsid w:val="005B1F09"/>
    <w:rsid w:val="005B22A7"/>
    <w:rsid w:val="005B3BB1"/>
    <w:rsid w:val="005B47C6"/>
    <w:rsid w:val="005B6015"/>
    <w:rsid w:val="005B6808"/>
    <w:rsid w:val="005B6930"/>
    <w:rsid w:val="005B7007"/>
    <w:rsid w:val="005B71AC"/>
    <w:rsid w:val="005B74AB"/>
    <w:rsid w:val="005B78E6"/>
    <w:rsid w:val="005C00AB"/>
    <w:rsid w:val="005C065A"/>
    <w:rsid w:val="005C0CE1"/>
    <w:rsid w:val="005C12BF"/>
    <w:rsid w:val="005C131F"/>
    <w:rsid w:val="005C1E7E"/>
    <w:rsid w:val="005C2D16"/>
    <w:rsid w:val="005C2D73"/>
    <w:rsid w:val="005C2F04"/>
    <w:rsid w:val="005C3ABE"/>
    <w:rsid w:val="005C3C8E"/>
    <w:rsid w:val="005C46D8"/>
    <w:rsid w:val="005C4F5F"/>
    <w:rsid w:val="005C506C"/>
    <w:rsid w:val="005C514A"/>
    <w:rsid w:val="005C6F84"/>
    <w:rsid w:val="005C7385"/>
    <w:rsid w:val="005C7BAC"/>
    <w:rsid w:val="005D0CE6"/>
    <w:rsid w:val="005D0F3E"/>
    <w:rsid w:val="005D1CC2"/>
    <w:rsid w:val="005D220E"/>
    <w:rsid w:val="005D22A4"/>
    <w:rsid w:val="005D39AC"/>
    <w:rsid w:val="005D4C3A"/>
    <w:rsid w:val="005D511F"/>
    <w:rsid w:val="005D526D"/>
    <w:rsid w:val="005D5A03"/>
    <w:rsid w:val="005D5A13"/>
    <w:rsid w:val="005D6132"/>
    <w:rsid w:val="005D6CBF"/>
    <w:rsid w:val="005D6E2F"/>
    <w:rsid w:val="005D7142"/>
    <w:rsid w:val="005D741A"/>
    <w:rsid w:val="005D7F5C"/>
    <w:rsid w:val="005E024A"/>
    <w:rsid w:val="005E1DC8"/>
    <w:rsid w:val="005E1F99"/>
    <w:rsid w:val="005E2018"/>
    <w:rsid w:val="005E2711"/>
    <w:rsid w:val="005E2EB8"/>
    <w:rsid w:val="005E33E4"/>
    <w:rsid w:val="005E484E"/>
    <w:rsid w:val="005E4A4A"/>
    <w:rsid w:val="005E5891"/>
    <w:rsid w:val="005E5D1D"/>
    <w:rsid w:val="005E60A9"/>
    <w:rsid w:val="005E66A5"/>
    <w:rsid w:val="005E6B7F"/>
    <w:rsid w:val="005E6D36"/>
    <w:rsid w:val="005E70CC"/>
    <w:rsid w:val="005F13C4"/>
    <w:rsid w:val="005F2A03"/>
    <w:rsid w:val="005F2F52"/>
    <w:rsid w:val="005F2FD9"/>
    <w:rsid w:val="005F3D29"/>
    <w:rsid w:val="005F4094"/>
    <w:rsid w:val="005F49C6"/>
    <w:rsid w:val="005F4F66"/>
    <w:rsid w:val="005F53EA"/>
    <w:rsid w:val="005F75D4"/>
    <w:rsid w:val="005F7A11"/>
    <w:rsid w:val="005F7D14"/>
    <w:rsid w:val="00600178"/>
    <w:rsid w:val="00600D46"/>
    <w:rsid w:val="00600FA8"/>
    <w:rsid w:val="006026E6"/>
    <w:rsid w:val="006032C6"/>
    <w:rsid w:val="00603BC6"/>
    <w:rsid w:val="00603BD0"/>
    <w:rsid w:val="00603CC4"/>
    <w:rsid w:val="0060550D"/>
    <w:rsid w:val="0060580D"/>
    <w:rsid w:val="00605A5A"/>
    <w:rsid w:val="00606229"/>
    <w:rsid w:val="006067C4"/>
    <w:rsid w:val="00606B70"/>
    <w:rsid w:val="00606E25"/>
    <w:rsid w:val="0060705B"/>
    <w:rsid w:val="00607717"/>
    <w:rsid w:val="0060779B"/>
    <w:rsid w:val="00610923"/>
    <w:rsid w:val="0061113C"/>
    <w:rsid w:val="00611A70"/>
    <w:rsid w:val="00612500"/>
    <w:rsid w:val="00612E67"/>
    <w:rsid w:val="006133C6"/>
    <w:rsid w:val="00613999"/>
    <w:rsid w:val="00613B89"/>
    <w:rsid w:val="0061482F"/>
    <w:rsid w:val="00614E49"/>
    <w:rsid w:val="00615B08"/>
    <w:rsid w:val="0061638D"/>
    <w:rsid w:val="006164C0"/>
    <w:rsid w:val="00616EE5"/>
    <w:rsid w:val="00616F87"/>
    <w:rsid w:val="0061723A"/>
    <w:rsid w:val="006174B0"/>
    <w:rsid w:val="006208BB"/>
    <w:rsid w:val="00620A0A"/>
    <w:rsid w:val="0062180D"/>
    <w:rsid w:val="0062204C"/>
    <w:rsid w:val="006221E4"/>
    <w:rsid w:val="00622391"/>
    <w:rsid w:val="00622ADB"/>
    <w:rsid w:val="006231B0"/>
    <w:rsid w:val="006231DB"/>
    <w:rsid w:val="00623754"/>
    <w:rsid w:val="006239FB"/>
    <w:rsid w:val="00623FCA"/>
    <w:rsid w:val="00624499"/>
    <w:rsid w:val="006244CF"/>
    <w:rsid w:val="00624B3A"/>
    <w:rsid w:val="00625535"/>
    <w:rsid w:val="00625B92"/>
    <w:rsid w:val="00625D6F"/>
    <w:rsid w:val="00625F56"/>
    <w:rsid w:val="0062695E"/>
    <w:rsid w:val="00626BFE"/>
    <w:rsid w:val="006270B2"/>
    <w:rsid w:val="0062739A"/>
    <w:rsid w:val="00627624"/>
    <w:rsid w:val="00627ACE"/>
    <w:rsid w:val="00627B9D"/>
    <w:rsid w:val="00627E7D"/>
    <w:rsid w:val="0063022B"/>
    <w:rsid w:val="0063059C"/>
    <w:rsid w:val="0063099A"/>
    <w:rsid w:val="00630B06"/>
    <w:rsid w:val="00630EC8"/>
    <w:rsid w:val="00630EE3"/>
    <w:rsid w:val="0063106B"/>
    <w:rsid w:val="00632DD9"/>
    <w:rsid w:val="00633873"/>
    <w:rsid w:val="0063396B"/>
    <w:rsid w:val="00633FE7"/>
    <w:rsid w:val="00634DBA"/>
    <w:rsid w:val="00635AFE"/>
    <w:rsid w:val="006362E9"/>
    <w:rsid w:val="0063631B"/>
    <w:rsid w:val="006367AC"/>
    <w:rsid w:val="00636A97"/>
    <w:rsid w:val="00636E69"/>
    <w:rsid w:val="00637225"/>
    <w:rsid w:val="00637542"/>
    <w:rsid w:val="00637F20"/>
    <w:rsid w:val="00637F53"/>
    <w:rsid w:val="00641637"/>
    <w:rsid w:val="00641A27"/>
    <w:rsid w:val="00641AC1"/>
    <w:rsid w:val="0064206D"/>
    <w:rsid w:val="006427AD"/>
    <w:rsid w:val="00643037"/>
    <w:rsid w:val="00643D00"/>
    <w:rsid w:val="00643DD6"/>
    <w:rsid w:val="00644F51"/>
    <w:rsid w:val="00645708"/>
    <w:rsid w:val="00645B8D"/>
    <w:rsid w:val="00646608"/>
    <w:rsid w:val="00646B01"/>
    <w:rsid w:val="00646C3D"/>
    <w:rsid w:val="006502D1"/>
    <w:rsid w:val="00650311"/>
    <w:rsid w:val="00651902"/>
    <w:rsid w:val="00651B37"/>
    <w:rsid w:val="00651D29"/>
    <w:rsid w:val="0065202F"/>
    <w:rsid w:val="006520D2"/>
    <w:rsid w:val="006522AB"/>
    <w:rsid w:val="00652461"/>
    <w:rsid w:val="0065385C"/>
    <w:rsid w:val="00654641"/>
    <w:rsid w:val="00654A01"/>
    <w:rsid w:val="006551B0"/>
    <w:rsid w:val="00655234"/>
    <w:rsid w:val="00655916"/>
    <w:rsid w:val="006569D0"/>
    <w:rsid w:val="00656D5D"/>
    <w:rsid w:val="006606E3"/>
    <w:rsid w:val="006609A1"/>
    <w:rsid w:val="0066258D"/>
    <w:rsid w:val="006628C3"/>
    <w:rsid w:val="00664A4A"/>
    <w:rsid w:val="00664ADB"/>
    <w:rsid w:val="006652A3"/>
    <w:rsid w:val="00665A61"/>
    <w:rsid w:val="00665D0F"/>
    <w:rsid w:val="00666DEA"/>
    <w:rsid w:val="00667078"/>
    <w:rsid w:val="006704C1"/>
    <w:rsid w:val="006713D8"/>
    <w:rsid w:val="006714AA"/>
    <w:rsid w:val="00671C4E"/>
    <w:rsid w:val="00671E8D"/>
    <w:rsid w:val="00673F40"/>
    <w:rsid w:val="00674770"/>
    <w:rsid w:val="00675145"/>
    <w:rsid w:val="00675928"/>
    <w:rsid w:val="00675E42"/>
    <w:rsid w:val="00675FCE"/>
    <w:rsid w:val="006762FA"/>
    <w:rsid w:val="0067638B"/>
    <w:rsid w:val="0067787F"/>
    <w:rsid w:val="00677CC0"/>
    <w:rsid w:val="006805AB"/>
    <w:rsid w:val="0068079A"/>
    <w:rsid w:val="00680993"/>
    <w:rsid w:val="00680F5F"/>
    <w:rsid w:val="0068105A"/>
    <w:rsid w:val="006811F2"/>
    <w:rsid w:val="00681493"/>
    <w:rsid w:val="006825FF"/>
    <w:rsid w:val="00682659"/>
    <w:rsid w:val="00682DA5"/>
    <w:rsid w:val="00682E2B"/>
    <w:rsid w:val="00683096"/>
    <w:rsid w:val="00683DAA"/>
    <w:rsid w:val="006847EF"/>
    <w:rsid w:val="006848F7"/>
    <w:rsid w:val="00684A66"/>
    <w:rsid w:val="006854C5"/>
    <w:rsid w:val="00685CAC"/>
    <w:rsid w:val="00685D08"/>
    <w:rsid w:val="00685E20"/>
    <w:rsid w:val="006861E5"/>
    <w:rsid w:val="006864C1"/>
    <w:rsid w:val="006872C5"/>
    <w:rsid w:val="006877FC"/>
    <w:rsid w:val="006905DD"/>
    <w:rsid w:val="00690914"/>
    <w:rsid w:val="006910A6"/>
    <w:rsid w:val="0069156C"/>
    <w:rsid w:val="00691986"/>
    <w:rsid w:val="00691CDA"/>
    <w:rsid w:val="00691DB6"/>
    <w:rsid w:val="00691E6A"/>
    <w:rsid w:val="0069302F"/>
    <w:rsid w:val="00693257"/>
    <w:rsid w:val="006933AD"/>
    <w:rsid w:val="00693BFA"/>
    <w:rsid w:val="006953AE"/>
    <w:rsid w:val="00696018"/>
    <w:rsid w:val="0069611E"/>
    <w:rsid w:val="006964DD"/>
    <w:rsid w:val="0069665C"/>
    <w:rsid w:val="0069685E"/>
    <w:rsid w:val="0069704A"/>
    <w:rsid w:val="006976AC"/>
    <w:rsid w:val="006A019C"/>
    <w:rsid w:val="006A0833"/>
    <w:rsid w:val="006A0EBE"/>
    <w:rsid w:val="006A1770"/>
    <w:rsid w:val="006A1CDE"/>
    <w:rsid w:val="006A1CE1"/>
    <w:rsid w:val="006A2017"/>
    <w:rsid w:val="006A2763"/>
    <w:rsid w:val="006A3701"/>
    <w:rsid w:val="006A42AE"/>
    <w:rsid w:val="006A4991"/>
    <w:rsid w:val="006A49AC"/>
    <w:rsid w:val="006A5276"/>
    <w:rsid w:val="006A5AB1"/>
    <w:rsid w:val="006A66B1"/>
    <w:rsid w:val="006A6A06"/>
    <w:rsid w:val="006A6B7C"/>
    <w:rsid w:val="006A6CC3"/>
    <w:rsid w:val="006A7D1A"/>
    <w:rsid w:val="006B03CD"/>
    <w:rsid w:val="006B0934"/>
    <w:rsid w:val="006B0F99"/>
    <w:rsid w:val="006B0FBE"/>
    <w:rsid w:val="006B142B"/>
    <w:rsid w:val="006B29E0"/>
    <w:rsid w:val="006B2BC6"/>
    <w:rsid w:val="006B3007"/>
    <w:rsid w:val="006B3B82"/>
    <w:rsid w:val="006B3D23"/>
    <w:rsid w:val="006B3F25"/>
    <w:rsid w:val="006B45DA"/>
    <w:rsid w:val="006B504A"/>
    <w:rsid w:val="006B5224"/>
    <w:rsid w:val="006B5A29"/>
    <w:rsid w:val="006B5E7C"/>
    <w:rsid w:val="006B657B"/>
    <w:rsid w:val="006B672A"/>
    <w:rsid w:val="006B6C2A"/>
    <w:rsid w:val="006C0D58"/>
    <w:rsid w:val="006C0DF0"/>
    <w:rsid w:val="006C0FC2"/>
    <w:rsid w:val="006C14D3"/>
    <w:rsid w:val="006C1530"/>
    <w:rsid w:val="006C1A79"/>
    <w:rsid w:val="006C1E32"/>
    <w:rsid w:val="006C2DFF"/>
    <w:rsid w:val="006C2E94"/>
    <w:rsid w:val="006C3314"/>
    <w:rsid w:val="006C33EB"/>
    <w:rsid w:val="006C3AB5"/>
    <w:rsid w:val="006C4D5C"/>
    <w:rsid w:val="006C5471"/>
    <w:rsid w:val="006C62D9"/>
    <w:rsid w:val="006C6304"/>
    <w:rsid w:val="006C77FC"/>
    <w:rsid w:val="006C7E59"/>
    <w:rsid w:val="006D08A5"/>
    <w:rsid w:val="006D0994"/>
    <w:rsid w:val="006D09D3"/>
    <w:rsid w:val="006D0E94"/>
    <w:rsid w:val="006D1400"/>
    <w:rsid w:val="006D14E4"/>
    <w:rsid w:val="006D1929"/>
    <w:rsid w:val="006D1ED7"/>
    <w:rsid w:val="006D1EED"/>
    <w:rsid w:val="006D2EAD"/>
    <w:rsid w:val="006D31CC"/>
    <w:rsid w:val="006D31D9"/>
    <w:rsid w:val="006D35AD"/>
    <w:rsid w:val="006D465A"/>
    <w:rsid w:val="006D5E31"/>
    <w:rsid w:val="006D67B9"/>
    <w:rsid w:val="006D7135"/>
    <w:rsid w:val="006D7623"/>
    <w:rsid w:val="006D782A"/>
    <w:rsid w:val="006E1B06"/>
    <w:rsid w:val="006E2084"/>
    <w:rsid w:val="006E21D3"/>
    <w:rsid w:val="006E24CB"/>
    <w:rsid w:val="006E26EB"/>
    <w:rsid w:val="006E29A8"/>
    <w:rsid w:val="006E2F7C"/>
    <w:rsid w:val="006E4781"/>
    <w:rsid w:val="006E486A"/>
    <w:rsid w:val="006E4A5F"/>
    <w:rsid w:val="006E5575"/>
    <w:rsid w:val="006E5A97"/>
    <w:rsid w:val="006E5D4B"/>
    <w:rsid w:val="006E60DD"/>
    <w:rsid w:val="006E675B"/>
    <w:rsid w:val="006E720F"/>
    <w:rsid w:val="006E7856"/>
    <w:rsid w:val="006E7DB6"/>
    <w:rsid w:val="006E7E12"/>
    <w:rsid w:val="006F0377"/>
    <w:rsid w:val="006F0969"/>
    <w:rsid w:val="006F0C40"/>
    <w:rsid w:val="006F0CE1"/>
    <w:rsid w:val="006F0D06"/>
    <w:rsid w:val="006F0E28"/>
    <w:rsid w:val="006F1455"/>
    <w:rsid w:val="006F1A5F"/>
    <w:rsid w:val="006F2341"/>
    <w:rsid w:val="006F35C0"/>
    <w:rsid w:val="006F4042"/>
    <w:rsid w:val="006F4782"/>
    <w:rsid w:val="006F4800"/>
    <w:rsid w:val="006F5993"/>
    <w:rsid w:val="006F6240"/>
    <w:rsid w:val="006F7B34"/>
    <w:rsid w:val="006F7CF9"/>
    <w:rsid w:val="007012E0"/>
    <w:rsid w:val="007014BC"/>
    <w:rsid w:val="00702652"/>
    <w:rsid w:val="007027F7"/>
    <w:rsid w:val="00702DD4"/>
    <w:rsid w:val="00703BBB"/>
    <w:rsid w:val="00704286"/>
    <w:rsid w:val="007043B0"/>
    <w:rsid w:val="0070453B"/>
    <w:rsid w:val="00704DD9"/>
    <w:rsid w:val="00704E80"/>
    <w:rsid w:val="0070528B"/>
    <w:rsid w:val="0070563F"/>
    <w:rsid w:val="00705874"/>
    <w:rsid w:val="007059CB"/>
    <w:rsid w:val="007065BF"/>
    <w:rsid w:val="007067ED"/>
    <w:rsid w:val="0070682C"/>
    <w:rsid w:val="0070683B"/>
    <w:rsid w:val="00706B8B"/>
    <w:rsid w:val="0070755E"/>
    <w:rsid w:val="00707E6A"/>
    <w:rsid w:val="007108C2"/>
    <w:rsid w:val="00711586"/>
    <w:rsid w:val="0071161B"/>
    <w:rsid w:val="0071172F"/>
    <w:rsid w:val="00714044"/>
    <w:rsid w:val="00714208"/>
    <w:rsid w:val="007147AB"/>
    <w:rsid w:val="00714A26"/>
    <w:rsid w:val="00715330"/>
    <w:rsid w:val="007158FA"/>
    <w:rsid w:val="00716916"/>
    <w:rsid w:val="00716DCF"/>
    <w:rsid w:val="007179AF"/>
    <w:rsid w:val="007201E2"/>
    <w:rsid w:val="007208A6"/>
    <w:rsid w:val="00720930"/>
    <w:rsid w:val="00720939"/>
    <w:rsid w:val="00720B0E"/>
    <w:rsid w:val="0072149F"/>
    <w:rsid w:val="0072164B"/>
    <w:rsid w:val="00721747"/>
    <w:rsid w:val="00721AB3"/>
    <w:rsid w:val="00722338"/>
    <w:rsid w:val="00722531"/>
    <w:rsid w:val="00723973"/>
    <w:rsid w:val="00723B75"/>
    <w:rsid w:val="00723E3B"/>
    <w:rsid w:val="00724120"/>
    <w:rsid w:val="007241E6"/>
    <w:rsid w:val="0072481F"/>
    <w:rsid w:val="00724993"/>
    <w:rsid w:val="00724D80"/>
    <w:rsid w:val="007250EA"/>
    <w:rsid w:val="007257F8"/>
    <w:rsid w:val="007257FD"/>
    <w:rsid w:val="0072614F"/>
    <w:rsid w:val="00726B42"/>
    <w:rsid w:val="00727075"/>
    <w:rsid w:val="00727086"/>
    <w:rsid w:val="00730C34"/>
    <w:rsid w:val="00730CD4"/>
    <w:rsid w:val="00731350"/>
    <w:rsid w:val="00731614"/>
    <w:rsid w:val="00731938"/>
    <w:rsid w:val="007322C8"/>
    <w:rsid w:val="0073268B"/>
    <w:rsid w:val="00732818"/>
    <w:rsid w:val="00733191"/>
    <w:rsid w:val="0073321B"/>
    <w:rsid w:val="007333F0"/>
    <w:rsid w:val="007338B4"/>
    <w:rsid w:val="00733B9A"/>
    <w:rsid w:val="00734E19"/>
    <w:rsid w:val="007351FB"/>
    <w:rsid w:val="00735468"/>
    <w:rsid w:val="0073585E"/>
    <w:rsid w:val="00735A0E"/>
    <w:rsid w:val="00736B07"/>
    <w:rsid w:val="007370C4"/>
    <w:rsid w:val="00737412"/>
    <w:rsid w:val="0073786C"/>
    <w:rsid w:val="00740DA8"/>
    <w:rsid w:val="00741880"/>
    <w:rsid w:val="00742BF8"/>
    <w:rsid w:val="00743045"/>
    <w:rsid w:val="00743A59"/>
    <w:rsid w:val="00744B86"/>
    <w:rsid w:val="00745265"/>
    <w:rsid w:val="0074676B"/>
    <w:rsid w:val="007467AB"/>
    <w:rsid w:val="00746D1F"/>
    <w:rsid w:val="00747177"/>
    <w:rsid w:val="007473D6"/>
    <w:rsid w:val="007475A5"/>
    <w:rsid w:val="00750294"/>
    <w:rsid w:val="00750F4B"/>
    <w:rsid w:val="00751087"/>
    <w:rsid w:val="007516D0"/>
    <w:rsid w:val="0075175C"/>
    <w:rsid w:val="007527C1"/>
    <w:rsid w:val="0075361D"/>
    <w:rsid w:val="00754DEE"/>
    <w:rsid w:val="007551C6"/>
    <w:rsid w:val="007555D7"/>
    <w:rsid w:val="00755927"/>
    <w:rsid w:val="00755F1F"/>
    <w:rsid w:val="0075688D"/>
    <w:rsid w:val="00760CD9"/>
    <w:rsid w:val="00760FBB"/>
    <w:rsid w:val="0076180C"/>
    <w:rsid w:val="00762519"/>
    <w:rsid w:val="00762BFA"/>
    <w:rsid w:val="00762EC8"/>
    <w:rsid w:val="0076309E"/>
    <w:rsid w:val="00763711"/>
    <w:rsid w:val="00763734"/>
    <w:rsid w:val="00763BA8"/>
    <w:rsid w:val="00764074"/>
    <w:rsid w:val="00764EA1"/>
    <w:rsid w:val="00765E9D"/>
    <w:rsid w:val="00766890"/>
    <w:rsid w:val="00766D72"/>
    <w:rsid w:val="00766E99"/>
    <w:rsid w:val="00766FA5"/>
    <w:rsid w:val="00767362"/>
    <w:rsid w:val="0076741B"/>
    <w:rsid w:val="0076790F"/>
    <w:rsid w:val="00767D6E"/>
    <w:rsid w:val="00770205"/>
    <w:rsid w:val="00770E27"/>
    <w:rsid w:val="00770F84"/>
    <w:rsid w:val="00771C4F"/>
    <w:rsid w:val="00772465"/>
    <w:rsid w:val="007728B3"/>
    <w:rsid w:val="00772AFD"/>
    <w:rsid w:val="00773033"/>
    <w:rsid w:val="007730B7"/>
    <w:rsid w:val="007733D3"/>
    <w:rsid w:val="00773A1A"/>
    <w:rsid w:val="00773A4D"/>
    <w:rsid w:val="00773A7D"/>
    <w:rsid w:val="00773F91"/>
    <w:rsid w:val="00774668"/>
    <w:rsid w:val="00776DD5"/>
    <w:rsid w:val="007800EC"/>
    <w:rsid w:val="007800EE"/>
    <w:rsid w:val="00781275"/>
    <w:rsid w:val="007814DE"/>
    <w:rsid w:val="00781625"/>
    <w:rsid w:val="00781E3D"/>
    <w:rsid w:val="007826BF"/>
    <w:rsid w:val="00782C2A"/>
    <w:rsid w:val="00783097"/>
    <w:rsid w:val="007831B0"/>
    <w:rsid w:val="007838D8"/>
    <w:rsid w:val="00783DF5"/>
    <w:rsid w:val="00783FBB"/>
    <w:rsid w:val="0078403B"/>
    <w:rsid w:val="00784CA3"/>
    <w:rsid w:val="007858F0"/>
    <w:rsid w:val="00785F11"/>
    <w:rsid w:val="0078678E"/>
    <w:rsid w:val="00786E00"/>
    <w:rsid w:val="007870AE"/>
    <w:rsid w:val="0078768E"/>
    <w:rsid w:val="00787E43"/>
    <w:rsid w:val="00790010"/>
    <w:rsid w:val="0079025E"/>
    <w:rsid w:val="00790AE0"/>
    <w:rsid w:val="00790B4E"/>
    <w:rsid w:val="00790C59"/>
    <w:rsid w:val="00791ED1"/>
    <w:rsid w:val="007920A3"/>
    <w:rsid w:val="00792827"/>
    <w:rsid w:val="00792F74"/>
    <w:rsid w:val="00793151"/>
    <w:rsid w:val="00793918"/>
    <w:rsid w:val="00794150"/>
    <w:rsid w:val="007950F7"/>
    <w:rsid w:val="00795943"/>
    <w:rsid w:val="007962CD"/>
    <w:rsid w:val="00796468"/>
    <w:rsid w:val="00796EE3"/>
    <w:rsid w:val="007973E8"/>
    <w:rsid w:val="00797574"/>
    <w:rsid w:val="007A039C"/>
    <w:rsid w:val="007A0541"/>
    <w:rsid w:val="007A0827"/>
    <w:rsid w:val="007A0A0D"/>
    <w:rsid w:val="007A0E82"/>
    <w:rsid w:val="007A1DBA"/>
    <w:rsid w:val="007A2616"/>
    <w:rsid w:val="007A2DD1"/>
    <w:rsid w:val="007A3A8E"/>
    <w:rsid w:val="007A41C7"/>
    <w:rsid w:val="007A4DC9"/>
    <w:rsid w:val="007A51B2"/>
    <w:rsid w:val="007A5347"/>
    <w:rsid w:val="007A567F"/>
    <w:rsid w:val="007A62A9"/>
    <w:rsid w:val="007A6767"/>
    <w:rsid w:val="007A688A"/>
    <w:rsid w:val="007A6AD0"/>
    <w:rsid w:val="007A6CC6"/>
    <w:rsid w:val="007A729D"/>
    <w:rsid w:val="007B0D1A"/>
    <w:rsid w:val="007B12D7"/>
    <w:rsid w:val="007B13B4"/>
    <w:rsid w:val="007B17E6"/>
    <w:rsid w:val="007B1C85"/>
    <w:rsid w:val="007B1D1C"/>
    <w:rsid w:val="007B266C"/>
    <w:rsid w:val="007B2D14"/>
    <w:rsid w:val="007B3A0E"/>
    <w:rsid w:val="007B3B6B"/>
    <w:rsid w:val="007B4583"/>
    <w:rsid w:val="007B4C1E"/>
    <w:rsid w:val="007B5A54"/>
    <w:rsid w:val="007B5AC9"/>
    <w:rsid w:val="007B6256"/>
    <w:rsid w:val="007B6760"/>
    <w:rsid w:val="007B7B9E"/>
    <w:rsid w:val="007C0381"/>
    <w:rsid w:val="007C071A"/>
    <w:rsid w:val="007C0C59"/>
    <w:rsid w:val="007C1324"/>
    <w:rsid w:val="007C1E77"/>
    <w:rsid w:val="007C1FF5"/>
    <w:rsid w:val="007C201A"/>
    <w:rsid w:val="007C20C0"/>
    <w:rsid w:val="007C24AD"/>
    <w:rsid w:val="007C2654"/>
    <w:rsid w:val="007C2914"/>
    <w:rsid w:val="007C2C48"/>
    <w:rsid w:val="007C2FA5"/>
    <w:rsid w:val="007C35BE"/>
    <w:rsid w:val="007C4679"/>
    <w:rsid w:val="007C526F"/>
    <w:rsid w:val="007C5346"/>
    <w:rsid w:val="007C5E5A"/>
    <w:rsid w:val="007C74CD"/>
    <w:rsid w:val="007C7A0B"/>
    <w:rsid w:val="007C7CD6"/>
    <w:rsid w:val="007D000C"/>
    <w:rsid w:val="007D0A5A"/>
    <w:rsid w:val="007D0F90"/>
    <w:rsid w:val="007D1EE0"/>
    <w:rsid w:val="007D2212"/>
    <w:rsid w:val="007D361E"/>
    <w:rsid w:val="007D3ACE"/>
    <w:rsid w:val="007D5174"/>
    <w:rsid w:val="007D5333"/>
    <w:rsid w:val="007D5A0E"/>
    <w:rsid w:val="007D5DE2"/>
    <w:rsid w:val="007D628E"/>
    <w:rsid w:val="007D6338"/>
    <w:rsid w:val="007D68B4"/>
    <w:rsid w:val="007D6C39"/>
    <w:rsid w:val="007D7427"/>
    <w:rsid w:val="007D786E"/>
    <w:rsid w:val="007D7E27"/>
    <w:rsid w:val="007E0084"/>
    <w:rsid w:val="007E1465"/>
    <w:rsid w:val="007E198E"/>
    <w:rsid w:val="007E1A5E"/>
    <w:rsid w:val="007E2890"/>
    <w:rsid w:val="007E2ECB"/>
    <w:rsid w:val="007E30FF"/>
    <w:rsid w:val="007E34D0"/>
    <w:rsid w:val="007E377C"/>
    <w:rsid w:val="007E38DE"/>
    <w:rsid w:val="007E39AE"/>
    <w:rsid w:val="007E3AC7"/>
    <w:rsid w:val="007E45E5"/>
    <w:rsid w:val="007E46DB"/>
    <w:rsid w:val="007E4CBD"/>
    <w:rsid w:val="007E5A71"/>
    <w:rsid w:val="007E5BB6"/>
    <w:rsid w:val="007E5F27"/>
    <w:rsid w:val="007E64A4"/>
    <w:rsid w:val="007E6574"/>
    <w:rsid w:val="007E6C48"/>
    <w:rsid w:val="007E6D23"/>
    <w:rsid w:val="007E763D"/>
    <w:rsid w:val="007F0610"/>
    <w:rsid w:val="007F0E62"/>
    <w:rsid w:val="007F1295"/>
    <w:rsid w:val="007F16F9"/>
    <w:rsid w:val="007F21CD"/>
    <w:rsid w:val="007F25B6"/>
    <w:rsid w:val="007F50CC"/>
    <w:rsid w:val="007F52D6"/>
    <w:rsid w:val="007F67C2"/>
    <w:rsid w:val="007F6EFF"/>
    <w:rsid w:val="007F7828"/>
    <w:rsid w:val="007F78CB"/>
    <w:rsid w:val="008008B2"/>
    <w:rsid w:val="00800DFD"/>
    <w:rsid w:val="008012E3"/>
    <w:rsid w:val="0080146C"/>
    <w:rsid w:val="008019F0"/>
    <w:rsid w:val="00801B1B"/>
    <w:rsid w:val="00801EA0"/>
    <w:rsid w:val="0080268C"/>
    <w:rsid w:val="00802764"/>
    <w:rsid w:val="00802D81"/>
    <w:rsid w:val="008035DC"/>
    <w:rsid w:val="00804240"/>
    <w:rsid w:val="00804AFE"/>
    <w:rsid w:val="008052A4"/>
    <w:rsid w:val="00805CA8"/>
    <w:rsid w:val="00806468"/>
    <w:rsid w:val="008069E9"/>
    <w:rsid w:val="00807B51"/>
    <w:rsid w:val="00810619"/>
    <w:rsid w:val="0081132B"/>
    <w:rsid w:val="008119EF"/>
    <w:rsid w:val="00811D79"/>
    <w:rsid w:val="0081214C"/>
    <w:rsid w:val="0081247C"/>
    <w:rsid w:val="00812671"/>
    <w:rsid w:val="008126D0"/>
    <w:rsid w:val="0081349C"/>
    <w:rsid w:val="00813FC7"/>
    <w:rsid w:val="00814A99"/>
    <w:rsid w:val="00815D44"/>
    <w:rsid w:val="008163EA"/>
    <w:rsid w:val="0081694A"/>
    <w:rsid w:val="00820771"/>
    <w:rsid w:val="00820B0F"/>
    <w:rsid w:val="008212EB"/>
    <w:rsid w:val="008219C4"/>
    <w:rsid w:val="00822523"/>
    <w:rsid w:val="00822C31"/>
    <w:rsid w:val="00822EE0"/>
    <w:rsid w:val="0082328F"/>
    <w:rsid w:val="008239F3"/>
    <w:rsid w:val="00823A98"/>
    <w:rsid w:val="00824D1A"/>
    <w:rsid w:val="00824DC4"/>
    <w:rsid w:val="00824DE9"/>
    <w:rsid w:val="00825BA2"/>
    <w:rsid w:val="00826009"/>
    <w:rsid w:val="008264BB"/>
    <w:rsid w:val="00826B02"/>
    <w:rsid w:val="00826C16"/>
    <w:rsid w:val="00826EC2"/>
    <w:rsid w:val="008270D6"/>
    <w:rsid w:val="008275E9"/>
    <w:rsid w:val="008301A6"/>
    <w:rsid w:val="00832448"/>
    <w:rsid w:val="00832DDE"/>
    <w:rsid w:val="00833157"/>
    <w:rsid w:val="008339D8"/>
    <w:rsid w:val="00834482"/>
    <w:rsid w:val="0083521D"/>
    <w:rsid w:val="008358A9"/>
    <w:rsid w:val="00835BC1"/>
    <w:rsid w:val="00835D85"/>
    <w:rsid w:val="008374D0"/>
    <w:rsid w:val="00837700"/>
    <w:rsid w:val="00840063"/>
    <w:rsid w:val="00840C88"/>
    <w:rsid w:val="00840E6C"/>
    <w:rsid w:val="00841279"/>
    <w:rsid w:val="00841778"/>
    <w:rsid w:val="00841D9C"/>
    <w:rsid w:val="008424AD"/>
    <w:rsid w:val="00842851"/>
    <w:rsid w:val="008430F1"/>
    <w:rsid w:val="008432BF"/>
    <w:rsid w:val="00843545"/>
    <w:rsid w:val="0084495A"/>
    <w:rsid w:val="00844A97"/>
    <w:rsid w:val="00844C6F"/>
    <w:rsid w:val="00844D2E"/>
    <w:rsid w:val="00845382"/>
    <w:rsid w:val="00845EC3"/>
    <w:rsid w:val="008460EA"/>
    <w:rsid w:val="00846F40"/>
    <w:rsid w:val="008471E4"/>
    <w:rsid w:val="00847779"/>
    <w:rsid w:val="00847F67"/>
    <w:rsid w:val="0085059C"/>
    <w:rsid w:val="008506FA"/>
    <w:rsid w:val="008507BA"/>
    <w:rsid w:val="00850F78"/>
    <w:rsid w:val="0085116B"/>
    <w:rsid w:val="00851AE7"/>
    <w:rsid w:val="00852AE9"/>
    <w:rsid w:val="00852BC7"/>
    <w:rsid w:val="00853716"/>
    <w:rsid w:val="00853899"/>
    <w:rsid w:val="008539FB"/>
    <w:rsid w:val="008545AF"/>
    <w:rsid w:val="008559C7"/>
    <w:rsid w:val="00855DC6"/>
    <w:rsid w:val="00855E59"/>
    <w:rsid w:val="00856442"/>
    <w:rsid w:val="00856545"/>
    <w:rsid w:val="00857850"/>
    <w:rsid w:val="00857854"/>
    <w:rsid w:val="00857891"/>
    <w:rsid w:val="00857EC2"/>
    <w:rsid w:val="008603C1"/>
    <w:rsid w:val="00860A22"/>
    <w:rsid w:val="00860C24"/>
    <w:rsid w:val="00860DD0"/>
    <w:rsid w:val="00861225"/>
    <w:rsid w:val="00861234"/>
    <w:rsid w:val="008612F1"/>
    <w:rsid w:val="00861DBB"/>
    <w:rsid w:val="008620E6"/>
    <w:rsid w:val="00862759"/>
    <w:rsid w:val="00863A30"/>
    <w:rsid w:val="00863C41"/>
    <w:rsid w:val="0086440A"/>
    <w:rsid w:val="00864CA7"/>
    <w:rsid w:val="00864E22"/>
    <w:rsid w:val="008653FD"/>
    <w:rsid w:val="008658DF"/>
    <w:rsid w:val="00865B39"/>
    <w:rsid w:val="00866248"/>
    <w:rsid w:val="0086642F"/>
    <w:rsid w:val="00866713"/>
    <w:rsid w:val="00866834"/>
    <w:rsid w:val="008676DE"/>
    <w:rsid w:val="00867EBB"/>
    <w:rsid w:val="00870C7B"/>
    <w:rsid w:val="008716A0"/>
    <w:rsid w:val="0087255F"/>
    <w:rsid w:val="0087431C"/>
    <w:rsid w:val="00874326"/>
    <w:rsid w:val="0087660D"/>
    <w:rsid w:val="00877161"/>
    <w:rsid w:val="0087791A"/>
    <w:rsid w:val="00877BC1"/>
    <w:rsid w:val="00881EC5"/>
    <w:rsid w:val="008822BA"/>
    <w:rsid w:val="00882421"/>
    <w:rsid w:val="00883D68"/>
    <w:rsid w:val="00884644"/>
    <w:rsid w:val="008851C8"/>
    <w:rsid w:val="00885236"/>
    <w:rsid w:val="00885729"/>
    <w:rsid w:val="008858EC"/>
    <w:rsid w:val="00885DDB"/>
    <w:rsid w:val="00886602"/>
    <w:rsid w:val="00886FBD"/>
    <w:rsid w:val="00887187"/>
    <w:rsid w:val="00891AD1"/>
    <w:rsid w:val="0089369F"/>
    <w:rsid w:val="00893B4D"/>
    <w:rsid w:val="0089403A"/>
    <w:rsid w:val="0089440A"/>
    <w:rsid w:val="008951CF"/>
    <w:rsid w:val="00896BF3"/>
    <w:rsid w:val="00896C38"/>
    <w:rsid w:val="008974FB"/>
    <w:rsid w:val="00897609"/>
    <w:rsid w:val="008979F5"/>
    <w:rsid w:val="00897A23"/>
    <w:rsid w:val="008A0F0F"/>
    <w:rsid w:val="008A195C"/>
    <w:rsid w:val="008A1E98"/>
    <w:rsid w:val="008A34B5"/>
    <w:rsid w:val="008A3F73"/>
    <w:rsid w:val="008A448C"/>
    <w:rsid w:val="008A4C8A"/>
    <w:rsid w:val="008A4E38"/>
    <w:rsid w:val="008A63BB"/>
    <w:rsid w:val="008A6D51"/>
    <w:rsid w:val="008A6D80"/>
    <w:rsid w:val="008A7422"/>
    <w:rsid w:val="008A7E45"/>
    <w:rsid w:val="008B0498"/>
    <w:rsid w:val="008B08A7"/>
    <w:rsid w:val="008B0FD1"/>
    <w:rsid w:val="008B1361"/>
    <w:rsid w:val="008B1770"/>
    <w:rsid w:val="008B2AE8"/>
    <w:rsid w:val="008B2E16"/>
    <w:rsid w:val="008B2E18"/>
    <w:rsid w:val="008B3006"/>
    <w:rsid w:val="008B340C"/>
    <w:rsid w:val="008B34A5"/>
    <w:rsid w:val="008B46C5"/>
    <w:rsid w:val="008B4857"/>
    <w:rsid w:val="008B49B1"/>
    <w:rsid w:val="008B4B4E"/>
    <w:rsid w:val="008B50E3"/>
    <w:rsid w:val="008B5458"/>
    <w:rsid w:val="008B5BF4"/>
    <w:rsid w:val="008B5EE1"/>
    <w:rsid w:val="008B6C89"/>
    <w:rsid w:val="008B76A2"/>
    <w:rsid w:val="008B7902"/>
    <w:rsid w:val="008C09A9"/>
    <w:rsid w:val="008C1583"/>
    <w:rsid w:val="008C1797"/>
    <w:rsid w:val="008C2004"/>
    <w:rsid w:val="008C2836"/>
    <w:rsid w:val="008C30DD"/>
    <w:rsid w:val="008C310B"/>
    <w:rsid w:val="008C3A31"/>
    <w:rsid w:val="008C3E23"/>
    <w:rsid w:val="008C418D"/>
    <w:rsid w:val="008C4476"/>
    <w:rsid w:val="008C4BCB"/>
    <w:rsid w:val="008C4E20"/>
    <w:rsid w:val="008C4EEE"/>
    <w:rsid w:val="008C5072"/>
    <w:rsid w:val="008C57C4"/>
    <w:rsid w:val="008C5BD5"/>
    <w:rsid w:val="008C5DFD"/>
    <w:rsid w:val="008C6251"/>
    <w:rsid w:val="008C63A8"/>
    <w:rsid w:val="008C66FC"/>
    <w:rsid w:val="008C76C4"/>
    <w:rsid w:val="008D10EA"/>
    <w:rsid w:val="008D1263"/>
    <w:rsid w:val="008D1307"/>
    <w:rsid w:val="008D1A3C"/>
    <w:rsid w:val="008D294B"/>
    <w:rsid w:val="008D3348"/>
    <w:rsid w:val="008D4851"/>
    <w:rsid w:val="008D4E5B"/>
    <w:rsid w:val="008D5661"/>
    <w:rsid w:val="008D61A5"/>
    <w:rsid w:val="008D634B"/>
    <w:rsid w:val="008D67B5"/>
    <w:rsid w:val="008D69B3"/>
    <w:rsid w:val="008D7311"/>
    <w:rsid w:val="008D7C23"/>
    <w:rsid w:val="008E028A"/>
    <w:rsid w:val="008E0F18"/>
    <w:rsid w:val="008E11D5"/>
    <w:rsid w:val="008E13CD"/>
    <w:rsid w:val="008E197C"/>
    <w:rsid w:val="008E1EC0"/>
    <w:rsid w:val="008E1EC4"/>
    <w:rsid w:val="008E21E7"/>
    <w:rsid w:val="008E227D"/>
    <w:rsid w:val="008E2B33"/>
    <w:rsid w:val="008E3F92"/>
    <w:rsid w:val="008E5C26"/>
    <w:rsid w:val="008E5FE5"/>
    <w:rsid w:val="008E62A4"/>
    <w:rsid w:val="008E6857"/>
    <w:rsid w:val="008E6F5D"/>
    <w:rsid w:val="008E75DD"/>
    <w:rsid w:val="008E7948"/>
    <w:rsid w:val="008E7CAE"/>
    <w:rsid w:val="008F0F1F"/>
    <w:rsid w:val="008F21F1"/>
    <w:rsid w:val="008F37BD"/>
    <w:rsid w:val="008F3A42"/>
    <w:rsid w:val="008F3BEE"/>
    <w:rsid w:val="008F5364"/>
    <w:rsid w:val="008F543D"/>
    <w:rsid w:val="008F6159"/>
    <w:rsid w:val="008F616B"/>
    <w:rsid w:val="008F61F0"/>
    <w:rsid w:val="008F6379"/>
    <w:rsid w:val="008F67EC"/>
    <w:rsid w:val="008F6D5B"/>
    <w:rsid w:val="008F7568"/>
    <w:rsid w:val="009000C7"/>
    <w:rsid w:val="009007D7"/>
    <w:rsid w:val="00900821"/>
    <w:rsid w:val="00900974"/>
    <w:rsid w:val="00900EAC"/>
    <w:rsid w:val="00901533"/>
    <w:rsid w:val="00901737"/>
    <w:rsid w:val="00902420"/>
    <w:rsid w:val="0090255A"/>
    <w:rsid w:val="009029E7"/>
    <w:rsid w:val="0090339E"/>
    <w:rsid w:val="0090361F"/>
    <w:rsid w:val="0090362C"/>
    <w:rsid w:val="00903E6B"/>
    <w:rsid w:val="00903F63"/>
    <w:rsid w:val="009045DD"/>
    <w:rsid w:val="00904FDF"/>
    <w:rsid w:val="009054CD"/>
    <w:rsid w:val="00905BB2"/>
    <w:rsid w:val="00906295"/>
    <w:rsid w:val="009066D4"/>
    <w:rsid w:val="00906EDB"/>
    <w:rsid w:val="009075B1"/>
    <w:rsid w:val="00907623"/>
    <w:rsid w:val="009113B3"/>
    <w:rsid w:val="009119F9"/>
    <w:rsid w:val="00912CCC"/>
    <w:rsid w:val="0091397C"/>
    <w:rsid w:val="00913C22"/>
    <w:rsid w:val="00914769"/>
    <w:rsid w:val="0091507B"/>
    <w:rsid w:val="0091510E"/>
    <w:rsid w:val="00915A25"/>
    <w:rsid w:val="00915B9C"/>
    <w:rsid w:val="00915BA6"/>
    <w:rsid w:val="00916708"/>
    <w:rsid w:val="0091675D"/>
    <w:rsid w:val="00917F24"/>
    <w:rsid w:val="00917F38"/>
    <w:rsid w:val="009204A8"/>
    <w:rsid w:val="009219C1"/>
    <w:rsid w:val="00921A9D"/>
    <w:rsid w:val="00921EC4"/>
    <w:rsid w:val="00922CAB"/>
    <w:rsid w:val="00922F8A"/>
    <w:rsid w:val="009233AB"/>
    <w:rsid w:val="00923404"/>
    <w:rsid w:val="009238C8"/>
    <w:rsid w:val="00923E64"/>
    <w:rsid w:val="00924224"/>
    <w:rsid w:val="009249B1"/>
    <w:rsid w:val="00924BAE"/>
    <w:rsid w:val="00924D6B"/>
    <w:rsid w:val="0092546F"/>
    <w:rsid w:val="00926621"/>
    <w:rsid w:val="00926BF4"/>
    <w:rsid w:val="00926D6E"/>
    <w:rsid w:val="00926DAB"/>
    <w:rsid w:val="00927781"/>
    <w:rsid w:val="00927A0C"/>
    <w:rsid w:val="00927E9F"/>
    <w:rsid w:val="00927ECF"/>
    <w:rsid w:val="009308C3"/>
    <w:rsid w:val="00930F9B"/>
    <w:rsid w:val="00931125"/>
    <w:rsid w:val="009314B7"/>
    <w:rsid w:val="00931995"/>
    <w:rsid w:val="0093203E"/>
    <w:rsid w:val="009323F8"/>
    <w:rsid w:val="0093256E"/>
    <w:rsid w:val="009329C7"/>
    <w:rsid w:val="00933430"/>
    <w:rsid w:val="0093352C"/>
    <w:rsid w:val="00933B3B"/>
    <w:rsid w:val="00933C15"/>
    <w:rsid w:val="00934AFB"/>
    <w:rsid w:val="00934C14"/>
    <w:rsid w:val="00934C4E"/>
    <w:rsid w:val="00935321"/>
    <w:rsid w:val="009369ED"/>
    <w:rsid w:val="00937177"/>
    <w:rsid w:val="00937774"/>
    <w:rsid w:val="009377C2"/>
    <w:rsid w:val="00937BD2"/>
    <w:rsid w:val="00940495"/>
    <w:rsid w:val="00940F3F"/>
    <w:rsid w:val="00941645"/>
    <w:rsid w:val="00941F0B"/>
    <w:rsid w:val="00941FA1"/>
    <w:rsid w:val="009426E7"/>
    <w:rsid w:val="009433AB"/>
    <w:rsid w:val="009436CC"/>
    <w:rsid w:val="00944196"/>
    <w:rsid w:val="00944D99"/>
    <w:rsid w:val="00944DE1"/>
    <w:rsid w:val="00944DE4"/>
    <w:rsid w:val="00944E0F"/>
    <w:rsid w:val="00945665"/>
    <w:rsid w:val="00945D4E"/>
    <w:rsid w:val="00946253"/>
    <w:rsid w:val="00946407"/>
    <w:rsid w:val="009502E9"/>
    <w:rsid w:val="00950DA0"/>
    <w:rsid w:val="00951025"/>
    <w:rsid w:val="00951365"/>
    <w:rsid w:val="00952E7B"/>
    <w:rsid w:val="00952F31"/>
    <w:rsid w:val="009532D0"/>
    <w:rsid w:val="0095393D"/>
    <w:rsid w:val="00954251"/>
    <w:rsid w:val="00954317"/>
    <w:rsid w:val="0095489C"/>
    <w:rsid w:val="00954D6D"/>
    <w:rsid w:val="00954DE8"/>
    <w:rsid w:val="00955993"/>
    <w:rsid w:val="00956313"/>
    <w:rsid w:val="00956E18"/>
    <w:rsid w:val="0095749A"/>
    <w:rsid w:val="0096002C"/>
    <w:rsid w:val="009607B4"/>
    <w:rsid w:val="00960D80"/>
    <w:rsid w:val="009611F5"/>
    <w:rsid w:val="00961F4B"/>
    <w:rsid w:val="00962D5C"/>
    <w:rsid w:val="009634D8"/>
    <w:rsid w:val="00963590"/>
    <w:rsid w:val="0096399C"/>
    <w:rsid w:val="00963F9C"/>
    <w:rsid w:val="00964273"/>
    <w:rsid w:val="00964A66"/>
    <w:rsid w:val="009659EE"/>
    <w:rsid w:val="00965B2C"/>
    <w:rsid w:val="009664A5"/>
    <w:rsid w:val="009665FA"/>
    <w:rsid w:val="00966C29"/>
    <w:rsid w:val="00966D6E"/>
    <w:rsid w:val="009670C9"/>
    <w:rsid w:val="00967F1D"/>
    <w:rsid w:val="00970244"/>
    <w:rsid w:val="00971487"/>
    <w:rsid w:val="00972628"/>
    <w:rsid w:val="009726C7"/>
    <w:rsid w:val="009728E5"/>
    <w:rsid w:val="009735E6"/>
    <w:rsid w:val="00973ADF"/>
    <w:rsid w:val="00973BE0"/>
    <w:rsid w:val="00974930"/>
    <w:rsid w:val="009749E7"/>
    <w:rsid w:val="00975A5C"/>
    <w:rsid w:val="00975C4A"/>
    <w:rsid w:val="00975F48"/>
    <w:rsid w:val="00977E29"/>
    <w:rsid w:val="00980003"/>
    <w:rsid w:val="009806BD"/>
    <w:rsid w:val="0098158A"/>
    <w:rsid w:val="009821A2"/>
    <w:rsid w:val="00982DA8"/>
    <w:rsid w:val="00983575"/>
    <w:rsid w:val="009836C6"/>
    <w:rsid w:val="00983CD8"/>
    <w:rsid w:val="00984952"/>
    <w:rsid w:val="00984CE1"/>
    <w:rsid w:val="009859E0"/>
    <w:rsid w:val="00985C03"/>
    <w:rsid w:val="00985E5A"/>
    <w:rsid w:val="0098635B"/>
    <w:rsid w:val="0098640A"/>
    <w:rsid w:val="00986DE1"/>
    <w:rsid w:val="00986EAD"/>
    <w:rsid w:val="0098738F"/>
    <w:rsid w:val="0098754E"/>
    <w:rsid w:val="00987B88"/>
    <w:rsid w:val="00987C44"/>
    <w:rsid w:val="009906F1"/>
    <w:rsid w:val="00990F3C"/>
    <w:rsid w:val="009911D7"/>
    <w:rsid w:val="00991210"/>
    <w:rsid w:val="00991236"/>
    <w:rsid w:val="0099133F"/>
    <w:rsid w:val="009917C2"/>
    <w:rsid w:val="00991CAE"/>
    <w:rsid w:val="00991DDD"/>
    <w:rsid w:val="0099214D"/>
    <w:rsid w:val="00992E8F"/>
    <w:rsid w:val="00994557"/>
    <w:rsid w:val="00995306"/>
    <w:rsid w:val="009954B0"/>
    <w:rsid w:val="00996896"/>
    <w:rsid w:val="00996D3D"/>
    <w:rsid w:val="0099774F"/>
    <w:rsid w:val="009A0A65"/>
    <w:rsid w:val="009A16A8"/>
    <w:rsid w:val="009A18A0"/>
    <w:rsid w:val="009A220A"/>
    <w:rsid w:val="009A2512"/>
    <w:rsid w:val="009A25F5"/>
    <w:rsid w:val="009A2954"/>
    <w:rsid w:val="009A5045"/>
    <w:rsid w:val="009A521D"/>
    <w:rsid w:val="009A595B"/>
    <w:rsid w:val="009A5DFB"/>
    <w:rsid w:val="009A628F"/>
    <w:rsid w:val="009A661B"/>
    <w:rsid w:val="009A6CDA"/>
    <w:rsid w:val="009A752F"/>
    <w:rsid w:val="009A7757"/>
    <w:rsid w:val="009A79A7"/>
    <w:rsid w:val="009B24B1"/>
    <w:rsid w:val="009B254F"/>
    <w:rsid w:val="009B27BA"/>
    <w:rsid w:val="009B318B"/>
    <w:rsid w:val="009B31BA"/>
    <w:rsid w:val="009B31C3"/>
    <w:rsid w:val="009B3E96"/>
    <w:rsid w:val="009B424A"/>
    <w:rsid w:val="009B4942"/>
    <w:rsid w:val="009B4B94"/>
    <w:rsid w:val="009B4ED9"/>
    <w:rsid w:val="009B598B"/>
    <w:rsid w:val="009B6057"/>
    <w:rsid w:val="009B662F"/>
    <w:rsid w:val="009B6F66"/>
    <w:rsid w:val="009B736E"/>
    <w:rsid w:val="009C0CD7"/>
    <w:rsid w:val="009C1726"/>
    <w:rsid w:val="009C2513"/>
    <w:rsid w:val="009C316F"/>
    <w:rsid w:val="009C31E6"/>
    <w:rsid w:val="009C4AE7"/>
    <w:rsid w:val="009C4E7F"/>
    <w:rsid w:val="009C4E93"/>
    <w:rsid w:val="009C4FC6"/>
    <w:rsid w:val="009C57CA"/>
    <w:rsid w:val="009C73F2"/>
    <w:rsid w:val="009C77ED"/>
    <w:rsid w:val="009C7F60"/>
    <w:rsid w:val="009C7F92"/>
    <w:rsid w:val="009D116A"/>
    <w:rsid w:val="009D1320"/>
    <w:rsid w:val="009D181A"/>
    <w:rsid w:val="009D195B"/>
    <w:rsid w:val="009D1BD6"/>
    <w:rsid w:val="009D1C88"/>
    <w:rsid w:val="009D24FA"/>
    <w:rsid w:val="009D28B2"/>
    <w:rsid w:val="009D30D3"/>
    <w:rsid w:val="009D3142"/>
    <w:rsid w:val="009D425E"/>
    <w:rsid w:val="009D4519"/>
    <w:rsid w:val="009D467D"/>
    <w:rsid w:val="009D4DD4"/>
    <w:rsid w:val="009D5862"/>
    <w:rsid w:val="009D6780"/>
    <w:rsid w:val="009E0042"/>
    <w:rsid w:val="009E0B06"/>
    <w:rsid w:val="009E18D0"/>
    <w:rsid w:val="009E1E20"/>
    <w:rsid w:val="009E3B7E"/>
    <w:rsid w:val="009E412E"/>
    <w:rsid w:val="009E49DC"/>
    <w:rsid w:val="009E4B74"/>
    <w:rsid w:val="009E5604"/>
    <w:rsid w:val="009E570F"/>
    <w:rsid w:val="009E5FAF"/>
    <w:rsid w:val="009E6355"/>
    <w:rsid w:val="009E6957"/>
    <w:rsid w:val="009E6FD7"/>
    <w:rsid w:val="009E727D"/>
    <w:rsid w:val="009E7447"/>
    <w:rsid w:val="009E7609"/>
    <w:rsid w:val="009E7725"/>
    <w:rsid w:val="009F1637"/>
    <w:rsid w:val="009F1800"/>
    <w:rsid w:val="009F1DD4"/>
    <w:rsid w:val="009F1DF1"/>
    <w:rsid w:val="009F2358"/>
    <w:rsid w:val="009F2EB8"/>
    <w:rsid w:val="009F4D1E"/>
    <w:rsid w:val="009F50A8"/>
    <w:rsid w:val="009F560F"/>
    <w:rsid w:val="009F5E74"/>
    <w:rsid w:val="009F7203"/>
    <w:rsid w:val="009F7238"/>
    <w:rsid w:val="009F761B"/>
    <w:rsid w:val="00A004C2"/>
    <w:rsid w:val="00A00904"/>
    <w:rsid w:val="00A00E20"/>
    <w:rsid w:val="00A00F97"/>
    <w:rsid w:val="00A01EFE"/>
    <w:rsid w:val="00A01F87"/>
    <w:rsid w:val="00A02EB0"/>
    <w:rsid w:val="00A03094"/>
    <w:rsid w:val="00A03359"/>
    <w:rsid w:val="00A03555"/>
    <w:rsid w:val="00A03C95"/>
    <w:rsid w:val="00A03FAB"/>
    <w:rsid w:val="00A051AF"/>
    <w:rsid w:val="00A053F2"/>
    <w:rsid w:val="00A06167"/>
    <w:rsid w:val="00A0781B"/>
    <w:rsid w:val="00A1048A"/>
    <w:rsid w:val="00A10F49"/>
    <w:rsid w:val="00A11A29"/>
    <w:rsid w:val="00A11AAD"/>
    <w:rsid w:val="00A12C70"/>
    <w:rsid w:val="00A12F18"/>
    <w:rsid w:val="00A13086"/>
    <w:rsid w:val="00A13E71"/>
    <w:rsid w:val="00A14119"/>
    <w:rsid w:val="00A14294"/>
    <w:rsid w:val="00A14AD5"/>
    <w:rsid w:val="00A14C21"/>
    <w:rsid w:val="00A150E2"/>
    <w:rsid w:val="00A1533B"/>
    <w:rsid w:val="00A15660"/>
    <w:rsid w:val="00A1671F"/>
    <w:rsid w:val="00A17971"/>
    <w:rsid w:val="00A17985"/>
    <w:rsid w:val="00A20219"/>
    <w:rsid w:val="00A20803"/>
    <w:rsid w:val="00A208BA"/>
    <w:rsid w:val="00A21C5A"/>
    <w:rsid w:val="00A21E2F"/>
    <w:rsid w:val="00A22145"/>
    <w:rsid w:val="00A22285"/>
    <w:rsid w:val="00A22D15"/>
    <w:rsid w:val="00A23B9A"/>
    <w:rsid w:val="00A23FAB"/>
    <w:rsid w:val="00A25729"/>
    <w:rsid w:val="00A25A34"/>
    <w:rsid w:val="00A262B5"/>
    <w:rsid w:val="00A26414"/>
    <w:rsid w:val="00A268D8"/>
    <w:rsid w:val="00A26D79"/>
    <w:rsid w:val="00A27235"/>
    <w:rsid w:val="00A277EF"/>
    <w:rsid w:val="00A27E28"/>
    <w:rsid w:val="00A305D6"/>
    <w:rsid w:val="00A3070E"/>
    <w:rsid w:val="00A3079E"/>
    <w:rsid w:val="00A31766"/>
    <w:rsid w:val="00A3200B"/>
    <w:rsid w:val="00A32D75"/>
    <w:rsid w:val="00A32E3B"/>
    <w:rsid w:val="00A33B6F"/>
    <w:rsid w:val="00A33DEB"/>
    <w:rsid w:val="00A3505A"/>
    <w:rsid w:val="00A352EB"/>
    <w:rsid w:val="00A35EA1"/>
    <w:rsid w:val="00A36AB9"/>
    <w:rsid w:val="00A36EC8"/>
    <w:rsid w:val="00A374F5"/>
    <w:rsid w:val="00A40289"/>
    <w:rsid w:val="00A40487"/>
    <w:rsid w:val="00A40D83"/>
    <w:rsid w:val="00A415D5"/>
    <w:rsid w:val="00A4236A"/>
    <w:rsid w:val="00A4284A"/>
    <w:rsid w:val="00A43F5B"/>
    <w:rsid w:val="00A4413E"/>
    <w:rsid w:val="00A442E6"/>
    <w:rsid w:val="00A44633"/>
    <w:rsid w:val="00A44D25"/>
    <w:rsid w:val="00A45289"/>
    <w:rsid w:val="00A4573F"/>
    <w:rsid w:val="00A45B2D"/>
    <w:rsid w:val="00A45E43"/>
    <w:rsid w:val="00A45F54"/>
    <w:rsid w:val="00A466EA"/>
    <w:rsid w:val="00A468FB"/>
    <w:rsid w:val="00A4739F"/>
    <w:rsid w:val="00A47BA3"/>
    <w:rsid w:val="00A50BA0"/>
    <w:rsid w:val="00A50BBF"/>
    <w:rsid w:val="00A5115B"/>
    <w:rsid w:val="00A5151E"/>
    <w:rsid w:val="00A51D37"/>
    <w:rsid w:val="00A5242B"/>
    <w:rsid w:val="00A52680"/>
    <w:rsid w:val="00A538B9"/>
    <w:rsid w:val="00A53D7F"/>
    <w:rsid w:val="00A54D3D"/>
    <w:rsid w:val="00A5564F"/>
    <w:rsid w:val="00A564D0"/>
    <w:rsid w:val="00A573CF"/>
    <w:rsid w:val="00A57E20"/>
    <w:rsid w:val="00A60623"/>
    <w:rsid w:val="00A61AA3"/>
    <w:rsid w:val="00A61CD6"/>
    <w:rsid w:val="00A62147"/>
    <w:rsid w:val="00A63769"/>
    <w:rsid w:val="00A63E8B"/>
    <w:rsid w:val="00A64D36"/>
    <w:rsid w:val="00A651A5"/>
    <w:rsid w:val="00A658B1"/>
    <w:rsid w:val="00A65B9A"/>
    <w:rsid w:val="00A6657B"/>
    <w:rsid w:val="00A669FE"/>
    <w:rsid w:val="00A66D78"/>
    <w:rsid w:val="00A70479"/>
    <w:rsid w:val="00A70746"/>
    <w:rsid w:val="00A708C0"/>
    <w:rsid w:val="00A7155C"/>
    <w:rsid w:val="00A71676"/>
    <w:rsid w:val="00A7235A"/>
    <w:rsid w:val="00A725E9"/>
    <w:rsid w:val="00A72B28"/>
    <w:rsid w:val="00A72C4F"/>
    <w:rsid w:val="00A734A4"/>
    <w:rsid w:val="00A73C75"/>
    <w:rsid w:val="00A73EDF"/>
    <w:rsid w:val="00A73F17"/>
    <w:rsid w:val="00A74585"/>
    <w:rsid w:val="00A746A2"/>
    <w:rsid w:val="00A74E88"/>
    <w:rsid w:val="00A7564A"/>
    <w:rsid w:val="00A75ABD"/>
    <w:rsid w:val="00A75C66"/>
    <w:rsid w:val="00A75C8F"/>
    <w:rsid w:val="00A75EEB"/>
    <w:rsid w:val="00A763D2"/>
    <w:rsid w:val="00A7642E"/>
    <w:rsid w:val="00A76B9C"/>
    <w:rsid w:val="00A77172"/>
    <w:rsid w:val="00A77460"/>
    <w:rsid w:val="00A7747F"/>
    <w:rsid w:val="00A77502"/>
    <w:rsid w:val="00A8001A"/>
    <w:rsid w:val="00A81F80"/>
    <w:rsid w:val="00A823B1"/>
    <w:rsid w:val="00A8282F"/>
    <w:rsid w:val="00A829A9"/>
    <w:rsid w:val="00A837B7"/>
    <w:rsid w:val="00A83F88"/>
    <w:rsid w:val="00A840D7"/>
    <w:rsid w:val="00A8479B"/>
    <w:rsid w:val="00A84A8B"/>
    <w:rsid w:val="00A84BD1"/>
    <w:rsid w:val="00A84D8C"/>
    <w:rsid w:val="00A852E3"/>
    <w:rsid w:val="00A86320"/>
    <w:rsid w:val="00A8652A"/>
    <w:rsid w:val="00A86887"/>
    <w:rsid w:val="00A8694E"/>
    <w:rsid w:val="00A86A85"/>
    <w:rsid w:val="00A86D2D"/>
    <w:rsid w:val="00A86FFB"/>
    <w:rsid w:val="00A87D34"/>
    <w:rsid w:val="00A90EB6"/>
    <w:rsid w:val="00A9151A"/>
    <w:rsid w:val="00A924D0"/>
    <w:rsid w:val="00A92B7C"/>
    <w:rsid w:val="00A9321A"/>
    <w:rsid w:val="00A939C9"/>
    <w:rsid w:val="00A945E0"/>
    <w:rsid w:val="00A94815"/>
    <w:rsid w:val="00A9483A"/>
    <w:rsid w:val="00A94A60"/>
    <w:rsid w:val="00A95678"/>
    <w:rsid w:val="00A95857"/>
    <w:rsid w:val="00A95B59"/>
    <w:rsid w:val="00A9669F"/>
    <w:rsid w:val="00A96FAB"/>
    <w:rsid w:val="00A974DA"/>
    <w:rsid w:val="00A97E0B"/>
    <w:rsid w:val="00AA078B"/>
    <w:rsid w:val="00AA0BA0"/>
    <w:rsid w:val="00AA0FEC"/>
    <w:rsid w:val="00AA3426"/>
    <w:rsid w:val="00AA3876"/>
    <w:rsid w:val="00AA4E21"/>
    <w:rsid w:val="00AA5258"/>
    <w:rsid w:val="00AA57A7"/>
    <w:rsid w:val="00AA5D92"/>
    <w:rsid w:val="00AA61ED"/>
    <w:rsid w:val="00AA63C4"/>
    <w:rsid w:val="00AA63D1"/>
    <w:rsid w:val="00AA6D8C"/>
    <w:rsid w:val="00AA79ED"/>
    <w:rsid w:val="00AB0628"/>
    <w:rsid w:val="00AB0668"/>
    <w:rsid w:val="00AB27A6"/>
    <w:rsid w:val="00AB2AFB"/>
    <w:rsid w:val="00AB39B5"/>
    <w:rsid w:val="00AB3DDF"/>
    <w:rsid w:val="00AB401A"/>
    <w:rsid w:val="00AB555F"/>
    <w:rsid w:val="00AB57BC"/>
    <w:rsid w:val="00AB5C14"/>
    <w:rsid w:val="00AB60B2"/>
    <w:rsid w:val="00AB6792"/>
    <w:rsid w:val="00AB6C39"/>
    <w:rsid w:val="00AB70D7"/>
    <w:rsid w:val="00AB712E"/>
    <w:rsid w:val="00AB7164"/>
    <w:rsid w:val="00AB74B8"/>
    <w:rsid w:val="00AC0570"/>
    <w:rsid w:val="00AC0BAD"/>
    <w:rsid w:val="00AC0E75"/>
    <w:rsid w:val="00AC10F8"/>
    <w:rsid w:val="00AC1CB4"/>
    <w:rsid w:val="00AC1D9C"/>
    <w:rsid w:val="00AC233E"/>
    <w:rsid w:val="00AC2407"/>
    <w:rsid w:val="00AC28EE"/>
    <w:rsid w:val="00AC2C5F"/>
    <w:rsid w:val="00AC2E36"/>
    <w:rsid w:val="00AC363F"/>
    <w:rsid w:val="00AC3984"/>
    <w:rsid w:val="00AC416A"/>
    <w:rsid w:val="00AC431C"/>
    <w:rsid w:val="00AC46FD"/>
    <w:rsid w:val="00AC4C47"/>
    <w:rsid w:val="00AC4F5A"/>
    <w:rsid w:val="00AC50A5"/>
    <w:rsid w:val="00AC50F6"/>
    <w:rsid w:val="00AC51D0"/>
    <w:rsid w:val="00AC615B"/>
    <w:rsid w:val="00AC63E3"/>
    <w:rsid w:val="00AC65CA"/>
    <w:rsid w:val="00AC6D57"/>
    <w:rsid w:val="00AC7E9F"/>
    <w:rsid w:val="00AD02C0"/>
    <w:rsid w:val="00AD02ED"/>
    <w:rsid w:val="00AD054A"/>
    <w:rsid w:val="00AD06E8"/>
    <w:rsid w:val="00AD10D3"/>
    <w:rsid w:val="00AD1392"/>
    <w:rsid w:val="00AD2673"/>
    <w:rsid w:val="00AD297A"/>
    <w:rsid w:val="00AD3DE1"/>
    <w:rsid w:val="00AD51E9"/>
    <w:rsid w:val="00AD5788"/>
    <w:rsid w:val="00AD6318"/>
    <w:rsid w:val="00AD6418"/>
    <w:rsid w:val="00AD6AA3"/>
    <w:rsid w:val="00AD7BFD"/>
    <w:rsid w:val="00AE0057"/>
    <w:rsid w:val="00AE02DB"/>
    <w:rsid w:val="00AE0E45"/>
    <w:rsid w:val="00AE356E"/>
    <w:rsid w:val="00AE3CD2"/>
    <w:rsid w:val="00AE3D19"/>
    <w:rsid w:val="00AE3DB4"/>
    <w:rsid w:val="00AE4196"/>
    <w:rsid w:val="00AE4731"/>
    <w:rsid w:val="00AE4AA8"/>
    <w:rsid w:val="00AE5551"/>
    <w:rsid w:val="00AE7206"/>
    <w:rsid w:val="00AE762F"/>
    <w:rsid w:val="00AE773F"/>
    <w:rsid w:val="00AE791B"/>
    <w:rsid w:val="00AF047D"/>
    <w:rsid w:val="00AF0D52"/>
    <w:rsid w:val="00AF1C97"/>
    <w:rsid w:val="00AF281C"/>
    <w:rsid w:val="00AF2834"/>
    <w:rsid w:val="00AF2E67"/>
    <w:rsid w:val="00AF44A2"/>
    <w:rsid w:val="00AF4AEA"/>
    <w:rsid w:val="00AF4CDC"/>
    <w:rsid w:val="00AF4DA3"/>
    <w:rsid w:val="00AF5A53"/>
    <w:rsid w:val="00AF5A74"/>
    <w:rsid w:val="00AF6255"/>
    <w:rsid w:val="00AF6629"/>
    <w:rsid w:val="00AF70A5"/>
    <w:rsid w:val="00AF742E"/>
    <w:rsid w:val="00AF7467"/>
    <w:rsid w:val="00AF7816"/>
    <w:rsid w:val="00B00DFF"/>
    <w:rsid w:val="00B01243"/>
    <w:rsid w:val="00B0134F"/>
    <w:rsid w:val="00B014A7"/>
    <w:rsid w:val="00B01CF9"/>
    <w:rsid w:val="00B021A1"/>
    <w:rsid w:val="00B03686"/>
    <w:rsid w:val="00B04AD5"/>
    <w:rsid w:val="00B04BC6"/>
    <w:rsid w:val="00B050E4"/>
    <w:rsid w:val="00B05209"/>
    <w:rsid w:val="00B0539A"/>
    <w:rsid w:val="00B059F4"/>
    <w:rsid w:val="00B05C91"/>
    <w:rsid w:val="00B061AE"/>
    <w:rsid w:val="00B0718C"/>
    <w:rsid w:val="00B0775D"/>
    <w:rsid w:val="00B0796D"/>
    <w:rsid w:val="00B10173"/>
    <w:rsid w:val="00B104AA"/>
    <w:rsid w:val="00B10871"/>
    <w:rsid w:val="00B1127B"/>
    <w:rsid w:val="00B11701"/>
    <w:rsid w:val="00B11B7A"/>
    <w:rsid w:val="00B11DF1"/>
    <w:rsid w:val="00B11EF8"/>
    <w:rsid w:val="00B11F92"/>
    <w:rsid w:val="00B12B55"/>
    <w:rsid w:val="00B12E9F"/>
    <w:rsid w:val="00B131FD"/>
    <w:rsid w:val="00B13324"/>
    <w:rsid w:val="00B13343"/>
    <w:rsid w:val="00B13C3A"/>
    <w:rsid w:val="00B14288"/>
    <w:rsid w:val="00B14A12"/>
    <w:rsid w:val="00B14E21"/>
    <w:rsid w:val="00B14E92"/>
    <w:rsid w:val="00B1517F"/>
    <w:rsid w:val="00B15694"/>
    <w:rsid w:val="00B16859"/>
    <w:rsid w:val="00B171FC"/>
    <w:rsid w:val="00B176AB"/>
    <w:rsid w:val="00B17903"/>
    <w:rsid w:val="00B17ED3"/>
    <w:rsid w:val="00B200C2"/>
    <w:rsid w:val="00B200DB"/>
    <w:rsid w:val="00B210F5"/>
    <w:rsid w:val="00B21A4E"/>
    <w:rsid w:val="00B21F67"/>
    <w:rsid w:val="00B22624"/>
    <w:rsid w:val="00B22991"/>
    <w:rsid w:val="00B22D25"/>
    <w:rsid w:val="00B23193"/>
    <w:rsid w:val="00B23931"/>
    <w:rsid w:val="00B24436"/>
    <w:rsid w:val="00B24F73"/>
    <w:rsid w:val="00B2517E"/>
    <w:rsid w:val="00B2596F"/>
    <w:rsid w:val="00B259AC"/>
    <w:rsid w:val="00B26441"/>
    <w:rsid w:val="00B266D2"/>
    <w:rsid w:val="00B27344"/>
    <w:rsid w:val="00B27F68"/>
    <w:rsid w:val="00B27FA0"/>
    <w:rsid w:val="00B3022D"/>
    <w:rsid w:val="00B31070"/>
    <w:rsid w:val="00B3128A"/>
    <w:rsid w:val="00B3170E"/>
    <w:rsid w:val="00B318F7"/>
    <w:rsid w:val="00B31EDD"/>
    <w:rsid w:val="00B336AA"/>
    <w:rsid w:val="00B33EE3"/>
    <w:rsid w:val="00B3411F"/>
    <w:rsid w:val="00B342F7"/>
    <w:rsid w:val="00B34C5F"/>
    <w:rsid w:val="00B3540B"/>
    <w:rsid w:val="00B35D0F"/>
    <w:rsid w:val="00B35D2A"/>
    <w:rsid w:val="00B3609C"/>
    <w:rsid w:val="00B36F34"/>
    <w:rsid w:val="00B37624"/>
    <w:rsid w:val="00B37801"/>
    <w:rsid w:val="00B40121"/>
    <w:rsid w:val="00B40E03"/>
    <w:rsid w:val="00B4187B"/>
    <w:rsid w:val="00B41F88"/>
    <w:rsid w:val="00B4211E"/>
    <w:rsid w:val="00B421A3"/>
    <w:rsid w:val="00B42A8F"/>
    <w:rsid w:val="00B42B7B"/>
    <w:rsid w:val="00B42FF5"/>
    <w:rsid w:val="00B43122"/>
    <w:rsid w:val="00B43B22"/>
    <w:rsid w:val="00B43F1E"/>
    <w:rsid w:val="00B44A53"/>
    <w:rsid w:val="00B44A8C"/>
    <w:rsid w:val="00B45EB6"/>
    <w:rsid w:val="00B45F61"/>
    <w:rsid w:val="00B46352"/>
    <w:rsid w:val="00B4662E"/>
    <w:rsid w:val="00B47A41"/>
    <w:rsid w:val="00B47A67"/>
    <w:rsid w:val="00B47C80"/>
    <w:rsid w:val="00B500B6"/>
    <w:rsid w:val="00B504A9"/>
    <w:rsid w:val="00B50622"/>
    <w:rsid w:val="00B50B26"/>
    <w:rsid w:val="00B50B73"/>
    <w:rsid w:val="00B50FAC"/>
    <w:rsid w:val="00B51471"/>
    <w:rsid w:val="00B51A4E"/>
    <w:rsid w:val="00B5257C"/>
    <w:rsid w:val="00B52718"/>
    <w:rsid w:val="00B527BD"/>
    <w:rsid w:val="00B52DF1"/>
    <w:rsid w:val="00B52E73"/>
    <w:rsid w:val="00B530B2"/>
    <w:rsid w:val="00B54FE0"/>
    <w:rsid w:val="00B5548B"/>
    <w:rsid w:val="00B55F5E"/>
    <w:rsid w:val="00B560A3"/>
    <w:rsid w:val="00B564F6"/>
    <w:rsid w:val="00B56678"/>
    <w:rsid w:val="00B56CBD"/>
    <w:rsid w:val="00B56FDC"/>
    <w:rsid w:val="00B57382"/>
    <w:rsid w:val="00B57A40"/>
    <w:rsid w:val="00B605C5"/>
    <w:rsid w:val="00B61037"/>
    <w:rsid w:val="00B6184E"/>
    <w:rsid w:val="00B61A6D"/>
    <w:rsid w:val="00B62DAF"/>
    <w:rsid w:val="00B6302C"/>
    <w:rsid w:val="00B635CB"/>
    <w:rsid w:val="00B63A7A"/>
    <w:rsid w:val="00B63BDC"/>
    <w:rsid w:val="00B66083"/>
    <w:rsid w:val="00B664A4"/>
    <w:rsid w:val="00B6665E"/>
    <w:rsid w:val="00B66DCA"/>
    <w:rsid w:val="00B67AFD"/>
    <w:rsid w:val="00B67C51"/>
    <w:rsid w:val="00B70026"/>
    <w:rsid w:val="00B70375"/>
    <w:rsid w:val="00B7075C"/>
    <w:rsid w:val="00B7084A"/>
    <w:rsid w:val="00B71F15"/>
    <w:rsid w:val="00B72C48"/>
    <w:rsid w:val="00B733AA"/>
    <w:rsid w:val="00B738F3"/>
    <w:rsid w:val="00B73B8C"/>
    <w:rsid w:val="00B7475E"/>
    <w:rsid w:val="00B74FA1"/>
    <w:rsid w:val="00B74FD0"/>
    <w:rsid w:val="00B76294"/>
    <w:rsid w:val="00B76A6A"/>
    <w:rsid w:val="00B7714B"/>
    <w:rsid w:val="00B77476"/>
    <w:rsid w:val="00B778EC"/>
    <w:rsid w:val="00B7796C"/>
    <w:rsid w:val="00B779C8"/>
    <w:rsid w:val="00B8014A"/>
    <w:rsid w:val="00B801CA"/>
    <w:rsid w:val="00B80639"/>
    <w:rsid w:val="00B80733"/>
    <w:rsid w:val="00B81640"/>
    <w:rsid w:val="00B816BA"/>
    <w:rsid w:val="00B81847"/>
    <w:rsid w:val="00B81E15"/>
    <w:rsid w:val="00B82BD9"/>
    <w:rsid w:val="00B831BF"/>
    <w:rsid w:val="00B833E1"/>
    <w:rsid w:val="00B8370F"/>
    <w:rsid w:val="00B83844"/>
    <w:rsid w:val="00B83AEF"/>
    <w:rsid w:val="00B8447D"/>
    <w:rsid w:val="00B848C4"/>
    <w:rsid w:val="00B8542B"/>
    <w:rsid w:val="00B85440"/>
    <w:rsid w:val="00B85882"/>
    <w:rsid w:val="00B8634C"/>
    <w:rsid w:val="00B87A47"/>
    <w:rsid w:val="00B901FD"/>
    <w:rsid w:val="00B9037C"/>
    <w:rsid w:val="00B9136B"/>
    <w:rsid w:val="00B91671"/>
    <w:rsid w:val="00B91A1E"/>
    <w:rsid w:val="00B92597"/>
    <w:rsid w:val="00B92629"/>
    <w:rsid w:val="00B92EA5"/>
    <w:rsid w:val="00B93294"/>
    <w:rsid w:val="00B947F5"/>
    <w:rsid w:val="00B94EBF"/>
    <w:rsid w:val="00B94F19"/>
    <w:rsid w:val="00B95347"/>
    <w:rsid w:val="00B95737"/>
    <w:rsid w:val="00B957ED"/>
    <w:rsid w:val="00B95A29"/>
    <w:rsid w:val="00B95A8D"/>
    <w:rsid w:val="00B95C0F"/>
    <w:rsid w:val="00B95C6E"/>
    <w:rsid w:val="00B95E2B"/>
    <w:rsid w:val="00B96B8C"/>
    <w:rsid w:val="00B96D6B"/>
    <w:rsid w:val="00B96EE7"/>
    <w:rsid w:val="00B9745C"/>
    <w:rsid w:val="00B978AC"/>
    <w:rsid w:val="00B978C3"/>
    <w:rsid w:val="00BA06B9"/>
    <w:rsid w:val="00BA0FA2"/>
    <w:rsid w:val="00BA11F7"/>
    <w:rsid w:val="00BA187C"/>
    <w:rsid w:val="00BA1883"/>
    <w:rsid w:val="00BA19D1"/>
    <w:rsid w:val="00BA1A67"/>
    <w:rsid w:val="00BA2A2D"/>
    <w:rsid w:val="00BA360F"/>
    <w:rsid w:val="00BA36C9"/>
    <w:rsid w:val="00BA377F"/>
    <w:rsid w:val="00BA437B"/>
    <w:rsid w:val="00BA527A"/>
    <w:rsid w:val="00BA6500"/>
    <w:rsid w:val="00BA6BA8"/>
    <w:rsid w:val="00BA6DC9"/>
    <w:rsid w:val="00BA6F6E"/>
    <w:rsid w:val="00BA7D49"/>
    <w:rsid w:val="00BB063E"/>
    <w:rsid w:val="00BB0D26"/>
    <w:rsid w:val="00BB2B42"/>
    <w:rsid w:val="00BB4284"/>
    <w:rsid w:val="00BB495A"/>
    <w:rsid w:val="00BB4B70"/>
    <w:rsid w:val="00BB4D4D"/>
    <w:rsid w:val="00BB4E1D"/>
    <w:rsid w:val="00BB4FFF"/>
    <w:rsid w:val="00BB565E"/>
    <w:rsid w:val="00BB5DC1"/>
    <w:rsid w:val="00BB639C"/>
    <w:rsid w:val="00BB6658"/>
    <w:rsid w:val="00BB66FD"/>
    <w:rsid w:val="00BB6841"/>
    <w:rsid w:val="00BB6A99"/>
    <w:rsid w:val="00BB710D"/>
    <w:rsid w:val="00BB7198"/>
    <w:rsid w:val="00BB7680"/>
    <w:rsid w:val="00BC0421"/>
    <w:rsid w:val="00BC05BC"/>
    <w:rsid w:val="00BC1154"/>
    <w:rsid w:val="00BC115D"/>
    <w:rsid w:val="00BC227D"/>
    <w:rsid w:val="00BC3283"/>
    <w:rsid w:val="00BC4090"/>
    <w:rsid w:val="00BC4E80"/>
    <w:rsid w:val="00BC5930"/>
    <w:rsid w:val="00BC6833"/>
    <w:rsid w:val="00BC74B9"/>
    <w:rsid w:val="00BC74E8"/>
    <w:rsid w:val="00BC7565"/>
    <w:rsid w:val="00BD09B9"/>
    <w:rsid w:val="00BD0C73"/>
    <w:rsid w:val="00BD0D5F"/>
    <w:rsid w:val="00BD13F5"/>
    <w:rsid w:val="00BD16B8"/>
    <w:rsid w:val="00BD1BCE"/>
    <w:rsid w:val="00BD43CE"/>
    <w:rsid w:val="00BD50C1"/>
    <w:rsid w:val="00BD728B"/>
    <w:rsid w:val="00BD797B"/>
    <w:rsid w:val="00BE0699"/>
    <w:rsid w:val="00BE0D92"/>
    <w:rsid w:val="00BE0EFA"/>
    <w:rsid w:val="00BE1121"/>
    <w:rsid w:val="00BE16B6"/>
    <w:rsid w:val="00BE2347"/>
    <w:rsid w:val="00BE3798"/>
    <w:rsid w:val="00BE4136"/>
    <w:rsid w:val="00BE4E06"/>
    <w:rsid w:val="00BE56CC"/>
    <w:rsid w:val="00BE5CB8"/>
    <w:rsid w:val="00BE5CE6"/>
    <w:rsid w:val="00BE5DA7"/>
    <w:rsid w:val="00BE5ED0"/>
    <w:rsid w:val="00BE691D"/>
    <w:rsid w:val="00BE696B"/>
    <w:rsid w:val="00BE6D5A"/>
    <w:rsid w:val="00BE76EB"/>
    <w:rsid w:val="00BE772F"/>
    <w:rsid w:val="00BF159C"/>
    <w:rsid w:val="00BF261F"/>
    <w:rsid w:val="00BF282F"/>
    <w:rsid w:val="00BF2E10"/>
    <w:rsid w:val="00BF3F9C"/>
    <w:rsid w:val="00BF4DF9"/>
    <w:rsid w:val="00BF5498"/>
    <w:rsid w:val="00BF595C"/>
    <w:rsid w:val="00BF59D4"/>
    <w:rsid w:val="00BF5A18"/>
    <w:rsid w:val="00BF5A53"/>
    <w:rsid w:val="00BF5B2C"/>
    <w:rsid w:val="00BF5F12"/>
    <w:rsid w:val="00BF69CB"/>
    <w:rsid w:val="00BF6C51"/>
    <w:rsid w:val="00BF6D06"/>
    <w:rsid w:val="00BF722B"/>
    <w:rsid w:val="00BF73AC"/>
    <w:rsid w:val="00C019FD"/>
    <w:rsid w:val="00C01E0E"/>
    <w:rsid w:val="00C02014"/>
    <w:rsid w:val="00C02C55"/>
    <w:rsid w:val="00C03115"/>
    <w:rsid w:val="00C03411"/>
    <w:rsid w:val="00C035C0"/>
    <w:rsid w:val="00C03F4F"/>
    <w:rsid w:val="00C04423"/>
    <w:rsid w:val="00C046C0"/>
    <w:rsid w:val="00C04718"/>
    <w:rsid w:val="00C058EB"/>
    <w:rsid w:val="00C06776"/>
    <w:rsid w:val="00C070C4"/>
    <w:rsid w:val="00C106D9"/>
    <w:rsid w:val="00C10F0B"/>
    <w:rsid w:val="00C117C9"/>
    <w:rsid w:val="00C119AC"/>
    <w:rsid w:val="00C11CC2"/>
    <w:rsid w:val="00C12C71"/>
    <w:rsid w:val="00C1376E"/>
    <w:rsid w:val="00C13BD4"/>
    <w:rsid w:val="00C14549"/>
    <w:rsid w:val="00C14672"/>
    <w:rsid w:val="00C146A2"/>
    <w:rsid w:val="00C15ACE"/>
    <w:rsid w:val="00C1646E"/>
    <w:rsid w:val="00C165A0"/>
    <w:rsid w:val="00C165AB"/>
    <w:rsid w:val="00C16C10"/>
    <w:rsid w:val="00C16EE5"/>
    <w:rsid w:val="00C16EFD"/>
    <w:rsid w:val="00C16FFB"/>
    <w:rsid w:val="00C17DFD"/>
    <w:rsid w:val="00C21985"/>
    <w:rsid w:val="00C227AB"/>
    <w:rsid w:val="00C26609"/>
    <w:rsid w:val="00C26A78"/>
    <w:rsid w:val="00C2732D"/>
    <w:rsid w:val="00C30F51"/>
    <w:rsid w:val="00C3183E"/>
    <w:rsid w:val="00C32B55"/>
    <w:rsid w:val="00C3316F"/>
    <w:rsid w:val="00C336A4"/>
    <w:rsid w:val="00C33799"/>
    <w:rsid w:val="00C338B1"/>
    <w:rsid w:val="00C342C0"/>
    <w:rsid w:val="00C34A8C"/>
    <w:rsid w:val="00C34B59"/>
    <w:rsid w:val="00C34F59"/>
    <w:rsid w:val="00C35289"/>
    <w:rsid w:val="00C3536C"/>
    <w:rsid w:val="00C355AC"/>
    <w:rsid w:val="00C36A50"/>
    <w:rsid w:val="00C36F16"/>
    <w:rsid w:val="00C37091"/>
    <w:rsid w:val="00C370F5"/>
    <w:rsid w:val="00C4130E"/>
    <w:rsid w:val="00C42B98"/>
    <w:rsid w:val="00C43854"/>
    <w:rsid w:val="00C43949"/>
    <w:rsid w:val="00C43E2A"/>
    <w:rsid w:val="00C44067"/>
    <w:rsid w:val="00C440AF"/>
    <w:rsid w:val="00C448B0"/>
    <w:rsid w:val="00C44D4F"/>
    <w:rsid w:val="00C44F93"/>
    <w:rsid w:val="00C4534E"/>
    <w:rsid w:val="00C455CA"/>
    <w:rsid w:val="00C45A23"/>
    <w:rsid w:val="00C45B58"/>
    <w:rsid w:val="00C46229"/>
    <w:rsid w:val="00C4648A"/>
    <w:rsid w:val="00C46586"/>
    <w:rsid w:val="00C46ABC"/>
    <w:rsid w:val="00C47D67"/>
    <w:rsid w:val="00C47F4B"/>
    <w:rsid w:val="00C5023A"/>
    <w:rsid w:val="00C50A42"/>
    <w:rsid w:val="00C51BAA"/>
    <w:rsid w:val="00C522D9"/>
    <w:rsid w:val="00C5232E"/>
    <w:rsid w:val="00C5269B"/>
    <w:rsid w:val="00C52A4F"/>
    <w:rsid w:val="00C52EC2"/>
    <w:rsid w:val="00C53E27"/>
    <w:rsid w:val="00C541B9"/>
    <w:rsid w:val="00C5446F"/>
    <w:rsid w:val="00C549AE"/>
    <w:rsid w:val="00C5509B"/>
    <w:rsid w:val="00C5526B"/>
    <w:rsid w:val="00C5553A"/>
    <w:rsid w:val="00C56211"/>
    <w:rsid w:val="00C56563"/>
    <w:rsid w:val="00C57A97"/>
    <w:rsid w:val="00C60301"/>
    <w:rsid w:val="00C60480"/>
    <w:rsid w:val="00C60652"/>
    <w:rsid w:val="00C60D11"/>
    <w:rsid w:val="00C60E10"/>
    <w:rsid w:val="00C60F85"/>
    <w:rsid w:val="00C60FFB"/>
    <w:rsid w:val="00C61136"/>
    <w:rsid w:val="00C61C8A"/>
    <w:rsid w:val="00C627FB"/>
    <w:rsid w:val="00C633F6"/>
    <w:rsid w:val="00C639D9"/>
    <w:rsid w:val="00C63C05"/>
    <w:rsid w:val="00C63C61"/>
    <w:rsid w:val="00C63F72"/>
    <w:rsid w:val="00C6473E"/>
    <w:rsid w:val="00C647B7"/>
    <w:rsid w:val="00C64B79"/>
    <w:rsid w:val="00C653A1"/>
    <w:rsid w:val="00C65522"/>
    <w:rsid w:val="00C657F3"/>
    <w:rsid w:val="00C6585A"/>
    <w:rsid w:val="00C663AF"/>
    <w:rsid w:val="00C663E3"/>
    <w:rsid w:val="00C66460"/>
    <w:rsid w:val="00C664BA"/>
    <w:rsid w:val="00C6677A"/>
    <w:rsid w:val="00C66A55"/>
    <w:rsid w:val="00C67C46"/>
    <w:rsid w:val="00C67EF7"/>
    <w:rsid w:val="00C701AB"/>
    <w:rsid w:val="00C70C58"/>
    <w:rsid w:val="00C70E89"/>
    <w:rsid w:val="00C7115D"/>
    <w:rsid w:val="00C71380"/>
    <w:rsid w:val="00C73299"/>
    <w:rsid w:val="00C734D2"/>
    <w:rsid w:val="00C735A4"/>
    <w:rsid w:val="00C7397F"/>
    <w:rsid w:val="00C74666"/>
    <w:rsid w:val="00C747C9"/>
    <w:rsid w:val="00C75426"/>
    <w:rsid w:val="00C75C88"/>
    <w:rsid w:val="00C76D7E"/>
    <w:rsid w:val="00C76DCA"/>
    <w:rsid w:val="00C7762C"/>
    <w:rsid w:val="00C776BE"/>
    <w:rsid w:val="00C807D5"/>
    <w:rsid w:val="00C81029"/>
    <w:rsid w:val="00C81718"/>
    <w:rsid w:val="00C81ADB"/>
    <w:rsid w:val="00C82AAC"/>
    <w:rsid w:val="00C82BEF"/>
    <w:rsid w:val="00C82D81"/>
    <w:rsid w:val="00C849D3"/>
    <w:rsid w:val="00C84A43"/>
    <w:rsid w:val="00C84ADD"/>
    <w:rsid w:val="00C86DDB"/>
    <w:rsid w:val="00C86E82"/>
    <w:rsid w:val="00C90612"/>
    <w:rsid w:val="00C908B5"/>
    <w:rsid w:val="00C90AA0"/>
    <w:rsid w:val="00C90B25"/>
    <w:rsid w:val="00C90DA3"/>
    <w:rsid w:val="00C915E7"/>
    <w:rsid w:val="00C9161C"/>
    <w:rsid w:val="00C919BA"/>
    <w:rsid w:val="00C92EB7"/>
    <w:rsid w:val="00C936CE"/>
    <w:rsid w:val="00C93EEB"/>
    <w:rsid w:val="00C948E2"/>
    <w:rsid w:val="00C94C17"/>
    <w:rsid w:val="00C94F0B"/>
    <w:rsid w:val="00C9510A"/>
    <w:rsid w:val="00C953C8"/>
    <w:rsid w:val="00C9570F"/>
    <w:rsid w:val="00C961F8"/>
    <w:rsid w:val="00C962A1"/>
    <w:rsid w:val="00C97134"/>
    <w:rsid w:val="00C973BD"/>
    <w:rsid w:val="00C97796"/>
    <w:rsid w:val="00CA0439"/>
    <w:rsid w:val="00CA168E"/>
    <w:rsid w:val="00CA1A07"/>
    <w:rsid w:val="00CA1C49"/>
    <w:rsid w:val="00CA2A25"/>
    <w:rsid w:val="00CA2F40"/>
    <w:rsid w:val="00CA360A"/>
    <w:rsid w:val="00CA3ADC"/>
    <w:rsid w:val="00CA3B67"/>
    <w:rsid w:val="00CA4098"/>
    <w:rsid w:val="00CA494F"/>
    <w:rsid w:val="00CA4E32"/>
    <w:rsid w:val="00CA50C3"/>
    <w:rsid w:val="00CA54BB"/>
    <w:rsid w:val="00CA59A6"/>
    <w:rsid w:val="00CA643D"/>
    <w:rsid w:val="00CA659A"/>
    <w:rsid w:val="00CA6899"/>
    <w:rsid w:val="00CA6CBA"/>
    <w:rsid w:val="00CA75BA"/>
    <w:rsid w:val="00CA7E80"/>
    <w:rsid w:val="00CB091A"/>
    <w:rsid w:val="00CB0979"/>
    <w:rsid w:val="00CB0F1E"/>
    <w:rsid w:val="00CB1175"/>
    <w:rsid w:val="00CB17C1"/>
    <w:rsid w:val="00CB2635"/>
    <w:rsid w:val="00CB2B25"/>
    <w:rsid w:val="00CB31CD"/>
    <w:rsid w:val="00CB3BE8"/>
    <w:rsid w:val="00CB3D1A"/>
    <w:rsid w:val="00CB4296"/>
    <w:rsid w:val="00CB4665"/>
    <w:rsid w:val="00CB49E3"/>
    <w:rsid w:val="00CB4A12"/>
    <w:rsid w:val="00CB4E90"/>
    <w:rsid w:val="00CB51EF"/>
    <w:rsid w:val="00CB57D4"/>
    <w:rsid w:val="00CB74D0"/>
    <w:rsid w:val="00CB79B9"/>
    <w:rsid w:val="00CB7EDC"/>
    <w:rsid w:val="00CC013B"/>
    <w:rsid w:val="00CC0CD4"/>
    <w:rsid w:val="00CC11E0"/>
    <w:rsid w:val="00CC1AF7"/>
    <w:rsid w:val="00CC1DC6"/>
    <w:rsid w:val="00CC2446"/>
    <w:rsid w:val="00CC248D"/>
    <w:rsid w:val="00CC3AD2"/>
    <w:rsid w:val="00CC3AD8"/>
    <w:rsid w:val="00CC4930"/>
    <w:rsid w:val="00CC50D6"/>
    <w:rsid w:val="00CC5CF0"/>
    <w:rsid w:val="00CC6255"/>
    <w:rsid w:val="00CC6B2B"/>
    <w:rsid w:val="00CC6B89"/>
    <w:rsid w:val="00CC6C36"/>
    <w:rsid w:val="00CC78F7"/>
    <w:rsid w:val="00CD0254"/>
    <w:rsid w:val="00CD0310"/>
    <w:rsid w:val="00CD0335"/>
    <w:rsid w:val="00CD12F0"/>
    <w:rsid w:val="00CD19D6"/>
    <w:rsid w:val="00CD1CB0"/>
    <w:rsid w:val="00CD26D1"/>
    <w:rsid w:val="00CD3DB3"/>
    <w:rsid w:val="00CD4D91"/>
    <w:rsid w:val="00CD5B01"/>
    <w:rsid w:val="00CD61AD"/>
    <w:rsid w:val="00CD6C84"/>
    <w:rsid w:val="00CD6D8B"/>
    <w:rsid w:val="00CD6F40"/>
    <w:rsid w:val="00CD70FB"/>
    <w:rsid w:val="00CD72F6"/>
    <w:rsid w:val="00CD7915"/>
    <w:rsid w:val="00CE00DA"/>
    <w:rsid w:val="00CE0C12"/>
    <w:rsid w:val="00CE123B"/>
    <w:rsid w:val="00CE1640"/>
    <w:rsid w:val="00CE1D00"/>
    <w:rsid w:val="00CE25D6"/>
    <w:rsid w:val="00CE289B"/>
    <w:rsid w:val="00CE2B5E"/>
    <w:rsid w:val="00CE2F11"/>
    <w:rsid w:val="00CE31D8"/>
    <w:rsid w:val="00CE32A8"/>
    <w:rsid w:val="00CE384E"/>
    <w:rsid w:val="00CE3C5B"/>
    <w:rsid w:val="00CE4920"/>
    <w:rsid w:val="00CE5978"/>
    <w:rsid w:val="00CE632B"/>
    <w:rsid w:val="00CE693B"/>
    <w:rsid w:val="00CE77FD"/>
    <w:rsid w:val="00CE7FAD"/>
    <w:rsid w:val="00CF01EF"/>
    <w:rsid w:val="00CF0B07"/>
    <w:rsid w:val="00CF191F"/>
    <w:rsid w:val="00CF235D"/>
    <w:rsid w:val="00CF24C4"/>
    <w:rsid w:val="00CF2F8E"/>
    <w:rsid w:val="00CF305A"/>
    <w:rsid w:val="00CF3EAE"/>
    <w:rsid w:val="00CF41AB"/>
    <w:rsid w:val="00CF490F"/>
    <w:rsid w:val="00CF528D"/>
    <w:rsid w:val="00CF606C"/>
    <w:rsid w:val="00CF62F1"/>
    <w:rsid w:val="00CF63DA"/>
    <w:rsid w:val="00CF68A0"/>
    <w:rsid w:val="00CF69F7"/>
    <w:rsid w:val="00CF6B4A"/>
    <w:rsid w:val="00CF6E2B"/>
    <w:rsid w:val="00CF701A"/>
    <w:rsid w:val="00CF7317"/>
    <w:rsid w:val="00CF7C29"/>
    <w:rsid w:val="00CF7C3B"/>
    <w:rsid w:val="00D00377"/>
    <w:rsid w:val="00D0086D"/>
    <w:rsid w:val="00D01933"/>
    <w:rsid w:val="00D01C3C"/>
    <w:rsid w:val="00D01DC3"/>
    <w:rsid w:val="00D02318"/>
    <w:rsid w:val="00D023DA"/>
    <w:rsid w:val="00D0258F"/>
    <w:rsid w:val="00D0299B"/>
    <w:rsid w:val="00D02FDD"/>
    <w:rsid w:val="00D03B50"/>
    <w:rsid w:val="00D03EF7"/>
    <w:rsid w:val="00D04223"/>
    <w:rsid w:val="00D04748"/>
    <w:rsid w:val="00D04A96"/>
    <w:rsid w:val="00D04FA2"/>
    <w:rsid w:val="00D0585A"/>
    <w:rsid w:val="00D05CA2"/>
    <w:rsid w:val="00D05EA3"/>
    <w:rsid w:val="00D0604B"/>
    <w:rsid w:val="00D06BE2"/>
    <w:rsid w:val="00D06EFD"/>
    <w:rsid w:val="00D06F9C"/>
    <w:rsid w:val="00D103E2"/>
    <w:rsid w:val="00D10EAB"/>
    <w:rsid w:val="00D111F9"/>
    <w:rsid w:val="00D11A00"/>
    <w:rsid w:val="00D11C4E"/>
    <w:rsid w:val="00D1242E"/>
    <w:rsid w:val="00D127BE"/>
    <w:rsid w:val="00D12B31"/>
    <w:rsid w:val="00D12DBF"/>
    <w:rsid w:val="00D14105"/>
    <w:rsid w:val="00D14BA2"/>
    <w:rsid w:val="00D15D3A"/>
    <w:rsid w:val="00D15FB3"/>
    <w:rsid w:val="00D1607F"/>
    <w:rsid w:val="00D16725"/>
    <w:rsid w:val="00D169AF"/>
    <w:rsid w:val="00D169D6"/>
    <w:rsid w:val="00D1703C"/>
    <w:rsid w:val="00D17204"/>
    <w:rsid w:val="00D17701"/>
    <w:rsid w:val="00D17C1C"/>
    <w:rsid w:val="00D21DA0"/>
    <w:rsid w:val="00D2218D"/>
    <w:rsid w:val="00D22C5A"/>
    <w:rsid w:val="00D22E95"/>
    <w:rsid w:val="00D22EDD"/>
    <w:rsid w:val="00D23A25"/>
    <w:rsid w:val="00D23B8D"/>
    <w:rsid w:val="00D23D64"/>
    <w:rsid w:val="00D2409E"/>
    <w:rsid w:val="00D24B2C"/>
    <w:rsid w:val="00D24FCF"/>
    <w:rsid w:val="00D25B94"/>
    <w:rsid w:val="00D2707C"/>
    <w:rsid w:val="00D27259"/>
    <w:rsid w:val="00D302F1"/>
    <w:rsid w:val="00D312AE"/>
    <w:rsid w:val="00D31B5D"/>
    <w:rsid w:val="00D32D14"/>
    <w:rsid w:val="00D32D77"/>
    <w:rsid w:val="00D330D0"/>
    <w:rsid w:val="00D33C4C"/>
    <w:rsid w:val="00D34185"/>
    <w:rsid w:val="00D341A0"/>
    <w:rsid w:val="00D34240"/>
    <w:rsid w:val="00D34373"/>
    <w:rsid w:val="00D34B3A"/>
    <w:rsid w:val="00D350A4"/>
    <w:rsid w:val="00D37161"/>
    <w:rsid w:val="00D37776"/>
    <w:rsid w:val="00D37889"/>
    <w:rsid w:val="00D37A99"/>
    <w:rsid w:val="00D408EA"/>
    <w:rsid w:val="00D40C50"/>
    <w:rsid w:val="00D41A08"/>
    <w:rsid w:val="00D42C74"/>
    <w:rsid w:val="00D4339D"/>
    <w:rsid w:val="00D433F1"/>
    <w:rsid w:val="00D43D1C"/>
    <w:rsid w:val="00D44543"/>
    <w:rsid w:val="00D446A9"/>
    <w:rsid w:val="00D457F3"/>
    <w:rsid w:val="00D46258"/>
    <w:rsid w:val="00D4655A"/>
    <w:rsid w:val="00D474DD"/>
    <w:rsid w:val="00D47A04"/>
    <w:rsid w:val="00D47B71"/>
    <w:rsid w:val="00D47F35"/>
    <w:rsid w:val="00D47F8D"/>
    <w:rsid w:val="00D500A2"/>
    <w:rsid w:val="00D50896"/>
    <w:rsid w:val="00D50CAD"/>
    <w:rsid w:val="00D52142"/>
    <w:rsid w:val="00D52B23"/>
    <w:rsid w:val="00D5372D"/>
    <w:rsid w:val="00D53D46"/>
    <w:rsid w:val="00D53F3A"/>
    <w:rsid w:val="00D53F6A"/>
    <w:rsid w:val="00D543ED"/>
    <w:rsid w:val="00D55C6F"/>
    <w:rsid w:val="00D55FA4"/>
    <w:rsid w:val="00D56323"/>
    <w:rsid w:val="00D56B84"/>
    <w:rsid w:val="00D601B4"/>
    <w:rsid w:val="00D60592"/>
    <w:rsid w:val="00D606B8"/>
    <w:rsid w:val="00D607A8"/>
    <w:rsid w:val="00D6082E"/>
    <w:rsid w:val="00D6130B"/>
    <w:rsid w:val="00D6186A"/>
    <w:rsid w:val="00D61ADE"/>
    <w:rsid w:val="00D61EDE"/>
    <w:rsid w:val="00D62069"/>
    <w:rsid w:val="00D62523"/>
    <w:rsid w:val="00D62E87"/>
    <w:rsid w:val="00D63E81"/>
    <w:rsid w:val="00D64749"/>
    <w:rsid w:val="00D64CFF"/>
    <w:rsid w:val="00D64F71"/>
    <w:rsid w:val="00D65605"/>
    <w:rsid w:val="00D6582E"/>
    <w:rsid w:val="00D65A0E"/>
    <w:rsid w:val="00D65A14"/>
    <w:rsid w:val="00D65C13"/>
    <w:rsid w:val="00D6616E"/>
    <w:rsid w:val="00D666FC"/>
    <w:rsid w:val="00D66806"/>
    <w:rsid w:val="00D67172"/>
    <w:rsid w:val="00D67433"/>
    <w:rsid w:val="00D67A14"/>
    <w:rsid w:val="00D70CEB"/>
    <w:rsid w:val="00D70D5C"/>
    <w:rsid w:val="00D70E1F"/>
    <w:rsid w:val="00D711A0"/>
    <w:rsid w:val="00D71451"/>
    <w:rsid w:val="00D71857"/>
    <w:rsid w:val="00D7214E"/>
    <w:rsid w:val="00D7277A"/>
    <w:rsid w:val="00D72B4C"/>
    <w:rsid w:val="00D732CF"/>
    <w:rsid w:val="00D735D3"/>
    <w:rsid w:val="00D74FF9"/>
    <w:rsid w:val="00D766BC"/>
    <w:rsid w:val="00D768E0"/>
    <w:rsid w:val="00D76E0B"/>
    <w:rsid w:val="00D76E11"/>
    <w:rsid w:val="00D800F7"/>
    <w:rsid w:val="00D80F04"/>
    <w:rsid w:val="00D81174"/>
    <w:rsid w:val="00D81741"/>
    <w:rsid w:val="00D81BED"/>
    <w:rsid w:val="00D82048"/>
    <w:rsid w:val="00D82655"/>
    <w:rsid w:val="00D82BE2"/>
    <w:rsid w:val="00D83544"/>
    <w:rsid w:val="00D83BEF"/>
    <w:rsid w:val="00D8415B"/>
    <w:rsid w:val="00D8461B"/>
    <w:rsid w:val="00D848D5"/>
    <w:rsid w:val="00D85121"/>
    <w:rsid w:val="00D86B2D"/>
    <w:rsid w:val="00D86FC9"/>
    <w:rsid w:val="00D909BB"/>
    <w:rsid w:val="00D910C8"/>
    <w:rsid w:val="00D917C9"/>
    <w:rsid w:val="00D918C4"/>
    <w:rsid w:val="00D9483E"/>
    <w:rsid w:val="00D9494A"/>
    <w:rsid w:val="00D95C56"/>
    <w:rsid w:val="00D968CE"/>
    <w:rsid w:val="00D969BC"/>
    <w:rsid w:val="00D96B3A"/>
    <w:rsid w:val="00D97A92"/>
    <w:rsid w:val="00D97F0B"/>
    <w:rsid w:val="00DA013D"/>
    <w:rsid w:val="00DA0C8A"/>
    <w:rsid w:val="00DA234C"/>
    <w:rsid w:val="00DA3173"/>
    <w:rsid w:val="00DA365C"/>
    <w:rsid w:val="00DA41FE"/>
    <w:rsid w:val="00DA4D96"/>
    <w:rsid w:val="00DA4F36"/>
    <w:rsid w:val="00DA5018"/>
    <w:rsid w:val="00DA5204"/>
    <w:rsid w:val="00DA620A"/>
    <w:rsid w:val="00DA6BAF"/>
    <w:rsid w:val="00DA6FAE"/>
    <w:rsid w:val="00DA7636"/>
    <w:rsid w:val="00DA7817"/>
    <w:rsid w:val="00DA7946"/>
    <w:rsid w:val="00DB0DDC"/>
    <w:rsid w:val="00DB0EB0"/>
    <w:rsid w:val="00DB1239"/>
    <w:rsid w:val="00DB18E8"/>
    <w:rsid w:val="00DB2A38"/>
    <w:rsid w:val="00DB379A"/>
    <w:rsid w:val="00DB3E85"/>
    <w:rsid w:val="00DB3EF6"/>
    <w:rsid w:val="00DB5056"/>
    <w:rsid w:val="00DB5278"/>
    <w:rsid w:val="00DB54DA"/>
    <w:rsid w:val="00DB5730"/>
    <w:rsid w:val="00DB64CD"/>
    <w:rsid w:val="00DB67B9"/>
    <w:rsid w:val="00DB6D92"/>
    <w:rsid w:val="00DB72CE"/>
    <w:rsid w:val="00DB7803"/>
    <w:rsid w:val="00DB79DF"/>
    <w:rsid w:val="00DB7BD4"/>
    <w:rsid w:val="00DC04C8"/>
    <w:rsid w:val="00DC0689"/>
    <w:rsid w:val="00DC1B38"/>
    <w:rsid w:val="00DC1B68"/>
    <w:rsid w:val="00DC248D"/>
    <w:rsid w:val="00DC2A78"/>
    <w:rsid w:val="00DC3A05"/>
    <w:rsid w:val="00DC3B89"/>
    <w:rsid w:val="00DC3FF0"/>
    <w:rsid w:val="00DC4071"/>
    <w:rsid w:val="00DC4436"/>
    <w:rsid w:val="00DC4449"/>
    <w:rsid w:val="00DC45B9"/>
    <w:rsid w:val="00DC4D49"/>
    <w:rsid w:val="00DC6B41"/>
    <w:rsid w:val="00DC76C3"/>
    <w:rsid w:val="00DC7A4B"/>
    <w:rsid w:val="00DD0153"/>
    <w:rsid w:val="00DD0421"/>
    <w:rsid w:val="00DD08DF"/>
    <w:rsid w:val="00DD0949"/>
    <w:rsid w:val="00DD09F5"/>
    <w:rsid w:val="00DD0A80"/>
    <w:rsid w:val="00DD0AF4"/>
    <w:rsid w:val="00DD0D95"/>
    <w:rsid w:val="00DD249A"/>
    <w:rsid w:val="00DD2816"/>
    <w:rsid w:val="00DD2BA2"/>
    <w:rsid w:val="00DD3429"/>
    <w:rsid w:val="00DD374D"/>
    <w:rsid w:val="00DD3C64"/>
    <w:rsid w:val="00DD3F92"/>
    <w:rsid w:val="00DD4158"/>
    <w:rsid w:val="00DD4352"/>
    <w:rsid w:val="00DD4437"/>
    <w:rsid w:val="00DD482B"/>
    <w:rsid w:val="00DD4EE6"/>
    <w:rsid w:val="00DD56A7"/>
    <w:rsid w:val="00DD570B"/>
    <w:rsid w:val="00DD582F"/>
    <w:rsid w:val="00DD611C"/>
    <w:rsid w:val="00DD63A2"/>
    <w:rsid w:val="00DD66F4"/>
    <w:rsid w:val="00DD6D34"/>
    <w:rsid w:val="00DD7B98"/>
    <w:rsid w:val="00DD7D3D"/>
    <w:rsid w:val="00DE093D"/>
    <w:rsid w:val="00DE0CD0"/>
    <w:rsid w:val="00DE1112"/>
    <w:rsid w:val="00DE12DB"/>
    <w:rsid w:val="00DE19B9"/>
    <w:rsid w:val="00DE1EFD"/>
    <w:rsid w:val="00DE24E8"/>
    <w:rsid w:val="00DE2FF2"/>
    <w:rsid w:val="00DE32C1"/>
    <w:rsid w:val="00DE3443"/>
    <w:rsid w:val="00DE3652"/>
    <w:rsid w:val="00DE3A0C"/>
    <w:rsid w:val="00DE4021"/>
    <w:rsid w:val="00DE4046"/>
    <w:rsid w:val="00DE4A4C"/>
    <w:rsid w:val="00DE4B62"/>
    <w:rsid w:val="00DE5CDC"/>
    <w:rsid w:val="00DE70C6"/>
    <w:rsid w:val="00DE763B"/>
    <w:rsid w:val="00DE7997"/>
    <w:rsid w:val="00DE7C83"/>
    <w:rsid w:val="00DF086C"/>
    <w:rsid w:val="00DF0AE7"/>
    <w:rsid w:val="00DF0D55"/>
    <w:rsid w:val="00DF1864"/>
    <w:rsid w:val="00DF1EC6"/>
    <w:rsid w:val="00DF2011"/>
    <w:rsid w:val="00DF27ED"/>
    <w:rsid w:val="00DF2F41"/>
    <w:rsid w:val="00DF31AE"/>
    <w:rsid w:val="00DF3481"/>
    <w:rsid w:val="00DF3937"/>
    <w:rsid w:val="00DF443A"/>
    <w:rsid w:val="00DF452F"/>
    <w:rsid w:val="00DF613D"/>
    <w:rsid w:val="00E00723"/>
    <w:rsid w:val="00E007AB"/>
    <w:rsid w:val="00E00A5D"/>
    <w:rsid w:val="00E01181"/>
    <w:rsid w:val="00E01570"/>
    <w:rsid w:val="00E01621"/>
    <w:rsid w:val="00E01788"/>
    <w:rsid w:val="00E0269E"/>
    <w:rsid w:val="00E02FE7"/>
    <w:rsid w:val="00E03330"/>
    <w:rsid w:val="00E039F0"/>
    <w:rsid w:val="00E03C47"/>
    <w:rsid w:val="00E03D36"/>
    <w:rsid w:val="00E03E1C"/>
    <w:rsid w:val="00E0433E"/>
    <w:rsid w:val="00E04E01"/>
    <w:rsid w:val="00E05011"/>
    <w:rsid w:val="00E05051"/>
    <w:rsid w:val="00E0517E"/>
    <w:rsid w:val="00E05980"/>
    <w:rsid w:val="00E0657F"/>
    <w:rsid w:val="00E0668D"/>
    <w:rsid w:val="00E06AB8"/>
    <w:rsid w:val="00E06C6A"/>
    <w:rsid w:val="00E07139"/>
    <w:rsid w:val="00E071DB"/>
    <w:rsid w:val="00E07EA1"/>
    <w:rsid w:val="00E07F18"/>
    <w:rsid w:val="00E10097"/>
    <w:rsid w:val="00E10873"/>
    <w:rsid w:val="00E111C3"/>
    <w:rsid w:val="00E113F4"/>
    <w:rsid w:val="00E11A06"/>
    <w:rsid w:val="00E11DEF"/>
    <w:rsid w:val="00E14BDD"/>
    <w:rsid w:val="00E14D6F"/>
    <w:rsid w:val="00E150E1"/>
    <w:rsid w:val="00E15164"/>
    <w:rsid w:val="00E15AEA"/>
    <w:rsid w:val="00E15CB2"/>
    <w:rsid w:val="00E1619C"/>
    <w:rsid w:val="00E16F0A"/>
    <w:rsid w:val="00E1770F"/>
    <w:rsid w:val="00E1788F"/>
    <w:rsid w:val="00E17947"/>
    <w:rsid w:val="00E17BF5"/>
    <w:rsid w:val="00E20411"/>
    <w:rsid w:val="00E20C4B"/>
    <w:rsid w:val="00E20E7D"/>
    <w:rsid w:val="00E226AD"/>
    <w:rsid w:val="00E22F38"/>
    <w:rsid w:val="00E23645"/>
    <w:rsid w:val="00E23E17"/>
    <w:rsid w:val="00E23FEE"/>
    <w:rsid w:val="00E24344"/>
    <w:rsid w:val="00E2437F"/>
    <w:rsid w:val="00E24771"/>
    <w:rsid w:val="00E25283"/>
    <w:rsid w:val="00E25605"/>
    <w:rsid w:val="00E2661D"/>
    <w:rsid w:val="00E26905"/>
    <w:rsid w:val="00E26C7E"/>
    <w:rsid w:val="00E2737E"/>
    <w:rsid w:val="00E3118B"/>
    <w:rsid w:val="00E31252"/>
    <w:rsid w:val="00E315A3"/>
    <w:rsid w:val="00E318D5"/>
    <w:rsid w:val="00E31CDE"/>
    <w:rsid w:val="00E32119"/>
    <w:rsid w:val="00E3314F"/>
    <w:rsid w:val="00E33AE7"/>
    <w:rsid w:val="00E33DD6"/>
    <w:rsid w:val="00E34A2D"/>
    <w:rsid w:val="00E34BFB"/>
    <w:rsid w:val="00E35C8F"/>
    <w:rsid w:val="00E35D4B"/>
    <w:rsid w:val="00E35E5B"/>
    <w:rsid w:val="00E363D0"/>
    <w:rsid w:val="00E363D4"/>
    <w:rsid w:val="00E40463"/>
    <w:rsid w:val="00E4052F"/>
    <w:rsid w:val="00E4199D"/>
    <w:rsid w:val="00E42EE3"/>
    <w:rsid w:val="00E431DE"/>
    <w:rsid w:val="00E43852"/>
    <w:rsid w:val="00E43BA3"/>
    <w:rsid w:val="00E43F48"/>
    <w:rsid w:val="00E44319"/>
    <w:rsid w:val="00E44427"/>
    <w:rsid w:val="00E45754"/>
    <w:rsid w:val="00E45AC2"/>
    <w:rsid w:val="00E46196"/>
    <w:rsid w:val="00E461A6"/>
    <w:rsid w:val="00E46D99"/>
    <w:rsid w:val="00E46DE3"/>
    <w:rsid w:val="00E46E5C"/>
    <w:rsid w:val="00E46FE4"/>
    <w:rsid w:val="00E470CE"/>
    <w:rsid w:val="00E47B3C"/>
    <w:rsid w:val="00E47E1E"/>
    <w:rsid w:val="00E50098"/>
    <w:rsid w:val="00E5052D"/>
    <w:rsid w:val="00E50DB9"/>
    <w:rsid w:val="00E5113B"/>
    <w:rsid w:val="00E511D3"/>
    <w:rsid w:val="00E51738"/>
    <w:rsid w:val="00E51A23"/>
    <w:rsid w:val="00E52215"/>
    <w:rsid w:val="00E52732"/>
    <w:rsid w:val="00E5273A"/>
    <w:rsid w:val="00E528E4"/>
    <w:rsid w:val="00E52D49"/>
    <w:rsid w:val="00E53025"/>
    <w:rsid w:val="00E53396"/>
    <w:rsid w:val="00E539BB"/>
    <w:rsid w:val="00E53B35"/>
    <w:rsid w:val="00E54164"/>
    <w:rsid w:val="00E54226"/>
    <w:rsid w:val="00E543F6"/>
    <w:rsid w:val="00E54818"/>
    <w:rsid w:val="00E548AF"/>
    <w:rsid w:val="00E54AC2"/>
    <w:rsid w:val="00E5525B"/>
    <w:rsid w:val="00E559A6"/>
    <w:rsid w:val="00E56113"/>
    <w:rsid w:val="00E566D5"/>
    <w:rsid w:val="00E56C9A"/>
    <w:rsid w:val="00E575EE"/>
    <w:rsid w:val="00E61237"/>
    <w:rsid w:val="00E61461"/>
    <w:rsid w:val="00E6167E"/>
    <w:rsid w:val="00E619BF"/>
    <w:rsid w:val="00E61F40"/>
    <w:rsid w:val="00E6239E"/>
    <w:rsid w:val="00E624BF"/>
    <w:rsid w:val="00E62A7A"/>
    <w:rsid w:val="00E62FC1"/>
    <w:rsid w:val="00E63AFB"/>
    <w:rsid w:val="00E63CAA"/>
    <w:rsid w:val="00E63F7E"/>
    <w:rsid w:val="00E6428E"/>
    <w:rsid w:val="00E64AE6"/>
    <w:rsid w:val="00E64C1C"/>
    <w:rsid w:val="00E678A1"/>
    <w:rsid w:val="00E67FF1"/>
    <w:rsid w:val="00E71269"/>
    <w:rsid w:val="00E71FA8"/>
    <w:rsid w:val="00E72338"/>
    <w:rsid w:val="00E72488"/>
    <w:rsid w:val="00E72798"/>
    <w:rsid w:val="00E72913"/>
    <w:rsid w:val="00E72D1E"/>
    <w:rsid w:val="00E73143"/>
    <w:rsid w:val="00E73551"/>
    <w:rsid w:val="00E747EA"/>
    <w:rsid w:val="00E75565"/>
    <w:rsid w:val="00E75AD0"/>
    <w:rsid w:val="00E7616B"/>
    <w:rsid w:val="00E764F0"/>
    <w:rsid w:val="00E805CB"/>
    <w:rsid w:val="00E8101B"/>
    <w:rsid w:val="00E815BB"/>
    <w:rsid w:val="00E81A53"/>
    <w:rsid w:val="00E81EDA"/>
    <w:rsid w:val="00E825E4"/>
    <w:rsid w:val="00E83131"/>
    <w:rsid w:val="00E83836"/>
    <w:rsid w:val="00E83EFA"/>
    <w:rsid w:val="00E84788"/>
    <w:rsid w:val="00E84F4F"/>
    <w:rsid w:val="00E85BB7"/>
    <w:rsid w:val="00E860A6"/>
    <w:rsid w:val="00E86ED8"/>
    <w:rsid w:val="00E86FA6"/>
    <w:rsid w:val="00E8763A"/>
    <w:rsid w:val="00E90365"/>
    <w:rsid w:val="00E9119D"/>
    <w:rsid w:val="00E91472"/>
    <w:rsid w:val="00E919E1"/>
    <w:rsid w:val="00E91D0E"/>
    <w:rsid w:val="00E929D0"/>
    <w:rsid w:val="00E92A66"/>
    <w:rsid w:val="00E92ABB"/>
    <w:rsid w:val="00E940BC"/>
    <w:rsid w:val="00E946E2"/>
    <w:rsid w:val="00E94704"/>
    <w:rsid w:val="00E94F35"/>
    <w:rsid w:val="00E9548F"/>
    <w:rsid w:val="00E96578"/>
    <w:rsid w:val="00E96A61"/>
    <w:rsid w:val="00E97657"/>
    <w:rsid w:val="00E9798E"/>
    <w:rsid w:val="00E97D40"/>
    <w:rsid w:val="00EA0089"/>
    <w:rsid w:val="00EA0621"/>
    <w:rsid w:val="00EA0FCA"/>
    <w:rsid w:val="00EA1300"/>
    <w:rsid w:val="00EA1C0C"/>
    <w:rsid w:val="00EA1CE0"/>
    <w:rsid w:val="00EA1ECC"/>
    <w:rsid w:val="00EA2B56"/>
    <w:rsid w:val="00EA4875"/>
    <w:rsid w:val="00EA4EB9"/>
    <w:rsid w:val="00EA5023"/>
    <w:rsid w:val="00EA569D"/>
    <w:rsid w:val="00EA5D8A"/>
    <w:rsid w:val="00EA619B"/>
    <w:rsid w:val="00EA649D"/>
    <w:rsid w:val="00EA7DBD"/>
    <w:rsid w:val="00EB07D9"/>
    <w:rsid w:val="00EB095D"/>
    <w:rsid w:val="00EB0FA8"/>
    <w:rsid w:val="00EB1AB0"/>
    <w:rsid w:val="00EB258E"/>
    <w:rsid w:val="00EB3396"/>
    <w:rsid w:val="00EB3722"/>
    <w:rsid w:val="00EB37C8"/>
    <w:rsid w:val="00EB38A5"/>
    <w:rsid w:val="00EB3937"/>
    <w:rsid w:val="00EB4013"/>
    <w:rsid w:val="00EB5018"/>
    <w:rsid w:val="00EB5502"/>
    <w:rsid w:val="00EB5D3C"/>
    <w:rsid w:val="00EB5EA4"/>
    <w:rsid w:val="00EB600A"/>
    <w:rsid w:val="00EB71F6"/>
    <w:rsid w:val="00EC0CC8"/>
    <w:rsid w:val="00EC196D"/>
    <w:rsid w:val="00EC1FBB"/>
    <w:rsid w:val="00EC23FB"/>
    <w:rsid w:val="00EC2692"/>
    <w:rsid w:val="00EC2722"/>
    <w:rsid w:val="00EC2A1B"/>
    <w:rsid w:val="00EC2B69"/>
    <w:rsid w:val="00EC3080"/>
    <w:rsid w:val="00EC38C5"/>
    <w:rsid w:val="00EC39AF"/>
    <w:rsid w:val="00EC5279"/>
    <w:rsid w:val="00EC5549"/>
    <w:rsid w:val="00EC58F0"/>
    <w:rsid w:val="00EC6885"/>
    <w:rsid w:val="00EC68E7"/>
    <w:rsid w:val="00EC6ECC"/>
    <w:rsid w:val="00EC6F58"/>
    <w:rsid w:val="00EC7035"/>
    <w:rsid w:val="00EC71FD"/>
    <w:rsid w:val="00ED038A"/>
    <w:rsid w:val="00ED06F1"/>
    <w:rsid w:val="00ED14BC"/>
    <w:rsid w:val="00ED1FB0"/>
    <w:rsid w:val="00ED2B41"/>
    <w:rsid w:val="00ED33B6"/>
    <w:rsid w:val="00ED3436"/>
    <w:rsid w:val="00ED3E27"/>
    <w:rsid w:val="00ED4568"/>
    <w:rsid w:val="00ED45BF"/>
    <w:rsid w:val="00ED500F"/>
    <w:rsid w:val="00ED5B16"/>
    <w:rsid w:val="00ED5B52"/>
    <w:rsid w:val="00ED6B0A"/>
    <w:rsid w:val="00ED6B57"/>
    <w:rsid w:val="00ED6C43"/>
    <w:rsid w:val="00ED7E4D"/>
    <w:rsid w:val="00ED7E7D"/>
    <w:rsid w:val="00EE0EF4"/>
    <w:rsid w:val="00EE1917"/>
    <w:rsid w:val="00EE1C73"/>
    <w:rsid w:val="00EE1C7A"/>
    <w:rsid w:val="00EE1FE6"/>
    <w:rsid w:val="00EE29E6"/>
    <w:rsid w:val="00EE3509"/>
    <w:rsid w:val="00EE3536"/>
    <w:rsid w:val="00EE45EB"/>
    <w:rsid w:val="00EE4A96"/>
    <w:rsid w:val="00EE4AE1"/>
    <w:rsid w:val="00EE4E7A"/>
    <w:rsid w:val="00EE50BE"/>
    <w:rsid w:val="00EE54AA"/>
    <w:rsid w:val="00EE5630"/>
    <w:rsid w:val="00EE5A5E"/>
    <w:rsid w:val="00EE68DE"/>
    <w:rsid w:val="00EE6C04"/>
    <w:rsid w:val="00EE6E71"/>
    <w:rsid w:val="00EE6F92"/>
    <w:rsid w:val="00EE76A1"/>
    <w:rsid w:val="00EE7C17"/>
    <w:rsid w:val="00EF00D2"/>
    <w:rsid w:val="00EF0136"/>
    <w:rsid w:val="00EF01B4"/>
    <w:rsid w:val="00EF04F2"/>
    <w:rsid w:val="00EF06D6"/>
    <w:rsid w:val="00EF0EBB"/>
    <w:rsid w:val="00EF0EEB"/>
    <w:rsid w:val="00EF3FA7"/>
    <w:rsid w:val="00EF43DD"/>
    <w:rsid w:val="00EF4B47"/>
    <w:rsid w:val="00EF4DB6"/>
    <w:rsid w:val="00EF51EE"/>
    <w:rsid w:val="00EF539B"/>
    <w:rsid w:val="00EF5E60"/>
    <w:rsid w:val="00EF7498"/>
    <w:rsid w:val="00EF75BE"/>
    <w:rsid w:val="00EF7F55"/>
    <w:rsid w:val="00F001A7"/>
    <w:rsid w:val="00F00C8C"/>
    <w:rsid w:val="00F01652"/>
    <w:rsid w:val="00F019B5"/>
    <w:rsid w:val="00F028F0"/>
    <w:rsid w:val="00F02A4C"/>
    <w:rsid w:val="00F0375C"/>
    <w:rsid w:val="00F03981"/>
    <w:rsid w:val="00F03C45"/>
    <w:rsid w:val="00F040A7"/>
    <w:rsid w:val="00F048AB"/>
    <w:rsid w:val="00F04CC4"/>
    <w:rsid w:val="00F04D11"/>
    <w:rsid w:val="00F0511A"/>
    <w:rsid w:val="00F062DD"/>
    <w:rsid w:val="00F06664"/>
    <w:rsid w:val="00F068F9"/>
    <w:rsid w:val="00F07418"/>
    <w:rsid w:val="00F10183"/>
    <w:rsid w:val="00F10269"/>
    <w:rsid w:val="00F1046D"/>
    <w:rsid w:val="00F10526"/>
    <w:rsid w:val="00F1234C"/>
    <w:rsid w:val="00F12801"/>
    <w:rsid w:val="00F12A1A"/>
    <w:rsid w:val="00F12D36"/>
    <w:rsid w:val="00F13571"/>
    <w:rsid w:val="00F136CE"/>
    <w:rsid w:val="00F14696"/>
    <w:rsid w:val="00F149A0"/>
    <w:rsid w:val="00F14EAF"/>
    <w:rsid w:val="00F15A47"/>
    <w:rsid w:val="00F16BFB"/>
    <w:rsid w:val="00F16E47"/>
    <w:rsid w:val="00F1708B"/>
    <w:rsid w:val="00F2030D"/>
    <w:rsid w:val="00F209FB"/>
    <w:rsid w:val="00F20ABD"/>
    <w:rsid w:val="00F20E3F"/>
    <w:rsid w:val="00F20FC8"/>
    <w:rsid w:val="00F21221"/>
    <w:rsid w:val="00F22043"/>
    <w:rsid w:val="00F2220A"/>
    <w:rsid w:val="00F22400"/>
    <w:rsid w:val="00F2245B"/>
    <w:rsid w:val="00F22BD3"/>
    <w:rsid w:val="00F22D7D"/>
    <w:rsid w:val="00F2335B"/>
    <w:rsid w:val="00F23D13"/>
    <w:rsid w:val="00F23F04"/>
    <w:rsid w:val="00F24B0F"/>
    <w:rsid w:val="00F24D13"/>
    <w:rsid w:val="00F2554B"/>
    <w:rsid w:val="00F256CD"/>
    <w:rsid w:val="00F262CA"/>
    <w:rsid w:val="00F26714"/>
    <w:rsid w:val="00F270DF"/>
    <w:rsid w:val="00F2743B"/>
    <w:rsid w:val="00F275D8"/>
    <w:rsid w:val="00F3128C"/>
    <w:rsid w:val="00F32A2F"/>
    <w:rsid w:val="00F32E87"/>
    <w:rsid w:val="00F330B0"/>
    <w:rsid w:val="00F3322E"/>
    <w:rsid w:val="00F3327D"/>
    <w:rsid w:val="00F33901"/>
    <w:rsid w:val="00F33CF6"/>
    <w:rsid w:val="00F3437C"/>
    <w:rsid w:val="00F35253"/>
    <w:rsid w:val="00F354A2"/>
    <w:rsid w:val="00F35B64"/>
    <w:rsid w:val="00F35D07"/>
    <w:rsid w:val="00F35DC1"/>
    <w:rsid w:val="00F36656"/>
    <w:rsid w:val="00F36DB5"/>
    <w:rsid w:val="00F371C0"/>
    <w:rsid w:val="00F403FC"/>
    <w:rsid w:val="00F4061B"/>
    <w:rsid w:val="00F41380"/>
    <w:rsid w:val="00F4149B"/>
    <w:rsid w:val="00F41D4B"/>
    <w:rsid w:val="00F4213B"/>
    <w:rsid w:val="00F422CA"/>
    <w:rsid w:val="00F42A33"/>
    <w:rsid w:val="00F430F3"/>
    <w:rsid w:val="00F437A3"/>
    <w:rsid w:val="00F43D7E"/>
    <w:rsid w:val="00F440DD"/>
    <w:rsid w:val="00F44C3E"/>
    <w:rsid w:val="00F44E07"/>
    <w:rsid w:val="00F454E1"/>
    <w:rsid w:val="00F45612"/>
    <w:rsid w:val="00F4565F"/>
    <w:rsid w:val="00F45D9C"/>
    <w:rsid w:val="00F46456"/>
    <w:rsid w:val="00F468C7"/>
    <w:rsid w:val="00F47920"/>
    <w:rsid w:val="00F47B82"/>
    <w:rsid w:val="00F504A9"/>
    <w:rsid w:val="00F505C8"/>
    <w:rsid w:val="00F50AD7"/>
    <w:rsid w:val="00F511E6"/>
    <w:rsid w:val="00F51AB8"/>
    <w:rsid w:val="00F51D46"/>
    <w:rsid w:val="00F52A48"/>
    <w:rsid w:val="00F52A56"/>
    <w:rsid w:val="00F53205"/>
    <w:rsid w:val="00F53253"/>
    <w:rsid w:val="00F541B4"/>
    <w:rsid w:val="00F546F1"/>
    <w:rsid w:val="00F54911"/>
    <w:rsid w:val="00F565CB"/>
    <w:rsid w:val="00F56DD1"/>
    <w:rsid w:val="00F570E6"/>
    <w:rsid w:val="00F6101A"/>
    <w:rsid w:val="00F61AFA"/>
    <w:rsid w:val="00F625AD"/>
    <w:rsid w:val="00F62ADB"/>
    <w:rsid w:val="00F63035"/>
    <w:rsid w:val="00F631AF"/>
    <w:rsid w:val="00F633C7"/>
    <w:rsid w:val="00F64202"/>
    <w:rsid w:val="00F6486B"/>
    <w:rsid w:val="00F64885"/>
    <w:rsid w:val="00F64CF8"/>
    <w:rsid w:val="00F64FE9"/>
    <w:rsid w:val="00F6579E"/>
    <w:rsid w:val="00F658D8"/>
    <w:rsid w:val="00F65D4E"/>
    <w:rsid w:val="00F65D6A"/>
    <w:rsid w:val="00F66232"/>
    <w:rsid w:val="00F66616"/>
    <w:rsid w:val="00F66720"/>
    <w:rsid w:val="00F669E5"/>
    <w:rsid w:val="00F66AE0"/>
    <w:rsid w:val="00F672CF"/>
    <w:rsid w:val="00F67889"/>
    <w:rsid w:val="00F6792E"/>
    <w:rsid w:val="00F7007C"/>
    <w:rsid w:val="00F70103"/>
    <w:rsid w:val="00F703D0"/>
    <w:rsid w:val="00F7096D"/>
    <w:rsid w:val="00F7098D"/>
    <w:rsid w:val="00F70B01"/>
    <w:rsid w:val="00F70F05"/>
    <w:rsid w:val="00F711B0"/>
    <w:rsid w:val="00F7129C"/>
    <w:rsid w:val="00F71AE8"/>
    <w:rsid w:val="00F71B33"/>
    <w:rsid w:val="00F72785"/>
    <w:rsid w:val="00F72B70"/>
    <w:rsid w:val="00F72E31"/>
    <w:rsid w:val="00F7453A"/>
    <w:rsid w:val="00F74626"/>
    <w:rsid w:val="00F74CBE"/>
    <w:rsid w:val="00F753EC"/>
    <w:rsid w:val="00F761CF"/>
    <w:rsid w:val="00F762B9"/>
    <w:rsid w:val="00F76A6A"/>
    <w:rsid w:val="00F77D2B"/>
    <w:rsid w:val="00F81500"/>
    <w:rsid w:val="00F81C4D"/>
    <w:rsid w:val="00F8313D"/>
    <w:rsid w:val="00F836F9"/>
    <w:rsid w:val="00F843FD"/>
    <w:rsid w:val="00F84741"/>
    <w:rsid w:val="00F84D9D"/>
    <w:rsid w:val="00F84F16"/>
    <w:rsid w:val="00F84F6B"/>
    <w:rsid w:val="00F85B2B"/>
    <w:rsid w:val="00F85B5B"/>
    <w:rsid w:val="00F85E98"/>
    <w:rsid w:val="00F860E5"/>
    <w:rsid w:val="00F86B2F"/>
    <w:rsid w:val="00F86B8E"/>
    <w:rsid w:val="00F870C0"/>
    <w:rsid w:val="00F87551"/>
    <w:rsid w:val="00F9018F"/>
    <w:rsid w:val="00F90E53"/>
    <w:rsid w:val="00F9136F"/>
    <w:rsid w:val="00F9195D"/>
    <w:rsid w:val="00F92026"/>
    <w:rsid w:val="00F92FBF"/>
    <w:rsid w:val="00F93359"/>
    <w:rsid w:val="00F93E28"/>
    <w:rsid w:val="00F94687"/>
    <w:rsid w:val="00F95749"/>
    <w:rsid w:val="00F95B6B"/>
    <w:rsid w:val="00F96463"/>
    <w:rsid w:val="00F966F2"/>
    <w:rsid w:val="00F967AA"/>
    <w:rsid w:val="00F96815"/>
    <w:rsid w:val="00F97FB6"/>
    <w:rsid w:val="00FA18FE"/>
    <w:rsid w:val="00FA1B41"/>
    <w:rsid w:val="00FA2131"/>
    <w:rsid w:val="00FA213C"/>
    <w:rsid w:val="00FA2987"/>
    <w:rsid w:val="00FA2C84"/>
    <w:rsid w:val="00FA4081"/>
    <w:rsid w:val="00FA4191"/>
    <w:rsid w:val="00FA4453"/>
    <w:rsid w:val="00FA4467"/>
    <w:rsid w:val="00FA44EF"/>
    <w:rsid w:val="00FA477B"/>
    <w:rsid w:val="00FA4804"/>
    <w:rsid w:val="00FA4EE0"/>
    <w:rsid w:val="00FA4FE8"/>
    <w:rsid w:val="00FA581A"/>
    <w:rsid w:val="00FA6E69"/>
    <w:rsid w:val="00FA770E"/>
    <w:rsid w:val="00FA7D81"/>
    <w:rsid w:val="00FB03F4"/>
    <w:rsid w:val="00FB0990"/>
    <w:rsid w:val="00FB1DE8"/>
    <w:rsid w:val="00FB2281"/>
    <w:rsid w:val="00FB30CD"/>
    <w:rsid w:val="00FB39FD"/>
    <w:rsid w:val="00FB3AB9"/>
    <w:rsid w:val="00FB3D38"/>
    <w:rsid w:val="00FB3EC2"/>
    <w:rsid w:val="00FB4DCD"/>
    <w:rsid w:val="00FB4E1C"/>
    <w:rsid w:val="00FB5224"/>
    <w:rsid w:val="00FB5FD4"/>
    <w:rsid w:val="00FB6144"/>
    <w:rsid w:val="00FB6B6F"/>
    <w:rsid w:val="00FB6D40"/>
    <w:rsid w:val="00FB7002"/>
    <w:rsid w:val="00FB756A"/>
    <w:rsid w:val="00FC1306"/>
    <w:rsid w:val="00FC1413"/>
    <w:rsid w:val="00FC15E6"/>
    <w:rsid w:val="00FC16E7"/>
    <w:rsid w:val="00FC1CCC"/>
    <w:rsid w:val="00FC1D4C"/>
    <w:rsid w:val="00FC1DBF"/>
    <w:rsid w:val="00FC2145"/>
    <w:rsid w:val="00FC246C"/>
    <w:rsid w:val="00FC279F"/>
    <w:rsid w:val="00FC3977"/>
    <w:rsid w:val="00FC4300"/>
    <w:rsid w:val="00FC4ACE"/>
    <w:rsid w:val="00FC4F95"/>
    <w:rsid w:val="00FC5374"/>
    <w:rsid w:val="00FC5F1A"/>
    <w:rsid w:val="00FC67E1"/>
    <w:rsid w:val="00FC685C"/>
    <w:rsid w:val="00FC772A"/>
    <w:rsid w:val="00FC7A78"/>
    <w:rsid w:val="00FC7C44"/>
    <w:rsid w:val="00FC7C71"/>
    <w:rsid w:val="00FD062C"/>
    <w:rsid w:val="00FD0CDC"/>
    <w:rsid w:val="00FD15DF"/>
    <w:rsid w:val="00FD17BA"/>
    <w:rsid w:val="00FD1915"/>
    <w:rsid w:val="00FD3B7E"/>
    <w:rsid w:val="00FD3F27"/>
    <w:rsid w:val="00FD4713"/>
    <w:rsid w:val="00FD4E99"/>
    <w:rsid w:val="00FD5574"/>
    <w:rsid w:val="00FD59EE"/>
    <w:rsid w:val="00FD6CD8"/>
    <w:rsid w:val="00FD7043"/>
    <w:rsid w:val="00FE01BD"/>
    <w:rsid w:val="00FE0537"/>
    <w:rsid w:val="00FE08E6"/>
    <w:rsid w:val="00FE0F88"/>
    <w:rsid w:val="00FE118C"/>
    <w:rsid w:val="00FE1549"/>
    <w:rsid w:val="00FE17CF"/>
    <w:rsid w:val="00FE2C1E"/>
    <w:rsid w:val="00FE2C3B"/>
    <w:rsid w:val="00FE393E"/>
    <w:rsid w:val="00FE3AE6"/>
    <w:rsid w:val="00FE51A2"/>
    <w:rsid w:val="00FE5521"/>
    <w:rsid w:val="00FE555A"/>
    <w:rsid w:val="00FE5D10"/>
    <w:rsid w:val="00FE6025"/>
    <w:rsid w:val="00FE6409"/>
    <w:rsid w:val="00FE64FD"/>
    <w:rsid w:val="00FE6E28"/>
    <w:rsid w:val="00FE6F34"/>
    <w:rsid w:val="00FE7AE9"/>
    <w:rsid w:val="00FE7DFE"/>
    <w:rsid w:val="00FF0924"/>
    <w:rsid w:val="00FF0A07"/>
    <w:rsid w:val="00FF0BE7"/>
    <w:rsid w:val="00FF0E12"/>
    <w:rsid w:val="00FF2030"/>
    <w:rsid w:val="00FF27C1"/>
    <w:rsid w:val="00FF2C0F"/>
    <w:rsid w:val="00FF2DD6"/>
    <w:rsid w:val="00FF32DB"/>
    <w:rsid w:val="00FF44D8"/>
    <w:rsid w:val="00FF5052"/>
    <w:rsid w:val="00FF5AD2"/>
    <w:rsid w:val="00FF6358"/>
    <w:rsid w:val="00FF65D2"/>
    <w:rsid w:val="00FF6799"/>
    <w:rsid w:val="00FF6DF2"/>
    <w:rsid w:val="00FF7061"/>
    <w:rsid w:val="00FF77E5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8EA447"/>
  <w15:chartTrackingRefBased/>
  <w15:docId w15:val="{2D2ADE2C-9DA6-F445-BBC7-F1180BED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421412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link w:val="30"/>
    <w:qFormat/>
    <w:rsid w:val="007067ED"/>
    <w:pPr>
      <w:keepNext/>
      <w:jc w:val="right"/>
      <w:outlineLvl w:val="2"/>
    </w:pPr>
    <w:rPr>
      <w:b/>
      <w:bCs/>
      <w:sz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067ED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uiPriority w:val="99"/>
    <w:rsid w:val="00AB716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596D57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customStyle="1" w:styleId="ConsPlusNonformat">
    <w:name w:val="ConsPlusNonformat"/>
    <w:uiPriority w:val="99"/>
    <w:rsid w:val="00C6065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7082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Hyperlink"/>
    <w:uiPriority w:val="99"/>
    <w:unhideWhenUsed/>
    <w:rsid w:val="008C3A31"/>
    <w:rPr>
      <w:color w:val="0000FF"/>
      <w:u w:val="single"/>
    </w:rPr>
  </w:style>
  <w:style w:type="paragraph" w:styleId="af1">
    <w:name w:val="Normal (Web)"/>
    <w:basedOn w:val="a0"/>
    <w:rsid w:val="007B6256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a">
    <w:name w:val="Нижний колонтитул Знак"/>
    <w:link w:val="a9"/>
    <w:uiPriority w:val="99"/>
    <w:rsid w:val="00A11A29"/>
    <w:rPr>
      <w:sz w:val="28"/>
      <w:szCs w:val="24"/>
    </w:rPr>
  </w:style>
  <w:style w:type="character" w:customStyle="1" w:styleId="a7">
    <w:name w:val="Верхний колонтитул Знак"/>
    <w:link w:val="a6"/>
    <w:uiPriority w:val="99"/>
    <w:rsid w:val="004D4A3C"/>
    <w:rPr>
      <w:sz w:val="28"/>
      <w:szCs w:val="24"/>
    </w:rPr>
  </w:style>
  <w:style w:type="character" w:customStyle="1" w:styleId="af2">
    <w:name w:val="Гипертекстовая ссылка"/>
    <w:uiPriority w:val="99"/>
    <w:rsid w:val="00956E18"/>
    <w:rPr>
      <w:b/>
      <w:bCs/>
      <w:color w:val="106BBE"/>
      <w:sz w:val="26"/>
      <w:szCs w:val="26"/>
    </w:rPr>
  </w:style>
  <w:style w:type="character" w:customStyle="1" w:styleId="30">
    <w:name w:val="Заголовок 3 Знак"/>
    <w:aliases w:val="Проект вносит Знак"/>
    <w:link w:val="3"/>
    <w:rsid w:val="003B25A0"/>
    <w:rPr>
      <w:b/>
      <w:bCs/>
      <w:szCs w:val="24"/>
    </w:rPr>
  </w:style>
  <w:style w:type="character" w:customStyle="1" w:styleId="20">
    <w:name w:val="Заголовок 2 Знак"/>
    <w:aliases w:val="Подпись Губернатора Знак"/>
    <w:link w:val="2"/>
    <w:rsid w:val="00BB495A"/>
    <w:rPr>
      <w:bCs/>
      <w:sz w:val="28"/>
      <w:szCs w:val="28"/>
    </w:rPr>
  </w:style>
  <w:style w:type="character" w:styleId="af3">
    <w:name w:val="Emphasis"/>
    <w:qFormat/>
    <w:rsid w:val="006F0CE1"/>
    <w:rPr>
      <w:i/>
      <w:iCs/>
    </w:rPr>
  </w:style>
  <w:style w:type="table" w:styleId="af4">
    <w:name w:val="Table Grid"/>
    <w:basedOn w:val="a2"/>
    <w:rsid w:val="00AF0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0"/>
    <w:uiPriority w:val="34"/>
    <w:qFormat/>
    <w:rsid w:val="00E25605"/>
    <w:pPr>
      <w:ind w:left="720"/>
      <w:contextualSpacing/>
    </w:pPr>
  </w:style>
  <w:style w:type="character" w:customStyle="1" w:styleId="af6">
    <w:name w:val="Цветовое выделение"/>
    <w:uiPriority w:val="99"/>
    <w:rsid w:val="006D31D9"/>
    <w:rPr>
      <w:b/>
      <w:bCs/>
      <w:color w:val="26282F"/>
    </w:rPr>
  </w:style>
  <w:style w:type="paragraph" w:customStyle="1" w:styleId="af7">
    <w:name w:val="Заголовок статьи"/>
    <w:basedOn w:val="a0"/>
    <w:next w:val="a0"/>
    <w:uiPriority w:val="99"/>
    <w:rsid w:val="006D31D9"/>
    <w:pPr>
      <w:autoSpaceDE w:val="0"/>
      <w:autoSpaceDN w:val="0"/>
      <w:adjustRightInd w:val="0"/>
      <w:ind w:left="1612" w:hanging="892"/>
    </w:pPr>
    <w:rPr>
      <w:rFonts w:ascii="Arial" w:hAnsi="Arial" w:cs="Arial"/>
      <w:sz w:val="24"/>
    </w:rPr>
  </w:style>
  <w:style w:type="paragraph" w:customStyle="1" w:styleId="af8">
    <w:name w:val="Комментарий"/>
    <w:basedOn w:val="a0"/>
    <w:next w:val="a0"/>
    <w:uiPriority w:val="99"/>
    <w:rsid w:val="006D31D9"/>
    <w:pPr>
      <w:autoSpaceDE w:val="0"/>
      <w:autoSpaceDN w:val="0"/>
      <w:adjustRightInd w:val="0"/>
      <w:spacing w:before="75"/>
      <w:ind w:left="170" w:firstLine="0"/>
    </w:pPr>
    <w:rPr>
      <w:rFonts w:ascii="Arial" w:hAnsi="Arial" w:cs="Arial"/>
      <w:color w:val="353842"/>
      <w:sz w:val="24"/>
      <w:shd w:val="clear" w:color="auto" w:fill="F0F0F0"/>
    </w:rPr>
  </w:style>
  <w:style w:type="paragraph" w:customStyle="1" w:styleId="af9">
    <w:name w:val="Информация об изменениях документа"/>
    <w:basedOn w:val="af8"/>
    <w:next w:val="a0"/>
    <w:uiPriority w:val="99"/>
    <w:rsid w:val="006D31D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520and%2520Settings\kukina.000\Desktop\&#1055;&#1088;&#1086;&#1077;&#1082;&#1090;%2520&#1079;&#1072;&#1082;&#1086;&#1085;&#1072;_&#1085;&#1086;&#1074;&#1099;&#1081;%2520&#1075;&#1077;&#1088;&#1073;_&#1063;&#104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24C4C-ADE5-4AEE-AC1A-7B0549D28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Проект%20закона_новый%20герб_ЧБ.dotx</Template>
  <TotalTime>20</TotalTime>
  <Pages>31</Pages>
  <Words>8002</Words>
  <Characters>59459</Characters>
  <Application>Microsoft Office Word</Application>
  <DocSecurity>0</DocSecurity>
  <Lines>495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Администрация Ярославской области</Company>
  <LinksUpToDate>false</LinksUpToDate>
  <CharactersWithSpaces>67327</CharactersWithSpaces>
  <SharedDoc>false</SharedDoc>
  <HLinks>
    <vt:vector size="24" baseType="variant">
      <vt:variant>
        <vt:i4>327744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P306</vt:lpwstr>
      </vt:variant>
      <vt:variant>
        <vt:i4>458822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P265</vt:lpwstr>
      </vt:variant>
      <vt:variant>
        <vt:i4>262210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4063286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https://login.consultant.ru/link/?req=doc&amp;base=RLAW086&amp;n=138086&amp;dst=100431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subject/>
  <dc:creator>Кукина И.В.</dc:creator>
  <cp:keywords/>
  <cp:lastModifiedBy>Кукина Ирина Васильевна</cp:lastModifiedBy>
  <cp:revision>31</cp:revision>
  <cp:lastPrinted>2026-01-26T07:41:00Z</cp:lastPrinted>
  <dcterms:created xsi:type="dcterms:W3CDTF">2026-02-05T07:11:00Z</dcterms:created>
  <dcterms:modified xsi:type="dcterms:W3CDTF">2026-02-05T14:05:00Z</dcterms:modified>
</cp:coreProperties>
</file>