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E773AD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73AD" w:rsidRDefault="00E773AD">
            <w:pPr>
              <w:spacing w:line="1" w:lineRule="auto"/>
            </w:pP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E773AD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E773AD" w:rsidRDefault="00DF4E63">
                  <w:r>
                    <w:rPr>
                      <w:color w:val="000000"/>
                      <w:sz w:val="28"/>
                      <w:szCs w:val="28"/>
                    </w:rPr>
                    <w:t>Приложение 2</w:t>
                  </w:r>
                </w:p>
                <w:p w:rsidR="00E773AD" w:rsidRDefault="00DF4E63">
                  <w:r>
                    <w:rPr>
                      <w:color w:val="000000"/>
                      <w:sz w:val="28"/>
                      <w:szCs w:val="28"/>
                    </w:rPr>
                    <w:t>к пояснительной записке</w:t>
                  </w:r>
                </w:p>
              </w:tc>
            </w:tr>
          </w:tbl>
          <w:p w:rsidR="00E773AD" w:rsidRDefault="00E773AD">
            <w:pPr>
              <w:spacing w:line="1" w:lineRule="auto"/>
            </w:pPr>
          </w:p>
        </w:tc>
      </w:tr>
      <w:tr w:rsidR="00E773AD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73AD" w:rsidRDefault="00E773AD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773AD" w:rsidRDefault="00E773AD">
            <w:pPr>
              <w:spacing w:line="1" w:lineRule="auto"/>
            </w:pPr>
          </w:p>
        </w:tc>
      </w:tr>
    </w:tbl>
    <w:p w:rsidR="00E773AD" w:rsidRDefault="00E773AD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773AD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05B6" w:rsidRDefault="00DF4E6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на плановый период 2026 и 2027 годов по разделам и подразделам классификации расходов бюджетов </w:t>
            </w:r>
          </w:p>
          <w:p w:rsidR="00E773AD" w:rsidRDefault="00DF4E63">
            <w:pPr>
              <w:ind w:firstLine="420"/>
              <w:jc w:val="center"/>
            </w:pP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  <w:p w:rsidR="00E773AD" w:rsidRDefault="00E773AD">
            <w:pPr>
              <w:ind w:firstLine="420"/>
              <w:jc w:val="center"/>
            </w:pPr>
          </w:p>
          <w:p w:rsidR="00E773AD" w:rsidRDefault="00E773AD">
            <w:pPr>
              <w:ind w:firstLine="420"/>
              <w:jc w:val="center"/>
            </w:pPr>
          </w:p>
        </w:tc>
      </w:tr>
    </w:tbl>
    <w:p w:rsidR="00E773AD" w:rsidRDefault="00E773AD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417"/>
        <w:gridCol w:w="4821"/>
        <w:gridCol w:w="1984"/>
        <w:gridCol w:w="1984"/>
      </w:tblGrid>
      <w:tr w:rsidR="00E773AD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E773AD" w:rsidRDefault="00E773AD">
            <w:pPr>
              <w:spacing w:line="1" w:lineRule="auto"/>
            </w:pP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E773AD" w:rsidRDefault="00E773AD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E773AD" w:rsidRDefault="00DF4E6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E773AD" w:rsidRDefault="00E773AD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E773AD" w:rsidRDefault="00DF4E6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E773AD" w:rsidRDefault="00E773AD">
            <w:pPr>
              <w:spacing w:line="1" w:lineRule="auto"/>
            </w:pP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6 811 239 410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6 863 743 950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314 673 713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314 673 713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467 028 432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467 028 432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234 466 088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233 392 788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213 456 291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213 456 291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76 740 994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76 740 994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4 496 343 792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4 549 921 632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32 409 900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999 982 583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982 872 551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12 106 705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12 106 705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974 925 878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957 815 846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12 950 000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45 195 190 923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44 473 346 110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325 195 620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328 738 910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827 579 992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833 029 657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496 249 742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348 952 851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370 042 365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18 744 545 794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19 399 263 357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22 429 751 141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20 130 285 482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843 593 705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844 512 547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1 022 962 078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1 027 091 397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10 382 457 376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8 790 344 815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827 921 973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752 281 746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5 503 409 420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5 664 049 340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2 579 584 306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1 153 638 156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1 471 541 677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1 220 375 573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178 222 025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128 559 982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4 830 626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4 830 626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173 391 399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123 729 356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32 734 399 040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31 853 994 967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8 500 731 451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8 629 991 035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18 671 702 723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17 678 994 695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755 007 908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774 579 961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3 285 670 859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2 977 343 157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33 199 088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33 199 088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59 885 000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212 853 885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212 852 885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1 215 348 126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1 487 149 146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3 708 944 717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3 448 613 269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3 641 155 311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3 380 477 063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67 789 406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68 136 206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9 607 083 179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9 360 017 049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3 596 000 374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3 336 327 844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4 423 531 201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4 416 335 131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95 471 324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95 471 324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117 512 690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117 512 690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173 134 548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173 134 548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315 119 451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315 119 451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886 313 591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906 116 061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27 016 044 884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27 699 656 235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106 295 308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106 295 308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6 196 392 620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6 115 659 732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14 263 704 079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14 823 914 053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6 158 118 779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6 362 192 355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291 534 098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291 594 787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1 900 436 107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1 320 504 555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132 980 849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132 980 849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1 152 786 015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572 418 677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595 187 703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595 623 489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19 481 540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19 481 540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244 295 420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2 419 162 761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3 242 603 472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1 330 085 901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1 946 591 000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E773A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810 214 901</w:t>
            </w:r>
          </w:p>
        </w:tc>
      </w:tr>
      <w:tr w:rsidR="00E773AD">
        <w:tc>
          <w:tcPr>
            <w:tcW w:w="62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 w:rsidP="00D962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144 471 563 297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138 947 607 465</w:t>
            </w:r>
          </w:p>
        </w:tc>
      </w:tr>
      <w:tr w:rsidR="00E773AD">
        <w:tc>
          <w:tcPr>
            <w:tcW w:w="62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 w:rsidP="00D962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3 230 117 716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13 158 513 867</w:t>
            </w:r>
          </w:p>
        </w:tc>
      </w:tr>
      <w:tr w:rsidR="00E773AD">
        <w:tc>
          <w:tcPr>
            <w:tcW w:w="62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73AD" w:rsidRDefault="00DF4E63" w:rsidP="00D962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147 701 681 013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73AD" w:rsidRDefault="00DF4E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152 106 121 332</w:t>
            </w:r>
          </w:p>
        </w:tc>
      </w:tr>
    </w:tbl>
    <w:p w:rsidR="00F669F6" w:rsidRDefault="00F669F6"/>
    <w:sectPr w:rsidR="00F669F6" w:rsidSect="00E773AD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3AD" w:rsidRDefault="00E773AD" w:rsidP="00E773AD">
      <w:r>
        <w:separator/>
      </w:r>
    </w:p>
  </w:endnote>
  <w:endnote w:type="continuationSeparator" w:id="0">
    <w:p w:rsidR="00E773AD" w:rsidRDefault="00E773AD" w:rsidP="00E77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773AD">
      <w:tc>
        <w:tcPr>
          <w:tcW w:w="10421" w:type="dxa"/>
        </w:tcPr>
        <w:p w:rsidR="00E773AD" w:rsidRDefault="00DF4E6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773AD" w:rsidRDefault="00E773A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3AD" w:rsidRDefault="00E773AD" w:rsidP="00E773AD">
      <w:r>
        <w:separator/>
      </w:r>
    </w:p>
  </w:footnote>
  <w:footnote w:type="continuationSeparator" w:id="0">
    <w:p w:rsidR="00E773AD" w:rsidRDefault="00E773AD" w:rsidP="00E77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773AD">
      <w:tc>
        <w:tcPr>
          <w:tcW w:w="10421" w:type="dxa"/>
        </w:tcPr>
        <w:p w:rsidR="00E773AD" w:rsidRPr="00D962DD" w:rsidRDefault="00E773AD">
          <w:pPr>
            <w:jc w:val="center"/>
            <w:rPr>
              <w:color w:val="000000"/>
              <w:sz w:val="24"/>
              <w:szCs w:val="24"/>
            </w:rPr>
          </w:pPr>
          <w:r w:rsidRPr="00D962DD">
            <w:rPr>
              <w:sz w:val="24"/>
              <w:szCs w:val="24"/>
            </w:rPr>
            <w:fldChar w:fldCharType="begin"/>
          </w:r>
          <w:r w:rsidR="00DF4E63" w:rsidRPr="00D962DD">
            <w:rPr>
              <w:color w:val="000000"/>
              <w:sz w:val="24"/>
              <w:szCs w:val="24"/>
            </w:rPr>
            <w:instrText>PAGE</w:instrText>
          </w:r>
          <w:r w:rsidRPr="00D962DD">
            <w:rPr>
              <w:sz w:val="24"/>
              <w:szCs w:val="24"/>
            </w:rPr>
            <w:fldChar w:fldCharType="separate"/>
          </w:r>
          <w:r w:rsidR="008905B6">
            <w:rPr>
              <w:noProof/>
              <w:color w:val="000000"/>
              <w:sz w:val="24"/>
              <w:szCs w:val="24"/>
            </w:rPr>
            <w:t>4</w:t>
          </w:r>
          <w:r w:rsidRPr="00D962DD">
            <w:rPr>
              <w:sz w:val="24"/>
              <w:szCs w:val="24"/>
            </w:rPr>
            <w:fldChar w:fldCharType="end"/>
          </w:r>
        </w:p>
        <w:p w:rsidR="00E773AD" w:rsidRDefault="00E773A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AD"/>
    <w:rsid w:val="00271596"/>
    <w:rsid w:val="008905B6"/>
    <w:rsid w:val="00D962DD"/>
    <w:rsid w:val="00DF4E63"/>
    <w:rsid w:val="00E773AD"/>
    <w:rsid w:val="00F6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C02FE"/>
  <w15:docId w15:val="{D33F49FD-F93F-4FDA-9FBD-69690421A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773A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962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62DD"/>
  </w:style>
  <w:style w:type="paragraph" w:styleId="a6">
    <w:name w:val="footer"/>
    <w:basedOn w:val="a"/>
    <w:link w:val="a7"/>
    <w:uiPriority w:val="99"/>
    <w:unhideWhenUsed/>
    <w:rsid w:val="00D962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962DD"/>
  </w:style>
  <w:style w:type="paragraph" w:styleId="a8">
    <w:name w:val="Balloon Text"/>
    <w:basedOn w:val="a"/>
    <w:link w:val="a9"/>
    <w:uiPriority w:val="99"/>
    <w:semiHidden/>
    <w:unhideWhenUsed/>
    <w:rsid w:val="0027159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1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Колточенко Татьяна Владимировна</cp:lastModifiedBy>
  <cp:revision>2</cp:revision>
  <cp:lastPrinted>2025-06-28T16:22:00Z</cp:lastPrinted>
  <dcterms:created xsi:type="dcterms:W3CDTF">2025-06-30T06:33:00Z</dcterms:created>
  <dcterms:modified xsi:type="dcterms:W3CDTF">2025-06-30T06:33:00Z</dcterms:modified>
</cp:coreProperties>
</file>