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C039C7" w:rsidRDefault="00DC118B" w:rsidP="0032096F">
      <w:pPr>
        <w:keepNext/>
        <w:tabs>
          <w:tab w:val="left" w:pos="851"/>
        </w:tabs>
        <w:jc w:val="right"/>
        <w:outlineLvl w:val="2"/>
        <w:rPr>
          <w:rFonts w:eastAsia="Calibri"/>
          <w:b/>
          <w:bCs/>
          <w:sz w:val="20"/>
        </w:rPr>
      </w:pPr>
      <w:r w:rsidRPr="00C039C7">
        <w:rPr>
          <w:rFonts w:eastAsia="Calibri"/>
          <w:b/>
          <w:bCs/>
          <w:sz w:val="20"/>
        </w:rPr>
        <w:t>Евраев</w:t>
      </w:r>
      <w:r w:rsidR="00850918" w:rsidRPr="00850918">
        <w:rPr>
          <w:rFonts w:eastAsia="Calibri"/>
          <w:b/>
          <w:bCs/>
          <w:sz w:val="20"/>
        </w:rPr>
        <w:t xml:space="preserve"> </w:t>
      </w:r>
      <w:r w:rsidR="00850918" w:rsidRPr="00C039C7">
        <w:rPr>
          <w:rFonts w:eastAsia="Calibri"/>
          <w:b/>
          <w:bCs/>
          <w:sz w:val="20"/>
        </w:rPr>
        <w:t>М</w:t>
      </w:r>
      <w:r w:rsidR="00850918" w:rsidRPr="00C039C7">
        <w:rPr>
          <w:rFonts w:eastAsia="Calibri"/>
          <w:b/>
          <w:bCs/>
          <w:sz w:val="20"/>
          <w:lang w:val="x-none"/>
        </w:rPr>
        <w:t>.</w:t>
      </w:r>
      <w:r w:rsidR="00850918" w:rsidRPr="00C039C7">
        <w:rPr>
          <w:rFonts w:eastAsia="Calibri"/>
          <w:b/>
          <w:bCs/>
          <w:sz w:val="20"/>
        </w:rPr>
        <w:t>Я</w:t>
      </w:r>
      <w:r w:rsidR="00850918" w:rsidRPr="00C039C7">
        <w:rPr>
          <w:rFonts w:eastAsia="Calibri"/>
          <w:b/>
          <w:bCs/>
          <w:sz w:val="20"/>
          <w:lang w:val="x-none"/>
        </w:rPr>
        <w:t>.</w:t>
      </w:r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8B63C2" w:rsidRDefault="008B63C2" w:rsidP="00EC5316">
      <w:pPr>
        <w:jc w:val="center"/>
        <w:rPr>
          <w:b/>
          <w:sz w:val="28"/>
          <w:szCs w:val="28"/>
        </w:rPr>
      </w:pPr>
    </w:p>
    <w:p w:rsidR="007B0AB5" w:rsidRPr="005D1EF1" w:rsidRDefault="001E1738" w:rsidP="006C717B">
      <w:pPr>
        <w:jc w:val="center"/>
        <w:rPr>
          <w:b/>
          <w:sz w:val="28"/>
          <w:szCs w:val="28"/>
        </w:rPr>
      </w:pPr>
      <w:r w:rsidRPr="005D1EF1">
        <w:rPr>
          <w:b/>
          <w:sz w:val="28"/>
          <w:szCs w:val="28"/>
        </w:rPr>
        <w:t xml:space="preserve">О </w:t>
      </w:r>
      <w:r w:rsidR="00245D36" w:rsidRPr="005D1EF1">
        <w:rPr>
          <w:b/>
          <w:sz w:val="28"/>
          <w:szCs w:val="28"/>
        </w:rPr>
        <w:t>внесении изменени</w:t>
      </w:r>
      <w:r w:rsidR="00CB115E">
        <w:rPr>
          <w:b/>
          <w:sz w:val="28"/>
          <w:szCs w:val="28"/>
        </w:rPr>
        <w:t>й</w:t>
      </w:r>
      <w:r w:rsidR="00E6706D" w:rsidRPr="005D1EF1">
        <w:rPr>
          <w:b/>
          <w:sz w:val="28"/>
          <w:szCs w:val="28"/>
        </w:rPr>
        <w:t xml:space="preserve"> </w:t>
      </w:r>
      <w:r w:rsidR="00245D36" w:rsidRPr="005D1EF1">
        <w:rPr>
          <w:b/>
          <w:sz w:val="28"/>
          <w:szCs w:val="28"/>
        </w:rPr>
        <w:t>в</w:t>
      </w:r>
      <w:r w:rsidRPr="005D1EF1">
        <w:rPr>
          <w:b/>
          <w:sz w:val="28"/>
          <w:szCs w:val="28"/>
        </w:rPr>
        <w:t xml:space="preserve"> Закон </w:t>
      </w:r>
      <w:r w:rsidR="003E2B9D" w:rsidRPr="005D1EF1">
        <w:rPr>
          <w:b/>
          <w:sz w:val="28"/>
          <w:szCs w:val="28"/>
        </w:rPr>
        <w:t>Ярославской области</w:t>
      </w:r>
      <w:r w:rsidRPr="005D1EF1">
        <w:rPr>
          <w:b/>
          <w:sz w:val="28"/>
          <w:szCs w:val="28"/>
        </w:rPr>
        <w:t xml:space="preserve"> </w:t>
      </w:r>
    </w:p>
    <w:p w:rsidR="002771BF" w:rsidRPr="00263A55" w:rsidRDefault="003D7AE0" w:rsidP="00263A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52F0A" w:rsidRPr="00A52F0A">
        <w:rPr>
          <w:b/>
          <w:sz w:val="28"/>
          <w:szCs w:val="28"/>
        </w:rPr>
        <w:t>О муниципаль</w:t>
      </w:r>
      <w:r w:rsidR="00A52F0A">
        <w:rPr>
          <w:b/>
          <w:sz w:val="28"/>
          <w:szCs w:val="28"/>
        </w:rPr>
        <w:t>ной службе в Ярославской области</w:t>
      </w:r>
      <w:r>
        <w:rPr>
          <w:b/>
          <w:sz w:val="28"/>
          <w:szCs w:val="28"/>
        </w:rPr>
        <w:t>»</w:t>
      </w:r>
    </w:p>
    <w:p w:rsidR="000742AE" w:rsidRDefault="000742AE" w:rsidP="007B579C"/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r w:rsidRPr="00C039C7">
        <w:t>При</w:t>
      </w:r>
      <w:r w:rsidR="003571F4">
        <w:t>нят Ярославской областной Думой</w:t>
      </w:r>
    </w:p>
    <w:p w:rsidR="002771BF" w:rsidRPr="00C039C7" w:rsidRDefault="00EB5501" w:rsidP="002771BF">
      <w:pPr>
        <w:pStyle w:val="ab"/>
      </w:pPr>
      <w:r w:rsidRPr="00C039C7">
        <w:t>«____»</w:t>
      </w:r>
      <w:r w:rsidR="002771BF" w:rsidRPr="00C039C7">
        <w:t>_____________ 20</w:t>
      </w:r>
      <w:r w:rsidR="008B07E9" w:rsidRPr="00C039C7">
        <w:t>2</w:t>
      </w:r>
      <w:r w:rsidR="00263A55">
        <w:t>5</w:t>
      </w:r>
      <w:r w:rsidR="00AC4079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8B63C2" w:rsidRDefault="008B63C2" w:rsidP="002771BF">
      <w:pPr>
        <w:ind w:firstLine="720"/>
        <w:rPr>
          <w:sz w:val="28"/>
          <w:szCs w:val="28"/>
        </w:rPr>
      </w:pPr>
    </w:p>
    <w:p w:rsidR="00A955EB" w:rsidRPr="00C039C7" w:rsidRDefault="00A955EB" w:rsidP="00FB0403">
      <w:pPr>
        <w:ind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1</w:t>
      </w:r>
    </w:p>
    <w:p w:rsidR="00594EA3" w:rsidRPr="00594EA3" w:rsidRDefault="00594EA3" w:rsidP="00594EA3">
      <w:pPr>
        <w:ind w:firstLine="708"/>
        <w:jc w:val="both"/>
        <w:rPr>
          <w:sz w:val="28"/>
          <w:szCs w:val="28"/>
        </w:rPr>
      </w:pPr>
      <w:r w:rsidRPr="00594EA3">
        <w:rPr>
          <w:sz w:val="28"/>
          <w:szCs w:val="28"/>
        </w:rPr>
        <w:t xml:space="preserve">Внести в Закон Ярославской области от 27.06.2007 № 46-з </w:t>
      </w:r>
      <w:r>
        <w:rPr>
          <w:sz w:val="28"/>
          <w:szCs w:val="28"/>
        </w:rPr>
        <w:br/>
      </w:r>
      <w:r w:rsidRPr="00594EA3">
        <w:rPr>
          <w:sz w:val="28"/>
          <w:szCs w:val="28"/>
        </w:rPr>
        <w:t xml:space="preserve">«О муниципальной службе в Ярославской области» (Губернские вести, 2007, 29 июня, № 44-б; Документ-Регион, 2012, 4 мая, № 35; 2015, 10 ноября, № 92; </w:t>
      </w:r>
      <w:r w:rsidR="00CE5C6C" w:rsidRPr="00CE5C6C">
        <w:rPr>
          <w:sz w:val="28"/>
          <w:szCs w:val="28"/>
        </w:rPr>
        <w:t>2016, 27 декабря, № 113; 2018, 14 марта, № 20; 2019, 5 апреля, № 27</w:t>
      </w:r>
      <w:r w:rsidR="00CE5C6C">
        <w:rPr>
          <w:sz w:val="28"/>
          <w:szCs w:val="28"/>
        </w:rPr>
        <w:t>;</w:t>
      </w:r>
      <w:r w:rsidRPr="00594EA3">
        <w:rPr>
          <w:sz w:val="28"/>
          <w:szCs w:val="28"/>
        </w:rPr>
        <w:t xml:space="preserve"> 15 ноября, № 97; 2023, 7 июля, № 51; 2024, 20 декабря, № 101) следующие изменения: </w:t>
      </w:r>
    </w:p>
    <w:p w:rsidR="0065712B" w:rsidRPr="00385F25" w:rsidRDefault="0065712B" w:rsidP="006571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1) в статье 2 слова «Федеральном законе «Об общих принципах организации местного самоуправления в Российской Федерации» заменить словами «Федеральном законе «Об общих принципах организации местного самоуправления в единой системе публичной власти»;</w:t>
      </w:r>
    </w:p>
    <w:p w:rsidR="0065712B" w:rsidRDefault="0065712B" w:rsidP="006571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части 1 статьи 5:</w:t>
      </w:r>
    </w:p>
    <w:p w:rsidR="0065712B" w:rsidRPr="00CB5FCE" w:rsidRDefault="0065712B" w:rsidP="0065712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0"/>
        </w:rPr>
      </w:pPr>
      <w:r w:rsidRPr="00CB5FCE">
        <w:rPr>
          <w:sz w:val="28"/>
          <w:szCs w:val="20"/>
        </w:rPr>
        <w:t>а) пункт 1</w:t>
      </w:r>
      <w:r>
        <w:rPr>
          <w:sz w:val="28"/>
          <w:szCs w:val="20"/>
        </w:rPr>
        <w:t xml:space="preserve"> </w:t>
      </w:r>
      <w:r w:rsidRPr="00CB5FCE">
        <w:rPr>
          <w:sz w:val="28"/>
          <w:szCs w:val="20"/>
        </w:rPr>
        <w:t xml:space="preserve">дополнить </w:t>
      </w:r>
      <w:r>
        <w:rPr>
          <w:sz w:val="28"/>
          <w:szCs w:val="20"/>
        </w:rPr>
        <w:t xml:space="preserve">абзацем </w:t>
      </w:r>
      <w:r w:rsidRPr="00CB5FCE">
        <w:rPr>
          <w:sz w:val="28"/>
          <w:szCs w:val="20"/>
        </w:rPr>
        <w:t>следующего содержания:</w:t>
      </w:r>
    </w:p>
    <w:p w:rsidR="0065712B" w:rsidRPr="00CB5FCE" w:rsidRDefault="0065712B" w:rsidP="0065712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Cs/>
          <w:sz w:val="28"/>
          <w:szCs w:val="20"/>
        </w:rPr>
      </w:pPr>
      <w:r w:rsidRPr="00CB5FCE">
        <w:rPr>
          <w:bCs/>
          <w:sz w:val="28"/>
          <w:szCs w:val="20"/>
        </w:rPr>
        <w:t xml:space="preserve">«для замещения должностей муниципальной службы высшей группы участниками специальной военной операции, </w:t>
      </w:r>
      <w:r>
        <w:rPr>
          <w:bCs/>
          <w:sz w:val="28"/>
          <w:szCs w:val="20"/>
        </w:rPr>
        <w:t xml:space="preserve">относящимися к </w:t>
      </w:r>
      <w:r w:rsidRPr="00CB5FCE">
        <w:rPr>
          <w:bCs/>
          <w:sz w:val="28"/>
          <w:szCs w:val="20"/>
        </w:rPr>
        <w:t xml:space="preserve">таковым в соответствии с </w:t>
      </w:r>
      <w:r>
        <w:rPr>
          <w:bCs/>
          <w:sz w:val="28"/>
          <w:szCs w:val="20"/>
        </w:rPr>
        <w:t xml:space="preserve">пунктом 1 части 1 статьи 2 </w:t>
      </w:r>
      <w:r w:rsidRPr="00CB5FCE">
        <w:rPr>
          <w:bCs/>
          <w:sz w:val="28"/>
          <w:szCs w:val="20"/>
        </w:rPr>
        <w:t>Закон</w:t>
      </w:r>
      <w:r>
        <w:rPr>
          <w:bCs/>
          <w:sz w:val="28"/>
          <w:szCs w:val="20"/>
        </w:rPr>
        <w:t>а</w:t>
      </w:r>
      <w:r w:rsidRPr="00CB5FCE">
        <w:rPr>
          <w:bCs/>
          <w:sz w:val="28"/>
          <w:szCs w:val="20"/>
        </w:rPr>
        <w:t xml:space="preserve"> Ярославской области </w:t>
      </w:r>
      <w:r>
        <w:rPr>
          <w:bCs/>
          <w:sz w:val="28"/>
          <w:szCs w:val="20"/>
        </w:rPr>
        <w:br/>
      </w:r>
      <w:r w:rsidRPr="00CB5FCE">
        <w:rPr>
          <w:bCs/>
          <w:sz w:val="28"/>
          <w:szCs w:val="20"/>
        </w:rPr>
        <w:t>«О мерах социальной поддержки отдельных категорий граждан в связи с проведением специальной военной операции»</w:t>
      </w:r>
      <w:r>
        <w:rPr>
          <w:bCs/>
          <w:sz w:val="28"/>
          <w:szCs w:val="20"/>
        </w:rPr>
        <w:t xml:space="preserve"> (далее – участники</w:t>
      </w:r>
      <w:r w:rsidRPr="009F2892">
        <w:rPr>
          <w:bCs/>
          <w:sz w:val="28"/>
          <w:szCs w:val="20"/>
        </w:rPr>
        <w:t xml:space="preserve"> специальной военной операции</w:t>
      </w:r>
      <w:r>
        <w:rPr>
          <w:bCs/>
          <w:sz w:val="28"/>
          <w:szCs w:val="20"/>
        </w:rPr>
        <w:t>)</w:t>
      </w:r>
      <w:r w:rsidRPr="00CB5FCE">
        <w:rPr>
          <w:bCs/>
          <w:sz w:val="28"/>
          <w:szCs w:val="20"/>
        </w:rPr>
        <w:t>, – наличие высшего образования; не менее двух лет стажа муниципальной службы или стажа работы по специальности, направлению подготовки;»;</w:t>
      </w:r>
    </w:p>
    <w:p w:rsidR="0065712B" w:rsidRPr="00CB5FCE" w:rsidRDefault="0065712B" w:rsidP="0065712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0"/>
        </w:rPr>
      </w:pPr>
      <w:r w:rsidRPr="00CB5FCE">
        <w:rPr>
          <w:sz w:val="28"/>
          <w:szCs w:val="20"/>
        </w:rPr>
        <w:t xml:space="preserve">б) пункт </w:t>
      </w:r>
      <w:r>
        <w:rPr>
          <w:sz w:val="28"/>
          <w:szCs w:val="20"/>
        </w:rPr>
        <w:t xml:space="preserve">2 </w:t>
      </w:r>
      <w:r w:rsidRPr="00CB5FCE">
        <w:rPr>
          <w:sz w:val="28"/>
          <w:szCs w:val="20"/>
        </w:rPr>
        <w:t xml:space="preserve">дополнить </w:t>
      </w:r>
      <w:r>
        <w:rPr>
          <w:sz w:val="28"/>
          <w:szCs w:val="20"/>
        </w:rPr>
        <w:t>абзацем</w:t>
      </w:r>
      <w:r w:rsidRPr="00CB5FCE">
        <w:rPr>
          <w:sz w:val="28"/>
          <w:szCs w:val="20"/>
        </w:rPr>
        <w:t xml:space="preserve"> следующего содержания:</w:t>
      </w:r>
    </w:p>
    <w:p w:rsidR="0065712B" w:rsidRPr="00CB5FCE" w:rsidRDefault="0065712B" w:rsidP="0065712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Cs/>
          <w:sz w:val="28"/>
          <w:szCs w:val="20"/>
        </w:rPr>
      </w:pPr>
      <w:r w:rsidRPr="00CB5FCE">
        <w:rPr>
          <w:bCs/>
          <w:sz w:val="28"/>
          <w:szCs w:val="20"/>
        </w:rPr>
        <w:t>«для замещения должностей муниципальной службы главной группы</w:t>
      </w:r>
      <w:r w:rsidRPr="00CB5FCE">
        <w:rPr>
          <w:sz w:val="28"/>
          <w:szCs w:val="20"/>
        </w:rPr>
        <w:t xml:space="preserve"> </w:t>
      </w:r>
      <w:r w:rsidRPr="00CB5FCE">
        <w:rPr>
          <w:bCs/>
          <w:sz w:val="28"/>
          <w:szCs w:val="20"/>
        </w:rPr>
        <w:t xml:space="preserve">участниками специальной военной операции – наличие высшего образования; </w:t>
      </w:r>
      <w:r w:rsidRPr="00CB5FCE">
        <w:rPr>
          <w:bCs/>
          <w:sz w:val="28"/>
          <w:szCs w:val="20"/>
        </w:rPr>
        <w:lastRenderedPageBreak/>
        <w:t>не менее одного года стажа муниципальной службы или стажа работы по специальности, направлению подготовки;</w:t>
      </w:r>
      <w:r w:rsidR="008A4A5D">
        <w:rPr>
          <w:bCs/>
          <w:sz w:val="28"/>
          <w:szCs w:val="20"/>
        </w:rPr>
        <w:t>»;</w:t>
      </w:r>
    </w:p>
    <w:p w:rsidR="0065712B" w:rsidRDefault="0065712B" w:rsidP="0065712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Cs/>
          <w:sz w:val="28"/>
          <w:szCs w:val="20"/>
        </w:rPr>
      </w:pPr>
      <w:r>
        <w:rPr>
          <w:bCs/>
          <w:sz w:val="28"/>
          <w:szCs w:val="20"/>
        </w:rPr>
        <w:t>в</w:t>
      </w:r>
      <w:r w:rsidRPr="007918EB">
        <w:rPr>
          <w:bCs/>
          <w:sz w:val="28"/>
          <w:szCs w:val="20"/>
        </w:rPr>
        <w:t xml:space="preserve">) пункт </w:t>
      </w:r>
      <w:r>
        <w:rPr>
          <w:bCs/>
          <w:sz w:val="28"/>
          <w:szCs w:val="20"/>
        </w:rPr>
        <w:t>3</w:t>
      </w:r>
      <w:r w:rsidRPr="007918EB">
        <w:rPr>
          <w:bCs/>
          <w:sz w:val="28"/>
          <w:szCs w:val="20"/>
        </w:rPr>
        <w:t xml:space="preserve"> дополнить </w:t>
      </w:r>
      <w:r>
        <w:rPr>
          <w:bCs/>
          <w:sz w:val="28"/>
          <w:szCs w:val="20"/>
        </w:rPr>
        <w:t xml:space="preserve">абзацем </w:t>
      </w:r>
      <w:r w:rsidRPr="007918EB">
        <w:rPr>
          <w:bCs/>
          <w:sz w:val="28"/>
          <w:szCs w:val="20"/>
        </w:rPr>
        <w:t>следующего содержания:</w:t>
      </w:r>
    </w:p>
    <w:p w:rsidR="0065712B" w:rsidRPr="00CB5FCE" w:rsidRDefault="0065712B" w:rsidP="0065712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Cs/>
          <w:sz w:val="28"/>
          <w:szCs w:val="20"/>
        </w:rPr>
      </w:pPr>
      <w:r>
        <w:rPr>
          <w:bCs/>
          <w:sz w:val="28"/>
          <w:szCs w:val="20"/>
        </w:rPr>
        <w:t>«</w:t>
      </w:r>
      <w:r w:rsidRPr="00CB5FCE">
        <w:rPr>
          <w:bCs/>
          <w:sz w:val="28"/>
          <w:szCs w:val="20"/>
        </w:rPr>
        <w:t xml:space="preserve">для замещения должностей муниципальной службы главной группы участниками специальной военной операции, имеющими дипломы специалиста или магистра с отличием, в течение трех лет со дня выдачи диплома – наличие высшего образования не ниже уровня </w:t>
      </w:r>
      <w:proofErr w:type="spellStart"/>
      <w:r w:rsidRPr="00CB5FCE">
        <w:rPr>
          <w:bCs/>
          <w:sz w:val="28"/>
          <w:szCs w:val="20"/>
        </w:rPr>
        <w:t>специалитета</w:t>
      </w:r>
      <w:proofErr w:type="spellEnd"/>
      <w:r w:rsidRPr="00CB5FCE">
        <w:rPr>
          <w:bCs/>
          <w:sz w:val="28"/>
          <w:szCs w:val="20"/>
        </w:rPr>
        <w:t>, магистратуры;</w:t>
      </w:r>
      <w:r w:rsidRPr="00CB5FCE">
        <w:rPr>
          <w:sz w:val="28"/>
          <w:szCs w:val="20"/>
        </w:rPr>
        <w:t xml:space="preserve"> </w:t>
      </w:r>
      <w:r w:rsidRPr="00CB5FCE">
        <w:rPr>
          <w:bCs/>
          <w:sz w:val="28"/>
          <w:szCs w:val="20"/>
        </w:rPr>
        <w:t>квалификационные требования к стажу муниципальной службы или работы по специальности, направлению подготовки, необходимому для замещения указанных должностей, не предъявляются</w:t>
      </w:r>
      <w:r w:rsidR="00164164">
        <w:rPr>
          <w:bCs/>
          <w:sz w:val="28"/>
          <w:szCs w:val="20"/>
        </w:rPr>
        <w:t>;</w:t>
      </w:r>
      <w:r w:rsidRPr="00CB5FCE">
        <w:rPr>
          <w:bCs/>
          <w:sz w:val="28"/>
          <w:szCs w:val="20"/>
        </w:rPr>
        <w:t>»</w:t>
      </w:r>
      <w:r w:rsidR="00AA67FC">
        <w:rPr>
          <w:bCs/>
          <w:sz w:val="28"/>
          <w:szCs w:val="20"/>
        </w:rPr>
        <w:t>;</w:t>
      </w:r>
    </w:p>
    <w:p w:rsidR="0065712B" w:rsidRPr="00385F25" w:rsidRDefault="0065712B" w:rsidP="006571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85F25">
        <w:rPr>
          <w:sz w:val="28"/>
          <w:szCs w:val="28"/>
        </w:rPr>
        <w:t>) в приложении 1:</w:t>
      </w:r>
    </w:p>
    <w:p w:rsidR="0065712B" w:rsidRPr="00385F25" w:rsidRDefault="0065712B" w:rsidP="006571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а) преамбулу изложить в следующей редакции:</w:t>
      </w:r>
    </w:p>
    <w:p w:rsidR="0065712B" w:rsidRPr="00385F25" w:rsidRDefault="0065712B" w:rsidP="006571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«Представитель нанимателя в лице Главы _________________________</w:t>
      </w:r>
    </w:p>
    <w:p w:rsidR="0065712B" w:rsidRPr="00385F25" w:rsidRDefault="0065712B" w:rsidP="006571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__________________________________________________________________,</w:t>
      </w:r>
    </w:p>
    <w:p w:rsidR="0065712B" w:rsidRPr="00385F25" w:rsidRDefault="0065712B" w:rsidP="006571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5F25">
        <w:rPr>
          <w:sz w:val="28"/>
          <w:szCs w:val="28"/>
        </w:rPr>
        <w:t xml:space="preserve">(наименование муниципального образования, Ф.И.О. должностного лица, </w:t>
      </w:r>
    </w:p>
    <w:p w:rsidR="0065712B" w:rsidRPr="00385F25" w:rsidRDefault="0065712B" w:rsidP="006571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5F25">
        <w:rPr>
          <w:sz w:val="28"/>
          <w:szCs w:val="28"/>
        </w:rPr>
        <w:t>выступающего в качестве представителя нанимателя)</w:t>
      </w:r>
    </w:p>
    <w:p w:rsidR="0065712B" w:rsidRPr="00385F25" w:rsidRDefault="0065712B" w:rsidP="006571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действующего на основании частей 12 и 13 статьи 22 Федерального закона от 20 марта 2025 года № 33-ФЗ «Об общих принципах организации местного самоуправления в единой системе публичной власти», с одной стороны, и гражданин ________________________________________________________,</w:t>
      </w:r>
    </w:p>
    <w:p w:rsidR="0065712B" w:rsidRPr="00385F25" w:rsidRDefault="0065712B" w:rsidP="0065712B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385F25">
        <w:rPr>
          <w:sz w:val="28"/>
          <w:szCs w:val="28"/>
        </w:rPr>
        <w:t>(Ф.И.О. гражданина)</w:t>
      </w:r>
    </w:p>
    <w:p w:rsidR="0065712B" w:rsidRPr="00385F25" w:rsidRDefault="0065712B" w:rsidP="006571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именуемый в дальнейшем Муниципальный служащий, с другой стороны, на основании решения _________________________________________________</w:t>
      </w:r>
    </w:p>
    <w:p w:rsidR="0065712B" w:rsidRPr="00385F25" w:rsidRDefault="0065712B" w:rsidP="006571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__________________________________________________________________,</w:t>
      </w:r>
    </w:p>
    <w:p w:rsidR="0065712B" w:rsidRPr="00385F25" w:rsidRDefault="0065712B" w:rsidP="006571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5F25">
        <w:rPr>
          <w:sz w:val="28"/>
          <w:szCs w:val="28"/>
        </w:rPr>
        <w:t>(наименование представительного органа муниципального образования,</w:t>
      </w:r>
      <w:r w:rsidRPr="00385F25">
        <w:rPr>
          <w:sz w:val="28"/>
          <w:szCs w:val="28"/>
        </w:rPr>
        <w:br/>
        <w:t xml:space="preserve">принявшего решение о назначении Муниципального служащего </w:t>
      </w:r>
    </w:p>
    <w:p w:rsidR="0065712B" w:rsidRPr="00385F25" w:rsidRDefault="0065712B" w:rsidP="0065712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5F25">
        <w:rPr>
          <w:sz w:val="28"/>
          <w:szCs w:val="28"/>
        </w:rPr>
        <w:t>на должность муниципальной службы, дата и номер решения)</w:t>
      </w:r>
    </w:p>
    <w:p w:rsidR="0065712B" w:rsidRPr="00385F25" w:rsidRDefault="0065712B" w:rsidP="006571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принятого по результатам конкурса на замещение должности главы местной администрации, заключили настоящий контракт о нижеследующем:»;</w:t>
      </w:r>
    </w:p>
    <w:p w:rsidR="0065712B" w:rsidRPr="00385F25" w:rsidRDefault="0065712B" w:rsidP="006571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5F25">
        <w:rPr>
          <w:sz w:val="28"/>
          <w:szCs w:val="28"/>
        </w:rPr>
        <w:t>б) в сноске к пункту 7 раздела II слова «муниципального района (муниципального округа, городского округа)» заменить словами «муниципального округа (городского округа)»;</w:t>
      </w:r>
    </w:p>
    <w:p w:rsidR="0065712B" w:rsidRPr="00385F25" w:rsidRDefault="0065712B" w:rsidP="006571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5F25">
        <w:rPr>
          <w:sz w:val="28"/>
          <w:szCs w:val="28"/>
        </w:rPr>
        <w:t xml:space="preserve">в) в сноске к пункту 14 раздела </w:t>
      </w:r>
      <w:r w:rsidRPr="00385F25">
        <w:rPr>
          <w:sz w:val="28"/>
          <w:szCs w:val="28"/>
          <w:lang w:val="en-US"/>
        </w:rPr>
        <w:t>VI</w:t>
      </w:r>
      <w:r w:rsidRPr="00385F25">
        <w:rPr>
          <w:sz w:val="28"/>
          <w:szCs w:val="28"/>
        </w:rPr>
        <w:t xml:space="preserve"> слова «частью 2 статьи 37 Федерального закона от 6 октября 2003 года № 131-ФЗ «Об общих принципах организации местного самоуправления в Российской Федерации» заменить словами «частью 5 статьи 22 Федерального закона от 20 марта 2025 года </w:t>
      </w:r>
      <w:r w:rsidR="0047769B">
        <w:rPr>
          <w:sz w:val="28"/>
          <w:szCs w:val="28"/>
        </w:rPr>
        <w:br/>
      </w:r>
      <w:bookmarkStart w:id="0" w:name="_GoBack"/>
      <w:bookmarkEnd w:id="0"/>
      <w:r w:rsidRPr="00385F25">
        <w:rPr>
          <w:sz w:val="28"/>
          <w:szCs w:val="28"/>
        </w:rPr>
        <w:t>№ 33-ФЗ «Об общих принципах организации местного самоуправления в единой системе публичной власти»;</w:t>
      </w:r>
    </w:p>
    <w:p w:rsidR="0065712B" w:rsidRPr="00385F25" w:rsidRDefault="0065712B" w:rsidP="006571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5F25">
        <w:rPr>
          <w:sz w:val="28"/>
          <w:szCs w:val="28"/>
        </w:rPr>
        <w:t xml:space="preserve">г) в пункте 23 раздела </w:t>
      </w:r>
      <w:r w:rsidRPr="00385F25">
        <w:rPr>
          <w:sz w:val="28"/>
          <w:szCs w:val="28"/>
          <w:lang w:val="en-US"/>
        </w:rPr>
        <w:t>IX</w:t>
      </w:r>
      <w:r w:rsidRPr="00385F25">
        <w:rPr>
          <w:sz w:val="28"/>
          <w:szCs w:val="28"/>
        </w:rPr>
        <w:t xml:space="preserve"> слова «Федеральным законом от 6 </w:t>
      </w:r>
      <w:proofErr w:type="gramStart"/>
      <w:r w:rsidRPr="00385F25">
        <w:rPr>
          <w:sz w:val="28"/>
          <w:szCs w:val="28"/>
        </w:rPr>
        <w:t xml:space="preserve">октября </w:t>
      </w:r>
      <w:r w:rsidR="00A6242D">
        <w:rPr>
          <w:sz w:val="28"/>
          <w:szCs w:val="28"/>
        </w:rPr>
        <w:t xml:space="preserve"> </w:t>
      </w:r>
      <w:r w:rsidRPr="00385F25">
        <w:rPr>
          <w:sz w:val="28"/>
          <w:szCs w:val="28"/>
        </w:rPr>
        <w:t>2003</w:t>
      </w:r>
      <w:proofErr w:type="gramEnd"/>
      <w:r w:rsidRPr="00385F25">
        <w:rPr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 заменить словами «Федеральным законом от 20 марта 2025 года № 33-ФЗ «Об общих принципах организации местного самоуправления в единой системе публичной власти».</w:t>
      </w:r>
    </w:p>
    <w:p w:rsidR="00594EA3" w:rsidRDefault="00594EA3" w:rsidP="00CB5FCE">
      <w:pPr>
        <w:ind w:firstLine="708"/>
        <w:jc w:val="both"/>
        <w:rPr>
          <w:sz w:val="28"/>
          <w:szCs w:val="28"/>
        </w:rPr>
      </w:pPr>
    </w:p>
    <w:p w:rsidR="00723837" w:rsidRPr="00096900" w:rsidRDefault="00723837" w:rsidP="00E02C1F">
      <w:pPr>
        <w:ind w:firstLine="709"/>
        <w:rPr>
          <w:b/>
          <w:sz w:val="28"/>
          <w:szCs w:val="28"/>
        </w:rPr>
      </w:pPr>
      <w:r w:rsidRPr="00096900">
        <w:rPr>
          <w:b/>
          <w:sz w:val="28"/>
          <w:szCs w:val="28"/>
        </w:rPr>
        <w:lastRenderedPageBreak/>
        <w:t>С</w:t>
      </w:r>
      <w:r w:rsidR="006B50FC" w:rsidRPr="00096900">
        <w:rPr>
          <w:b/>
          <w:sz w:val="28"/>
          <w:szCs w:val="28"/>
        </w:rPr>
        <w:t>татья 2</w:t>
      </w:r>
    </w:p>
    <w:p w:rsidR="008B63C2" w:rsidRPr="00096900" w:rsidRDefault="00723837" w:rsidP="0009245A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96900">
        <w:rPr>
          <w:sz w:val="28"/>
          <w:szCs w:val="28"/>
        </w:rPr>
        <w:t>Настоящий Закон вступает в силу со дня</w:t>
      </w:r>
      <w:r w:rsidR="00A2509B" w:rsidRPr="00096900">
        <w:rPr>
          <w:sz w:val="28"/>
          <w:szCs w:val="28"/>
        </w:rPr>
        <w:t xml:space="preserve"> его официального опубликования.</w:t>
      </w:r>
    </w:p>
    <w:p w:rsidR="0009245A" w:rsidRPr="00096900" w:rsidRDefault="0009245A" w:rsidP="0009245A">
      <w:pPr>
        <w:widowControl w:val="0"/>
        <w:tabs>
          <w:tab w:val="left" w:pos="50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F354E" w:rsidRPr="00096900" w:rsidRDefault="00DF354E" w:rsidP="0009245A">
      <w:pPr>
        <w:widowControl w:val="0"/>
        <w:tabs>
          <w:tab w:val="left" w:pos="50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736" w:rsidRPr="00096900" w:rsidRDefault="00786736" w:rsidP="0009245A">
      <w:pPr>
        <w:widowControl w:val="0"/>
        <w:tabs>
          <w:tab w:val="left" w:pos="50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129E" w:rsidRPr="00096900" w:rsidRDefault="0008289F" w:rsidP="0005129E">
      <w:pPr>
        <w:pStyle w:val="2"/>
        <w:rPr>
          <w:b w:val="0"/>
          <w:szCs w:val="28"/>
        </w:rPr>
      </w:pPr>
      <w:r w:rsidRPr="00096900">
        <w:rPr>
          <w:b w:val="0"/>
          <w:szCs w:val="28"/>
        </w:rPr>
        <w:t>Г</w:t>
      </w:r>
      <w:r w:rsidR="0005129E" w:rsidRPr="00096900">
        <w:rPr>
          <w:b w:val="0"/>
          <w:szCs w:val="28"/>
        </w:rPr>
        <w:t>убернатор</w:t>
      </w:r>
    </w:p>
    <w:p w:rsidR="0005129E" w:rsidRPr="00096900" w:rsidRDefault="0005129E" w:rsidP="0005129E">
      <w:pPr>
        <w:pStyle w:val="2"/>
        <w:rPr>
          <w:b w:val="0"/>
          <w:szCs w:val="28"/>
        </w:rPr>
      </w:pPr>
      <w:r w:rsidRPr="00096900">
        <w:rPr>
          <w:b w:val="0"/>
          <w:szCs w:val="28"/>
        </w:rPr>
        <w:t>Ярославской области</w:t>
      </w:r>
      <w:r w:rsidRPr="00096900">
        <w:rPr>
          <w:b w:val="0"/>
          <w:szCs w:val="28"/>
        </w:rPr>
        <w:tab/>
        <w:t xml:space="preserve">                                                                   </w:t>
      </w:r>
      <w:r w:rsidR="00E707E2" w:rsidRPr="00096900">
        <w:rPr>
          <w:b w:val="0"/>
          <w:szCs w:val="28"/>
        </w:rPr>
        <w:t xml:space="preserve">  </w:t>
      </w:r>
      <w:r w:rsidRPr="00096900">
        <w:rPr>
          <w:b w:val="0"/>
          <w:szCs w:val="28"/>
        </w:rPr>
        <w:t xml:space="preserve">   М.Я. Евраев</w:t>
      </w:r>
    </w:p>
    <w:p w:rsidR="00EE3F95" w:rsidRPr="00096900" w:rsidRDefault="00EE3F95" w:rsidP="00EE3F95">
      <w:pPr>
        <w:rPr>
          <w:sz w:val="28"/>
          <w:szCs w:val="28"/>
        </w:rPr>
      </w:pPr>
    </w:p>
    <w:p w:rsidR="0005129E" w:rsidRPr="00096900" w:rsidRDefault="0005129E" w:rsidP="0005129E">
      <w:pPr>
        <w:pStyle w:val="2"/>
        <w:rPr>
          <w:b w:val="0"/>
          <w:szCs w:val="28"/>
        </w:rPr>
      </w:pPr>
      <w:r w:rsidRPr="00096900">
        <w:rPr>
          <w:b w:val="0"/>
          <w:szCs w:val="28"/>
        </w:rPr>
        <w:t>«_____»_____________ 202</w:t>
      </w:r>
      <w:r w:rsidR="00CC175E" w:rsidRPr="00096900">
        <w:rPr>
          <w:b w:val="0"/>
          <w:szCs w:val="28"/>
        </w:rPr>
        <w:t>5</w:t>
      </w:r>
      <w:r w:rsidRPr="00096900">
        <w:rPr>
          <w:b w:val="0"/>
          <w:szCs w:val="28"/>
        </w:rPr>
        <w:t xml:space="preserve"> г.</w:t>
      </w:r>
    </w:p>
    <w:p w:rsidR="0005129E" w:rsidRPr="00096900" w:rsidRDefault="0005129E" w:rsidP="0005129E">
      <w:pPr>
        <w:pStyle w:val="2"/>
        <w:rPr>
          <w:b w:val="0"/>
          <w:szCs w:val="28"/>
        </w:rPr>
      </w:pPr>
    </w:p>
    <w:p w:rsidR="00F54AE7" w:rsidRPr="00096900" w:rsidRDefault="0005129E" w:rsidP="0005129E">
      <w:pPr>
        <w:pStyle w:val="2"/>
        <w:rPr>
          <w:b w:val="0"/>
          <w:szCs w:val="28"/>
        </w:rPr>
      </w:pPr>
      <w:r w:rsidRPr="00096900">
        <w:rPr>
          <w:b w:val="0"/>
          <w:szCs w:val="28"/>
        </w:rPr>
        <w:t>№ _______</w:t>
      </w:r>
    </w:p>
    <w:sectPr w:rsidR="00F54AE7" w:rsidRPr="00096900" w:rsidSect="0032096F">
      <w:headerReference w:type="even" r:id="rId9"/>
      <w:headerReference w:type="default" r:id="rId10"/>
      <w:pgSz w:w="11906" w:h="16838" w:code="9"/>
      <w:pgMar w:top="1134" w:right="567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3F1" w:rsidRDefault="000903F1">
      <w:r>
        <w:separator/>
      </w:r>
    </w:p>
  </w:endnote>
  <w:endnote w:type="continuationSeparator" w:id="0">
    <w:p w:rsidR="000903F1" w:rsidRDefault="00090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3F1" w:rsidRDefault="000903F1">
      <w:r>
        <w:separator/>
      </w:r>
    </w:p>
  </w:footnote>
  <w:footnote w:type="continuationSeparator" w:id="0">
    <w:p w:rsidR="000903F1" w:rsidRDefault="00090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Pr="00A07D67" w:rsidRDefault="00413419">
    <w:pPr>
      <w:pStyle w:val="a4"/>
      <w:framePr w:wrap="around" w:vAnchor="text" w:hAnchor="margin" w:xAlign="center" w:y="1"/>
      <w:rPr>
        <w:rStyle w:val="a5"/>
        <w:sz w:val="28"/>
      </w:rPr>
    </w:pPr>
    <w:r w:rsidRPr="00A07D67">
      <w:rPr>
        <w:rStyle w:val="a5"/>
        <w:sz w:val="28"/>
      </w:rPr>
      <w:fldChar w:fldCharType="begin"/>
    </w:r>
    <w:r w:rsidR="0004123E" w:rsidRPr="00A07D67">
      <w:rPr>
        <w:rStyle w:val="a5"/>
        <w:sz w:val="28"/>
      </w:rPr>
      <w:instrText xml:space="preserve">PAGE  </w:instrText>
    </w:r>
    <w:r w:rsidRPr="00A07D67">
      <w:rPr>
        <w:rStyle w:val="a5"/>
        <w:sz w:val="28"/>
      </w:rPr>
      <w:fldChar w:fldCharType="separate"/>
    </w:r>
    <w:r w:rsidR="0047769B">
      <w:rPr>
        <w:rStyle w:val="a5"/>
        <w:noProof/>
        <w:sz w:val="28"/>
      </w:rPr>
      <w:t>3</w:t>
    </w:r>
    <w:r w:rsidRPr="00A07D67">
      <w:rPr>
        <w:rStyle w:val="a5"/>
        <w:sz w:val="28"/>
      </w:rPr>
      <w:fldChar w:fldCharType="end"/>
    </w:r>
  </w:p>
  <w:p w:rsidR="0004123E" w:rsidRPr="00A07D67" w:rsidRDefault="0004123E">
    <w:pPr>
      <w:pStyle w:val="a4"/>
      <w:ind w:right="360"/>
      <w:rPr>
        <w:sz w:val="28"/>
      </w:rPr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3CF"/>
    <w:rsid w:val="00016EE9"/>
    <w:rsid w:val="000179D4"/>
    <w:rsid w:val="00026437"/>
    <w:rsid w:val="00030B8F"/>
    <w:rsid w:val="00030ED7"/>
    <w:rsid w:val="00035AE9"/>
    <w:rsid w:val="00036661"/>
    <w:rsid w:val="000378B8"/>
    <w:rsid w:val="0004123E"/>
    <w:rsid w:val="00041E47"/>
    <w:rsid w:val="00041F77"/>
    <w:rsid w:val="000420B2"/>
    <w:rsid w:val="000435E1"/>
    <w:rsid w:val="000440D4"/>
    <w:rsid w:val="00045D3B"/>
    <w:rsid w:val="00047137"/>
    <w:rsid w:val="0005129E"/>
    <w:rsid w:val="0006055A"/>
    <w:rsid w:val="00061023"/>
    <w:rsid w:val="00062E33"/>
    <w:rsid w:val="000641D9"/>
    <w:rsid w:val="000662FF"/>
    <w:rsid w:val="000716E3"/>
    <w:rsid w:val="000735B8"/>
    <w:rsid w:val="000742AE"/>
    <w:rsid w:val="00075E5A"/>
    <w:rsid w:val="000769AE"/>
    <w:rsid w:val="0008289F"/>
    <w:rsid w:val="00084750"/>
    <w:rsid w:val="00086B37"/>
    <w:rsid w:val="000903F1"/>
    <w:rsid w:val="0009245A"/>
    <w:rsid w:val="00094672"/>
    <w:rsid w:val="00094DDB"/>
    <w:rsid w:val="00096900"/>
    <w:rsid w:val="000969D8"/>
    <w:rsid w:val="000A0815"/>
    <w:rsid w:val="000A16A6"/>
    <w:rsid w:val="000A16AF"/>
    <w:rsid w:val="000B17BA"/>
    <w:rsid w:val="000B18F2"/>
    <w:rsid w:val="000B41F0"/>
    <w:rsid w:val="000B47E6"/>
    <w:rsid w:val="000B52EE"/>
    <w:rsid w:val="000C076E"/>
    <w:rsid w:val="000C086D"/>
    <w:rsid w:val="000C4773"/>
    <w:rsid w:val="000C64A4"/>
    <w:rsid w:val="000D05CD"/>
    <w:rsid w:val="000D09C3"/>
    <w:rsid w:val="000D2B50"/>
    <w:rsid w:val="000D5E0D"/>
    <w:rsid w:val="000D6C94"/>
    <w:rsid w:val="000D77F1"/>
    <w:rsid w:val="000E12C1"/>
    <w:rsid w:val="000E1AD2"/>
    <w:rsid w:val="000E65CA"/>
    <w:rsid w:val="000E6BCD"/>
    <w:rsid w:val="000F0B91"/>
    <w:rsid w:val="000F26FE"/>
    <w:rsid w:val="000F5562"/>
    <w:rsid w:val="000F6DAF"/>
    <w:rsid w:val="00100BAD"/>
    <w:rsid w:val="001025D4"/>
    <w:rsid w:val="001026DF"/>
    <w:rsid w:val="00106F85"/>
    <w:rsid w:val="00114D25"/>
    <w:rsid w:val="00117049"/>
    <w:rsid w:val="00127150"/>
    <w:rsid w:val="001310FC"/>
    <w:rsid w:val="0013234B"/>
    <w:rsid w:val="00134B21"/>
    <w:rsid w:val="00134D0D"/>
    <w:rsid w:val="001422DC"/>
    <w:rsid w:val="0014653F"/>
    <w:rsid w:val="00154B53"/>
    <w:rsid w:val="001564DF"/>
    <w:rsid w:val="00157563"/>
    <w:rsid w:val="00163487"/>
    <w:rsid w:val="00164164"/>
    <w:rsid w:val="00173031"/>
    <w:rsid w:val="001806A8"/>
    <w:rsid w:val="00183E62"/>
    <w:rsid w:val="00190128"/>
    <w:rsid w:val="00193B3A"/>
    <w:rsid w:val="00195EC2"/>
    <w:rsid w:val="001966B7"/>
    <w:rsid w:val="0019742B"/>
    <w:rsid w:val="001A5903"/>
    <w:rsid w:val="001A6942"/>
    <w:rsid w:val="001B07A6"/>
    <w:rsid w:val="001B47A9"/>
    <w:rsid w:val="001B66AA"/>
    <w:rsid w:val="001C5361"/>
    <w:rsid w:val="001C5443"/>
    <w:rsid w:val="001C6228"/>
    <w:rsid w:val="001C7AD8"/>
    <w:rsid w:val="001D5869"/>
    <w:rsid w:val="001E1738"/>
    <w:rsid w:val="001E19C1"/>
    <w:rsid w:val="001E2A84"/>
    <w:rsid w:val="001E4BB3"/>
    <w:rsid w:val="001F0AC4"/>
    <w:rsid w:val="001F3F8B"/>
    <w:rsid w:val="001F6D37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27734"/>
    <w:rsid w:val="00235334"/>
    <w:rsid w:val="00240847"/>
    <w:rsid w:val="00241FFA"/>
    <w:rsid w:val="00242B2F"/>
    <w:rsid w:val="00245D36"/>
    <w:rsid w:val="00252164"/>
    <w:rsid w:val="0025420B"/>
    <w:rsid w:val="0025731D"/>
    <w:rsid w:val="00263A55"/>
    <w:rsid w:val="00266C57"/>
    <w:rsid w:val="00271389"/>
    <w:rsid w:val="002728B5"/>
    <w:rsid w:val="0027422E"/>
    <w:rsid w:val="00275131"/>
    <w:rsid w:val="00275733"/>
    <w:rsid w:val="002771BF"/>
    <w:rsid w:val="002773EF"/>
    <w:rsid w:val="00291880"/>
    <w:rsid w:val="00296E5B"/>
    <w:rsid w:val="00297720"/>
    <w:rsid w:val="002A269C"/>
    <w:rsid w:val="002A752B"/>
    <w:rsid w:val="002B76E4"/>
    <w:rsid w:val="002C371A"/>
    <w:rsid w:val="002D04FB"/>
    <w:rsid w:val="002D7C6A"/>
    <w:rsid w:val="002E052B"/>
    <w:rsid w:val="002E0932"/>
    <w:rsid w:val="002E1654"/>
    <w:rsid w:val="002E3827"/>
    <w:rsid w:val="002E7401"/>
    <w:rsid w:val="002E78FC"/>
    <w:rsid w:val="002F1595"/>
    <w:rsid w:val="002F28EE"/>
    <w:rsid w:val="002F438F"/>
    <w:rsid w:val="002F7350"/>
    <w:rsid w:val="00305E95"/>
    <w:rsid w:val="00306F7F"/>
    <w:rsid w:val="00313DB8"/>
    <w:rsid w:val="0032096F"/>
    <w:rsid w:val="003223AC"/>
    <w:rsid w:val="003252C3"/>
    <w:rsid w:val="00327273"/>
    <w:rsid w:val="00333E66"/>
    <w:rsid w:val="0033760D"/>
    <w:rsid w:val="0034010A"/>
    <w:rsid w:val="003409A7"/>
    <w:rsid w:val="00342DA4"/>
    <w:rsid w:val="00345423"/>
    <w:rsid w:val="003571F4"/>
    <w:rsid w:val="003631CE"/>
    <w:rsid w:val="003652A1"/>
    <w:rsid w:val="00366172"/>
    <w:rsid w:val="003662E7"/>
    <w:rsid w:val="00367558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196A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D7AE0"/>
    <w:rsid w:val="003E0204"/>
    <w:rsid w:val="003E1187"/>
    <w:rsid w:val="003E2B9D"/>
    <w:rsid w:val="003E39C8"/>
    <w:rsid w:val="003E3BBE"/>
    <w:rsid w:val="003E47B9"/>
    <w:rsid w:val="003E5A72"/>
    <w:rsid w:val="003F4914"/>
    <w:rsid w:val="003F53E1"/>
    <w:rsid w:val="0040161F"/>
    <w:rsid w:val="00407876"/>
    <w:rsid w:val="00411AB0"/>
    <w:rsid w:val="00413419"/>
    <w:rsid w:val="00414BBF"/>
    <w:rsid w:val="0041756E"/>
    <w:rsid w:val="004334EE"/>
    <w:rsid w:val="004478A8"/>
    <w:rsid w:val="00464004"/>
    <w:rsid w:val="00466D44"/>
    <w:rsid w:val="00471C93"/>
    <w:rsid w:val="00476E3F"/>
    <w:rsid w:val="0047769B"/>
    <w:rsid w:val="004835D5"/>
    <w:rsid w:val="004836C8"/>
    <w:rsid w:val="00483CA1"/>
    <w:rsid w:val="00484E4F"/>
    <w:rsid w:val="004866A9"/>
    <w:rsid w:val="00495C6B"/>
    <w:rsid w:val="00495E54"/>
    <w:rsid w:val="00497171"/>
    <w:rsid w:val="004A032D"/>
    <w:rsid w:val="004A2B69"/>
    <w:rsid w:val="004A54CA"/>
    <w:rsid w:val="004A5DB1"/>
    <w:rsid w:val="004A5FA2"/>
    <w:rsid w:val="004A7B11"/>
    <w:rsid w:val="004B1487"/>
    <w:rsid w:val="004B2DE7"/>
    <w:rsid w:val="004B70D4"/>
    <w:rsid w:val="004C0BCE"/>
    <w:rsid w:val="004C5541"/>
    <w:rsid w:val="004C661E"/>
    <w:rsid w:val="004C71AC"/>
    <w:rsid w:val="004C7714"/>
    <w:rsid w:val="004D0A20"/>
    <w:rsid w:val="004D5FEC"/>
    <w:rsid w:val="004E21A4"/>
    <w:rsid w:val="004E4157"/>
    <w:rsid w:val="004E56E7"/>
    <w:rsid w:val="004E5B62"/>
    <w:rsid w:val="004E7E66"/>
    <w:rsid w:val="004F5EF5"/>
    <w:rsid w:val="004F5F50"/>
    <w:rsid w:val="004F6268"/>
    <w:rsid w:val="00501A04"/>
    <w:rsid w:val="00503785"/>
    <w:rsid w:val="00516E7F"/>
    <w:rsid w:val="005235CE"/>
    <w:rsid w:val="00523ECE"/>
    <w:rsid w:val="005309C6"/>
    <w:rsid w:val="00540626"/>
    <w:rsid w:val="0054198A"/>
    <w:rsid w:val="00542529"/>
    <w:rsid w:val="0054347B"/>
    <w:rsid w:val="00553EA3"/>
    <w:rsid w:val="0055568B"/>
    <w:rsid w:val="00557388"/>
    <w:rsid w:val="0055747D"/>
    <w:rsid w:val="005576CB"/>
    <w:rsid w:val="005622F8"/>
    <w:rsid w:val="005730A9"/>
    <w:rsid w:val="00573968"/>
    <w:rsid w:val="005817FE"/>
    <w:rsid w:val="00582485"/>
    <w:rsid w:val="0058254C"/>
    <w:rsid w:val="005825E3"/>
    <w:rsid w:val="005864A7"/>
    <w:rsid w:val="00587A78"/>
    <w:rsid w:val="00592A98"/>
    <w:rsid w:val="00593070"/>
    <w:rsid w:val="00594EA3"/>
    <w:rsid w:val="005A02B1"/>
    <w:rsid w:val="005A423D"/>
    <w:rsid w:val="005B339D"/>
    <w:rsid w:val="005B499E"/>
    <w:rsid w:val="005B4D38"/>
    <w:rsid w:val="005B6BC9"/>
    <w:rsid w:val="005C03B1"/>
    <w:rsid w:val="005C0D23"/>
    <w:rsid w:val="005C334E"/>
    <w:rsid w:val="005C54D1"/>
    <w:rsid w:val="005C6518"/>
    <w:rsid w:val="005C74DE"/>
    <w:rsid w:val="005C7FE7"/>
    <w:rsid w:val="005D1B3A"/>
    <w:rsid w:val="005D1EF1"/>
    <w:rsid w:val="005D2F06"/>
    <w:rsid w:val="005D3FB1"/>
    <w:rsid w:val="005D5050"/>
    <w:rsid w:val="005D6D58"/>
    <w:rsid w:val="005D7B54"/>
    <w:rsid w:val="005E5CB8"/>
    <w:rsid w:val="005E6398"/>
    <w:rsid w:val="005F6A3F"/>
    <w:rsid w:val="0060254A"/>
    <w:rsid w:val="00604A6A"/>
    <w:rsid w:val="00605A13"/>
    <w:rsid w:val="00611B5F"/>
    <w:rsid w:val="00612FA0"/>
    <w:rsid w:val="0061428E"/>
    <w:rsid w:val="006147AF"/>
    <w:rsid w:val="00615B13"/>
    <w:rsid w:val="00616340"/>
    <w:rsid w:val="00620DD0"/>
    <w:rsid w:val="00622859"/>
    <w:rsid w:val="00632058"/>
    <w:rsid w:val="0063351C"/>
    <w:rsid w:val="006348A3"/>
    <w:rsid w:val="0064260D"/>
    <w:rsid w:val="00643249"/>
    <w:rsid w:val="00644003"/>
    <w:rsid w:val="00645A9E"/>
    <w:rsid w:val="00645CC9"/>
    <w:rsid w:val="00647C1B"/>
    <w:rsid w:val="006515E3"/>
    <w:rsid w:val="00651F51"/>
    <w:rsid w:val="00654E7D"/>
    <w:rsid w:val="00655C1E"/>
    <w:rsid w:val="0065712B"/>
    <w:rsid w:val="006620B7"/>
    <w:rsid w:val="0067162E"/>
    <w:rsid w:val="00675648"/>
    <w:rsid w:val="0068335E"/>
    <w:rsid w:val="006872EF"/>
    <w:rsid w:val="006879F5"/>
    <w:rsid w:val="00690456"/>
    <w:rsid w:val="00690FD0"/>
    <w:rsid w:val="00695BCF"/>
    <w:rsid w:val="006A0885"/>
    <w:rsid w:val="006B05FE"/>
    <w:rsid w:val="006B240E"/>
    <w:rsid w:val="006B4B9F"/>
    <w:rsid w:val="006B50FC"/>
    <w:rsid w:val="006C031F"/>
    <w:rsid w:val="006C2E08"/>
    <w:rsid w:val="006C717B"/>
    <w:rsid w:val="006D1EC0"/>
    <w:rsid w:val="006D40BB"/>
    <w:rsid w:val="006D582D"/>
    <w:rsid w:val="006D5B72"/>
    <w:rsid w:val="006D7359"/>
    <w:rsid w:val="006E2FBC"/>
    <w:rsid w:val="006E4989"/>
    <w:rsid w:val="006E5B2F"/>
    <w:rsid w:val="006F1431"/>
    <w:rsid w:val="006F1D55"/>
    <w:rsid w:val="006F2021"/>
    <w:rsid w:val="006F6F76"/>
    <w:rsid w:val="0070313E"/>
    <w:rsid w:val="00706AE7"/>
    <w:rsid w:val="00712195"/>
    <w:rsid w:val="00717636"/>
    <w:rsid w:val="0072236C"/>
    <w:rsid w:val="00723837"/>
    <w:rsid w:val="0072526F"/>
    <w:rsid w:val="007279CA"/>
    <w:rsid w:val="0073707A"/>
    <w:rsid w:val="007429AC"/>
    <w:rsid w:val="007432E9"/>
    <w:rsid w:val="007504BB"/>
    <w:rsid w:val="007514D5"/>
    <w:rsid w:val="00753305"/>
    <w:rsid w:val="007572C6"/>
    <w:rsid w:val="00763927"/>
    <w:rsid w:val="00763DC2"/>
    <w:rsid w:val="0076413B"/>
    <w:rsid w:val="007646F5"/>
    <w:rsid w:val="00764DC7"/>
    <w:rsid w:val="00765758"/>
    <w:rsid w:val="00767FA0"/>
    <w:rsid w:val="00772079"/>
    <w:rsid w:val="00774E70"/>
    <w:rsid w:val="0077525F"/>
    <w:rsid w:val="0077601F"/>
    <w:rsid w:val="0078058B"/>
    <w:rsid w:val="00780749"/>
    <w:rsid w:val="00782BBC"/>
    <w:rsid w:val="007864F6"/>
    <w:rsid w:val="00786736"/>
    <w:rsid w:val="00787CDF"/>
    <w:rsid w:val="007907DA"/>
    <w:rsid w:val="007918EB"/>
    <w:rsid w:val="0079593F"/>
    <w:rsid w:val="007975E0"/>
    <w:rsid w:val="007A23AB"/>
    <w:rsid w:val="007A35D2"/>
    <w:rsid w:val="007B06CD"/>
    <w:rsid w:val="007B0AB5"/>
    <w:rsid w:val="007B12D1"/>
    <w:rsid w:val="007B35F4"/>
    <w:rsid w:val="007B4179"/>
    <w:rsid w:val="007B579C"/>
    <w:rsid w:val="007B59E5"/>
    <w:rsid w:val="007C1748"/>
    <w:rsid w:val="007C3762"/>
    <w:rsid w:val="007C4DE0"/>
    <w:rsid w:val="007C614C"/>
    <w:rsid w:val="007C633B"/>
    <w:rsid w:val="007D31AA"/>
    <w:rsid w:val="007D32A3"/>
    <w:rsid w:val="007D362C"/>
    <w:rsid w:val="007D6556"/>
    <w:rsid w:val="007E1357"/>
    <w:rsid w:val="007E2C1C"/>
    <w:rsid w:val="007E398B"/>
    <w:rsid w:val="007F1136"/>
    <w:rsid w:val="007F3298"/>
    <w:rsid w:val="007F67FC"/>
    <w:rsid w:val="007F7FAD"/>
    <w:rsid w:val="00800704"/>
    <w:rsid w:val="0080161B"/>
    <w:rsid w:val="00801FF0"/>
    <w:rsid w:val="0080271A"/>
    <w:rsid w:val="008052C5"/>
    <w:rsid w:val="0080607D"/>
    <w:rsid w:val="00813276"/>
    <w:rsid w:val="008155B6"/>
    <w:rsid w:val="00816825"/>
    <w:rsid w:val="008172EC"/>
    <w:rsid w:val="0081799B"/>
    <w:rsid w:val="00824547"/>
    <w:rsid w:val="00830B2B"/>
    <w:rsid w:val="00831597"/>
    <w:rsid w:val="00831CFF"/>
    <w:rsid w:val="00833994"/>
    <w:rsid w:val="00834F2C"/>
    <w:rsid w:val="00836123"/>
    <w:rsid w:val="00844B2D"/>
    <w:rsid w:val="00844D40"/>
    <w:rsid w:val="0084512D"/>
    <w:rsid w:val="00850918"/>
    <w:rsid w:val="00851476"/>
    <w:rsid w:val="00853F5A"/>
    <w:rsid w:val="008555C7"/>
    <w:rsid w:val="008565AC"/>
    <w:rsid w:val="008624B7"/>
    <w:rsid w:val="00864076"/>
    <w:rsid w:val="00882DD5"/>
    <w:rsid w:val="00884A10"/>
    <w:rsid w:val="0089259E"/>
    <w:rsid w:val="00895192"/>
    <w:rsid w:val="00895CFD"/>
    <w:rsid w:val="00896FF1"/>
    <w:rsid w:val="00897B0B"/>
    <w:rsid w:val="008A02A3"/>
    <w:rsid w:val="008A138F"/>
    <w:rsid w:val="008A1F34"/>
    <w:rsid w:val="008A4A5D"/>
    <w:rsid w:val="008A5E89"/>
    <w:rsid w:val="008B075C"/>
    <w:rsid w:val="008B07E9"/>
    <w:rsid w:val="008B2C11"/>
    <w:rsid w:val="008B601C"/>
    <w:rsid w:val="008B63C2"/>
    <w:rsid w:val="008C1A54"/>
    <w:rsid w:val="008C6B55"/>
    <w:rsid w:val="008D18AE"/>
    <w:rsid w:val="008D3C4F"/>
    <w:rsid w:val="008D3E27"/>
    <w:rsid w:val="008D6149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8F6839"/>
    <w:rsid w:val="008F753F"/>
    <w:rsid w:val="009027B9"/>
    <w:rsid w:val="00910239"/>
    <w:rsid w:val="00913A39"/>
    <w:rsid w:val="0091631C"/>
    <w:rsid w:val="00916D51"/>
    <w:rsid w:val="00917702"/>
    <w:rsid w:val="00917C6F"/>
    <w:rsid w:val="00922722"/>
    <w:rsid w:val="00927657"/>
    <w:rsid w:val="00930B19"/>
    <w:rsid w:val="00933F64"/>
    <w:rsid w:val="00944183"/>
    <w:rsid w:val="0094433B"/>
    <w:rsid w:val="00946837"/>
    <w:rsid w:val="00951EC6"/>
    <w:rsid w:val="009525AC"/>
    <w:rsid w:val="00957151"/>
    <w:rsid w:val="00957508"/>
    <w:rsid w:val="009576A9"/>
    <w:rsid w:val="00965080"/>
    <w:rsid w:val="009713BB"/>
    <w:rsid w:val="00971C08"/>
    <w:rsid w:val="00980C54"/>
    <w:rsid w:val="009822FC"/>
    <w:rsid w:val="00982A2D"/>
    <w:rsid w:val="00984D8A"/>
    <w:rsid w:val="00985971"/>
    <w:rsid w:val="00997819"/>
    <w:rsid w:val="009A40C3"/>
    <w:rsid w:val="009A4764"/>
    <w:rsid w:val="009B2AED"/>
    <w:rsid w:val="009B4C81"/>
    <w:rsid w:val="009B6195"/>
    <w:rsid w:val="009B6374"/>
    <w:rsid w:val="009B7293"/>
    <w:rsid w:val="009C0C47"/>
    <w:rsid w:val="009C60A3"/>
    <w:rsid w:val="009D1C19"/>
    <w:rsid w:val="009D2120"/>
    <w:rsid w:val="009D476D"/>
    <w:rsid w:val="009D49C0"/>
    <w:rsid w:val="009E108B"/>
    <w:rsid w:val="009E4E27"/>
    <w:rsid w:val="009E540E"/>
    <w:rsid w:val="009E61B8"/>
    <w:rsid w:val="009F100C"/>
    <w:rsid w:val="009F2892"/>
    <w:rsid w:val="009F2AFB"/>
    <w:rsid w:val="009F5402"/>
    <w:rsid w:val="00A01CDE"/>
    <w:rsid w:val="00A02D06"/>
    <w:rsid w:val="00A04493"/>
    <w:rsid w:val="00A07D67"/>
    <w:rsid w:val="00A225D2"/>
    <w:rsid w:val="00A23B5F"/>
    <w:rsid w:val="00A2509B"/>
    <w:rsid w:val="00A31475"/>
    <w:rsid w:val="00A317AE"/>
    <w:rsid w:val="00A320FA"/>
    <w:rsid w:val="00A37905"/>
    <w:rsid w:val="00A41970"/>
    <w:rsid w:val="00A451C3"/>
    <w:rsid w:val="00A453F5"/>
    <w:rsid w:val="00A52F0A"/>
    <w:rsid w:val="00A531DC"/>
    <w:rsid w:val="00A5347A"/>
    <w:rsid w:val="00A538A0"/>
    <w:rsid w:val="00A55A73"/>
    <w:rsid w:val="00A56244"/>
    <w:rsid w:val="00A57C8F"/>
    <w:rsid w:val="00A603A1"/>
    <w:rsid w:val="00A6242D"/>
    <w:rsid w:val="00A66D43"/>
    <w:rsid w:val="00A70AB6"/>
    <w:rsid w:val="00A73523"/>
    <w:rsid w:val="00A735D6"/>
    <w:rsid w:val="00A739CC"/>
    <w:rsid w:val="00A8076E"/>
    <w:rsid w:val="00A81BEE"/>
    <w:rsid w:val="00A90A69"/>
    <w:rsid w:val="00A91C86"/>
    <w:rsid w:val="00A91DBB"/>
    <w:rsid w:val="00A955EB"/>
    <w:rsid w:val="00AA15B6"/>
    <w:rsid w:val="00AA2F1F"/>
    <w:rsid w:val="00AA60B6"/>
    <w:rsid w:val="00AA67FC"/>
    <w:rsid w:val="00AB19EA"/>
    <w:rsid w:val="00AB3AE4"/>
    <w:rsid w:val="00AB6646"/>
    <w:rsid w:val="00AC213E"/>
    <w:rsid w:val="00AC4079"/>
    <w:rsid w:val="00AD227D"/>
    <w:rsid w:val="00AD2B5A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047B1"/>
    <w:rsid w:val="00B12635"/>
    <w:rsid w:val="00B132EC"/>
    <w:rsid w:val="00B136FD"/>
    <w:rsid w:val="00B138C6"/>
    <w:rsid w:val="00B14E4D"/>
    <w:rsid w:val="00B15487"/>
    <w:rsid w:val="00B21E3D"/>
    <w:rsid w:val="00B24269"/>
    <w:rsid w:val="00B259F5"/>
    <w:rsid w:val="00B30506"/>
    <w:rsid w:val="00B32630"/>
    <w:rsid w:val="00B34C0D"/>
    <w:rsid w:val="00B3792C"/>
    <w:rsid w:val="00B4052A"/>
    <w:rsid w:val="00B42594"/>
    <w:rsid w:val="00B436EF"/>
    <w:rsid w:val="00B549D8"/>
    <w:rsid w:val="00B56AB3"/>
    <w:rsid w:val="00B57032"/>
    <w:rsid w:val="00B57802"/>
    <w:rsid w:val="00B6220B"/>
    <w:rsid w:val="00B62AF7"/>
    <w:rsid w:val="00B735BB"/>
    <w:rsid w:val="00B74472"/>
    <w:rsid w:val="00B744D3"/>
    <w:rsid w:val="00B75512"/>
    <w:rsid w:val="00B950BA"/>
    <w:rsid w:val="00B9538C"/>
    <w:rsid w:val="00B9571E"/>
    <w:rsid w:val="00BA4EB5"/>
    <w:rsid w:val="00BA58D4"/>
    <w:rsid w:val="00BA7F18"/>
    <w:rsid w:val="00BB19CA"/>
    <w:rsid w:val="00BB45A0"/>
    <w:rsid w:val="00BB4EA1"/>
    <w:rsid w:val="00BB6A89"/>
    <w:rsid w:val="00BC2AD4"/>
    <w:rsid w:val="00BC3CE5"/>
    <w:rsid w:val="00BC3F38"/>
    <w:rsid w:val="00BC4BA7"/>
    <w:rsid w:val="00BD1D4D"/>
    <w:rsid w:val="00BD2226"/>
    <w:rsid w:val="00BD704F"/>
    <w:rsid w:val="00BD7D97"/>
    <w:rsid w:val="00BE375A"/>
    <w:rsid w:val="00BE37E6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1C24"/>
    <w:rsid w:val="00C2377A"/>
    <w:rsid w:val="00C25E6E"/>
    <w:rsid w:val="00C2747F"/>
    <w:rsid w:val="00C27975"/>
    <w:rsid w:val="00C31309"/>
    <w:rsid w:val="00C31A98"/>
    <w:rsid w:val="00C322F5"/>
    <w:rsid w:val="00C4578E"/>
    <w:rsid w:val="00C47A25"/>
    <w:rsid w:val="00C546AC"/>
    <w:rsid w:val="00C548DD"/>
    <w:rsid w:val="00C554AF"/>
    <w:rsid w:val="00C57CED"/>
    <w:rsid w:val="00C63420"/>
    <w:rsid w:val="00C6380C"/>
    <w:rsid w:val="00C65418"/>
    <w:rsid w:val="00C66043"/>
    <w:rsid w:val="00C71DDA"/>
    <w:rsid w:val="00C75B29"/>
    <w:rsid w:val="00C7675E"/>
    <w:rsid w:val="00C777AB"/>
    <w:rsid w:val="00C816EF"/>
    <w:rsid w:val="00C81C0D"/>
    <w:rsid w:val="00C847A5"/>
    <w:rsid w:val="00C866B3"/>
    <w:rsid w:val="00C9312E"/>
    <w:rsid w:val="00C956BB"/>
    <w:rsid w:val="00C97EB3"/>
    <w:rsid w:val="00CA2182"/>
    <w:rsid w:val="00CA4B87"/>
    <w:rsid w:val="00CA61D3"/>
    <w:rsid w:val="00CB0FC2"/>
    <w:rsid w:val="00CB115E"/>
    <w:rsid w:val="00CB2025"/>
    <w:rsid w:val="00CB3090"/>
    <w:rsid w:val="00CB5785"/>
    <w:rsid w:val="00CB5BBB"/>
    <w:rsid w:val="00CB5FCE"/>
    <w:rsid w:val="00CB66A4"/>
    <w:rsid w:val="00CC05C8"/>
    <w:rsid w:val="00CC0BCB"/>
    <w:rsid w:val="00CC175E"/>
    <w:rsid w:val="00CC1846"/>
    <w:rsid w:val="00CC3B79"/>
    <w:rsid w:val="00CC59A1"/>
    <w:rsid w:val="00CC5E97"/>
    <w:rsid w:val="00CC7C2F"/>
    <w:rsid w:val="00CD6C94"/>
    <w:rsid w:val="00CE451F"/>
    <w:rsid w:val="00CE4892"/>
    <w:rsid w:val="00CE4A0C"/>
    <w:rsid w:val="00CE4E91"/>
    <w:rsid w:val="00CE5C6C"/>
    <w:rsid w:val="00CF11B8"/>
    <w:rsid w:val="00D014E5"/>
    <w:rsid w:val="00D02089"/>
    <w:rsid w:val="00D04BD3"/>
    <w:rsid w:val="00D078F9"/>
    <w:rsid w:val="00D126C3"/>
    <w:rsid w:val="00D14338"/>
    <w:rsid w:val="00D204BD"/>
    <w:rsid w:val="00D20F87"/>
    <w:rsid w:val="00D25498"/>
    <w:rsid w:val="00D255D9"/>
    <w:rsid w:val="00D25FFF"/>
    <w:rsid w:val="00D44E0F"/>
    <w:rsid w:val="00D451BD"/>
    <w:rsid w:val="00D47ECE"/>
    <w:rsid w:val="00D503F0"/>
    <w:rsid w:val="00D50446"/>
    <w:rsid w:val="00D51357"/>
    <w:rsid w:val="00D52364"/>
    <w:rsid w:val="00D54725"/>
    <w:rsid w:val="00D5659A"/>
    <w:rsid w:val="00D57698"/>
    <w:rsid w:val="00D60EA3"/>
    <w:rsid w:val="00D6141A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0C51"/>
    <w:rsid w:val="00DA1306"/>
    <w:rsid w:val="00DA2360"/>
    <w:rsid w:val="00DA3CC2"/>
    <w:rsid w:val="00DA3DFB"/>
    <w:rsid w:val="00DA73D2"/>
    <w:rsid w:val="00DB137C"/>
    <w:rsid w:val="00DC00F8"/>
    <w:rsid w:val="00DC1001"/>
    <w:rsid w:val="00DC118B"/>
    <w:rsid w:val="00DC4394"/>
    <w:rsid w:val="00DC7A14"/>
    <w:rsid w:val="00DD04E7"/>
    <w:rsid w:val="00DD2A8E"/>
    <w:rsid w:val="00DD3009"/>
    <w:rsid w:val="00DE16D6"/>
    <w:rsid w:val="00DE6BC0"/>
    <w:rsid w:val="00DF1786"/>
    <w:rsid w:val="00DF2C8C"/>
    <w:rsid w:val="00DF354E"/>
    <w:rsid w:val="00DF77A2"/>
    <w:rsid w:val="00E0013F"/>
    <w:rsid w:val="00E008F2"/>
    <w:rsid w:val="00E00C1D"/>
    <w:rsid w:val="00E02C1F"/>
    <w:rsid w:val="00E16746"/>
    <w:rsid w:val="00E178DB"/>
    <w:rsid w:val="00E266FD"/>
    <w:rsid w:val="00E2746F"/>
    <w:rsid w:val="00E338A5"/>
    <w:rsid w:val="00E33977"/>
    <w:rsid w:val="00E33984"/>
    <w:rsid w:val="00E40B21"/>
    <w:rsid w:val="00E41E7A"/>
    <w:rsid w:val="00E44A94"/>
    <w:rsid w:val="00E46EA7"/>
    <w:rsid w:val="00E46F3E"/>
    <w:rsid w:val="00E53A8B"/>
    <w:rsid w:val="00E543F4"/>
    <w:rsid w:val="00E5627C"/>
    <w:rsid w:val="00E61E53"/>
    <w:rsid w:val="00E61F23"/>
    <w:rsid w:val="00E621A0"/>
    <w:rsid w:val="00E64FEE"/>
    <w:rsid w:val="00E6548F"/>
    <w:rsid w:val="00E6706D"/>
    <w:rsid w:val="00E704F3"/>
    <w:rsid w:val="00E707E2"/>
    <w:rsid w:val="00E763EC"/>
    <w:rsid w:val="00E77452"/>
    <w:rsid w:val="00E841B2"/>
    <w:rsid w:val="00E87AAA"/>
    <w:rsid w:val="00E87D33"/>
    <w:rsid w:val="00E94D8D"/>
    <w:rsid w:val="00E95CAC"/>
    <w:rsid w:val="00E97DA3"/>
    <w:rsid w:val="00EA0FE4"/>
    <w:rsid w:val="00EB5501"/>
    <w:rsid w:val="00EB5D3F"/>
    <w:rsid w:val="00EB7235"/>
    <w:rsid w:val="00EB7A28"/>
    <w:rsid w:val="00EC2CAB"/>
    <w:rsid w:val="00EC5316"/>
    <w:rsid w:val="00EC7897"/>
    <w:rsid w:val="00EC7C7B"/>
    <w:rsid w:val="00ED0699"/>
    <w:rsid w:val="00ED07BF"/>
    <w:rsid w:val="00ED0C39"/>
    <w:rsid w:val="00ED2704"/>
    <w:rsid w:val="00ED5BD7"/>
    <w:rsid w:val="00EE247B"/>
    <w:rsid w:val="00EE2543"/>
    <w:rsid w:val="00EE281B"/>
    <w:rsid w:val="00EE3F95"/>
    <w:rsid w:val="00EE5AB0"/>
    <w:rsid w:val="00F016AB"/>
    <w:rsid w:val="00F034CD"/>
    <w:rsid w:val="00F07DCE"/>
    <w:rsid w:val="00F1281D"/>
    <w:rsid w:val="00F14179"/>
    <w:rsid w:val="00F24EF5"/>
    <w:rsid w:val="00F262EE"/>
    <w:rsid w:val="00F26D63"/>
    <w:rsid w:val="00F3098C"/>
    <w:rsid w:val="00F351FB"/>
    <w:rsid w:val="00F35268"/>
    <w:rsid w:val="00F40300"/>
    <w:rsid w:val="00F44A61"/>
    <w:rsid w:val="00F45D18"/>
    <w:rsid w:val="00F471B9"/>
    <w:rsid w:val="00F52ABF"/>
    <w:rsid w:val="00F52BBC"/>
    <w:rsid w:val="00F5400C"/>
    <w:rsid w:val="00F54AE7"/>
    <w:rsid w:val="00F617FF"/>
    <w:rsid w:val="00F727D2"/>
    <w:rsid w:val="00F75C33"/>
    <w:rsid w:val="00F7634C"/>
    <w:rsid w:val="00F7752C"/>
    <w:rsid w:val="00F80210"/>
    <w:rsid w:val="00F84553"/>
    <w:rsid w:val="00F84AB7"/>
    <w:rsid w:val="00F864FF"/>
    <w:rsid w:val="00FA2A67"/>
    <w:rsid w:val="00FB0403"/>
    <w:rsid w:val="00FC0651"/>
    <w:rsid w:val="00FC1FA5"/>
    <w:rsid w:val="00FC6C26"/>
    <w:rsid w:val="00FC7781"/>
    <w:rsid w:val="00FD43CC"/>
    <w:rsid w:val="00FD6D70"/>
    <w:rsid w:val="00FD7B4C"/>
    <w:rsid w:val="00FE2DD2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C8697"/>
  <w15:docId w15:val="{098C6D83-A633-4AED-BF29-5CB8A681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63E0B-31CF-434F-973A-56BD3EEB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66</TotalTime>
  <Pages>3</Pages>
  <Words>560</Words>
  <Characters>3926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Кукина Ирина Васильевна</cp:lastModifiedBy>
  <cp:revision>42</cp:revision>
  <cp:lastPrinted>2025-10-09T13:13:00Z</cp:lastPrinted>
  <dcterms:created xsi:type="dcterms:W3CDTF">2025-10-09T10:44:00Z</dcterms:created>
  <dcterms:modified xsi:type="dcterms:W3CDTF">2025-10-10T11:54:00Z</dcterms:modified>
</cp:coreProperties>
</file>